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0D038C" w:rsidRDefault="007B3FEE" w:rsidP="000D038C">
      <w:pPr>
        <w:pStyle w:val="Nagwek3"/>
        <w:spacing w:line="360" w:lineRule="auto"/>
        <w:jc w:val="right"/>
        <w:rPr>
          <w:rFonts w:ascii="Arial" w:hAnsi="Arial" w:cs="Arial"/>
          <w:b/>
          <w:i w:val="0"/>
          <w:sz w:val="18"/>
          <w:szCs w:val="18"/>
        </w:rPr>
      </w:pPr>
      <w:r w:rsidRPr="000D038C">
        <w:rPr>
          <w:rFonts w:ascii="Arial" w:hAnsi="Arial" w:cs="Arial"/>
          <w:b/>
          <w:i w:val="0"/>
          <w:sz w:val="18"/>
          <w:szCs w:val="18"/>
        </w:rPr>
        <w:t>Załącznik nr 1A do SIWZ</w:t>
      </w:r>
      <w:r w:rsidR="00FD310B" w:rsidRPr="000D038C">
        <w:rPr>
          <w:rFonts w:ascii="Arial" w:hAnsi="Arial" w:cs="Arial"/>
          <w:b/>
          <w:i w:val="0"/>
          <w:sz w:val="18"/>
          <w:szCs w:val="18"/>
        </w:rPr>
        <w:t xml:space="preserve"> nr DZP.381.</w:t>
      </w:r>
      <w:r w:rsidR="00DB1123">
        <w:rPr>
          <w:rFonts w:ascii="Arial" w:hAnsi="Arial" w:cs="Arial"/>
          <w:b/>
          <w:i w:val="0"/>
          <w:sz w:val="18"/>
          <w:szCs w:val="18"/>
        </w:rPr>
        <w:t>53</w:t>
      </w:r>
      <w:r w:rsidR="00FD310B" w:rsidRPr="000D038C">
        <w:rPr>
          <w:rFonts w:ascii="Arial" w:hAnsi="Arial" w:cs="Arial"/>
          <w:b/>
          <w:i w:val="0"/>
          <w:sz w:val="18"/>
          <w:szCs w:val="18"/>
        </w:rPr>
        <w:t>.201</w:t>
      </w:r>
      <w:r w:rsidR="00BC3CCB" w:rsidRPr="000D038C">
        <w:rPr>
          <w:rFonts w:ascii="Arial" w:hAnsi="Arial" w:cs="Arial"/>
          <w:b/>
          <w:i w:val="0"/>
          <w:sz w:val="18"/>
          <w:szCs w:val="18"/>
        </w:rPr>
        <w:t>5</w:t>
      </w:r>
      <w:r w:rsidR="00FD310B" w:rsidRPr="000D038C">
        <w:rPr>
          <w:rFonts w:ascii="Arial" w:hAnsi="Arial" w:cs="Arial"/>
          <w:b/>
          <w:i w:val="0"/>
          <w:sz w:val="18"/>
          <w:szCs w:val="18"/>
        </w:rPr>
        <w:t>.DW</w:t>
      </w:r>
    </w:p>
    <w:p w:rsidR="007B3FEE" w:rsidRPr="000D038C" w:rsidRDefault="007B3FEE" w:rsidP="000D038C">
      <w:pPr>
        <w:pStyle w:val="Nagwek3"/>
        <w:spacing w:line="360" w:lineRule="auto"/>
        <w:jc w:val="center"/>
        <w:rPr>
          <w:rFonts w:ascii="Arial" w:hAnsi="Arial" w:cs="Arial"/>
          <w:b/>
          <w:i w:val="0"/>
          <w:sz w:val="18"/>
          <w:szCs w:val="18"/>
        </w:rPr>
      </w:pPr>
    </w:p>
    <w:p w:rsidR="00DE4FEE" w:rsidRPr="000D038C" w:rsidRDefault="000D038C" w:rsidP="000D038C">
      <w:pPr>
        <w:pStyle w:val="Nagwek3"/>
        <w:spacing w:line="360" w:lineRule="auto"/>
        <w:jc w:val="center"/>
        <w:rPr>
          <w:rFonts w:ascii="Arial" w:hAnsi="Arial" w:cs="Arial"/>
          <w:b/>
          <w:i w:val="0"/>
          <w:szCs w:val="24"/>
        </w:rPr>
      </w:pPr>
      <w:r w:rsidRPr="000D038C">
        <w:rPr>
          <w:rFonts w:ascii="Arial" w:hAnsi="Arial" w:cs="Arial"/>
          <w:b/>
          <w:i w:val="0"/>
          <w:szCs w:val="24"/>
        </w:rPr>
        <w:t>OFERTA</w:t>
      </w:r>
    </w:p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RPr="000D038C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D038C" w:rsidRDefault="00EC220E" w:rsidP="000D038C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D038C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D038C" w:rsidRDefault="00EC220E" w:rsidP="000D038C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D038C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9B012A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D038C" w:rsidRDefault="00EC220E" w:rsidP="000D038C">
            <w:pPr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D038C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D038C" w:rsidRDefault="00EC220E" w:rsidP="000D038C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D038C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RPr="000D038C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D038C" w:rsidRDefault="00EC220E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D038C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D038C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0D038C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D03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0D038C" w:rsidRDefault="00EC220E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0D038C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D038C" w:rsidRDefault="0044251A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D038C" w:rsidRDefault="0044251A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0D038C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D03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0D038C" w:rsidRDefault="0044251A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0D038C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D038C" w:rsidRDefault="0044251A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D038C" w:rsidRDefault="0044251A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0D038C" w:rsidRDefault="0044251A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RPr="000D038C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D038C" w:rsidRDefault="00457D22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Pr="000D038C" w:rsidRDefault="00457D22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0D038C" w:rsidRDefault="00457D22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0D038C" w:rsidRDefault="00457D22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0D038C" w:rsidRDefault="00457D22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0D038C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0D038C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D038C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0D038C" w:rsidRDefault="00093F06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RPr="000D038C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Pr="000D038C" w:rsidRDefault="00036420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D038C" w:rsidRDefault="00036420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0D038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D038C" w:rsidRDefault="00036420" w:rsidP="000D038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D038C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0D038C" w:rsidRDefault="006C35C8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0D038C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0D038C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0D038C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0D038C" w:rsidRDefault="00457295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RPr="000D038C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0D038C" w:rsidRDefault="00886064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0D038C" w:rsidRDefault="00886064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0D038C" w:rsidRDefault="00886064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Pr="000D038C" w:rsidRDefault="00DE4FEE" w:rsidP="000D038C">
      <w:pPr>
        <w:spacing w:line="360" w:lineRule="auto"/>
        <w:rPr>
          <w:rFonts w:ascii="Arial" w:hAnsi="Arial" w:cs="Arial"/>
          <w:sz w:val="18"/>
          <w:szCs w:val="18"/>
        </w:rPr>
      </w:pPr>
    </w:p>
    <w:p w:rsidR="00DE4FEE" w:rsidRPr="000D038C" w:rsidRDefault="00DE4FEE" w:rsidP="000D038C">
      <w:pPr>
        <w:spacing w:line="360" w:lineRule="auto"/>
        <w:rPr>
          <w:rFonts w:ascii="Arial" w:hAnsi="Arial" w:cs="Arial"/>
          <w:sz w:val="18"/>
          <w:szCs w:val="18"/>
        </w:rPr>
      </w:pPr>
    </w:p>
    <w:p w:rsidR="00183F29" w:rsidRPr="000D038C" w:rsidRDefault="000D468C" w:rsidP="000D038C">
      <w:pPr>
        <w:spacing w:line="360" w:lineRule="auto"/>
        <w:ind w:left="567"/>
        <w:jc w:val="center"/>
        <w:rPr>
          <w:rFonts w:ascii="Arial" w:hAnsi="Arial" w:cs="Arial"/>
        </w:rPr>
      </w:pPr>
      <w:r w:rsidRPr="000D038C">
        <w:rPr>
          <w:rFonts w:ascii="Arial" w:hAnsi="Arial" w:cs="Arial"/>
        </w:rPr>
        <w:t xml:space="preserve">Odpowiadając na publiczne ogłoszenie o zamówieniu </w:t>
      </w:r>
      <w:r w:rsidR="006F295D" w:rsidRPr="000D038C">
        <w:rPr>
          <w:rFonts w:ascii="Arial" w:hAnsi="Arial" w:cs="Arial"/>
        </w:rPr>
        <w:t xml:space="preserve">w postępowaniu nr </w:t>
      </w:r>
      <w:r w:rsidR="004B2EB3" w:rsidRPr="000D038C">
        <w:rPr>
          <w:rFonts w:ascii="Arial" w:hAnsi="Arial" w:cs="Arial"/>
          <w:b/>
        </w:rPr>
        <w:t>DZP.381.</w:t>
      </w:r>
      <w:r w:rsidR="00DB1123">
        <w:rPr>
          <w:rFonts w:ascii="Arial" w:hAnsi="Arial" w:cs="Arial"/>
          <w:b/>
        </w:rPr>
        <w:t>53</w:t>
      </w:r>
      <w:r w:rsidR="004B2EB3" w:rsidRPr="000D038C">
        <w:rPr>
          <w:rFonts w:ascii="Arial" w:hAnsi="Arial" w:cs="Arial"/>
          <w:b/>
        </w:rPr>
        <w:t>.201</w:t>
      </w:r>
      <w:r w:rsidR="00BC3CCB" w:rsidRPr="000D038C">
        <w:rPr>
          <w:rFonts w:ascii="Arial" w:hAnsi="Arial" w:cs="Arial"/>
          <w:b/>
        </w:rPr>
        <w:t>5</w:t>
      </w:r>
      <w:r w:rsidR="004B2EB3" w:rsidRPr="000D038C">
        <w:rPr>
          <w:rFonts w:ascii="Arial" w:hAnsi="Arial" w:cs="Arial"/>
          <w:b/>
        </w:rPr>
        <w:t>.</w:t>
      </w:r>
      <w:r w:rsidR="00FD310B" w:rsidRPr="000D038C">
        <w:rPr>
          <w:rFonts w:ascii="Arial" w:hAnsi="Arial" w:cs="Arial"/>
          <w:b/>
        </w:rPr>
        <w:t>DW</w:t>
      </w:r>
      <w:r w:rsidRPr="000D038C">
        <w:rPr>
          <w:rFonts w:ascii="Arial" w:hAnsi="Arial" w:cs="Arial"/>
          <w:b/>
        </w:rPr>
        <w:t xml:space="preserve"> </w:t>
      </w:r>
      <w:r w:rsidRPr="000D038C">
        <w:rPr>
          <w:rFonts w:ascii="Arial" w:hAnsi="Arial" w:cs="Arial"/>
        </w:rPr>
        <w:t>prowadzonym w trybie przetargu nieograniczonego p.n.</w:t>
      </w:r>
      <w:r w:rsidR="007B3FEE" w:rsidRPr="000D038C">
        <w:rPr>
          <w:rFonts w:ascii="Arial" w:hAnsi="Arial" w:cs="Arial"/>
        </w:rPr>
        <w:t>:</w:t>
      </w:r>
    </w:p>
    <w:p w:rsidR="000D468C" w:rsidRPr="000D038C" w:rsidRDefault="000D468C" w:rsidP="000D038C">
      <w:pPr>
        <w:pStyle w:val="Default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83F29" w:rsidRPr="000D038C" w:rsidRDefault="00183F29" w:rsidP="000D038C">
      <w:pPr>
        <w:pStyle w:val="Default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D038C">
        <w:rPr>
          <w:rFonts w:ascii="Arial" w:hAnsi="Arial" w:cs="Arial"/>
          <w:b/>
          <w:bCs/>
          <w:sz w:val="32"/>
          <w:szCs w:val="32"/>
        </w:rPr>
        <w:t>„</w:t>
      </w:r>
      <w:r w:rsidR="00BC3CCB" w:rsidRPr="000D038C">
        <w:rPr>
          <w:rFonts w:ascii="Arial" w:eastAsia="Calibri" w:hAnsi="Arial" w:cs="Arial"/>
          <w:b/>
          <w:bCs/>
          <w:sz w:val="32"/>
          <w:szCs w:val="32"/>
          <w:lang w:eastAsia="ar-SA"/>
        </w:rPr>
        <w:t>Dostawa elementów sieciowych aktywnych</w:t>
      </w:r>
      <w:r w:rsidRPr="000D038C">
        <w:rPr>
          <w:rFonts w:ascii="Arial" w:hAnsi="Arial" w:cs="Arial"/>
          <w:b/>
          <w:bCs/>
          <w:sz w:val="32"/>
          <w:szCs w:val="32"/>
        </w:rPr>
        <w:t>”</w:t>
      </w:r>
    </w:p>
    <w:p w:rsidR="00BE6247" w:rsidRPr="000D038C" w:rsidRDefault="00BE6247" w:rsidP="000D038C">
      <w:pPr>
        <w:tabs>
          <w:tab w:val="left" w:pos="4140"/>
        </w:tabs>
        <w:spacing w:line="360" w:lineRule="auto"/>
        <w:ind w:left="142"/>
        <w:jc w:val="both"/>
        <w:rPr>
          <w:rFonts w:ascii="Arial" w:hAnsi="Arial" w:cs="Arial"/>
          <w:b/>
          <w:sz w:val="32"/>
          <w:szCs w:val="32"/>
          <w:u w:val="single"/>
        </w:rPr>
      </w:pPr>
    </w:p>
    <w:p w:rsidR="000D468C" w:rsidRPr="000D038C" w:rsidRDefault="000D468C" w:rsidP="000D038C">
      <w:pPr>
        <w:spacing w:line="360" w:lineRule="auto"/>
        <w:ind w:left="142"/>
        <w:jc w:val="both"/>
        <w:rPr>
          <w:rFonts w:ascii="Arial" w:hAnsi="Arial" w:cs="Arial"/>
        </w:rPr>
      </w:pPr>
    </w:p>
    <w:p w:rsidR="007B3FEE" w:rsidRPr="000D038C" w:rsidRDefault="000D468C" w:rsidP="000D038C">
      <w:pPr>
        <w:spacing w:line="360" w:lineRule="auto"/>
        <w:ind w:left="284"/>
        <w:rPr>
          <w:rFonts w:ascii="Arial" w:hAnsi="Arial" w:cs="Arial"/>
        </w:rPr>
      </w:pPr>
      <w:r w:rsidRPr="000D038C">
        <w:rPr>
          <w:rFonts w:ascii="Arial" w:hAnsi="Arial" w:cs="Arial"/>
        </w:rPr>
        <w:t>składamy następującą ofertę</w:t>
      </w:r>
      <w:r w:rsidR="007B3FEE" w:rsidRPr="000D038C">
        <w:rPr>
          <w:rFonts w:ascii="Arial" w:hAnsi="Arial" w:cs="Arial"/>
        </w:rPr>
        <w:t>:</w:t>
      </w:r>
    </w:p>
    <w:p w:rsidR="007B3FEE" w:rsidRPr="000D038C" w:rsidRDefault="007B3FEE" w:rsidP="000D038C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D310B" w:rsidRPr="000D038C" w:rsidRDefault="00FD310B" w:rsidP="000D038C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D310B" w:rsidRPr="000D038C" w:rsidRDefault="00FD310B" w:rsidP="000D038C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D310B" w:rsidRPr="000D038C" w:rsidRDefault="00FD310B" w:rsidP="000D038C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0D038C" w:rsidRDefault="007B3FEE" w:rsidP="000D038C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B3FEE" w:rsidRPr="000D038C" w:rsidRDefault="00255515" w:rsidP="000D038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D038C">
        <w:rPr>
          <w:rFonts w:ascii="Arial" w:hAnsi="Arial" w:cs="Arial"/>
          <w:sz w:val="20"/>
          <w:szCs w:val="20"/>
        </w:rPr>
        <w:t>Oferujemy realizację przedmiotu zamówienia</w:t>
      </w:r>
      <w:r w:rsidR="007B3FEE" w:rsidRPr="000D038C">
        <w:rPr>
          <w:rFonts w:ascii="Arial" w:hAnsi="Arial" w:cs="Arial"/>
          <w:sz w:val="20"/>
          <w:szCs w:val="20"/>
        </w:rPr>
        <w:t xml:space="preserve"> zgo</w:t>
      </w:r>
      <w:r w:rsidR="00F20883" w:rsidRPr="000D038C">
        <w:rPr>
          <w:rFonts w:ascii="Arial" w:hAnsi="Arial" w:cs="Arial"/>
          <w:sz w:val="20"/>
          <w:szCs w:val="20"/>
        </w:rPr>
        <w:t xml:space="preserve">dnie z warunkami i na zasadach zawartych w SIWZ </w:t>
      </w:r>
      <w:r w:rsidR="006D5511" w:rsidRPr="000D038C">
        <w:rPr>
          <w:rFonts w:ascii="Arial" w:hAnsi="Arial" w:cs="Arial"/>
          <w:sz w:val="20"/>
          <w:szCs w:val="20"/>
        </w:rPr>
        <w:t xml:space="preserve">za </w:t>
      </w:r>
      <w:r w:rsidR="00F20883" w:rsidRPr="000D038C">
        <w:rPr>
          <w:rFonts w:ascii="Arial" w:hAnsi="Arial" w:cs="Arial"/>
          <w:sz w:val="20"/>
          <w:szCs w:val="20"/>
        </w:rPr>
        <w:t xml:space="preserve">łącznym </w:t>
      </w:r>
      <w:r w:rsidR="006D5511" w:rsidRPr="000D038C">
        <w:rPr>
          <w:rFonts w:ascii="Arial" w:hAnsi="Arial" w:cs="Arial"/>
          <w:sz w:val="20"/>
          <w:szCs w:val="20"/>
        </w:rPr>
        <w:t>wynagrodzeniem</w:t>
      </w:r>
      <w:r w:rsidR="007B3FEE" w:rsidRPr="000D038C">
        <w:rPr>
          <w:rFonts w:ascii="Arial" w:hAnsi="Arial" w:cs="Arial"/>
          <w:sz w:val="20"/>
          <w:szCs w:val="20"/>
        </w:rPr>
        <w:t>:</w:t>
      </w:r>
    </w:p>
    <w:p w:rsidR="000D038C" w:rsidRPr="000D038C" w:rsidRDefault="000D038C" w:rsidP="000D038C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RPr="000D038C" w:rsidTr="00040A01">
        <w:tc>
          <w:tcPr>
            <w:tcW w:w="4253" w:type="dxa"/>
          </w:tcPr>
          <w:p w:rsidR="004D2B6F" w:rsidRPr="000D038C" w:rsidRDefault="004D2B6F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4D2B6F" w:rsidRPr="000D038C" w:rsidRDefault="004D2B6F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 w:rsidRPr="000D038C">
              <w:rPr>
                <w:rFonts w:ascii="Arial" w:hAnsi="Arial" w:cs="Arial"/>
                <w:sz w:val="18"/>
                <w:szCs w:val="18"/>
              </w:rPr>
              <w:t>..</w:t>
            </w:r>
            <w:r w:rsidRPr="000D038C"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0D038C" w:rsidRDefault="004D2B6F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0D038C" w:rsidRDefault="000D038C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="00651A8C" w:rsidRPr="000D038C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651A8C" w:rsidRPr="000D038C">
              <w:rPr>
                <w:rFonts w:ascii="Arial" w:hAnsi="Arial" w:cs="Arial"/>
                <w:sz w:val="18"/>
                <w:szCs w:val="18"/>
              </w:rPr>
              <w:t>…………………………………PLN</w:t>
            </w:r>
          </w:p>
        </w:tc>
      </w:tr>
      <w:tr w:rsidR="00651A8C" w:rsidRPr="000D038C" w:rsidTr="00040A01">
        <w:tc>
          <w:tcPr>
            <w:tcW w:w="4253" w:type="dxa"/>
          </w:tcPr>
          <w:p w:rsidR="004D2B6F" w:rsidRPr="000D038C" w:rsidRDefault="004D2B6F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4D2B6F" w:rsidRPr="000D038C" w:rsidRDefault="004D2B6F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 w:rsidRPr="000D038C">
              <w:rPr>
                <w:rFonts w:ascii="Arial" w:hAnsi="Arial" w:cs="Arial"/>
                <w:sz w:val="18"/>
                <w:szCs w:val="18"/>
              </w:rPr>
              <w:t>…</w:t>
            </w:r>
            <w:r w:rsidRPr="000D038C"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Pr="000D038C" w:rsidRDefault="00651A8C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651A8C" w:rsidRPr="000D038C" w:rsidRDefault="00651A8C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RPr="000D038C" w:rsidTr="00040A01">
        <w:tc>
          <w:tcPr>
            <w:tcW w:w="4253" w:type="dxa"/>
            <w:tcBorders>
              <w:bottom w:val="single" w:sz="4" w:space="0" w:color="BFBFBF" w:themeColor="background1" w:themeShade="BF"/>
            </w:tcBorders>
          </w:tcPr>
          <w:p w:rsidR="004D2B6F" w:rsidRPr="000D038C" w:rsidRDefault="006C77CC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67562C" w:rsidRPr="000D0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D75A6">
              <w:rPr>
                <w:rFonts w:ascii="Arial" w:hAnsi="Arial" w:cs="Arial"/>
                <w:b/>
                <w:sz w:val="18"/>
                <w:szCs w:val="18"/>
              </w:rPr>
              <w:t xml:space="preserve">brutto </w:t>
            </w:r>
            <w:r w:rsidR="0067562C" w:rsidRPr="000D038C">
              <w:rPr>
                <w:rFonts w:ascii="Arial" w:hAnsi="Arial" w:cs="Arial"/>
                <w:b/>
                <w:sz w:val="18"/>
                <w:szCs w:val="18"/>
              </w:rPr>
              <w:t>(z VAT)</w:t>
            </w:r>
            <w:r w:rsidR="004D2B6F" w:rsidRPr="000D03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D2B6F" w:rsidRPr="000D038C" w:rsidRDefault="00651A8C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Pr="000D038C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  <w:tcBorders>
              <w:bottom w:val="single" w:sz="4" w:space="0" w:color="BFBFBF" w:themeColor="background1" w:themeShade="BF"/>
            </w:tcBorders>
          </w:tcPr>
          <w:p w:rsidR="004D2B6F" w:rsidRPr="000D038C" w:rsidRDefault="004D2B6F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0D038C" w:rsidRDefault="00651A8C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  <w:tr w:rsidR="00040A01" w:rsidRPr="000D038C" w:rsidTr="00040A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40A01" w:rsidRPr="000D038C" w:rsidRDefault="00040A01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 xml:space="preserve">w przypadku spełnienia przez Zamawiającego wymogów koniecznych do zastosowania stawki VAT w wysokości 0%, cena oferty wynosić będzie:   </w:t>
            </w:r>
          </w:p>
          <w:p w:rsidR="00040A01" w:rsidRPr="000D038C" w:rsidRDefault="00040A01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40A01" w:rsidRPr="000D038C" w:rsidRDefault="00040A01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color w:val="BFBFBF" w:themeColor="background1" w:themeShade="BF"/>
                <w:sz w:val="18"/>
                <w:szCs w:val="18"/>
              </w:rPr>
              <w:t>………………………………………………</w:t>
            </w:r>
            <w:r w:rsidRPr="000D038C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40A01" w:rsidRPr="000D038C" w:rsidRDefault="00040A01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40A01" w:rsidRDefault="00040A01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D038C" w:rsidRDefault="000D038C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D038C" w:rsidRDefault="000D038C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40A01" w:rsidRPr="000D038C" w:rsidRDefault="00040A01" w:rsidP="000D038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D038C">
              <w:rPr>
                <w:rFonts w:ascii="Arial" w:hAnsi="Arial" w:cs="Arial"/>
                <w:b/>
                <w:color w:val="BFBFBF" w:themeColor="background1" w:themeShade="BF"/>
                <w:sz w:val="18"/>
                <w:szCs w:val="18"/>
              </w:rPr>
              <w:t>……………………………………………….…………….……………</w:t>
            </w:r>
            <w:r w:rsidRPr="000D038C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</w:tbl>
    <w:p w:rsidR="00BC3CCB" w:rsidRPr="000D038C" w:rsidRDefault="00BC3CCB" w:rsidP="000D038C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802D2E" w:rsidRPr="000D038C" w:rsidRDefault="00802D2E" w:rsidP="000D038C">
      <w:pPr>
        <w:spacing w:line="360" w:lineRule="auto"/>
        <w:ind w:left="644"/>
        <w:contextualSpacing/>
        <w:jc w:val="both"/>
        <w:rPr>
          <w:rFonts w:ascii="Arial" w:hAnsi="Arial" w:cs="Arial"/>
          <w:i/>
          <w:iCs/>
          <w:sz w:val="18"/>
          <w:szCs w:val="18"/>
        </w:rPr>
      </w:pPr>
      <w:r w:rsidRPr="000D038C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</w:t>
      </w:r>
      <w:r w:rsidR="000D038C" w:rsidRPr="000D038C">
        <w:rPr>
          <w:rFonts w:ascii="Arial" w:hAnsi="Arial" w:cs="Arial"/>
          <w:i/>
          <w:iCs/>
          <w:sz w:val="18"/>
          <w:szCs w:val="18"/>
        </w:rPr>
        <w:t xml:space="preserve">informowaniu   </w:t>
      </w:r>
      <w:r w:rsidR="000D038C">
        <w:rPr>
          <w:rFonts w:ascii="Arial" w:hAnsi="Arial" w:cs="Arial"/>
          <w:i/>
          <w:iCs/>
          <w:sz w:val="18"/>
          <w:szCs w:val="18"/>
        </w:rPr>
        <w:t xml:space="preserve">                     </w:t>
      </w:r>
      <w:r w:rsidRPr="000D038C">
        <w:rPr>
          <w:rFonts w:ascii="Arial" w:hAnsi="Arial" w:cs="Arial"/>
          <w:i/>
          <w:iCs/>
          <w:sz w:val="18"/>
          <w:szCs w:val="18"/>
        </w:rPr>
        <w:t>o cenach towarów i usług (Dz. U. poz. 915), a więc</w:t>
      </w:r>
      <w:r w:rsidRPr="000D038C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0D038C">
        <w:rPr>
          <w:rFonts w:ascii="Arial" w:hAnsi="Arial" w:cs="Arial"/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93659B" w:rsidRPr="000D038C" w:rsidRDefault="00853BE7" w:rsidP="000D038C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0D038C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wzorem umowy, a także ko</w:t>
      </w:r>
      <w:r w:rsidR="00036046">
        <w:rPr>
          <w:rFonts w:ascii="Arial" w:hAnsi="Arial" w:cs="Arial"/>
          <w:i/>
          <w:sz w:val="18"/>
          <w:szCs w:val="18"/>
        </w:rPr>
        <w:t xml:space="preserve">szty ogólne, wszelkie podatki, </w:t>
      </w:r>
      <w:r w:rsidRPr="000D038C">
        <w:rPr>
          <w:rFonts w:ascii="Arial" w:hAnsi="Arial" w:cs="Arial"/>
          <w:i/>
          <w:sz w:val="18"/>
          <w:szCs w:val="18"/>
        </w:rPr>
        <w:t xml:space="preserve">opłaty i elementy ryzyka związane z realizacją zamówienia oraz zysk </w:t>
      </w:r>
      <w:r w:rsidRPr="000D038C">
        <w:rPr>
          <w:rFonts w:ascii="Arial" w:hAnsi="Arial" w:cs="Arial"/>
          <w:i/>
          <w:iCs/>
          <w:sz w:val="18"/>
          <w:szCs w:val="18"/>
        </w:rPr>
        <w:t>Wykonawcy</w:t>
      </w:r>
      <w:r w:rsidRPr="000D038C">
        <w:rPr>
          <w:rFonts w:ascii="Arial" w:hAnsi="Arial" w:cs="Arial"/>
          <w:i/>
          <w:sz w:val="18"/>
          <w:szCs w:val="18"/>
        </w:rPr>
        <w:t>.</w:t>
      </w:r>
    </w:p>
    <w:p w:rsidR="00853BE7" w:rsidRDefault="00853BE7" w:rsidP="000D038C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0D038C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0D038C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0D038C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0D038C" w:rsidRPr="000D038C" w:rsidRDefault="000D038C" w:rsidP="000D038C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67562C" w:rsidRPr="000D038C" w:rsidRDefault="00FD310B" w:rsidP="000D038C">
      <w:pPr>
        <w:numPr>
          <w:ilvl w:val="0"/>
          <w:numId w:val="19"/>
        </w:num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W ramach przedmiotowego postępowania oferujemy dostawę następując</w:t>
      </w:r>
      <w:r w:rsidR="005A114F" w:rsidRPr="000D038C">
        <w:rPr>
          <w:rFonts w:ascii="Arial" w:hAnsi="Arial" w:cs="Arial"/>
          <w:sz w:val="18"/>
          <w:szCs w:val="18"/>
        </w:rPr>
        <w:t>ych</w:t>
      </w:r>
      <w:r w:rsidRPr="000D038C">
        <w:rPr>
          <w:rFonts w:ascii="Arial" w:hAnsi="Arial" w:cs="Arial"/>
          <w:sz w:val="18"/>
          <w:szCs w:val="18"/>
        </w:rPr>
        <w:t xml:space="preserve"> </w:t>
      </w:r>
      <w:r w:rsidR="005A114F" w:rsidRPr="000D038C">
        <w:rPr>
          <w:rFonts w:ascii="Arial" w:hAnsi="Arial" w:cs="Arial"/>
          <w:sz w:val="18"/>
          <w:szCs w:val="18"/>
        </w:rPr>
        <w:t>urządzeń:</w:t>
      </w:r>
    </w:p>
    <w:tbl>
      <w:tblPr>
        <w:tblpPr w:leftFromText="141" w:rightFromText="141" w:vertAnchor="text" w:horzAnchor="margin" w:tblpXSpec="center" w:tblpY="2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2824"/>
        <w:gridCol w:w="1274"/>
        <w:gridCol w:w="1416"/>
        <w:gridCol w:w="708"/>
        <w:gridCol w:w="1419"/>
        <w:gridCol w:w="1285"/>
        <w:gridCol w:w="1429"/>
      </w:tblGrid>
      <w:tr w:rsidR="005A114F" w:rsidRPr="000D038C" w:rsidTr="00DB1123">
        <w:tc>
          <w:tcPr>
            <w:tcW w:w="189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B49DC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31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Rodzaj  urządzenia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Model (typ)</w:t>
            </w:r>
          </w:p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oferowanego  urządzenia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Producent oferowanego</w:t>
            </w:r>
          </w:p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urządzenia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597" w:type="pct"/>
            <w:shd w:val="clear" w:color="auto" w:fill="F2F2F2"/>
            <w:vAlign w:val="center"/>
          </w:tcPr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665" w:type="pct"/>
            <w:shd w:val="clear" w:color="auto" w:fill="F2F2F2"/>
            <w:vAlign w:val="center"/>
          </w:tcPr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Okres</w:t>
            </w:r>
          </w:p>
          <w:p w:rsidR="005A114F" w:rsidRPr="004B49DC" w:rsidRDefault="005A114F" w:rsidP="000D038C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49DC">
              <w:rPr>
                <w:rFonts w:ascii="Arial" w:hAnsi="Arial" w:cs="Arial"/>
                <w:b/>
                <w:sz w:val="16"/>
                <w:szCs w:val="16"/>
              </w:rPr>
              <w:t>gwarancji</w:t>
            </w:r>
          </w:p>
        </w:tc>
      </w:tr>
      <w:tr w:rsidR="005A114F" w:rsidRPr="000D038C" w:rsidTr="00DB1123">
        <w:trPr>
          <w:trHeight w:val="606"/>
        </w:trPr>
        <w:tc>
          <w:tcPr>
            <w:tcW w:w="189" w:type="pct"/>
            <w:tcBorders>
              <w:bottom w:val="single" w:sz="4" w:space="0" w:color="auto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12" w:type="pct"/>
            <w:tcBorders>
              <w:bottom w:val="single" w:sz="4" w:space="0" w:color="auto"/>
            </w:tcBorders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040A01" w:rsidRPr="000D038C" w:rsidRDefault="00CE4BB6" w:rsidP="000D038C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0D038C">
              <w:rPr>
                <w:rFonts w:ascii="Arial" w:hAnsi="Arial" w:cs="Arial"/>
                <w:b/>
                <w:sz w:val="16"/>
                <w:szCs w:val="16"/>
              </w:rPr>
              <w:t>SWITCH</w:t>
            </w:r>
            <w:r w:rsidRPr="000D038C">
              <w:rPr>
                <w:rFonts w:ascii="Arial" w:hAnsi="Arial" w:cs="Arial"/>
                <w:sz w:val="16"/>
                <w:szCs w:val="16"/>
              </w:rPr>
              <w:t xml:space="preserve">; Przełącznik 48-portowy 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5A114F" w:rsidRPr="000D038C" w:rsidRDefault="00CE4BB6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4BB6" w:rsidRPr="000D038C" w:rsidTr="00DB1123">
        <w:trPr>
          <w:trHeight w:val="268"/>
        </w:trPr>
        <w:tc>
          <w:tcPr>
            <w:tcW w:w="18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DB1123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E4BB6" w:rsidRPr="000D038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12" w:type="pct"/>
            <w:tcBorders>
              <w:bottom w:val="single" w:sz="4" w:space="0" w:color="auto"/>
            </w:tcBorders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CE4BB6" w:rsidRPr="000D038C" w:rsidRDefault="00065077" w:rsidP="000D038C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0D038C">
              <w:rPr>
                <w:rFonts w:ascii="Arial" w:hAnsi="Arial" w:cs="Arial"/>
                <w:b/>
                <w:sz w:val="16"/>
                <w:szCs w:val="16"/>
              </w:rPr>
              <w:t>SWITCH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65077">
              <w:rPr>
                <w:rFonts w:ascii="Arial" w:hAnsi="Arial" w:cs="Arial"/>
                <w:sz w:val="16"/>
                <w:szCs w:val="16"/>
              </w:rPr>
              <w:t>5-portowy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4BB6" w:rsidRPr="000D038C" w:rsidTr="00DB1123">
        <w:trPr>
          <w:trHeight w:val="373"/>
        </w:trPr>
        <w:tc>
          <w:tcPr>
            <w:tcW w:w="18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DB1123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E4BB6" w:rsidRPr="000D038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12" w:type="pct"/>
            <w:tcBorders>
              <w:bottom w:val="single" w:sz="4" w:space="0" w:color="auto"/>
            </w:tcBorders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CE4BB6" w:rsidRPr="000D038C" w:rsidRDefault="00065077" w:rsidP="000D038C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0D038C">
              <w:rPr>
                <w:rFonts w:ascii="Arial" w:hAnsi="Arial" w:cs="Arial"/>
                <w:b/>
                <w:color w:val="000000"/>
                <w:sz w:val="16"/>
                <w:szCs w:val="16"/>
              </w:rPr>
              <w:t>SWITCH</w:t>
            </w:r>
            <w:r w:rsidR="00CE4BB6" w:rsidRPr="000D038C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065077">
              <w:rPr>
                <w:rFonts w:ascii="Arial" w:hAnsi="Arial" w:cs="Arial"/>
                <w:color w:val="000000"/>
                <w:sz w:val="16"/>
                <w:szCs w:val="16"/>
              </w:rPr>
              <w:t xml:space="preserve">5-portowy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CE4BB6" w:rsidRPr="000D038C">
              <w:rPr>
                <w:rFonts w:ascii="Arial" w:hAnsi="Arial" w:cs="Arial"/>
                <w:color w:val="000000"/>
                <w:sz w:val="16"/>
                <w:szCs w:val="16"/>
              </w:rPr>
              <w:t>biurkowy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4BB6" w:rsidRPr="000D038C" w:rsidTr="00DB1123">
        <w:trPr>
          <w:trHeight w:val="278"/>
        </w:trPr>
        <w:tc>
          <w:tcPr>
            <w:tcW w:w="18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DB1123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E4BB6" w:rsidRPr="000D038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12" w:type="pct"/>
            <w:tcBorders>
              <w:bottom w:val="single" w:sz="4" w:space="0" w:color="auto"/>
            </w:tcBorders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CE4BB6" w:rsidRPr="000D038C" w:rsidRDefault="00CE4BB6" w:rsidP="000D038C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0D038C">
              <w:rPr>
                <w:rFonts w:ascii="Arial" w:hAnsi="Arial" w:cs="Arial"/>
                <w:b/>
                <w:color w:val="000000"/>
                <w:sz w:val="16"/>
                <w:szCs w:val="16"/>
              </w:rPr>
              <w:t>ROUTER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4BB6" w:rsidRPr="000D038C" w:rsidTr="00DB1123">
        <w:trPr>
          <w:trHeight w:val="226"/>
        </w:trPr>
        <w:tc>
          <w:tcPr>
            <w:tcW w:w="18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DB1123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CE4BB6" w:rsidRPr="000D038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12" w:type="pct"/>
            <w:tcBorders>
              <w:bottom w:val="single" w:sz="4" w:space="0" w:color="auto"/>
            </w:tcBorders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CE4BB6" w:rsidRPr="000D038C" w:rsidRDefault="00CE4BB6" w:rsidP="000D038C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0D038C">
              <w:rPr>
                <w:rFonts w:ascii="Arial" w:hAnsi="Arial" w:cs="Arial"/>
                <w:b/>
                <w:sz w:val="16"/>
                <w:szCs w:val="16"/>
              </w:rPr>
              <w:t>SWITCH</w:t>
            </w:r>
            <w:r w:rsidRPr="000D038C">
              <w:rPr>
                <w:rFonts w:ascii="Arial" w:hAnsi="Arial" w:cs="Arial"/>
                <w:sz w:val="16"/>
                <w:szCs w:val="16"/>
              </w:rPr>
              <w:t xml:space="preserve"> 8-portowy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4BB6" w:rsidRPr="000D038C" w:rsidTr="00DB1123">
        <w:trPr>
          <w:trHeight w:val="344"/>
        </w:trPr>
        <w:tc>
          <w:tcPr>
            <w:tcW w:w="18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DB1123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CE4BB6" w:rsidRPr="000D038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12" w:type="pct"/>
            <w:tcBorders>
              <w:bottom w:val="single" w:sz="4" w:space="0" w:color="auto"/>
            </w:tcBorders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CE4BB6" w:rsidRPr="000D038C" w:rsidRDefault="00CE4BB6" w:rsidP="000D038C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D038C">
              <w:rPr>
                <w:rFonts w:ascii="Arial" w:hAnsi="Arial" w:cs="Arial"/>
                <w:b/>
                <w:color w:val="000000"/>
                <w:sz w:val="16"/>
                <w:szCs w:val="16"/>
              </w:rPr>
              <w:t>SWITCH</w:t>
            </w:r>
            <w:r w:rsidRPr="000D038C">
              <w:rPr>
                <w:rFonts w:ascii="Arial" w:hAnsi="Arial" w:cs="Arial"/>
                <w:color w:val="000000"/>
                <w:sz w:val="16"/>
                <w:szCs w:val="16"/>
              </w:rPr>
              <w:t xml:space="preserve"> 5-portowy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:rsidR="00CE4BB6" w:rsidRPr="000D038C" w:rsidRDefault="00CE4BB6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A114F" w:rsidRPr="000D038C" w:rsidTr="00DB1123">
        <w:trPr>
          <w:trHeight w:val="677"/>
        </w:trPr>
        <w:tc>
          <w:tcPr>
            <w:tcW w:w="1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A114F" w:rsidRPr="000D038C" w:rsidRDefault="005A114F" w:rsidP="000D038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38C">
              <w:rPr>
                <w:rFonts w:ascii="Arial" w:hAnsi="Arial" w:cs="Arial"/>
                <w:sz w:val="18"/>
                <w:szCs w:val="18"/>
              </w:rPr>
              <w:t>Razem netto: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114F" w:rsidRPr="000D038C" w:rsidRDefault="005A114F" w:rsidP="000D038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7562C" w:rsidRPr="000D038C" w:rsidRDefault="0067562C" w:rsidP="000D038C">
      <w:pPr>
        <w:spacing w:line="360" w:lineRule="auto"/>
        <w:ind w:left="646"/>
        <w:contextualSpacing/>
        <w:rPr>
          <w:rFonts w:ascii="Arial" w:hAnsi="Arial" w:cs="Arial"/>
          <w:sz w:val="18"/>
          <w:szCs w:val="18"/>
        </w:rPr>
      </w:pPr>
    </w:p>
    <w:p w:rsidR="0067562C" w:rsidRPr="0000625B" w:rsidRDefault="00524955" w:rsidP="000D038C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00625B">
        <w:rPr>
          <w:rFonts w:ascii="Arial" w:hAnsi="Arial" w:cs="Arial"/>
          <w:sz w:val="18"/>
          <w:szCs w:val="18"/>
        </w:rPr>
        <w:t>Oświadczamy, iż p</w:t>
      </w:r>
      <w:r w:rsidR="007B3FEE" w:rsidRPr="0000625B">
        <w:rPr>
          <w:rFonts w:ascii="Arial" w:hAnsi="Arial" w:cs="Arial"/>
          <w:sz w:val="18"/>
          <w:szCs w:val="18"/>
        </w:rPr>
        <w:t>rzedmiot niniejszego zam</w:t>
      </w:r>
      <w:r w:rsidR="00A50D71" w:rsidRPr="0000625B">
        <w:rPr>
          <w:rFonts w:ascii="Arial" w:hAnsi="Arial" w:cs="Arial"/>
          <w:sz w:val="18"/>
          <w:szCs w:val="18"/>
        </w:rPr>
        <w:t xml:space="preserve">ówienia </w:t>
      </w:r>
      <w:r w:rsidR="004C7C58" w:rsidRPr="0000625B">
        <w:rPr>
          <w:rFonts w:ascii="Arial" w:hAnsi="Arial" w:cs="Arial"/>
          <w:sz w:val="18"/>
          <w:szCs w:val="18"/>
        </w:rPr>
        <w:t>z</w:t>
      </w:r>
      <w:r w:rsidR="00A50D71" w:rsidRPr="0000625B">
        <w:rPr>
          <w:rFonts w:ascii="Arial" w:hAnsi="Arial" w:cs="Arial"/>
          <w:sz w:val="18"/>
          <w:szCs w:val="18"/>
        </w:rPr>
        <w:t>realiz</w:t>
      </w:r>
      <w:r w:rsidR="004C7C58" w:rsidRPr="0000625B">
        <w:rPr>
          <w:rFonts w:ascii="Arial" w:hAnsi="Arial" w:cs="Arial"/>
          <w:sz w:val="18"/>
          <w:szCs w:val="18"/>
        </w:rPr>
        <w:t>ujemy</w:t>
      </w:r>
      <w:r w:rsidR="00A50D71" w:rsidRPr="0000625B">
        <w:rPr>
          <w:rFonts w:ascii="Arial" w:hAnsi="Arial" w:cs="Arial"/>
          <w:sz w:val="18"/>
          <w:szCs w:val="18"/>
        </w:rPr>
        <w:t xml:space="preserve"> </w:t>
      </w:r>
      <w:r w:rsidR="0067562C" w:rsidRPr="0000625B">
        <w:rPr>
          <w:rFonts w:ascii="Arial" w:hAnsi="Arial" w:cs="Arial"/>
          <w:b/>
          <w:sz w:val="18"/>
          <w:szCs w:val="18"/>
        </w:rPr>
        <w:t>w terminie do ……</w:t>
      </w:r>
      <w:r w:rsidR="004C7C58" w:rsidRPr="0000625B">
        <w:rPr>
          <w:rFonts w:ascii="Arial" w:hAnsi="Arial" w:cs="Arial"/>
          <w:b/>
          <w:sz w:val="18"/>
          <w:szCs w:val="18"/>
        </w:rPr>
        <w:t>……..</w:t>
      </w:r>
      <w:r w:rsidR="0067562C" w:rsidRPr="0000625B">
        <w:rPr>
          <w:rFonts w:ascii="Arial" w:hAnsi="Arial" w:cs="Arial"/>
          <w:b/>
          <w:sz w:val="18"/>
          <w:szCs w:val="18"/>
        </w:rPr>
        <w:t xml:space="preserve">………. dni od </w:t>
      </w:r>
      <w:r w:rsidR="00113C99" w:rsidRPr="0000625B">
        <w:rPr>
          <w:rFonts w:ascii="Arial" w:eastAsia="Calibri" w:hAnsi="Arial" w:cs="Arial"/>
          <w:b/>
          <w:sz w:val="18"/>
          <w:szCs w:val="18"/>
        </w:rPr>
        <w:t>daty otrzymania zamówienia</w:t>
      </w:r>
      <w:r w:rsidR="0067562C" w:rsidRPr="0000625B">
        <w:rPr>
          <w:rFonts w:ascii="Arial" w:hAnsi="Arial" w:cs="Arial"/>
          <w:b/>
          <w:sz w:val="18"/>
          <w:szCs w:val="18"/>
        </w:rPr>
        <w:t>.</w:t>
      </w:r>
      <w:r w:rsidR="00113C99" w:rsidRPr="0000625B">
        <w:rPr>
          <w:rFonts w:ascii="Arial" w:hAnsi="Arial" w:cs="Arial"/>
          <w:sz w:val="18"/>
          <w:szCs w:val="18"/>
        </w:rPr>
        <w:t xml:space="preserve"> </w:t>
      </w:r>
      <w:r w:rsidR="00113C99" w:rsidRPr="0000625B">
        <w:rPr>
          <w:rFonts w:ascii="Arial" w:hAnsi="Arial" w:cs="Arial"/>
          <w:i/>
          <w:sz w:val="18"/>
          <w:szCs w:val="18"/>
        </w:rPr>
        <w:t>(Zamawiający wymaga, aby termin realizacji zamówienia był nie dłuższy niż 21 dni od daty otrzymania zamówienia).</w:t>
      </w:r>
    </w:p>
    <w:p w:rsidR="007B3FEE" w:rsidRPr="0000625B" w:rsidRDefault="00A50D71" w:rsidP="000D038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0625B">
        <w:rPr>
          <w:rFonts w:ascii="Arial" w:hAnsi="Arial" w:cs="Arial"/>
          <w:sz w:val="18"/>
          <w:szCs w:val="18"/>
        </w:rPr>
        <w:lastRenderedPageBreak/>
        <w:t>Akceptujemy</w:t>
      </w:r>
      <w:r w:rsidR="007B3FEE" w:rsidRPr="0000625B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4C7C58" w:rsidRPr="000D038C" w:rsidRDefault="004C7C58" w:rsidP="000D038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0D038C">
        <w:rPr>
          <w:rFonts w:ascii="Arial" w:hAnsi="Arial" w:cs="Arial"/>
          <w:i/>
          <w:sz w:val="18"/>
          <w:szCs w:val="18"/>
        </w:rPr>
        <w:t>(jeżeli dotyczy)</w:t>
      </w:r>
      <w:r w:rsidRPr="000D038C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0D038C">
        <w:rPr>
          <w:rFonts w:ascii="Arial" w:hAnsi="Arial" w:cs="Arial"/>
          <w:sz w:val="18"/>
          <w:szCs w:val="18"/>
        </w:rPr>
        <w:t>:</w:t>
      </w:r>
    </w:p>
    <w:p w:rsidR="004C7C58" w:rsidRPr="000D038C" w:rsidRDefault="004C7C58" w:rsidP="000D038C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114F" w:rsidRPr="000D038C">
        <w:rPr>
          <w:rFonts w:ascii="Arial" w:hAnsi="Arial" w:cs="Arial"/>
          <w:sz w:val="18"/>
          <w:szCs w:val="18"/>
        </w:rPr>
        <w:t>……………………………………………….</w:t>
      </w:r>
      <w:r w:rsidRPr="000D038C">
        <w:rPr>
          <w:rFonts w:ascii="Arial" w:hAnsi="Arial" w:cs="Arial"/>
          <w:sz w:val="18"/>
          <w:szCs w:val="18"/>
        </w:rPr>
        <w:t>……………………….</w:t>
      </w:r>
    </w:p>
    <w:p w:rsidR="004C7C58" w:rsidRPr="000D038C" w:rsidRDefault="004C7C58" w:rsidP="000D038C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0D038C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0D038C">
        <w:rPr>
          <w:rFonts w:ascii="Arial" w:hAnsi="Arial" w:cs="Arial"/>
          <w:sz w:val="18"/>
          <w:szCs w:val="18"/>
        </w:rPr>
        <w:t>.</w:t>
      </w:r>
    </w:p>
    <w:p w:rsidR="004C7C58" w:rsidRPr="000D038C" w:rsidRDefault="004C7C58" w:rsidP="000D038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0D038C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0D038C">
        <w:rPr>
          <w:rFonts w:ascii="Arial" w:hAnsi="Arial" w:cs="Arial"/>
          <w:sz w:val="18"/>
          <w:szCs w:val="18"/>
        </w:rPr>
        <w:t xml:space="preserve"> </w:t>
      </w:r>
    </w:p>
    <w:p w:rsidR="004C7C58" w:rsidRPr="000D038C" w:rsidRDefault="004C7C58" w:rsidP="000D038C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0D038C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4C7C58" w:rsidRPr="000D038C" w:rsidRDefault="004C7C58" w:rsidP="000D038C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Oświadczamy, iż opis techniczny oferowan</w:t>
      </w:r>
      <w:r w:rsidR="00453951" w:rsidRPr="000D038C">
        <w:rPr>
          <w:rFonts w:ascii="Arial" w:hAnsi="Arial" w:cs="Arial"/>
          <w:sz w:val="18"/>
          <w:szCs w:val="18"/>
        </w:rPr>
        <w:t>ych</w:t>
      </w:r>
      <w:r w:rsidRPr="000D038C">
        <w:rPr>
          <w:rFonts w:ascii="Arial" w:hAnsi="Arial" w:cs="Arial"/>
          <w:sz w:val="18"/>
          <w:szCs w:val="18"/>
        </w:rPr>
        <w:t xml:space="preserve"> </w:t>
      </w:r>
      <w:r w:rsidR="00453951" w:rsidRPr="000D038C">
        <w:rPr>
          <w:rFonts w:ascii="Arial" w:hAnsi="Arial" w:cs="Arial"/>
          <w:sz w:val="18"/>
          <w:szCs w:val="18"/>
        </w:rPr>
        <w:t>urządzeń</w:t>
      </w:r>
      <w:r w:rsidRPr="000D038C">
        <w:rPr>
          <w:rFonts w:ascii="Arial" w:hAnsi="Arial" w:cs="Arial"/>
          <w:sz w:val="18"/>
          <w:szCs w:val="18"/>
        </w:rPr>
        <w:t xml:space="preserve"> spełniając</w:t>
      </w:r>
      <w:r w:rsidR="00453951" w:rsidRPr="000D038C">
        <w:rPr>
          <w:rFonts w:ascii="Arial" w:hAnsi="Arial" w:cs="Arial"/>
          <w:sz w:val="18"/>
          <w:szCs w:val="18"/>
        </w:rPr>
        <w:t>ych</w:t>
      </w:r>
      <w:r w:rsidRPr="000D038C">
        <w:rPr>
          <w:rFonts w:ascii="Arial" w:hAnsi="Arial" w:cs="Arial"/>
          <w:sz w:val="18"/>
          <w:szCs w:val="18"/>
        </w:rPr>
        <w:t xml:space="preserve"> parametry techniczne wymagane przez Zamawiającego, określone w SIWZ stanowi załącznik nr …………………..… do niniejszej oferty.</w:t>
      </w:r>
    </w:p>
    <w:p w:rsidR="004C7C58" w:rsidRPr="000D038C" w:rsidRDefault="004C7C58" w:rsidP="000D038C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Oświadczamy, iż serwis gwarancyjny realizowany będzie przez:</w:t>
      </w:r>
    </w:p>
    <w:p w:rsidR="004C7C58" w:rsidRPr="000D038C" w:rsidRDefault="004C7C58" w:rsidP="000D038C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 xml:space="preserve">…………………………………………………..……adres: …………….………………………………………………………………… </w:t>
      </w:r>
    </w:p>
    <w:p w:rsidR="00B9618F" w:rsidRPr="000D038C" w:rsidRDefault="004C7C58" w:rsidP="000D038C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0D038C">
        <w:rPr>
          <w:rFonts w:ascii="Arial" w:hAnsi="Arial" w:cs="Arial"/>
          <w:sz w:val="18"/>
          <w:szCs w:val="18"/>
        </w:rPr>
        <w:t>tel</w:t>
      </w:r>
      <w:proofErr w:type="spellEnd"/>
      <w:r w:rsidRPr="000D038C">
        <w:rPr>
          <w:rFonts w:ascii="Arial" w:hAnsi="Arial" w:cs="Arial"/>
          <w:sz w:val="18"/>
          <w:szCs w:val="18"/>
        </w:rPr>
        <w:t>:...................................................</w:t>
      </w:r>
      <w:r w:rsidR="009F26AC" w:rsidRPr="000D038C">
        <w:rPr>
          <w:rFonts w:ascii="Arial" w:hAnsi="Arial" w:cs="Arial"/>
          <w:sz w:val="18"/>
          <w:szCs w:val="18"/>
        </w:rPr>
        <w:t xml:space="preserve"> e-mail: ………………………………………………………….</w:t>
      </w:r>
    </w:p>
    <w:p w:rsidR="004C7C58" w:rsidRPr="000D038C" w:rsidRDefault="004C7C58" w:rsidP="000D038C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Oświadczamy, iż gwarancja obejmuje wszelkie czynności i usługi serwisowe związane z przeglądami urządzeń.</w:t>
      </w:r>
    </w:p>
    <w:p w:rsidR="002527F2" w:rsidRPr="000D038C" w:rsidRDefault="002527F2" w:rsidP="000D038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934AD" w:rsidRPr="000D038C" w:rsidRDefault="002527F2" w:rsidP="000D038C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0D038C">
        <w:rPr>
          <w:rFonts w:ascii="Arial" w:hAnsi="Arial" w:cs="Arial"/>
          <w:sz w:val="18"/>
          <w:szCs w:val="18"/>
          <w:lang w:val="en-US"/>
        </w:rPr>
        <w:t>p……………….………………, tel.:………………..…………… faks: …………..……..…..…..,</w:t>
      </w:r>
      <w:r w:rsidR="00027D31" w:rsidRPr="000D038C">
        <w:rPr>
          <w:rFonts w:ascii="Arial" w:hAnsi="Arial" w:cs="Arial"/>
          <w:sz w:val="18"/>
          <w:szCs w:val="18"/>
          <w:lang w:val="en-US"/>
        </w:rPr>
        <w:t xml:space="preserve"> </w:t>
      </w:r>
      <w:r w:rsidRPr="000D038C">
        <w:rPr>
          <w:rFonts w:ascii="Arial" w:hAnsi="Arial" w:cs="Arial"/>
          <w:sz w:val="18"/>
          <w:szCs w:val="18"/>
          <w:lang w:val="en-US"/>
        </w:rPr>
        <w:t>e-mail:………………………………</w:t>
      </w:r>
    </w:p>
    <w:p w:rsidR="002527F2" w:rsidRPr="000D038C" w:rsidRDefault="002527F2" w:rsidP="000D038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0D038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</w:t>
      </w:r>
      <w:r w:rsidR="00950BC0" w:rsidRPr="000D038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0D038C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0D038C" w:rsidRDefault="00A50D71" w:rsidP="000D038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Oświadczamy, iż zapoznaliśmy</w:t>
      </w:r>
      <w:r w:rsidR="007B3FEE" w:rsidRPr="000D038C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0D038C">
        <w:rPr>
          <w:rFonts w:ascii="Arial" w:hAnsi="Arial" w:cs="Arial"/>
          <w:sz w:val="18"/>
          <w:szCs w:val="18"/>
        </w:rPr>
        <w:t xml:space="preserve"> nie wnosimy</w:t>
      </w:r>
      <w:r w:rsidR="007B3FEE" w:rsidRPr="000D038C">
        <w:rPr>
          <w:rFonts w:ascii="Arial" w:hAnsi="Arial" w:cs="Arial"/>
          <w:sz w:val="18"/>
          <w:szCs w:val="18"/>
        </w:rPr>
        <w:t xml:space="preserve"> </w:t>
      </w:r>
      <w:r w:rsidRPr="000D038C">
        <w:rPr>
          <w:rFonts w:ascii="Arial" w:hAnsi="Arial" w:cs="Arial"/>
          <w:sz w:val="18"/>
          <w:szCs w:val="18"/>
        </w:rPr>
        <w:t>do niej zastrzeżeń oraz zdobyliśmy</w:t>
      </w:r>
      <w:r w:rsidR="007B3FEE" w:rsidRPr="000D038C">
        <w:rPr>
          <w:rFonts w:ascii="Arial" w:hAnsi="Arial" w:cs="Arial"/>
          <w:sz w:val="18"/>
          <w:szCs w:val="18"/>
        </w:rPr>
        <w:t xml:space="preserve"> konieczne informacje do pr</w:t>
      </w:r>
      <w:r w:rsidRPr="000D038C">
        <w:rPr>
          <w:rFonts w:ascii="Arial" w:hAnsi="Arial" w:cs="Arial"/>
          <w:sz w:val="18"/>
          <w:szCs w:val="18"/>
        </w:rPr>
        <w:t>zygotowania oferty i zobowiązujemy</w:t>
      </w:r>
      <w:r w:rsidR="007B3FEE" w:rsidRPr="000D038C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0D038C">
        <w:rPr>
          <w:rFonts w:ascii="Arial" w:hAnsi="Arial" w:cs="Arial"/>
          <w:sz w:val="18"/>
          <w:szCs w:val="18"/>
        </w:rPr>
        <w:t> </w:t>
      </w:r>
      <w:r w:rsidR="007B3FEE" w:rsidRPr="000D038C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Default="002527F2" w:rsidP="000D038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0D038C">
        <w:rPr>
          <w:rFonts w:ascii="Arial" w:hAnsi="Arial" w:cs="Arial"/>
          <w:sz w:val="18"/>
          <w:szCs w:val="18"/>
        </w:rPr>
        <w:t>tnych Warunków Zamówienia</w:t>
      </w:r>
      <w:r w:rsidRPr="000D038C">
        <w:rPr>
          <w:rFonts w:ascii="Arial" w:hAnsi="Arial" w:cs="Arial"/>
          <w:sz w:val="18"/>
          <w:szCs w:val="18"/>
        </w:rPr>
        <w:t xml:space="preserve"> tj. </w:t>
      </w:r>
      <w:r w:rsidR="00930F1A" w:rsidRPr="000D038C">
        <w:rPr>
          <w:rFonts w:ascii="Arial" w:hAnsi="Arial" w:cs="Arial"/>
          <w:b/>
          <w:sz w:val="18"/>
          <w:szCs w:val="18"/>
        </w:rPr>
        <w:t>60</w:t>
      </w:r>
      <w:r w:rsidRPr="000D038C">
        <w:rPr>
          <w:rFonts w:ascii="Arial" w:hAnsi="Arial" w:cs="Arial"/>
          <w:b/>
          <w:sz w:val="18"/>
          <w:szCs w:val="18"/>
        </w:rPr>
        <w:t xml:space="preserve"> dni</w:t>
      </w:r>
      <w:r w:rsidRPr="000D038C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223B7A" w:rsidRPr="000D038C" w:rsidRDefault="00223B7A" w:rsidP="00223B7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D9156D" w:rsidRPr="000D038C" w:rsidRDefault="00D9156D" w:rsidP="000D038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Oświadczamy, iż wadium zostało wniesione w formie:</w:t>
      </w:r>
      <w:r w:rsidRPr="000D038C">
        <w:rPr>
          <w:rFonts w:ascii="Arial" w:hAnsi="Arial" w:cs="Arial"/>
          <w:sz w:val="18"/>
          <w:szCs w:val="18"/>
          <w:vertAlign w:val="superscript"/>
        </w:rPr>
        <w:footnoteReference w:id="4"/>
      </w:r>
    </w:p>
    <w:p w:rsidR="00D9156D" w:rsidRPr="000D038C" w:rsidRDefault="00D9156D" w:rsidP="000D038C">
      <w:pPr>
        <w:numPr>
          <w:ilvl w:val="0"/>
          <w:numId w:val="2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w pieniądzu, przelewem na rachunek Zamawiającego:</w:t>
      </w:r>
    </w:p>
    <w:p w:rsidR="00D9156D" w:rsidRPr="000D038C" w:rsidRDefault="00D9156D" w:rsidP="000D038C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D9156D" w:rsidRPr="000D038C" w:rsidRDefault="00D9156D" w:rsidP="000D038C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0D038C">
        <w:rPr>
          <w:rFonts w:ascii="Arial" w:hAnsi="Arial" w:cs="Arial"/>
          <w:sz w:val="18"/>
          <w:szCs w:val="18"/>
        </w:rPr>
        <w:t>, w wysokości: ………….………………………………..………… PLN,</w:t>
      </w:r>
    </w:p>
    <w:p w:rsidR="00D9156D" w:rsidRPr="000D038C" w:rsidRDefault="00D9156D" w:rsidP="000D038C">
      <w:pPr>
        <w:numPr>
          <w:ilvl w:val="0"/>
          <w:numId w:val="2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w poręczeniach bankowych, w wysokości: …………………………………………………………………………….…… PLN,</w:t>
      </w:r>
    </w:p>
    <w:p w:rsidR="00D9156D" w:rsidRPr="000D038C" w:rsidRDefault="00D9156D" w:rsidP="000D038C">
      <w:pPr>
        <w:numPr>
          <w:ilvl w:val="0"/>
          <w:numId w:val="2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w poręczeniach spółdzielczej kasy oszczędnościowo-kredytowej (poręczenie pieniężne), w wysokości: …………………………………………………………………………………………………………………………………..… PLN,</w:t>
      </w:r>
    </w:p>
    <w:p w:rsidR="00D9156D" w:rsidRPr="000D038C" w:rsidRDefault="00D9156D" w:rsidP="000D038C">
      <w:pPr>
        <w:numPr>
          <w:ilvl w:val="0"/>
          <w:numId w:val="2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………….………………………………………………………………….…… PLN,</w:t>
      </w:r>
    </w:p>
    <w:p w:rsidR="00D9156D" w:rsidRPr="000D038C" w:rsidRDefault="00D9156D" w:rsidP="000D038C">
      <w:pPr>
        <w:numPr>
          <w:ilvl w:val="0"/>
          <w:numId w:val="2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w gwarancjach ubezpieczeniowych, w wysokości: ……………….……………………………………………….…….… PLN,</w:t>
      </w:r>
    </w:p>
    <w:p w:rsidR="00D9156D" w:rsidRPr="000D038C" w:rsidRDefault="00D9156D" w:rsidP="000D038C">
      <w:pPr>
        <w:numPr>
          <w:ilvl w:val="0"/>
          <w:numId w:val="21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 utworzeniu Polskiej Agencji Rozwoju Przedsiębiorczości (Dz. U. z 2007 r. Nr 42, poz. 275 z późn. zm.), w wysokości: …................................................................................................................................................................................. PLN.</w:t>
      </w:r>
    </w:p>
    <w:p w:rsidR="00D9156D" w:rsidRPr="000D038C" w:rsidRDefault="00D9156D" w:rsidP="000D038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Po zakończeniu postępowania wnosimy o zwrot wadium na konto</w:t>
      </w:r>
      <w:r w:rsidRPr="000D038C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0D038C">
        <w:rPr>
          <w:rFonts w:ascii="Arial" w:hAnsi="Arial" w:cs="Arial"/>
          <w:sz w:val="18"/>
          <w:szCs w:val="18"/>
        </w:rPr>
        <w:t xml:space="preserve">: </w:t>
      </w:r>
    </w:p>
    <w:p w:rsidR="00D9156D" w:rsidRPr="000D038C" w:rsidRDefault="00D9156D" w:rsidP="000D038C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……………………………………………………………………………………………………………..…………………………………</w:t>
      </w:r>
    </w:p>
    <w:p w:rsidR="00950BC0" w:rsidRPr="000D038C" w:rsidRDefault="003E201C" w:rsidP="000D038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0D038C">
        <w:rPr>
          <w:rFonts w:ascii="Arial" w:hAnsi="Arial" w:cs="Arial"/>
          <w:sz w:val="18"/>
          <w:szCs w:val="18"/>
        </w:rPr>
        <w:t xml:space="preserve"> </w:t>
      </w:r>
    </w:p>
    <w:p w:rsidR="001D317E" w:rsidRPr="000D038C" w:rsidRDefault="007B3FEE" w:rsidP="000D038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lastRenderedPageBreak/>
        <w:t>Znając treść</w:t>
      </w:r>
      <w:r w:rsidR="007F3342" w:rsidRPr="000D038C">
        <w:rPr>
          <w:rFonts w:ascii="Arial" w:hAnsi="Arial" w:cs="Arial"/>
          <w:sz w:val="18"/>
          <w:szCs w:val="18"/>
        </w:rPr>
        <w:t xml:space="preserve"> przepisu</w:t>
      </w:r>
      <w:r w:rsidRPr="000D038C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0D038C">
        <w:rPr>
          <w:rFonts w:ascii="Arial" w:hAnsi="Arial" w:cs="Arial"/>
          <w:sz w:val="18"/>
          <w:szCs w:val="18"/>
        </w:rPr>
        <w:t>Karnego: </w:t>
      </w:r>
    </w:p>
    <w:p w:rsidR="001D317E" w:rsidRPr="000D038C" w:rsidRDefault="001D317E" w:rsidP="000D038C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F6222C" w:rsidRPr="000D038C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7B3FEE" w:rsidRPr="000D038C" w:rsidRDefault="007F3342" w:rsidP="000D038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Wraz z niniejszą ofertą</w:t>
      </w:r>
      <w:r w:rsidR="007B3FEE" w:rsidRPr="000D038C">
        <w:rPr>
          <w:rFonts w:ascii="Arial" w:hAnsi="Arial" w:cs="Arial"/>
          <w:sz w:val="18"/>
          <w:szCs w:val="18"/>
        </w:rPr>
        <w:t xml:space="preserve"> składam</w:t>
      </w:r>
      <w:r w:rsidR="008B69FC" w:rsidRPr="000D038C">
        <w:rPr>
          <w:rFonts w:ascii="Arial" w:hAnsi="Arial" w:cs="Arial"/>
          <w:sz w:val="18"/>
          <w:szCs w:val="18"/>
        </w:rPr>
        <w:t>y</w:t>
      </w:r>
      <w:r w:rsidR="007B3FEE" w:rsidRPr="000D038C">
        <w:rPr>
          <w:rFonts w:ascii="Arial" w:hAnsi="Arial" w:cs="Arial"/>
          <w:sz w:val="18"/>
          <w:szCs w:val="18"/>
        </w:rPr>
        <w:t>:</w:t>
      </w:r>
    </w:p>
    <w:p w:rsidR="005A114F" w:rsidRPr="000D038C" w:rsidRDefault="007B3FEE" w:rsidP="000D038C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 xml:space="preserve">   </w:t>
      </w:r>
      <w:r w:rsidR="003C77AB" w:rsidRPr="000D038C">
        <w:rPr>
          <w:rFonts w:ascii="Arial" w:hAnsi="Arial" w:cs="Arial"/>
          <w:sz w:val="18"/>
          <w:szCs w:val="18"/>
        </w:rPr>
        <w:t xml:space="preserve">   </w:t>
      </w:r>
      <w:r w:rsidR="00D9156D" w:rsidRPr="000D038C">
        <w:rPr>
          <w:rFonts w:ascii="Arial" w:hAnsi="Arial" w:cs="Arial"/>
          <w:sz w:val="18"/>
          <w:szCs w:val="18"/>
        </w:rPr>
        <w:tab/>
      </w:r>
      <w:r w:rsidR="00D9156D" w:rsidRPr="000D038C">
        <w:rPr>
          <w:rFonts w:ascii="Arial" w:hAnsi="Arial" w:cs="Arial"/>
          <w:sz w:val="18"/>
          <w:szCs w:val="18"/>
        </w:rPr>
        <w:tab/>
      </w:r>
      <w:r w:rsidR="00D9156D" w:rsidRPr="000D038C">
        <w:rPr>
          <w:rFonts w:ascii="Arial" w:hAnsi="Arial" w:cs="Arial"/>
          <w:sz w:val="18"/>
          <w:szCs w:val="18"/>
        </w:rPr>
        <w:tab/>
      </w:r>
    </w:p>
    <w:p w:rsidR="007B3FEE" w:rsidRPr="000D038C" w:rsidRDefault="007B3FEE" w:rsidP="000D038C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 xml:space="preserve"> Nazwa załącznika</w:t>
      </w:r>
      <w:r w:rsidR="005A114F" w:rsidRPr="000D038C">
        <w:rPr>
          <w:rFonts w:ascii="Arial" w:hAnsi="Arial" w:cs="Arial"/>
          <w:sz w:val="18"/>
          <w:szCs w:val="18"/>
        </w:rPr>
        <w:tab/>
      </w:r>
      <w:r w:rsidR="005A114F" w:rsidRPr="000D038C">
        <w:rPr>
          <w:rFonts w:ascii="Arial" w:hAnsi="Arial" w:cs="Arial"/>
          <w:sz w:val="18"/>
          <w:szCs w:val="18"/>
        </w:rPr>
        <w:tab/>
      </w:r>
      <w:r w:rsidR="005A114F" w:rsidRPr="000D038C">
        <w:rPr>
          <w:rFonts w:ascii="Arial" w:hAnsi="Arial" w:cs="Arial"/>
          <w:sz w:val="18"/>
          <w:szCs w:val="18"/>
        </w:rPr>
        <w:tab/>
      </w:r>
      <w:r w:rsidR="005A114F" w:rsidRPr="000D038C">
        <w:rPr>
          <w:rFonts w:ascii="Arial" w:hAnsi="Arial" w:cs="Arial"/>
          <w:sz w:val="18"/>
          <w:szCs w:val="18"/>
        </w:rPr>
        <w:tab/>
      </w:r>
      <w:r w:rsidRPr="000D038C">
        <w:rPr>
          <w:rFonts w:ascii="Arial" w:hAnsi="Arial" w:cs="Arial"/>
          <w:sz w:val="18"/>
          <w:szCs w:val="18"/>
        </w:rPr>
        <w:t>nr strony</w:t>
      </w:r>
    </w:p>
    <w:p w:rsidR="007B3FEE" w:rsidRPr="000D038C" w:rsidRDefault="007B3FEE" w:rsidP="000D038C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0D038C" w:rsidRDefault="007B3FEE" w:rsidP="000D038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0D038C" w:rsidRDefault="007B3FEE" w:rsidP="000D038C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0D038C" w:rsidRDefault="007B3FEE" w:rsidP="000D038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0D038C" w:rsidRDefault="007B3FEE" w:rsidP="000D038C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0D038C" w:rsidRDefault="007B3FEE" w:rsidP="000D038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0D038C" w:rsidRDefault="00DB4441" w:rsidP="000D038C">
      <w:pPr>
        <w:pStyle w:val="Akapitzlist"/>
        <w:spacing w:line="360" w:lineRule="auto"/>
        <w:ind w:left="709"/>
        <w:rPr>
          <w:rFonts w:ascii="Arial" w:hAnsi="Arial" w:cs="Arial"/>
          <w:sz w:val="18"/>
          <w:szCs w:val="18"/>
        </w:rPr>
      </w:pPr>
    </w:p>
    <w:p w:rsidR="00DB4441" w:rsidRPr="000D038C" w:rsidRDefault="00B72237" w:rsidP="000D038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0D038C">
        <w:rPr>
          <w:rFonts w:ascii="Arial" w:hAnsi="Arial" w:cs="Arial"/>
          <w:sz w:val="18"/>
          <w:szCs w:val="18"/>
        </w:rPr>
        <w:t>……</w:t>
      </w:r>
      <w:r w:rsidRPr="000D038C">
        <w:rPr>
          <w:rFonts w:ascii="Arial" w:hAnsi="Arial" w:cs="Arial"/>
          <w:sz w:val="18"/>
          <w:szCs w:val="18"/>
        </w:rPr>
        <w:t>….</w:t>
      </w:r>
    </w:p>
    <w:p w:rsidR="00DB4441" w:rsidRPr="000D038C" w:rsidRDefault="00DB4441" w:rsidP="000D038C">
      <w:pPr>
        <w:pStyle w:val="Akapitzlist"/>
        <w:spacing w:line="360" w:lineRule="auto"/>
        <w:ind w:left="709"/>
        <w:rPr>
          <w:rFonts w:ascii="Arial" w:hAnsi="Arial" w:cs="Arial"/>
          <w:sz w:val="18"/>
          <w:szCs w:val="18"/>
        </w:rPr>
      </w:pPr>
    </w:p>
    <w:p w:rsidR="00DB4441" w:rsidRPr="000D038C" w:rsidRDefault="00DB4441" w:rsidP="000D038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0D038C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0D038C" w:rsidRDefault="007B3FEE" w:rsidP="000D038C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B72237" w:rsidRPr="000D038C" w:rsidRDefault="00B72237" w:rsidP="000D038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5A114F" w:rsidRPr="000D038C" w:rsidRDefault="005A114F" w:rsidP="000D038C">
      <w:pPr>
        <w:pStyle w:val="Akapitzlist"/>
        <w:spacing w:line="360" w:lineRule="auto"/>
        <w:rPr>
          <w:rFonts w:ascii="Arial" w:hAnsi="Arial" w:cs="Arial"/>
          <w:sz w:val="18"/>
          <w:szCs w:val="18"/>
        </w:rPr>
      </w:pPr>
    </w:p>
    <w:p w:rsidR="005A114F" w:rsidRPr="000D038C" w:rsidRDefault="005A114F" w:rsidP="000D038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5A114F" w:rsidRPr="000D038C" w:rsidRDefault="005A114F" w:rsidP="000D038C">
      <w:pPr>
        <w:pStyle w:val="Akapitzlist"/>
        <w:spacing w:line="360" w:lineRule="auto"/>
        <w:ind w:left="709"/>
        <w:rPr>
          <w:rFonts w:ascii="Arial" w:hAnsi="Arial" w:cs="Arial"/>
          <w:sz w:val="18"/>
          <w:szCs w:val="18"/>
        </w:rPr>
      </w:pPr>
    </w:p>
    <w:p w:rsidR="005A114F" w:rsidRPr="000D038C" w:rsidRDefault="005A114F" w:rsidP="000D038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5A114F" w:rsidRPr="000D038C" w:rsidRDefault="005A114F" w:rsidP="000D038C">
      <w:pPr>
        <w:spacing w:line="360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5A114F" w:rsidRPr="000D038C" w:rsidRDefault="005A114F" w:rsidP="000D038C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5A114F" w:rsidRPr="000D038C" w:rsidRDefault="005A114F" w:rsidP="000D038C">
      <w:pPr>
        <w:pStyle w:val="Akapitzlist"/>
        <w:spacing w:line="360" w:lineRule="auto"/>
        <w:ind w:left="928"/>
        <w:jc w:val="both"/>
        <w:rPr>
          <w:rFonts w:ascii="Arial" w:hAnsi="Arial" w:cs="Arial"/>
          <w:sz w:val="18"/>
          <w:szCs w:val="18"/>
        </w:rPr>
      </w:pPr>
    </w:p>
    <w:p w:rsidR="00B72237" w:rsidRPr="000D038C" w:rsidRDefault="00B72237" w:rsidP="000D038C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0D038C" w:rsidRDefault="00B72237" w:rsidP="000D038C">
      <w:pPr>
        <w:pStyle w:val="Akapitzlist"/>
        <w:spacing w:line="360" w:lineRule="auto"/>
        <w:ind w:left="709"/>
        <w:rPr>
          <w:rFonts w:ascii="Arial" w:hAnsi="Arial" w:cs="Arial"/>
          <w:sz w:val="18"/>
          <w:szCs w:val="18"/>
        </w:rPr>
      </w:pPr>
    </w:p>
    <w:p w:rsidR="00B72237" w:rsidRPr="000D038C" w:rsidRDefault="00B72237" w:rsidP="000D038C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B3FEE" w:rsidRPr="000D038C" w:rsidRDefault="007B3FEE" w:rsidP="000D038C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D9156D" w:rsidRPr="000D038C" w:rsidRDefault="00DB4441" w:rsidP="000D038C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0D038C">
        <w:rPr>
          <w:rFonts w:ascii="Arial" w:hAnsi="Arial" w:cs="Arial"/>
          <w:sz w:val="18"/>
          <w:szCs w:val="18"/>
        </w:rPr>
        <w:t>data</w:t>
      </w:r>
      <w:r w:rsidR="007B3FEE" w:rsidRPr="000D038C">
        <w:rPr>
          <w:rFonts w:ascii="Arial" w:hAnsi="Arial" w:cs="Arial"/>
          <w:sz w:val="18"/>
          <w:szCs w:val="18"/>
        </w:rPr>
        <w:t xml:space="preserve"> </w:t>
      </w:r>
      <w:r w:rsidR="007F3342" w:rsidRPr="000D038C">
        <w:rPr>
          <w:rFonts w:ascii="Arial" w:hAnsi="Arial" w:cs="Arial"/>
          <w:sz w:val="18"/>
          <w:szCs w:val="18"/>
        </w:rPr>
        <w:t xml:space="preserve">i </w:t>
      </w:r>
      <w:r w:rsidR="00791DC7" w:rsidRPr="000D038C">
        <w:rPr>
          <w:rFonts w:ascii="Arial" w:hAnsi="Arial" w:cs="Arial"/>
          <w:sz w:val="18"/>
          <w:szCs w:val="18"/>
        </w:rPr>
        <w:t>podpis osoby uprawnionej</w:t>
      </w:r>
      <w:r w:rsidR="00C13820" w:rsidRPr="000D038C">
        <w:rPr>
          <w:rFonts w:ascii="Arial" w:hAnsi="Arial" w:cs="Arial"/>
          <w:sz w:val="18"/>
          <w:szCs w:val="18"/>
        </w:rPr>
        <w:t xml:space="preserve"> </w:t>
      </w:r>
      <w:r w:rsidR="007B3FEE" w:rsidRPr="000D038C">
        <w:rPr>
          <w:rFonts w:ascii="Arial" w:hAnsi="Arial" w:cs="Arial"/>
          <w:sz w:val="18"/>
          <w:szCs w:val="18"/>
        </w:rPr>
        <w:t>d</w:t>
      </w:r>
      <w:r w:rsidRPr="000D038C">
        <w:rPr>
          <w:rFonts w:ascii="Arial" w:hAnsi="Arial" w:cs="Arial"/>
          <w:sz w:val="18"/>
          <w:szCs w:val="18"/>
        </w:rPr>
        <w:t>o reprezentowania</w:t>
      </w:r>
      <w:r w:rsidR="007B3FEE" w:rsidRPr="000D038C">
        <w:rPr>
          <w:rFonts w:ascii="Arial" w:hAnsi="Arial" w:cs="Arial"/>
          <w:sz w:val="18"/>
          <w:szCs w:val="18"/>
        </w:rPr>
        <w:t xml:space="preserve"> Wykonawcy </w:t>
      </w:r>
    </w:p>
    <w:p w:rsidR="008476EC" w:rsidRPr="000D038C" w:rsidRDefault="008476EC" w:rsidP="000D038C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930F1A" w:rsidRDefault="00930F1A" w:rsidP="00930F1A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sectPr w:rsidR="00930F1A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38C" w:rsidRDefault="000D038C" w:rsidP="007B3FEE">
      <w:r>
        <w:separator/>
      </w:r>
    </w:p>
  </w:endnote>
  <w:endnote w:type="continuationSeparator" w:id="0">
    <w:p w:rsidR="000D038C" w:rsidRDefault="000D038C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38C" w:rsidRDefault="000D038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038C" w:rsidRDefault="000D03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D038C" w:rsidRDefault="000D038C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B1FB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B1FB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D038C" w:rsidRDefault="000D03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38C" w:rsidRDefault="000D038C" w:rsidP="007B3FEE">
      <w:r>
        <w:separator/>
      </w:r>
    </w:p>
  </w:footnote>
  <w:footnote w:type="continuationSeparator" w:id="0">
    <w:p w:rsidR="000D038C" w:rsidRDefault="000D038C" w:rsidP="007B3FEE">
      <w:r>
        <w:continuationSeparator/>
      </w:r>
    </w:p>
  </w:footnote>
  <w:footnote w:id="1">
    <w:p w:rsidR="000D038C" w:rsidRPr="00D63968" w:rsidRDefault="000D038C" w:rsidP="0049786C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 w:rsidR="009A41BB">
        <w:rPr>
          <w:rFonts w:ascii="Arial" w:hAnsi="Arial" w:cs="Arial"/>
          <w:i/>
          <w:sz w:val="16"/>
          <w:szCs w:val="16"/>
        </w:rPr>
        <w:t>- w</w:t>
      </w:r>
      <w:r w:rsidRPr="00D63968">
        <w:rPr>
          <w:rFonts w:ascii="Arial" w:hAnsi="Arial" w:cs="Arial"/>
          <w:i/>
          <w:sz w:val="16"/>
          <w:szCs w:val="16"/>
        </w:rPr>
        <w:t xml:space="preserve"> przypadku pozostawienia ust. </w:t>
      </w:r>
      <w:r>
        <w:rPr>
          <w:rFonts w:ascii="Arial" w:hAnsi="Arial" w:cs="Arial"/>
          <w:i/>
          <w:sz w:val="16"/>
          <w:szCs w:val="16"/>
        </w:rPr>
        <w:t>5</w:t>
      </w:r>
      <w:r w:rsidR="005B6896">
        <w:rPr>
          <w:rFonts w:ascii="Arial" w:hAnsi="Arial" w:cs="Arial"/>
          <w:i/>
          <w:sz w:val="16"/>
          <w:szCs w:val="16"/>
        </w:rPr>
        <w:t xml:space="preserve"> </w:t>
      </w:r>
      <w:r w:rsidRPr="00D63968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samodzielnie.</w:t>
      </w:r>
    </w:p>
  </w:footnote>
  <w:footnote w:id="2">
    <w:p w:rsidR="000D038C" w:rsidRPr="00875F5E" w:rsidRDefault="000D038C" w:rsidP="0049786C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9A41BB">
        <w:rPr>
          <w:rFonts w:ascii="Arial" w:hAnsi="Arial" w:cs="Arial"/>
          <w:i/>
          <w:sz w:val="16"/>
          <w:szCs w:val="16"/>
        </w:rPr>
        <w:t xml:space="preserve">- </w:t>
      </w:r>
      <w:r w:rsidR="009A41BB">
        <w:rPr>
          <w:rFonts w:ascii="Arial" w:hAnsi="Arial" w:cs="Arial"/>
          <w:i/>
          <w:sz w:val="16"/>
          <w:szCs w:val="16"/>
          <w:lang w:eastAsia="en-US"/>
        </w:rPr>
        <w:t>w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6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0D038C" w:rsidRPr="004F242D" w:rsidRDefault="000D038C" w:rsidP="0049786C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="009A41BB">
        <w:rPr>
          <w:rFonts w:ascii="Arial" w:hAnsi="Arial" w:cs="Arial"/>
          <w:i/>
          <w:sz w:val="16"/>
          <w:szCs w:val="16"/>
        </w:rPr>
        <w:t>-</w:t>
      </w:r>
      <w:r w:rsidR="009A41BB">
        <w:rPr>
          <w:rFonts w:ascii="Arial" w:hAnsi="Arial" w:cs="Arial"/>
          <w:i/>
          <w:iCs/>
          <w:sz w:val="16"/>
          <w:szCs w:val="16"/>
        </w:rPr>
        <w:t>w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7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4">
    <w:p w:rsidR="000D038C" w:rsidRPr="003E201C" w:rsidRDefault="000D038C" w:rsidP="0049786C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5B6896">
        <w:rPr>
          <w:rFonts w:ascii="Arial" w:hAnsi="Arial" w:cs="Arial"/>
          <w:i/>
          <w:sz w:val="16"/>
          <w:szCs w:val="16"/>
        </w:rPr>
        <w:footnoteRef/>
      </w:r>
      <w:r w:rsidRPr="005B6896">
        <w:rPr>
          <w:rFonts w:ascii="Arial" w:hAnsi="Arial" w:cs="Arial"/>
          <w:i/>
          <w:sz w:val="16"/>
          <w:szCs w:val="16"/>
        </w:rPr>
        <w:t xml:space="preserve"> </w:t>
      </w:r>
      <w:r w:rsidR="009A41BB">
        <w:rPr>
          <w:rFonts w:ascii="Arial" w:hAnsi="Arial" w:cs="Arial"/>
          <w:i/>
          <w:sz w:val="16"/>
          <w:szCs w:val="16"/>
        </w:rPr>
        <w:t>-n</w:t>
      </w:r>
      <w:r w:rsidRPr="005B6896">
        <w:rPr>
          <w:rFonts w:ascii="Arial" w:hAnsi="Arial" w:cs="Arial"/>
          <w:i/>
          <w:sz w:val="16"/>
          <w:szCs w:val="16"/>
        </w:rPr>
        <w:t>iepotrzebne skreślić.</w:t>
      </w:r>
    </w:p>
  </w:footnote>
  <w:footnote w:id="5">
    <w:p w:rsidR="000D038C" w:rsidRPr="00DE52AB" w:rsidRDefault="000D038C" w:rsidP="0049786C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 w:rsidR="009A41BB">
        <w:rPr>
          <w:rFonts w:ascii="Arial" w:hAnsi="Arial" w:cs="Arial"/>
          <w:i/>
          <w:sz w:val="16"/>
          <w:szCs w:val="16"/>
        </w:rPr>
        <w:t>-d</w:t>
      </w:r>
      <w:r>
        <w:rPr>
          <w:rFonts w:ascii="Arial" w:hAnsi="Arial" w:cs="Arial"/>
          <w:i/>
          <w:sz w:val="16"/>
          <w:szCs w:val="16"/>
        </w:rPr>
        <w:t>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911A0D4A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color w:val="auto"/>
        <w:sz w:val="20"/>
        <w:szCs w:val="16"/>
        <w:shd w:val="clear" w:color="auto" w:fill="23FF23"/>
        <w:lang w:val="en-US" w:eastAsia="pl-P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Symbol"/>
        <w:sz w:val="20"/>
        <w:szCs w:val="16"/>
        <w:shd w:val="clear" w:color="auto" w:fill="23FF23"/>
        <w:lang w:val="en-US" w:eastAsia="pl-P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2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69358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3C4405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058DB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C9C312E"/>
    <w:multiLevelType w:val="hybridMultilevel"/>
    <w:tmpl w:val="FF90E3EA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>
    <w:nsid w:val="1E0D1DF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271763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8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0">
    <w:nsid w:val="4C5405D2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D653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617640D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64044C01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>
    <w:nsid w:val="78E11533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8FD65CB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7"/>
  </w:num>
  <w:num w:numId="2">
    <w:abstractNumId w:val="27"/>
  </w:num>
  <w:num w:numId="3">
    <w:abstractNumId w:val="28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4"/>
  </w:num>
  <w:num w:numId="7">
    <w:abstractNumId w:val="9"/>
  </w:num>
  <w:num w:numId="8">
    <w:abstractNumId w:val="12"/>
  </w:num>
  <w:num w:numId="9">
    <w:abstractNumId w:val="24"/>
  </w:num>
  <w:num w:numId="10">
    <w:abstractNumId w:val="37"/>
  </w:num>
  <w:num w:numId="11">
    <w:abstractNumId w:val="39"/>
  </w:num>
  <w:num w:numId="12">
    <w:abstractNumId w:val="7"/>
  </w:num>
  <w:num w:numId="13">
    <w:abstractNumId w:val="15"/>
  </w:num>
  <w:num w:numId="14">
    <w:abstractNumId w:val="20"/>
  </w:num>
  <w:num w:numId="15">
    <w:abstractNumId w:val="29"/>
  </w:num>
  <w:num w:numId="16">
    <w:abstractNumId w:val="46"/>
  </w:num>
  <w:num w:numId="17">
    <w:abstractNumId w:val="21"/>
  </w:num>
  <w:num w:numId="18">
    <w:abstractNumId w:val="36"/>
  </w:num>
  <w:num w:numId="19">
    <w:abstractNumId w:val="5"/>
  </w:num>
  <w:num w:numId="20">
    <w:abstractNumId w:val="31"/>
  </w:num>
  <w:num w:numId="21">
    <w:abstractNumId w:val="11"/>
  </w:num>
  <w:num w:numId="22">
    <w:abstractNumId w:val="25"/>
  </w:num>
  <w:num w:numId="23">
    <w:abstractNumId w:val="16"/>
  </w:num>
  <w:num w:numId="24">
    <w:abstractNumId w:val="42"/>
  </w:num>
  <w:num w:numId="25">
    <w:abstractNumId w:val="32"/>
  </w:num>
  <w:num w:numId="26">
    <w:abstractNumId w:val="48"/>
  </w:num>
  <w:num w:numId="27">
    <w:abstractNumId w:val="26"/>
  </w:num>
  <w:num w:numId="28">
    <w:abstractNumId w:val="18"/>
  </w:num>
  <w:num w:numId="29">
    <w:abstractNumId w:val="43"/>
  </w:num>
  <w:num w:numId="30">
    <w:abstractNumId w:val="22"/>
  </w:num>
  <w:num w:numId="31">
    <w:abstractNumId w:val="10"/>
  </w:num>
  <w:num w:numId="3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</w:num>
  <w:num w:numId="34">
    <w:abstractNumId w:val="23"/>
  </w:num>
  <w:num w:numId="35">
    <w:abstractNumId w:val="2"/>
  </w:num>
  <w:num w:numId="36">
    <w:abstractNumId w:val="35"/>
  </w:num>
  <w:num w:numId="37">
    <w:abstractNumId w:val="14"/>
  </w:num>
  <w:num w:numId="38">
    <w:abstractNumId w:val="40"/>
  </w:num>
  <w:num w:numId="39">
    <w:abstractNumId w:val="1"/>
  </w:num>
  <w:num w:numId="40">
    <w:abstractNumId w:val="44"/>
  </w:num>
  <w:num w:numId="41">
    <w:abstractNumId w:val="38"/>
  </w:num>
  <w:num w:numId="42">
    <w:abstractNumId w:val="13"/>
  </w:num>
  <w:num w:numId="43">
    <w:abstractNumId w:val="17"/>
  </w:num>
  <w:num w:numId="44">
    <w:abstractNumId w:val="45"/>
  </w:num>
  <w:num w:numId="45">
    <w:abstractNumId w:val="19"/>
  </w:num>
  <w:num w:numId="46">
    <w:abstractNumId w:val="8"/>
  </w:num>
  <w:num w:numId="47">
    <w:abstractNumId w:val="34"/>
  </w:num>
  <w:num w:numId="48">
    <w:abstractNumId w:val="3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0625B"/>
    <w:rsid w:val="00010C93"/>
    <w:rsid w:val="000228AF"/>
    <w:rsid w:val="000266C7"/>
    <w:rsid w:val="00027D31"/>
    <w:rsid w:val="00036046"/>
    <w:rsid w:val="000360F0"/>
    <w:rsid w:val="00036420"/>
    <w:rsid w:val="00040A01"/>
    <w:rsid w:val="00041BB6"/>
    <w:rsid w:val="00044B6B"/>
    <w:rsid w:val="00051A3D"/>
    <w:rsid w:val="0006320E"/>
    <w:rsid w:val="000646C3"/>
    <w:rsid w:val="00064A7A"/>
    <w:rsid w:val="00064AC0"/>
    <w:rsid w:val="00065077"/>
    <w:rsid w:val="0007029F"/>
    <w:rsid w:val="000708C0"/>
    <w:rsid w:val="000725E0"/>
    <w:rsid w:val="00091C6A"/>
    <w:rsid w:val="00092D2A"/>
    <w:rsid w:val="00093AB6"/>
    <w:rsid w:val="00093F06"/>
    <w:rsid w:val="000A302E"/>
    <w:rsid w:val="000C280E"/>
    <w:rsid w:val="000C6B3E"/>
    <w:rsid w:val="000D038C"/>
    <w:rsid w:val="000D468C"/>
    <w:rsid w:val="000D7317"/>
    <w:rsid w:val="000D75A6"/>
    <w:rsid w:val="000E67DB"/>
    <w:rsid w:val="000E7CE3"/>
    <w:rsid w:val="00103685"/>
    <w:rsid w:val="0011160B"/>
    <w:rsid w:val="00111919"/>
    <w:rsid w:val="00113C99"/>
    <w:rsid w:val="00114E07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A0773"/>
    <w:rsid w:val="001B5397"/>
    <w:rsid w:val="001B5F62"/>
    <w:rsid w:val="001B7AB8"/>
    <w:rsid w:val="001D2328"/>
    <w:rsid w:val="001D317E"/>
    <w:rsid w:val="001E786D"/>
    <w:rsid w:val="0020312E"/>
    <w:rsid w:val="00223B7A"/>
    <w:rsid w:val="002254C1"/>
    <w:rsid w:val="00234A85"/>
    <w:rsid w:val="002360AF"/>
    <w:rsid w:val="00240CB3"/>
    <w:rsid w:val="00242534"/>
    <w:rsid w:val="002433F1"/>
    <w:rsid w:val="002527F2"/>
    <w:rsid w:val="00255515"/>
    <w:rsid w:val="0025682B"/>
    <w:rsid w:val="00262161"/>
    <w:rsid w:val="00265F26"/>
    <w:rsid w:val="00266770"/>
    <w:rsid w:val="002701FE"/>
    <w:rsid w:val="00274E4E"/>
    <w:rsid w:val="00276908"/>
    <w:rsid w:val="00281CB3"/>
    <w:rsid w:val="0028453A"/>
    <w:rsid w:val="00297DCC"/>
    <w:rsid w:val="002A2DC4"/>
    <w:rsid w:val="002A7BDC"/>
    <w:rsid w:val="002C62B0"/>
    <w:rsid w:val="002D1ED4"/>
    <w:rsid w:val="002D2B4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77D7E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1FD"/>
    <w:rsid w:val="003C77AB"/>
    <w:rsid w:val="003D3491"/>
    <w:rsid w:val="003E199A"/>
    <w:rsid w:val="003E1FAE"/>
    <w:rsid w:val="003E201C"/>
    <w:rsid w:val="003E2353"/>
    <w:rsid w:val="003E26E5"/>
    <w:rsid w:val="003E445C"/>
    <w:rsid w:val="003F138B"/>
    <w:rsid w:val="003F79F7"/>
    <w:rsid w:val="0040291A"/>
    <w:rsid w:val="00406C0F"/>
    <w:rsid w:val="00406DD9"/>
    <w:rsid w:val="00411FFA"/>
    <w:rsid w:val="00420955"/>
    <w:rsid w:val="0043777E"/>
    <w:rsid w:val="0044251A"/>
    <w:rsid w:val="00453951"/>
    <w:rsid w:val="00457295"/>
    <w:rsid w:val="00457D22"/>
    <w:rsid w:val="0046491F"/>
    <w:rsid w:val="00464E8A"/>
    <w:rsid w:val="00474CC6"/>
    <w:rsid w:val="004904C5"/>
    <w:rsid w:val="0049786C"/>
    <w:rsid w:val="004979E8"/>
    <w:rsid w:val="004A48F8"/>
    <w:rsid w:val="004B2EB3"/>
    <w:rsid w:val="004B49DC"/>
    <w:rsid w:val="004C2520"/>
    <w:rsid w:val="004C2B17"/>
    <w:rsid w:val="004C7C58"/>
    <w:rsid w:val="004D1496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114F"/>
    <w:rsid w:val="005A51C3"/>
    <w:rsid w:val="005A5A84"/>
    <w:rsid w:val="005B11C5"/>
    <w:rsid w:val="005B6896"/>
    <w:rsid w:val="005C0C61"/>
    <w:rsid w:val="005C53B3"/>
    <w:rsid w:val="005E4D45"/>
    <w:rsid w:val="005F3BDA"/>
    <w:rsid w:val="00601E76"/>
    <w:rsid w:val="00604CFC"/>
    <w:rsid w:val="006131BC"/>
    <w:rsid w:val="00613F44"/>
    <w:rsid w:val="00626A08"/>
    <w:rsid w:val="00627D91"/>
    <w:rsid w:val="00631014"/>
    <w:rsid w:val="00651A8C"/>
    <w:rsid w:val="0066436C"/>
    <w:rsid w:val="006652B3"/>
    <w:rsid w:val="006741C8"/>
    <w:rsid w:val="0067562C"/>
    <w:rsid w:val="00680122"/>
    <w:rsid w:val="0068068F"/>
    <w:rsid w:val="006923D4"/>
    <w:rsid w:val="00694548"/>
    <w:rsid w:val="006A6B80"/>
    <w:rsid w:val="006B38BF"/>
    <w:rsid w:val="006C35C8"/>
    <w:rsid w:val="006C77CC"/>
    <w:rsid w:val="006D0194"/>
    <w:rsid w:val="006D5511"/>
    <w:rsid w:val="006D5BA9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9090A"/>
    <w:rsid w:val="00791DC7"/>
    <w:rsid w:val="007A010C"/>
    <w:rsid w:val="007A3F5D"/>
    <w:rsid w:val="007A3FC4"/>
    <w:rsid w:val="007B3691"/>
    <w:rsid w:val="007B3FEE"/>
    <w:rsid w:val="007C05E6"/>
    <w:rsid w:val="007C1E03"/>
    <w:rsid w:val="007C4F56"/>
    <w:rsid w:val="007D53D7"/>
    <w:rsid w:val="007F3342"/>
    <w:rsid w:val="00802A89"/>
    <w:rsid w:val="00802D2E"/>
    <w:rsid w:val="00814A70"/>
    <w:rsid w:val="00820A1F"/>
    <w:rsid w:val="00830B97"/>
    <w:rsid w:val="00831943"/>
    <w:rsid w:val="00833883"/>
    <w:rsid w:val="00843B62"/>
    <w:rsid w:val="0084571F"/>
    <w:rsid w:val="008476EC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86600"/>
    <w:rsid w:val="008922C1"/>
    <w:rsid w:val="008934AD"/>
    <w:rsid w:val="008B16A9"/>
    <w:rsid w:val="008B69FC"/>
    <w:rsid w:val="008C1573"/>
    <w:rsid w:val="008C1D50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0F1A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93F31"/>
    <w:rsid w:val="009A241E"/>
    <w:rsid w:val="009A41BB"/>
    <w:rsid w:val="009A5016"/>
    <w:rsid w:val="009A7939"/>
    <w:rsid w:val="009B012A"/>
    <w:rsid w:val="009D287A"/>
    <w:rsid w:val="009F091C"/>
    <w:rsid w:val="009F26AC"/>
    <w:rsid w:val="00A01053"/>
    <w:rsid w:val="00A03B0A"/>
    <w:rsid w:val="00A05F00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D2089"/>
    <w:rsid w:val="00AF2BB1"/>
    <w:rsid w:val="00AF3D92"/>
    <w:rsid w:val="00AF5B07"/>
    <w:rsid w:val="00B1499E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65890"/>
    <w:rsid w:val="00B72237"/>
    <w:rsid w:val="00B7466E"/>
    <w:rsid w:val="00B75211"/>
    <w:rsid w:val="00B81FAD"/>
    <w:rsid w:val="00B84340"/>
    <w:rsid w:val="00B902A6"/>
    <w:rsid w:val="00B945FD"/>
    <w:rsid w:val="00B94BFA"/>
    <w:rsid w:val="00B9618F"/>
    <w:rsid w:val="00BA34AA"/>
    <w:rsid w:val="00BB0DAF"/>
    <w:rsid w:val="00BB0DCA"/>
    <w:rsid w:val="00BB18FC"/>
    <w:rsid w:val="00BC3CCB"/>
    <w:rsid w:val="00BD69EE"/>
    <w:rsid w:val="00BE11F0"/>
    <w:rsid w:val="00BE20C3"/>
    <w:rsid w:val="00BE3017"/>
    <w:rsid w:val="00BE6247"/>
    <w:rsid w:val="00BE6F48"/>
    <w:rsid w:val="00BF1FB8"/>
    <w:rsid w:val="00BF2395"/>
    <w:rsid w:val="00C13820"/>
    <w:rsid w:val="00C160B5"/>
    <w:rsid w:val="00C17086"/>
    <w:rsid w:val="00C17B36"/>
    <w:rsid w:val="00C26362"/>
    <w:rsid w:val="00C44851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C050B"/>
    <w:rsid w:val="00CE4BB6"/>
    <w:rsid w:val="00CE7B71"/>
    <w:rsid w:val="00CF1D58"/>
    <w:rsid w:val="00CF4D8C"/>
    <w:rsid w:val="00CF6C5A"/>
    <w:rsid w:val="00D01FCD"/>
    <w:rsid w:val="00D11A7E"/>
    <w:rsid w:val="00D135F0"/>
    <w:rsid w:val="00D17807"/>
    <w:rsid w:val="00D316C5"/>
    <w:rsid w:val="00D333ED"/>
    <w:rsid w:val="00D5123E"/>
    <w:rsid w:val="00D63968"/>
    <w:rsid w:val="00D7765B"/>
    <w:rsid w:val="00D87E49"/>
    <w:rsid w:val="00D9156D"/>
    <w:rsid w:val="00DA1CAC"/>
    <w:rsid w:val="00DB1123"/>
    <w:rsid w:val="00DB4441"/>
    <w:rsid w:val="00DB514A"/>
    <w:rsid w:val="00DC25E6"/>
    <w:rsid w:val="00DC4C33"/>
    <w:rsid w:val="00DC7441"/>
    <w:rsid w:val="00DD3FE4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B1FB2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14C4E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B0914"/>
    <w:rsid w:val="00FD310B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B94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94BFA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F552D-D881-42B9-BBFB-BE01F946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5E96C360</Template>
  <TotalTime>1659</TotalTime>
  <Pages>4</Pages>
  <Words>1357</Words>
  <Characters>8143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Kalina Rożek</cp:lastModifiedBy>
  <cp:revision>155</cp:revision>
  <cp:lastPrinted>2015-04-13T12:13:00Z</cp:lastPrinted>
  <dcterms:created xsi:type="dcterms:W3CDTF">2012-01-22T15:30:00Z</dcterms:created>
  <dcterms:modified xsi:type="dcterms:W3CDTF">2015-04-13T12:13:00Z</dcterms:modified>
</cp:coreProperties>
</file>