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DE4FEE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1D5747">
        <w:rPr>
          <w:rFonts w:ascii="Arial" w:hAnsi="Arial" w:cs="Arial"/>
          <w:sz w:val="18"/>
          <w:szCs w:val="18"/>
        </w:rPr>
        <w:t xml:space="preserve"> DZP.</w:t>
      </w:r>
      <w:r w:rsidR="001D5747" w:rsidRPr="002C4460">
        <w:rPr>
          <w:rFonts w:ascii="Arial" w:hAnsi="Arial" w:cs="Arial"/>
          <w:sz w:val="18"/>
          <w:szCs w:val="18"/>
        </w:rPr>
        <w:t>381</w:t>
      </w:r>
      <w:r w:rsidR="005A4067" w:rsidRPr="002C4460">
        <w:rPr>
          <w:rFonts w:ascii="Arial" w:hAnsi="Arial" w:cs="Arial"/>
          <w:sz w:val="18"/>
          <w:szCs w:val="18"/>
        </w:rPr>
        <w:t>.1</w:t>
      </w:r>
      <w:r w:rsidR="002C4460" w:rsidRPr="002C4460">
        <w:rPr>
          <w:rFonts w:ascii="Arial" w:hAnsi="Arial" w:cs="Arial"/>
          <w:sz w:val="18"/>
          <w:szCs w:val="18"/>
        </w:rPr>
        <w:t>4</w:t>
      </w:r>
      <w:r w:rsidR="005A4067" w:rsidRPr="002C4460">
        <w:rPr>
          <w:rFonts w:ascii="Arial" w:hAnsi="Arial" w:cs="Arial"/>
          <w:sz w:val="18"/>
          <w:szCs w:val="18"/>
        </w:rPr>
        <w:t>.</w:t>
      </w:r>
      <w:r w:rsidR="001D5747" w:rsidRPr="002C4460">
        <w:rPr>
          <w:rFonts w:ascii="Arial" w:hAnsi="Arial" w:cs="Arial"/>
          <w:sz w:val="18"/>
          <w:szCs w:val="18"/>
        </w:rPr>
        <w:t>201</w:t>
      </w:r>
      <w:r w:rsidR="00C57C93" w:rsidRPr="002C4460">
        <w:rPr>
          <w:rFonts w:ascii="Arial" w:hAnsi="Arial" w:cs="Arial"/>
          <w:sz w:val="18"/>
          <w:szCs w:val="18"/>
        </w:rPr>
        <w:t>6</w:t>
      </w:r>
      <w:r w:rsidR="001D5747">
        <w:rPr>
          <w:rFonts w:ascii="Arial" w:hAnsi="Arial" w:cs="Arial"/>
          <w:sz w:val="18"/>
          <w:szCs w:val="18"/>
        </w:rPr>
        <w:t>.UG</w:t>
      </w: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2924A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C57C93" w:rsidRDefault="000D468C" w:rsidP="00C57C93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 w:rsidRPr="005A2109">
        <w:rPr>
          <w:rFonts w:ascii="Arial" w:hAnsi="Arial" w:cs="Arial"/>
          <w:b/>
        </w:rPr>
        <w:t>DZP.</w:t>
      </w:r>
      <w:r w:rsidR="004B2EB3" w:rsidRPr="002C4460">
        <w:rPr>
          <w:rFonts w:ascii="Arial" w:hAnsi="Arial" w:cs="Arial"/>
          <w:b/>
        </w:rPr>
        <w:t>381</w:t>
      </w:r>
      <w:r w:rsidR="005A4067" w:rsidRPr="002C4460">
        <w:rPr>
          <w:rFonts w:ascii="Arial" w:hAnsi="Arial" w:cs="Arial"/>
          <w:b/>
        </w:rPr>
        <w:t>.1</w:t>
      </w:r>
      <w:r w:rsidR="002C4460" w:rsidRPr="002C4460">
        <w:rPr>
          <w:rFonts w:ascii="Arial" w:hAnsi="Arial" w:cs="Arial"/>
          <w:b/>
        </w:rPr>
        <w:t>4</w:t>
      </w:r>
      <w:r w:rsidR="005A4067" w:rsidRPr="002C4460">
        <w:rPr>
          <w:rFonts w:ascii="Arial" w:hAnsi="Arial" w:cs="Arial"/>
          <w:b/>
        </w:rPr>
        <w:t>.</w:t>
      </w:r>
      <w:r w:rsidR="004B2EB3" w:rsidRPr="005A2109">
        <w:rPr>
          <w:rFonts w:ascii="Arial" w:hAnsi="Arial" w:cs="Arial"/>
          <w:b/>
        </w:rPr>
        <w:t>201</w:t>
      </w:r>
      <w:r w:rsidR="00C57C93">
        <w:rPr>
          <w:rFonts w:ascii="Arial" w:hAnsi="Arial" w:cs="Arial"/>
          <w:b/>
        </w:rPr>
        <w:t>6</w:t>
      </w:r>
      <w:r w:rsidR="004B2EB3" w:rsidRPr="005A2109">
        <w:rPr>
          <w:rFonts w:ascii="Arial" w:hAnsi="Arial" w:cs="Arial"/>
          <w:b/>
        </w:rPr>
        <w:t>.</w:t>
      </w:r>
      <w:r w:rsidR="00132FB0" w:rsidRPr="005A2109">
        <w:rPr>
          <w:rFonts w:ascii="Arial" w:hAnsi="Arial" w:cs="Arial"/>
          <w:b/>
        </w:rPr>
        <w:t>UG</w:t>
      </w:r>
      <w:r w:rsidR="00C57C93">
        <w:rPr>
          <w:rFonts w:ascii="Arial" w:hAnsi="Arial" w:cs="Arial"/>
          <w:b/>
        </w:rPr>
        <w:t xml:space="preserve">, </w:t>
      </w:r>
    </w:p>
    <w:p w:rsidR="00A43E6D" w:rsidRPr="00C57C93" w:rsidRDefault="000D468C" w:rsidP="00C57C93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świadczenie </w:t>
      </w:r>
      <w:r w:rsidR="00297DCC">
        <w:rPr>
          <w:rFonts w:ascii="Arial" w:hAnsi="Arial" w:cs="Arial"/>
        </w:rPr>
        <w:t>usług</w:t>
      </w:r>
      <w:r w:rsidR="00C57C9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5A4067" w:rsidRPr="00247FE6" w:rsidRDefault="005A4067" w:rsidP="005A4067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Usługi szkoleniowe w ramach P</w:t>
      </w:r>
      <w:r w:rsidRPr="004B15B7">
        <w:rPr>
          <w:rFonts w:ascii="Arial" w:hAnsi="Arial" w:cs="Arial"/>
          <w:b/>
        </w:rPr>
        <w:t xml:space="preserve">rojektu </w:t>
      </w:r>
      <w:r w:rsidRPr="00247FE6">
        <w:rPr>
          <w:rFonts w:ascii="Arial" w:hAnsi="Arial" w:cs="Arial"/>
          <w:b/>
          <w:i/>
        </w:rPr>
        <w:t>„</w:t>
      </w:r>
      <w:r w:rsidR="00247FE6" w:rsidRPr="00247FE6">
        <w:rPr>
          <w:rFonts w:ascii="Arial" w:eastAsia="Arial" w:hAnsi="Arial" w:cs="Arial"/>
          <w:b/>
          <w:i/>
        </w:rPr>
        <w:t>NEW. Zwiększenie konkurencyjności studentów Wydziału Biologii i Ochrony Środowiska Uniwersytetu Śląskiego na rynku pracy przez rozwój ich kompetencji zawodowych”</w:t>
      </w:r>
    </w:p>
    <w:p w:rsidR="00E3616C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B33478" w:rsidRDefault="00B33478" w:rsidP="005A2109">
      <w:pPr>
        <w:ind w:left="284"/>
        <w:rPr>
          <w:rFonts w:ascii="Arial" w:hAnsi="Arial" w:cs="Arial"/>
          <w:b/>
          <w:sz w:val="18"/>
          <w:szCs w:val="18"/>
        </w:rPr>
      </w:pPr>
    </w:p>
    <w:p w:rsidR="00247FE6" w:rsidRDefault="00247FE6" w:rsidP="00C57C93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C57C93" w:rsidRPr="00C57C93" w:rsidRDefault="00C57C93" w:rsidP="00C57C93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 xml:space="preserve">Oferta w części „A”: </w:t>
      </w:r>
    </w:p>
    <w:p w:rsidR="00C57C93" w:rsidRPr="00C57C93" w:rsidRDefault="002519EC" w:rsidP="00C57C93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 certyfikowane</w:t>
      </w:r>
      <w:r w:rsidR="00C57C93"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: 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Aud</w:t>
      </w:r>
      <w:r w:rsidR="00205141">
        <w:rPr>
          <w:rFonts w:ascii="Arial" w:eastAsia="Calibri" w:hAnsi="Arial" w:cs="Arial"/>
          <w:b/>
          <w:bCs/>
          <w:sz w:val="24"/>
          <w:szCs w:val="24"/>
          <w:lang w:eastAsia="ar-SA"/>
        </w:rPr>
        <w:t>i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tor wewnętrzny Systemu Zarządzania Jakością w laboratoriach badawczych i wzorcujących (PN-EN ISO/IEC </w:t>
      </w:r>
      <w:r w:rsidRPr="002C4460">
        <w:rPr>
          <w:rFonts w:ascii="Arial" w:eastAsia="Calibri" w:hAnsi="Arial" w:cs="Arial"/>
          <w:b/>
          <w:bCs/>
          <w:sz w:val="24"/>
          <w:szCs w:val="24"/>
          <w:lang w:eastAsia="ar-SA"/>
        </w:rPr>
        <w:t>17025</w:t>
      </w:r>
      <w:r w:rsidR="00080A35" w:rsidRPr="002C4460">
        <w:rPr>
          <w:rFonts w:ascii="Arial" w:eastAsia="Calibri" w:hAnsi="Arial" w:cs="Arial"/>
          <w:b/>
          <w:bCs/>
          <w:sz w:val="24"/>
          <w:szCs w:val="24"/>
          <w:lang w:eastAsia="ar-SA"/>
        </w:rPr>
        <w:t>:2005</w:t>
      </w:r>
      <w:r w:rsidRPr="002C4460">
        <w:rPr>
          <w:rFonts w:ascii="Arial" w:eastAsia="Calibri" w:hAnsi="Arial" w:cs="Arial"/>
          <w:b/>
          <w:bCs/>
          <w:sz w:val="24"/>
          <w:szCs w:val="24"/>
          <w:lang w:eastAsia="ar-SA"/>
        </w:rPr>
        <w:t>)</w:t>
      </w:r>
      <w:r w:rsid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16</w:t>
      </w:r>
      <w:r w:rsid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h)</w:t>
      </w:r>
    </w:p>
    <w:p w:rsidR="00A43E6D" w:rsidRPr="00706CAC" w:rsidRDefault="00A82EAF" w:rsidP="00F412F6">
      <w:pPr>
        <w:pStyle w:val="Akapitzlist"/>
        <w:numPr>
          <w:ilvl w:val="0"/>
          <w:numId w:val="4"/>
        </w:numPr>
        <w:spacing w:beforeLines="40" w:before="96" w:afterLines="40" w:after="96" w:line="360" w:lineRule="auto"/>
        <w:ind w:left="284" w:hanging="283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1037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984"/>
        <w:gridCol w:w="1418"/>
        <w:gridCol w:w="2126"/>
        <w:gridCol w:w="22"/>
        <w:gridCol w:w="1963"/>
        <w:gridCol w:w="22"/>
        <w:gridCol w:w="2813"/>
        <w:gridCol w:w="22"/>
      </w:tblGrid>
      <w:tr w:rsidR="000C5030" w:rsidRPr="001D5747" w:rsidTr="000C5030">
        <w:trPr>
          <w:trHeight w:val="1165"/>
        </w:trPr>
        <w:tc>
          <w:tcPr>
            <w:tcW w:w="1984" w:type="dxa"/>
          </w:tcPr>
          <w:p w:rsidR="0085618B" w:rsidRPr="00A35C43" w:rsidRDefault="0085618B" w:rsidP="0085618B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przeszkolenie                1 osoby (16h)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5618B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</w:p>
          <w:p w:rsidR="0085618B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618B" w:rsidRPr="005371CA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8" w:type="dxa"/>
            <w:gridSpan w:val="2"/>
          </w:tcPr>
          <w:p w:rsidR="0085618B" w:rsidRPr="005371CA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</w:t>
            </w:r>
            <w:r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przeszkolenie                    1 osoby (16h)</w:t>
            </w:r>
          </w:p>
          <w:p w:rsidR="0085618B" w:rsidRPr="005371CA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85618B" w:rsidRPr="005371CA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Maksymalna liczba uczestników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2835" w:type="dxa"/>
            <w:gridSpan w:val="2"/>
          </w:tcPr>
          <w:p w:rsidR="0085618B" w:rsidRPr="005371CA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  <w:bookmarkStart w:id="0" w:name="_GoBack"/>
            <w:bookmarkEnd w:id="0"/>
          </w:p>
          <w:p w:rsidR="0085618B" w:rsidRPr="005371CA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5618B" w:rsidRPr="001D5747" w:rsidTr="000C5030">
        <w:trPr>
          <w:gridAfter w:val="1"/>
          <w:wAfter w:w="22" w:type="dxa"/>
          <w:trHeight w:val="337"/>
        </w:trPr>
        <w:tc>
          <w:tcPr>
            <w:tcW w:w="1984" w:type="dxa"/>
          </w:tcPr>
          <w:p w:rsidR="0085618B" w:rsidRPr="00A35C43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5618B" w:rsidRPr="00A35C43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:rsidR="0085618B" w:rsidRPr="00A35C43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985" w:type="dxa"/>
            <w:gridSpan w:val="2"/>
          </w:tcPr>
          <w:p w:rsidR="0085618B" w:rsidRPr="00A35C43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2"/>
          </w:tcPr>
          <w:p w:rsidR="0085618B" w:rsidRPr="00A35C43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5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= 3x4</w:t>
            </w:r>
          </w:p>
        </w:tc>
      </w:tr>
      <w:tr w:rsidR="000C5030" w:rsidRPr="00F73B0F" w:rsidTr="000C5030">
        <w:trPr>
          <w:gridAfter w:val="1"/>
          <w:wAfter w:w="22" w:type="dxa"/>
          <w:trHeight w:val="1421"/>
        </w:trPr>
        <w:tc>
          <w:tcPr>
            <w:tcW w:w="1984" w:type="dxa"/>
            <w:vAlign w:val="center"/>
          </w:tcPr>
          <w:p w:rsidR="0085618B" w:rsidRPr="00F73B0F" w:rsidRDefault="0085618B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………………PLN</w:t>
            </w:r>
          </w:p>
        </w:tc>
        <w:tc>
          <w:tcPr>
            <w:tcW w:w="1418" w:type="dxa"/>
            <w:tcBorders>
              <w:tl2br w:val="nil"/>
            </w:tcBorders>
            <w:vAlign w:val="center"/>
          </w:tcPr>
          <w:p w:rsidR="0085618B" w:rsidRPr="00F73B0F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Zw.%</w:t>
            </w:r>
          </w:p>
        </w:tc>
        <w:tc>
          <w:tcPr>
            <w:tcW w:w="2126" w:type="dxa"/>
            <w:vAlign w:val="center"/>
          </w:tcPr>
          <w:p w:rsidR="0085618B" w:rsidRPr="00F73B0F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</w:t>
            </w:r>
            <w:r w:rsidR="000B3FCA"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……PLN</w:t>
            </w:r>
          </w:p>
        </w:tc>
        <w:tc>
          <w:tcPr>
            <w:tcW w:w="1985" w:type="dxa"/>
            <w:gridSpan w:val="2"/>
            <w:vAlign w:val="center"/>
          </w:tcPr>
          <w:p w:rsidR="0085618B" w:rsidRPr="00F73B0F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73B0F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2"/>
          </w:tcPr>
          <w:p w:rsidR="0085618B" w:rsidRPr="00F73B0F" w:rsidRDefault="0085618B" w:rsidP="008E174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A82EAF" w:rsidRDefault="00A82EAF" w:rsidP="00D4034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5618B" w:rsidRDefault="0085618B" w:rsidP="0085618B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 xml:space="preserve">Cena oferty brutto słownie:………………………………………………………………………………………..………… /100 </w:t>
      </w:r>
    </w:p>
    <w:p w:rsidR="0085618B" w:rsidRPr="001D5747" w:rsidRDefault="0085618B" w:rsidP="00D4034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706CAC" w:rsidRPr="005371CA" w:rsidRDefault="005371CA" w:rsidP="005371C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ż przedmiot</w:t>
      </w:r>
      <w:r w:rsidR="008D540E">
        <w:rPr>
          <w:rFonts w:ascii="Arial" w:hAnsi="Arial" w:cs="Arial"/>
          <w:b/>
          <w:iCs/>
          <w:sz w:val="18"/>
          <w:szCs w:val="18"/>
        </w:rPr>
        <w:t>em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 w:rsidR="008D540E"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 w:rsidR="00E317B5">
        <w:rPr>
          <w:rFonts w:ascii="Arial" w:hAnsi="Arial" w:cs="Arial"/>
          <w:b/>
          <w:iCs/>
          <w:sz w:val="18"/>
          <w:szCs w:val="18"/>
        </w:rPr>
        <w:t> 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A82EAF" w:rsidRPr="001D5747" w:rsidRDefault="00A82EAF" w:rsidP="00F412F6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121918" w:rsidRDefault="00A82EAF" w:rsidP="00F412F6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4"/>
      </w:r>
    </w:p>
    <w:p w:rsidR="00F412F6" w:rsidRPr="00F412F6" w:rsidRDefault="00F412F6" w:rsidP="005A2109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262206" w:rsidRDefault="00262206" w:rsidP="00262206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6CAC" w:rsidRPr="00262206" w:rsidRDefault="00706CAC" w:rsidP="005A2109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C57C93" w:rsidRPr="00C57C93" w:rsidRDefault="00A82EAF" w:rsidP="00C57C93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 w:rsidR="00C57C93">
        <w:rPr>
          <w:rFonts w:ascii="Arial" w:hAnsi="Arial" w:cs="Arial"/>
          <w:i/>
          <w:iCs/>
          <w:sz w:val="18"/>
          <w:szCs w:val="18"/>
        </w:rPr>
        <w:t>zawiera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lastRenderedPageBreak/>
        <w:t xml:space="preserve">prowadzących </w:t>
      </w:r>
      <w:r w:rsidR="00C57C93"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706CAC" w:rsidRPr="00C57C93" w:rsidRDefault="00706CAC" w:rsidP="00262206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:rsidR="005A2109" w:rsidRPr="00C57C93" w:rsidRDefault="005A2109" w:rsidP="00C57C93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Jeżeli złożono ofertę, której wybór prowadziłby do powstania u zamawiającego obowiązku podatkowego zgodnie z przepisami o</w:t>
      </w:r>
      <w:r w:rsidR="00357D6B" w:rsidRPr="00C57C93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podatku od towarów i usług, Zamawiający w celu oceny takiej oferty dolicza do przedstawionej w niej ceny podatek od towarów i usług, który miałby obowiązek rozliczyć zgodnie z tymi przepisami. </w:t>
      </w:r>
    </w:p>
    <w:p w:rsidR="005A2109" w:rsidRPr="00C57C93" w:rsidRDefault="005A2109" w:rsidP="00C57C93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7B6E21" w:rsidRPr="002C4460" w:rsidRDefault="00781CF0" w:rsidP="002C4460">
      <w:pPr>
        <w:pStyle w:val="Akapitzlist"/>
        <w:numPr>
          <w:ilvl w:val="0"/>
          <w:numId w:val="4"/>
        </w:numPr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C4460">
        <w:rPr>
          <w:rFonts w:ascii="Arial" w:hAnsi="Arial" w:cs="Arial"/>
          <w:sz w:val="18"/>
          <w:szCs w:val="18"/>
        </w:rPr>
        <w:t>Zobowiązujemy się do realizacji przedmiotu zamó</w:t>
      </w:r>
      <w:r w:rsidR="00397EAD" w:rsidRPr="002C4460">
        <w:rPr>
          <w:rFonts w:ascii="Arial" w:hAnsi="Arial" w:cs="Arial"/>
          <w:sz w:val="18"/>
          <w:szCs w:val="18"/>
        </w:rPr>
        <w:t xml:space="preserve">wienia </w:t>
      </w:r>
      <w:r w:rsidR="006824A9" w:rsidRPr="002C4460">
        <w:rPr>
          <w:rFonts w:ascii="Arial" w:hAnsi="Arial" w:cs="Arial"/>
          <w:sz w:val="18"/>
          <w:szCs w:val="18"/>
        </w:rPr>
        <w:t xml:space="preserve">w </w:t>
      </w:r>
      <w:r w:rsidR="00C57C93" w:rsidRPr="002C4460">
        <w:rPr>
          <w:rFonts w:ascii="Arial" w:hAnsi="Arial" w:cs="Arial"/>
          <w:sz w:val="18"/>
          <w:szCs w:val="18"/>
        </w:rPr>
        <w:t>terminie</w:t>
      </w:r>
      <w:r w:rsidR="00332944" w:rsidRPr="002C4460">
        <w:rPr>
          <w:rFonts w:ascii="Arial" w:hAnsi="Arial" w:cs="Arial"/>
          <w:sz w:val="18"/>
          <w:szCs w:val="18"/>
        </w:rPr>
        <w:t xml:space="preserve"> </w:t>
      </w:r>
      <w:r w:rsidR="002419CA" w:rsidRPr="002C4460">
        <w:rPr>
          <w:rFonts w:ascii="Arial" w:hAnsi="Arial" w:cs="Arial"/>
          <w:b/>
          <w:sz w:val="18"/>
          <w:szCs w:val="18"/>
        </w:rPr>
        <w:t>do dnia 31</w:t>
      </w:r>
      <w:r w:rsidR="00F91C62" w:rsidRPr="002C4460">
        <w:rPr>
          <w:rFonts w:ascii="Arial" w:hAnsi="Arial" w:cs="Arial"/>
          <w:b/>
          <w:sz w:val="18"/>
          <w:szCs w:val="18"/>
        </w:rPr>
        <w:t>.</w:t>
      </w:r>
      <w:r w:rsidR="002419CA" w:rsidRPr="002C4460">
        <w:rPr>
          <w:rFonts w:ascii="Arial" w:hAnsi="Arial" w:cs="Arial"/>
          <w:b/>
          <w:sz w:val="18"/>
          <w:szCs w:val="18"/>
        </w:rPr>
        <w:t>10</w:t>
      </w:r>
      <w:r w:rsidR="00F91C62" w:rsidRPr="002C4460">
        <w:rPr>
          <w:rFonts w:ascii="Arial" w:hAnsi="Arial" w:cs="Arial"/>
          <w:b/>
          <w:sz w:val="18"/>
          <w:szCs w:val="18"/>
        </w:rPr>
        <w:t>.2016 r., jednak</w:t>
      </w:r>
      <w:r w:rsidR="002419CA" w:rsidRPr="002C4460">
        <w:rPr>
          <w:rFonts w:ascii="Arial" w:hAnsi="Arial" w:cs="Arial"/>
          <w:b/>
          <w:sz w:val="18"/>
          <w:szCs w:val="18"/>
        </w:rPr>
        <w:t xml:space="preserve"> nie wcześniej niż od dnia 01.09</w:t>
      </w:r>
      <w:r w:rsidR="002C4460" w:rsidRPr="002C4460">
        <w:rPr>
          <w:rFonts w:ascii="Arial" w:hAnsi="Arial" w:cs="Arial"/>
          <w:b/>
          <w:sz w:val="18"/>
          <w:szCs w:val="18"/>
        </w:rPr>
        <w:t>.2016 r.</w:t>
      </w:r>
      <w:r w:rsidR="002C4460">
        <w:rPr>
          <w:rFonts w:ascii="Arial" w:hAnsi="Arial" w:cs="Arial"/>
          <w:sz w:val="18"/>
          <w:szCs w:val="18"/>
        </w:rPr>
        <w:t xml:space="preserve"> </w:t>
      </w:r>
      <w:r w:rsidR="00F91C62" w:rsidRPr="002C4460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7B6E21" w:rsidRPr="008B2FBB" w:rsidRDefault="00A82EAF" w:rsidP="00E317B5">
      <w:pPr>
        <w:pStyle w:val="Akapitzlist"/>
        <w:numPr>
          <w:ilvl w:val="0"/>
          <w:numId w:val="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7B6E21" w:rsidRPr="00DD09D1" w:rsidRDefault="00A82EAF" w:rsidP="00E317B5">
      <w:pPr>
        <w:pStyle w:val="Akapitzlist"/>
        <w:numPr>
          <w:ilvl w:val="0"/>
          <w:numId w:val="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7B6E21">
        <w:rPr>
          <w:rFonts w:ascii="Arial" w:hAnsi="Arial" w:cs="Arial"/>
          <w:sz w:val="18"/>
          <w:szCs w:val="18"/>
        </w:rPr>
        <w:t>.</w:t>
      </w:r>
    </w:p>
    <w:p w:rsidR="005371CA" w:rsidRPr="00F07005" w:rsidRDefault="005371CA" w:rsidP="00E317B5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6"/>
      </w:r>
      <w:r w:rsidRPr="00E32106">
        <w:rPr>
          <w:rFonts w:ascii="Arial" w:hAnsi="Arial" w:cs="Arial"/>
          <w:sz w:val="18"/>
          <w:szCs w:val="18"/>
        </w:rPr>
        <w:t>: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371CA" w:rsidRDefault="005371CA" w:rsidP="00E317B5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7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5371CA" w:rsidRPr="002160C1" w:rsidRDefault="005371CA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357D6B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8"/>
      </w:r>
    </w:p>
    <w:p w:rsidR="00B91A23" w:rsidRDefault="00A82EAF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317B5" w:rsidRPr="00C57C93" w:rsidRDefault="00E317B5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1D284C" w:rsidRPr="00E74E04" w:rsidRDefault="001D284C" w:rsidP="001D284C">
      <w:pPr>
        <w:pStyle w:val="Akapitzlist"/>
        <w:numPr>
          <w:ilvl w:val="0"/>
          <w:numId w:val="4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9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</w:t>
      </w:r>
      <w:r w:rsidR="00AA35D7" w:rsidRPr="00E74E04">
        <w:rPr>
          <w:rFonts w:ascii="Arial" w:hAnsi="Arial" w:cs="Arial"/>
          <w:b/>
          <w:sz w:val="18"/>
          <w:szCs w:val="18"/>
        </w:rPr>
        <w:t xml:space="preserve">ą, o której mowa w przepisach o </w:t>
      </w:r>
      <w:r w:rsidRPr="00E74E04">
        <w:rPr>
          <w:rFonts w:ascii="Arial" w:hAnsi="Arial" w:cs="Arial"/>
          <w:b/>
          <w:sz w:val="18"/>
          <w:szCs w:val="18"/>
        </w:rPr>
        <w:t>rehabilitacji zawodowej i społecznej oraz zatrudnianiu osób niepełnosprawnych.</w:t>
      </w:r>
    </w:p>
    <w:p w:rsidR="002D7B85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2D7B85" w:rsidRPr="002C4460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2C4460" w:rsidRPr="002C4460" w:rsidRDefault="005371CA" w:rsidP="002C4460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2C4460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 w:rsidR="008B2FBB" w:rsidRPr="002C4460">
        <w:rPr>
          <w:rFonts w:ascii="Arial" w:hAnsi="Arial" w:cs="Arial"/>
          <w:sz w:val="18"/>
          <w:szCs w:val="18"/>
        </w:rPr>
        <w:t> </w:t>
      </w:r>
      <w:r w:rsidRPr="002C4460">
        <w:rPr>
          <w:rFonts w:ascii="Arial" w:hAnsi="Arial" w:cs="Arial"/>
          <w:sz w:val="18"/>
          <w:szCs w:val="18"/>
        </w:rPr>
        <w:t>doświadczenie</w:t>
      </w:r>
      <w:r w:rsidR="002C4460" w:rsidRPr="002C4460">
        <w:rPr>
          <w:rFonts w:ascii="Arial" w:eastAsia="Calibri" w:hAnsi="Arial" w:cs="Arial"/>
          <w:sz w:val="18"/>
          <w:szCs w:val="18"/>
          <w:lang w:eastAsia="en-US"/>
        </w:rPr>
        <w:t xml:space="preserve"> oraz</w:t>
      </w:r>
      <w:r w:rsidR="002C4460" w:rsidRPr="002C4460">
        <w:rPr>
          <w:rFonts w:ascii="Arial" w:eastAsia="Calibri" w:hAnsi="Arial" w:cs="Arial"/>
          <w:b/>
          <w:sz w:val="18"/>
          <w:szCs w:val="18"/>
          <w:lang w:eastAsia="en-US"/>
        </w:rPr>
        <w:t>, że przedmiot umowy będzie realizowany przez akredytowaną jednostkę certyfikującą.</w:t>
      </w:r>
    </w:p>
    <w:p w:rsidR="002D7B85" w:rsidRPr="002C4460" w:rsidRDefault="002C4460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C4460">
        <w:rPr>
          <w:rFonts w:ascii="Arial" w:hAnsi="Arial" w:cs="Arial"/>
          <w:sz w:val="18"/>
          <w:szCs w:val="18"/>
        </w:rPr>
        <w:t xml:space="preserve"> </w:t>
      </w:r>
      <w:r w:rsidR="00A82EAF" w:rsidRPr="002C4460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 w:rsidR="00E317B5" w:rsidRPr="002C4460">
        <w:rPr>
          <w:rFonts w:ascii="Arial" w:hAnsi="Arial" w:cs="Arial"/>
          <w:sz w:val="18"/>
          <w:szCs w:val="18"/>
        </w:rPr>
        <w:t> </w:t>
      </w:r>
      <w:r w:rsidR="00A82EAF" w:rsidRPr="002C4460">
        <w:rPr>
          <w:rFonts w:ascii="Arial" w:hAnsi="Arial" w:cs="Arial"/>
          <w:sz w:val="18"/>
          <w:szCs w:val="18"/>
        </w:rPr>
        <w:t>we</w:t>
      </w:r>
      <w:r w:rsidR="00E317B5" w:rsidRPr="002C4460">
        <w:rPr>
          <w:rFonts w:ascii="Arial" w:hAnsi="Arial" w:cs="Arial"/>
          <w:sz w:val="18"/>
          <w:szCs w:val="18"/>
        </w:rPr>
        <w:t> </w:t>
      </w:r>
      <w:r w:rsidR="00A82EAF" w:rsidRPr="002C4460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 w:rsidR="006D063D"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5A395C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B91A23" w:rsidRDefault="00A82EAF" w:rsidP="00C57C93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 w:rsidR="00167D04">
        <w:rPr>
          <w:rFonts w:ascii="Arial" w:hAnsi="Arial" w:cs="Arial"/>
          <w:bCs/>
          <w:sz w:val="18"/>
          <w:szCs w:val="18"/>
        </w:rPr>
        <w:t xml:space="preserve"> są zgodne ze stanem faktycznym</w:t>
      </w:r>
      <w:r w:rsidR="00814113">
        <w:rPr>
          <w:rFonts w:ascii="Arial" w:hAnsi="Arial" w:cs="Arial"/>
          <w:bCs/>
          <w:sz w:val="18"/>
          <w:szCs w:val="18"/>
        </w:rPr>
        <w:t>.</w:t>
      </w:r>
    </w:p>
    <w:p w:rsidR="00A82EAF" w:rsidRP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D40341" w:rsidRDefault="00A82EAF" w:rsidP="005371CA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D40341" w:rsidRDefault="00A82EAF" w:rsidP="003500EF">
      <w:pPr>
        <w:pStyle w:val="Akapitzlist"/>
        <w:numPr>
          <w:ilvl w:val="0"/>
          <w:numId w:val="5"/>
        </w:numPr>
        <w:spacing w:beforeLines="50" w:before="120" w:afterLines="50" w:after="120" w:line="36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="003500EF">
        <w:rPr>
          <w:rFonts w:ascii="Arial" w:hAnsi="Arial" w:cs="Arial"/>
          <w:sz w:val="18"/>
          <w:szCs w:val="18"/>
        </w:rPr>
        <w:t xml:space="preserve"> 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3500EF">
      <w:pPr>
        <w:pStyle w:val="Akapitzlist"/>
        <w:numPr>
          <w:ilvl w:val="0"/>
          <w:numId w:val="5"/>
        </w:numPr>
        <w:spacing w:beforeLines="50" w:before="120" w:afterLines="50" w:after="120" w:line="36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="003500EF">
        <w:rPr>
          <w:rFonts w:ascii="Arial" w:hAnsi="Arial" w:cs="Arial"/>
          <w:sz w:val="18"/>
          <w:szCs w:val="18"/>
        </w:rPr>
        <w:t xml:space="preserve"> 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3500EF">
      <w:pPr>
        <w:pStyle w:val="Akapitzlist"/>
        <w:numPr>
          <w:ilvl w:val="0"/>
          <w:numId w:val="5"/>
        </w:numPr>
        <w:spacing w:beforeLines="50" w:before="120" w:afterLines="50" w:after="120" w:line="36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="003500EF">
        <w:rPr>
          <w:rFonts w:ascii="Arial" w:hAnsi="Arial" w:cs="Arial"/>
          <w:sz w:val="18"/>
          <w:szCs w:val="18"/>
        </w:rPr>
        <w:t xml:space="preserve">              </w:t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A82EAF" w:rsidRPr="00D40341" w:rsidRDefault="00A82EAF" w:rsidP="003500EF">
      <w:pPr>
        <w:pStyle w:val="Akapitzlist"/>
        <w:numPr>
          <w:ilvl w:val="0"/>
          <w:numId w:val="5"/>
        </w:numPr>
        <w:spacing w:beforeLines="50" w:before="120" w:afterLines="50" w:after="120" w:line="36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="003500EF">
        <w:rPr>
          <w:rFonts w:ascii="Arial" w:hAnsi="Arial" w:cs="Arial"/>
          <w:sz w:val="18"/>
          <w:szCs w:val="18"/>
        </w:rPr>
        <w:t xml:space="preserve">              </w:t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A82EAF" w:rsidRPr="00D40341" w:rsidRDefault="00A82EAF" w:rsidP="003500EF">
      <w:pPr>
        <w:pStyle w:val="Akapitzlist"/>
        <w:numPr>
          <w:ilvl w:val="0"/>
          <w:numId w:val="5"/>
        </w:numPr>
        <w:spacing w:beforeLines="50" w:before="120" w:afterLines="50" w:after="120" w:line="36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="003500EF">
        <w:rPr>
          <w:rFonts w:ascii="Arial" w:hAnsi="Arial" w:cs="Arial"/>
          <w:sz w:val="18"/>
          <w:szCs w:val="18"/>
        </w:rPr>
        <w:t xml:space="preserve"> 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3500EF">
      <w:pPr>
        <w:pStyle w:val="Akapitzlist"/>
        <w:numPr>
          <w:ilvl w:val="0"/>
          <w:numId w:val="5"/>
        </w:numPr>
        <w:spacing w:beforeLines="50" w:before="120" w:afterLines="50" w:after="120" w:line="36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="003500EF">
        <w:rPr>
          <w:rFonts w:ascii="Arial" w:hAnsi="Arial" w:cs="Arial"/>
          <w:sz w:val="18"/>
          <w:szCs w:val="18"/>
        </w:rPr>
        <w:t xml:space="preserve">             </w:t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A82EAF" w:rsidRDefault="00A82EAF" w:rsidP="00D4034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5371CA" w:rsidRDefault="00A82EAF" w:rsidP="00E317B5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A82EAF" w:rsidRPr="005371CA" w:rsidRDefault="00A82EAF" w:rsidP="00E317B5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A82EAF" w:rsidP="00E317B5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„B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0062C1" w:rsidRPr="00C57C93" w:rsidRDefault="002519EC" w:rsidP="00BF640E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 certyfikowane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>: „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Aud</w:t>
      </w:r>
      <w:r w:rsidR="00205141">
        <w:rPr>
          <w:rFonts w:ascii="Arial" w:eastAsia="Calibri" w:hAnsi="Arial" w:cs="Arial"/>
          <w:b/>
          <w:bCs/>
          <w:sz w:val="24"/>
          <w:szCs w:val="24"/>
          <w:lang w:eastAsia="ar-SA"/>
        </w:rPr>
        <w:t>i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tor wewnętrzny systemów bezpieczeństwa żywności GMP/GHP oraz HACCP wg ISO 22000</w:t>
      </w:r>
      <w:r w:rsidR="00080A35">
        <w:rPr>
          <w:rFonts w:ascii="Arial" w:eastAsia="Calibri" w:hAnsi="Arial" w:cs="Arial"/>
          <w:b/>
          <w:bCs/>
          <w:sz w:val="24"/>
          <w:szCs w:val="24"/>
          <w:lang w:eastAsia="ar-SA"/>
        </w:rPr>
        <w:t>:2006</w:t>
      </w:r>
      <w:r w:rsidR="000062C1"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”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(24h)</w:t>
      </w:r>
    </w:p>
    <w:p w:rsidR="000062C1" w:rsidRPr="00706CAC" w:rsidRDefault="000062C1" w:rsidP="000062C1">
      <w:pPr>
        <w:pStyle w:val="Akapitzlist"/>
        <w:numPr>
          <w:ilvl w:val="0"/>
          <w:numId w:val="35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1034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1985"/>
        <w:gridCol w:w="1843"/>
        <w:gridCol w:w="2835"/>
      </w:tblGrid>
      <w:tr w:rsidR="000C5030" w:rsidRPr="001D5747" w:rsidTr="000C5030">
        <w:trPr>
          <w:trHeight w:val="1165"/>
        </w:trPr>
        <w:tc>
          <w:tcPr>
            <w:tcW w:w="2126" w:type="dxa"/>
          </w:tcPr>
          <w:p w:rsidR="000D116C" w:rsidRPr="00A35C43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przeszkolenie                1 osoby (24h)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116C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</w:p>
          <w:p w:rsidR="000D116C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D116C" w:rsidRPr="005371CA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D116C" w:rsidRPr="005371CA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</w:t>
            </w:r>
            <w:r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za przeszkolenie  </w:t>
            </w:r>
            <w:r w:rsidR="0085618B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1 osoby (24h)</w:t>
            </w:r>
          </w:p>
          <w:p w:rsidR="000D116C" w:rsidRPr="005371CA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0D116C" w:rsidRPr="005371CA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Maksymalna liczba uczestników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  <w:tc>
          <w:tcPr>
            <w:tcW w:w="2835" w:type="dxa"/>
          </w:tcPr>
          <w:p w:rsidR="000D116C" w:rsidRPr="005371CA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D116C" w:rsidRPr="005371CA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C5030" w:rsidRPr="001D5747" w:rsidTr="000C5030">
        <w:trPr>
          <w:trHeight w:val="337"/>
        </w:trPr>
        <w:tc>
          <w:tcPr>
            <w:tcW w:w="2126" w:type="dxa"/>
          </w:tcPr>
          <w:p w:rsidR="000D116C" w:rsidRPr="00A35C43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116C" w:rsidRPr="00A35C43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0D116C" w:rsidRPr="00A35C43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0D116C" w:rsidRPr="00A35C43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0D116C" w:rsidRPr="00A35C43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5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= 3x4</w:t>
            </w:r>
          </w:p>
        </w:tc>
      </w:tr>
      <w:tr w:rsidR="000C5030" w:rsidRPr="00F73B0F" w:rsidTr="000C5030">
        <w:trPr>
          <w:trHeight w:val="1421"/>
        </w:trPr>
        <w:tc>
          <w:tcPr>
            <w:tcW w:w="2126" w:type="dxa"/>
            <w:vAlign w:val="center"/>
          </w:tcPr>
          <w:p w:rsidR="000D116C" w:rsidRPr="00F73B0F" w:rsidRDefault="000D116C" w:rsidP="008E174E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………………PLN</w:t>
            </w:r>
          </w:p>
        </w:tc>
        <w:tc>
          <w:tcPr>
            <w:tcW w:w="1559" w:type="dxa"/>
            <w:tcBorders>
              <w:tl2br w:val="nil"/>
            </w:tcBorders>
            <w:vAlign w:val="center"/>
          </w:tcPr>
          <w:p w:rsidR="000D116C" w:rsidRPr="00F73B0F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Zw.%</w:t>
            </w:r>
          </w:p>
        </w:tc>
        <w:tc>
          <w:tcPr>
            <w:tcW w:w="1985" w:type="dxa"/>
            <w:vAlign w:val="center"/>
          </w:tcPr>
          <w:p w:rsidR="000D116C" w:rsidRPr="00F73B0F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</w:t>
            </w:r>
            <w:r w:rsidR="000C5030">
              <w:rPr>
                <w:rFonts w:ascii="Arial" w:hAnsi="Arial" w:cs="Arial"/>
                <w:b/>
                <w:sz w:val="18"/>
                <w:szCs w:val="18"/>
              </w:rPr>
              <w:t>…..</w:t>
            </w: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………PLN</w:t>
            </w:r>
          </w:p>
        </w:tc>
        <w:tc>
          <w:tcPr>
            <w:tcW w:w="1843" w:type="dxa"/>
            <w:vAlign w:val="center"/>
          </w:tcPr>
          <w:p w:rsidR="000D116C" w:rsidRPr="00F73B0F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73B0F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835" w:type="dxa"/>
          </w:tcPr>
          <w:p w:rsidR="000D116C" w:rsidRPr="00F73B0F" w:rsidRDefault="000D116C" w:rsidP="008E174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062C1" w:rsidRDefault="000062C1" w:rsidP="000062C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5618B" w:rsidRDefault="0085618B" w:rsidP="0085618B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 xml:space="preserve">Cena oferty brutto słownie:………………………………………………………………………………………..………… /100 </w:t>
      </w:r>
    </w:p>
    <w:p w:rsidR="000D116C" w:rsidRPr="001D5747" w:rsidRDefault="000D116C" w:rsidP="000062C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8"/>
          <w:szCs w:val="18"/>
          <w:highlight w:val="yellow"/>
        </w:rPr>
      </w:pPr>
    </w:p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12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</w:t>
      </w:r>
      <w:r w:rsidRPr="00C57C93">
        <w:rPr>
          <w:rFonts w:ascii="Arial" w:hAnsi="Arial" w:cs="Arial"/>
          <w:i/>
          <w:iCs/>
          <w:sz w:val="18"/>
          <w:szCs w:val="18"/>
        </w:rPr>
        <w:lastRenderedPageBreak/>
        <w:t xml:space="preserve">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2D37E9" w:rsidRPr="002D37E9" w:rsidRDefault="002D37E9" w:rsidP="002D37E9">
      <w:pPr>
        <w:pStyle w:val="Akapitzlist"/>
        <w:numPr>
          <w:ilvl w:val="0"/>
          <w:numId w:val="35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37E9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 w:rsidRPr="002C4460">
        <w:rPr>
          <w:rFonts w:ascii="Arial" w:hAnsi="Arial" w:cs="Arial"/>
          <w:b/>
          <w:sz w:val="18"/>
          <w:szCs w:val="18"/>
        </w:rPr>
        <w:t>do dnia 31.10.2016 r., jednak nie wcześ</w:t>
      </w:r>
      <w:r w:rsidR="002C4460" w:rsidRPr="002C4460">
        <w:rPr>
          <w:rFonts w:ascii="Arial" w:hAnsi="Arial" w:cs="Arial"/>
          <w:b/>
          <w:sz w:val="18"/>
          <w:szCs w:val="18"/>
        </w:rPr>
        <w:t>niej niż od dnia 01.09.2016 r.</w:t>
      </w:r>
      <w:r w:rsidR="002C4460">
        <w:rPr>
          <w:rFonts w:ascii="Arial" w:hAnsi="Arial" w:cs="Arial"/>
          <w:sz w:val="18"/>
          <w:szCs w:val="18"/>
        </w:rPr>
        <w:t xml:space="preserve"> </w:t>
      </w:r>
      <w:r w:rsidRPr="002D37E9">
        <w:rPr>
          <w:rFonts w:ascii="Arial" w:hAnsi="Arial" w:cs="Arial"/>
          <w:sz w:val="18"/>
          <w:szCs w:val="18"/>
        </w:rPr>
        <w:t>Szkolenia będą przeprowadzone zgodnie z 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5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5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3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14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15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16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0062C1" w:rsidRPr="00C57C93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E74E04" w:rsidRPr="00E74E04" w:rsidRDefault="00E74E04" w:rsidP="00E74E04">
      <w:pPr>
        <w:pStyle w:val="Akapitzlist"/>
        <w:numPr>
          <w:ilvl w:val="0"/>
          <w:numId w:val="35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17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</w:t>
      </w:r>
      <w:r w:rsidR="002C4460">
        <w:rPr>
          <w:rFonts w:ascii="Arial" w:hAnsi="Arial" w:cs="Arial"/>
          <w:sz w:val="18"/>
          <w:szCs w:val="18"/>
        </w:rPr>
        <w:t xml:space="preserve"> oraz,  </w:t>
      </w:r>
      <w:r w:rsidR="002C4460" w:rsidRPr="002C4460">
        <w:rPr>
          <w:rFonts w:ascii="Arial" w:eastAsia="Calibri" w:hAnsi="Arial" w:cs="Arial"/>
          <w:b/>
          <w:sz w:val="18"/>
          <w:szCs w:val="18"/>
          <w:lang w:eastAsia="en-US"/>
        </w:rPr>
        <w:t>że przedmiot umowy będzie realizowany przez akredytowaną jednostkę certyfikującą.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062C1" w:rsidRPr="002D7B85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0A058E">
      <w:pPr>
        <w:pStyle w:val="Akapitzlist"/>
        <w:numPr>
          <w:ilvl w:val="0"/>
          <w:numId w:val="36"/>
        </w:numPr>
        <w:spacing w:beforeLines="50" w:before="120" w:afterLines="50" w:after="120" w:line="276" w:lineRule="auto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0A058E">
      <w:pPr>
        <w:pStyle w:val="Akapitzlist"/>
        <w:numPr>
          <w:ilvl w:val="0"/>
          <w:numId w:val="36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0A058E">
      <w:pPr>
        <w:pStyle w:val="Akapitzlist"/>
        <w:numPr>
          <w:ilvl w:val="0"/>
          <w:numId w:val="36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0A058E">
      <w:pPr>
        <w:pStyle w:val="Akapitzlist"/>
        <w:numPr>
          <w:ilvl w:val="0"/>
          <w:numId w:val="36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0A058E">
      <w:pPr>
        <w:pStyle w:val="Akapitzlist"/>
        <w:numPr>
          <w:ilvl w:val="0"/>
          <w:numId w:val="36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0A058E">
      <w:pPr>
        <w:pStyle w:val="Akapitzlist"/>
        <w:numPr>
          <w:ilvl w:val="0"/>
          <w:numId w:val="36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A058E" w:rsidRDefault="000A058E" w:rsidP="000062C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0062C1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  <w:r>
        <w:rPr>
          <w:rFonts w:ascii="Arial" w:hAnsi="Arial" w:cs="Arial"/>
          <w:i/>
          <w:sz w:val="18"/>
          <w:szCs w:val="18"/>
        </w:rPr>
        <w:br w:type="page"/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„C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0062C1" w:rsidRPr="00C57C93" w:rsidRDefault="002519EC" w:rsidP="002519EC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 certyfikowane</w:t>
      </w:r>
      <w:r w:rsidR="000062C1"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: </w:t>
      </w:r>
      <w:r w:rsidR="00205141">
        <w:rPr>
          <w:rFonts w:ascii="Arial" w:eastAsia="Calibri" w:hAnsi="Arial" w:cs="Arial"/>
          <w:b/>
          <w:bCs/>
          <w:sz w:val="24"/>
          <w:szCs w:val="24"/>
          <w:lang w:eastAsia="ar-SA"/>
        </w:rPr>
        <w:t>„Audi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tor wewnętrzny 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Zintegrowanych Systemów Zarządzania (ISO 9001:2015, ISO 14001:2015, PN-N 18001:2004)</w:t>
      </w:r>
      <w:r w:rsidR="000062C1"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>”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(</w:t>
      </w: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24</w:t>
      </w:r>
      <w:r w:rsidR="000062C1">
        <w:rPr>
          <w:rFonts w:ascii="Arial" w:eastAsia="Calibri" w:hAnsi="Arial" w:cs="Arial"/>
          <w:b/>
          <w:bCs/>
          <w:sz w:val="24"/>
          <w:szCs w:val="24"/>
          <w:lang w:eastAsia="ar-SA"/>
        </w:rPr>
        <w:t>h)</w:t>
      </w:r>
    </w:p>
    <w:p w:rsidR="000062C1" w:rsidRPr="00706CAC" w:rsidRDefault="000062C1" w:rsidP="000062C1">
      <w:pPr>
        <w:pStyle w:val="Akapitzlist"/>
        <w:numPr>
          <w:ilvl w:val="0"/>
          <w:numId w:val="37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1034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2127"/>
        <w:gridCol w:w="2268"/>
        <w:gridCol w:w="2835"/>
      </w:tblGrid>
      <w:tr w:rsidR="00B25698" w:rsidRPr="001D5747" w:rsidTr="000C5030">
        <w:trPr>
          <w:trHeight w:val="1165"/>
        </w:trPr>
        <w:tc>
          <w:tcPr>
            <w:tcW w:w="1701" w:type="dxa"/>
          </w:tcPr>
          <w:p w:rsidR="00B25698" w:rsidRPr="00A35C43" w:rsidRDefault="00B25698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przeszkolenie                1 osoby (24h)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5698" w:rsidRDefault="00B25698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</w:p>
          <w:p w:rsidR="00B25698" w:rsidRDefault="00B25698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25698" w:rsidRPr="005371CA" w:rsidRDefault="00B25698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:rsidR="00B25698" w:rsidRPr="005371CA" w:rsidRDefault="00B25698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cena  </w:t>
            </w:r>
            <w:r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przeszkolenie  1 osoby (</w:t>
            </w:r>
            <w:r w:rsidR="00ED0E82">
              <w:rPr>
                <w:rFonts w:ascii="Arial" w:hAnsi="Arial" w:cs="Arial"/>
                <w:b/>
                <w:sz w:val="18"/>
                <w:szCs w:val="18"/>
              </w:rPr>
              <w:t>24</w:t>
            </w:r>
            <w:r>
              <w:rPr>
                <w:rFonts w:ascii="Arial" w:hAnsi="Arial" w:cs="Arial"/>
                <w:b/>
                <w:sz w:val="18"/>
                <w:szCs w:val="18"/>
              </w:rPr>
              <w:t>h)</w:t>
            </w:r>
          </w:p>
          <w:p w:rsidR="00B25698" w:rsidRPr="005371CA" w:rsidRDefault="00B25698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B25698" w:rsidRPr="005371CA" w:rsidRDefault="00B25698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Maksymalna liczba uczestników</w:t>
            </w:r>
            <w:r w:rsidR="00170D4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2835" w:type="dxa"/>
          </w:tcPr>
          <w:p w:rsidR="00B25698" w:rsidRPr="005371CA" w:rsidRDefault="00B25698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71C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5371C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5371C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B25698" w:rsidRPr="005371CA" w:rsidRDefault="00B25698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35C43" w:rsidRPr="001D5747" w:rsidTr="000C5030">
        <w:trPr>
          <w:trHeight w:val="337"/>
        </w:trPr>
        <w:tc>
          <w:tcPr>
            <w:tcW w:w="1701" w:type="dxa"/>
          </w:tcPr>
          <w:p w:rsidR="00A35C43" w:rsidRPr="00A35C43" w:rsidRDefault="00A35C43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5C43" w:rsidRPr="00A35C43" w:rsidRDefault="00A35C43" w:rsidP="00B25698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127" w:type="dxa"/>
          </w:tcPr>
          <w:p w:rsidR="00A35C43" w:rsidRPr="00A35C43" w:rsidRDefault="00A35C43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A35C43" w:rsidRPr="00A35C43" w:rsidRDefault="00A35C43" w:rsidP="00B25698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A35C43" w:rsidRPr="00A35C43" w:rsidRDefault="00A35C43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35C43"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="00ED0E82">
              <w:rPr>
                <w:rFonts w:ascii="Arial" w:hAnsi="Arial" w:cs="Arial"/>
                <w:i/>
                <w:sz w:val="16"/>
                <w:szCs w:val="16"/>
              </w:rPr>
              <w:t xml:space="preserve"> = 3x4</w:t>
            </w:r>
          </w:p>
        </w:tc>
      </w:tr>
      <w:tr w:rsidR="00B25698" w:rsidRPr="00F73B0F" w:rsidTr="000C5030">
        <w:trPr>
          <w:trHeight w:val="1421"/>
        </w:trPr>
        <w:tc>
          <w:tcPr>
            <w:tcW w:w="1701" w:type="dxa"/>
            <w:vAlign w:val="center"/>
          </w:tcPr>
          <w:p w:rsidR="00B25698" w:rsidRPr="00F73B0F" w:rsidRDefault="00A35C43" w:rsidP="00A35C43">
            <w:pPr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  <w:r w:rsidR="00B25698" w:rsidRPr="00F73B0F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B25698" w:rsidRPr="00F73B0F" w:rsidRDefault="00B25698" w:rsidP="00A35C43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Zw.%</w:t>
            </w:r>
          </w:p>
        </w:tc>
        <w:tc>
          <w:tcPr>
            <w:tcW w:w="2127" w:type="dxa"/>
            <w:vAlign w:val="center"/>
          </w:tcPr>
          <w:p w:rsidR="00B25698" w:rsidRPr="00F73B0F" w:rsidRDefault="00B25698" w:rsidP="00A35C43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……………PLN</w:t>
            </w:r>
          </w:p>
        </w:tc>
        <w:tc>
          <w:tcPr>
            <w:tcW w:w="2268" w:type="dxa"/>
            <w:vAlign w:val="center"/>
          </w:tcPr>
          <w:p w:rsidR="00B25698" w:rsidRPr="00F73B0F" w:rsidRDefault="00B25698" w:rsidP="00A35C43">
            <w:pPr>
              <w:pStyle w:val="Akapitzlist"/>
              <w:spacing w:beforeLines="40" w:before="96" w:afterLines="40" w:after="96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3B0F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2835" w:type="dxa"/>
          </w:tcPr>
          <w:p w:rsidR="00B25698" w:rsidRPr="00F73B0F" w:rsidRDefault="00B25698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D0E82" w:rsidRPr="00F73B0F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ED0E82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 xml:space="preserve">Cena oferty brutto słownie:………………………………………………………………………………………..………… /100 </w:t>
      </w:r>
    </w:p>
    <w:p w:rsidR="00ED0E82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ED0E82" w:rsidRDefault="00ED0E82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</w:p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D5747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20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lastRenderedPageBreak/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wszelkie koszty poniesione w celu należytego i pełnego wykonania zamówienia, zgodnie z wymaganiami opisanymi w załączniku nr 2 do SIWZ,  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F91C62" w:rsidRPr="00F91C62" w:rsidRDefault="00F91C62" w:rsidP="00F91C62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C61DA5">
        <w:rPr>
          <w:rFonts w:ascii="Arial" w:hAnsi="Arial" w:cs="Arial"/>
          <w:b/>
          <w:sz w:val="18"/>
          <w:szCs w:val="18"/>
        </w:rPr>
        <w:t>do dnia 30.06.2016 r., jednak nie wcześ</w:t>
      </w:r>
      <w:r w:rsidR="00C61DA5" w:rsidRPr="00C61DA5">
        <w:rPr>
          <w:rFonts w:ascii="Arial" w:hAnsi="Arial" w:cs="Arial"/>
          <w:b/>
          <w:sz w:val="18"/>
          <w:szCs w:val="18"/>
        </w:rPr>
        <w:t>niej niż od dnia 01.06.2016 r.</w:t>
      </w:r>
      <w:r w:rsidR="00C61DA5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1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22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23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24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74E04" w:rsidRPr="00E74E04" w:rsidRDefault="00E74E04" w:rsidP="00E74E04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lastRenderedPageBreak/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25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C61DA5" w:rsidRDefault="000062C1" w:rsidP="00C61DA5">
      <w:pPr>
        <w:pStyle w:val="Akapitzlist"/>
        <w:numPr>
          <w:ilvl w:val="0"/>
          <w:numId w:val="3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</w:t>
      </w:r>
      <w:r w:rsidR="00C61DA5">
        <w:rPr>
          <w:rFonts w:ascii="Arial" w:hAnsi="Arial" w:cs="Arial"/>
          <w:sz w:val="18"/>
          <w:szCs w:val="18"/>
        </w:rPr>
        <w:t xml:space="preserve"> oraz,  </w:t>
      </w:r>
      <w:r w:rsidR="00C61DA5" w:rsidRPr="002C4460">
        <w:rPr>
          <w:rFonts w:ascii="Arial" w:eastAsia="Calibri" w:hAnsi="Arial" w:cs="Arial"/>
          <w:b/>
          <w:sz w:val="18"/>
          <w:szCs w:val="18"/>
          <w:lang w:eastAsia="en-US"/>
        </w:rPr>
        <w:t>że przedmiot umowy będzie realizowany przez akredytowaną jednostkę certyfikującą.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wszystkich załącznikach do niej, wymagania Zamawiającego.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062C1" w:rsidRPr="002D7B85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0A058E">
      <w:pPr>
        <w:pStyle w:val="Akapitzlist"/>
        <w:numPr>
          <w:ilvl w:val="0"/>
          <w:numId w:val="38"/>
        </w:numPr>
        <w:spacing w:beforeLines="50" w:before="120" w:afterLines="50" w:after="120" w:line="276" w:lineRule="auto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0A058E">
      <w:pPr>
        <w:pStyle w:val="Akapitzlist"/>
        <w:numPr>
          <w:ilvl w:val="0"/>
          <w:numId w:val="38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0A058E">
      <w:pPr>
        <w:pStyle w:val="Akapitzlist"/>
        <w:numPr>
          <w:ilvl w:val="0"/>
          <w:numId w:val="38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 </w:t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0A058E">
      <w:pPr>
        <w:pStyle w:val="Akapitzlist"/>
        <w:numPr>
          <w:ilvl w:val="0"/>
          <w:numId w:val="38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 </w:t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0A058E">
      <w:pPr>
        <w:pStyle w:val="Akapitzlist"/>
        <w:numPr>
          <w:ilvl w:val="0"/>
          <w:numId w:val="38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</w:t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Default="000062C1" w:rsidP="000A058E">
      <w:pPr>
        <w:pStyle w:val="Akapitzlist"/>
        <w:numPr>
          <w:ilvl w:val="0"/>
          <w:numId w:val="38"/>
        </w:numPr>
        <w:spacing w:beforeLines="50" w:before="120" w:afterLines="50" w:after="120" w:line="276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A058E">
        <w:rPr>
          <w:rFonts w:ascii="Arial" w:hAnsi="Arial" w:cs="Arial"/>
          <w:sz w:val="18"/>
          <w:szCs w:val="18"/>
        </w:rPr>
        <w:t xml:space="preserve">             </w:t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0A058E" w:rsidRDefault="000A058E" w:rsidP="000A058E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F91C62">
      <w:pPr>
        <w:tabs>
          <w:tab w:val="left" w:pos="284"/>
          <w:tab w:val="left" w:pos="709"/>
        </w:tabs>
        <w:ind w:left="4253"/>
        <w:jc w:val="center"/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sectPr w:rsidR="000062C1" w:rsidSect="00C57C93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1" w:bottom="510" w:left="510" w:header="425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9B" w:rsidRDefault="001E3A9B" w:rsidP="007B3FEE">
      <w:r>
        <w:separator/>
      </w:r>
    </w:p>
  </w:endnote>
  <w:endnote w:type="continuationSeparator" w:id="0">
    <w:p w:rsidR="001E3A9B" w:rsidRDefault="001E3A9B" w:rsidP="007B3FEE">
      <w:r>
        <w:continuationSeparator/>
      </w:r>
    </w:p>
  </w:endnote>
  <w:endnote w:type="continuationNotice" w:id="1">
    <w:p w:rsidR="001E3A9B" w:rsidRDefault="001E3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9B" w:rsidRDefault="001E3A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3A9B" w:rsidRDefault="001E3A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9B" w:rsidRPr="00AD3D19" w:rsidRDefault="008A525B" w:rsidP="00AD3D19">
    <w:pPr>
      <w:pStyle w:val="Stopka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i/>
      </w:rPr>
      <w:pict>
        <v:rect id="_x0000_i1026" style="width:453.5pt;height:1pt" o:hralign="center" o:hrstd="t" o:hr="t" fillcolor="#aca899" stroked="f"/>
      </w:pict>
    </w:r>
    <w:r w:rsidR="001E3A9B" w:rsidRPr="00AD3D19">
      <w:rPr>
        <w:rFonts w:ascii="Calibri" w:eastAsia="Calibri" w:hAnsi="Calibri"/>
        <w:lang w:eastAsia="en-US"/>
      </w:rPr>
      <w:t xml:space="preserve"> </w:t>
    </w:r>
    <w:r w:rsidR="001E3A9B" w:rsidRPr="00AD3D19">
      <w:rPr>
        <w:rFonts w:ascii="Calibri" w:eastAsia="Calibri" w:hAnsi="Calibri"/>
        <w:sz w:val="16"/>
        <w:szCs w:val="16"/>
        <w:lang w:eastAsia="en-US"/>
      </w:rPr>
      <w:t>Projekt współfinansowany ze środków Unii Europejskiej w ramach Europejskiego Funduszu Społecznego</w:t>
    </w:r>
  </w:p>
  <w:p w:rsidR="001E3A9B" w:rsidRPr="00AD3D19" w:rsidRDefault="001E3A9B" w:rsidP="00AD3D19">
    <w:pPr>
      <w:tabs>
        <w:tab w:val="center" w:pos="4536"/>
        <w:tab w:val="right" w:pos="9072"/>
      </w:tabs>
      <w:jc w:val="center"/>
      <w:rPr>
        <w:rFonts w:ascii="Calibri" w:eastAsia="Calibri" w:hAnsi="Calibri"/>
        <w:lang w:eastAsia="en-US"/>
      </w:rPr>
    </w:pPr>
    <w:r w:rsidRPr="00AD3D19">
      <w:rPr>
        <w:rFonts w:ascii="Calibri" w:eastAsia="Calibri" w:hAnsi="Calibri" w:cs="Arial"/>
        <w:sz w:val="16"/>
        <w:szCs w:val="16"/>
        <w:lang w:eastAsia="en-US"/>
      </w:rPr>
      <w:t>Uniwersytet Śląski w Katowicach, ul. Bankowa 12,  40-007  Katowice,  http://www.us.edu.pl</w:t>
    </w:r>
  </w:p>
  <w:p w:rsidR="001E3A9B" w:rsidRPr="00C57C93" w:rsidRDefault="001E3A9B" w:rsidP="00AD3D19">
    <w:pPr>
      <w:pStyle w:val="Stopka"/>
      <w:tabs>
        <w:tab w:val="clear" w:pos="4536"/>
      </w:tabs>
      <w:jc w:val="center"/>
      <w:rPr>
        <w:rFonts w:asciiTheme="minorHAnsi" w:hAnsiTheme="minorHAnsi"/>
      </w:rPr>
    </w:pPr>
    <w:r w:rsidRPr="00C57C93">
      <w:rPr>
        <w:rFonts w:asciiTheme="minorHAnsi" w:hAnsiTheme="minorHAnsi"/>
      </w:rPr>
      <w:t xml:space="preserve"> </w:t>
    </w:r>
  </w:p>
  <w:p w:rsidR="001E3A9B" w:rsidRPr="00C57C93" w:rsidRDefault="001E3A9B" w:rsidP="00C57C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9B" w:rsidRDefault="001E3A9B" w:rsidP="007B3FEE">
      <w:r>
        <w:separator/>
      </w:r>
    </w:p>
  </w:footnote>
  <w:footnote w:type="continuationSeparator" w:id="0">
    <w:p w:rsidR="001E3A9B" w:rsidRDefault="001E3A9B" w:rsidP="007B3FEE">
      <w:r>
        <w:continuationSeparator/>
      </w:r>
    </w:p>
  </w:footnote>
  <w:footnote w:type="continuationNotice" w:id="1">
    <w:p w:rsidR="001E3A9B" w:rsidRDefault="001E3A9B"/>
  </w:footnote>
  <w:footnote w:id="2">
    <w:p w:rsidR="0085618B" w:rsidRPr="0085618B" w:rsidRDefault="0085618B" w:rsidP="0085618B">
      <w:pPr>
        <w:pStyle w:val="Tekstprzypisudolnego"/>
        <w:ind w:left="284" w:hanging="142"/>
        <w:rPr>
          <w:rFonts w:ascii="Arial" w:hAnsi="Arial" w:cs="Arial"/>
          <w:sz w:val="16"/>
          <w:szCs w:val="16"/>
        </w:rPr>
      </w:pPr>
      <w:r w:rsidRPr="0085618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618B">
        <w:rPr>
          <w:rFonts w:ascii="Arial" w:hAnsi="Arial" w:cs="Arial"/>
          <w:sz w:val="16"/>
          <w:szCs w:val="16"/>
        </w:rPr>
        <w:t xml:space="preserve"> </w:t>
      </w:r>
      <w:r w:rsidRPr="0085618B">
        <w:rPr>
          <w:rFonts w:ascii="Arial" w:hAnsi="Arial" w:cs="Arial"/>
          <w:i/>
          <w:sz w:val="16"/>
          <w:szCs w:val="16"/>
        </w:rPr>
        <w:t>Podana liczba uczestników jest liczbą maksymalną, która może ulec zmniejszeniu w zależności od zainteresowania szkoleniem.</w:t>
      </w:r>
    </w:p>
  </w:footnote>
  <w:footnote w:id="3">
    <w:p w:rsidR="0085618B" w:rsidRPr="00B25698" w:rsidRDefault="0085618B" w:rsidP="0085618B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  <w:r w:rsidRPr="00B2569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5698">
        <w:rPr>
          <w:rFonts w:ascii="Arial" w:hAnsi="Arial" w:cs="Arial"/>
          <w:sz w:val="16"/>
          <w:szCs w:val="16"/>
        </w:rPr>
        <w:t xml:space="preserve"> </w:t>
      </w:r>
      <w:r w:rsidRPr="00B25698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4">
    <w:p w:rsidR="001E3A9B" w:rsidRPr="00D44FAF" w:rsidRDefault="001E3A9B" w:rsidP="0085618B">
      <w:pPr>
        <w:pStyle w:val="Tekstprzypisudolnego"/>
        <w:ind w:left="284" w:hanging="142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5">
    <w:p w:rsidR="001E3A9B" w:rsidRPr="00137883" w:rsidRDefault="001E3A9B" w:rsidP="006D063D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>4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6">
    <w:p w:rsidR="001E3A9B" w:rsidRPr="00F07005" w:rsidRDefault="001E3A9B" w:rsidP="006D063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5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7">
    <w:p w:rsidR="001E3A9B" w:rsidRPr="00F07005" w:rsidRDefault="001E3A9B" w:rsidP="006D063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6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8">
    <w:p w:rsidR="001E3A9B" w:rsidRPr="00A82EAF" w:rsidRDefault="001E3A9B" w:rsidP="006D063D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9">
    <w:p w:rsidR="001E3A9B" w:rsidRPr="005C0777" w:rsidRDefault="001E3A9B" w:rsidP="00DE5DB4">
      <w:pPr>
        <w:pStyle w:val="Tekstprzypisudolnego"/>
        <w:spacing w:before="120"/>
        <w:ind w:left="567" w:hanging="284"/>
        <w:jc w:val="both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10">
    <w:p w:rsidR="000D116C" w:rsidRDefault="000D116C" w:rsidP="000D116C">
      <w:pPr>
        <w:pStyle w:val="Tekstprzypisudolnego"/>
        <w:ind w:left="284" w:hanging="142"/>
      </w:pPr>
      <w:r>
        <w:rPr>
          <w:rStyle w:val="Odwoanieprzypisudolnego"/>
        </w:rPr>
        <w:footnoteRef/>
      </w:r>
      <w:r>
        <w:t xml:space="preserve"> </w:t>
      </w:r>
      <w:r w:rsidRPr="00170D4B">
        <w:rPr>
          <w:rFonts w:ascii="Arial" w:hAnsi="Arial" w:cs="Arial"/>
          <w:i/>
          <w:sz w:val="16"/>
          <w:szCs w:val="16"/>
        </w:rPr>
        <w:t>Podana liczba uczestników jest liczbą maksymalną, która może ulec zmniejszeniu w zależności od zainteresowania szkoleniem.</w:t>
      </w:r>
    </w:p>
  </w:footnote>
  <w:footnote w:id="11">
    <w:p w:rsidR="000D116C" w:rsidRPr="00B25698" w:rsidRDefault="000D116C" w:rsidP="000D116C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  <w:r w:rsidRPr="00B2569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5698">
        <w:rPr>
          <w:rFonts w:ascii="Arial" w:hAnsi="Arial" w:cs="Arial"/>
          <w:sz w:val="16"/>
          <w:szCs w:val="16"/>
        </w:rPr>
        <w:t xml:space="preserve"> </w:t>
      </w:r>
      <w:r w:rsidRPr="00B25698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2">
    <w:p w:rsidR="001E3A9B" w:rsidRPr="00D44FAF" w:rsidRDefault="001E3A9B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13">
    <w:p w:rsidR="001E3A9B" w:rsidRPr="00137883" w:rsidRDefault="001E3A9B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>4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14">
    <w:p w:rsidR="001E3A9B" w:rsidRPr="00F07005" w:rsidRDefault="001E3A9B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5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15">
    <w:p w:rsidR="001E3A9B" w:rsidRPr="00F07005" w:rsidRDefault="001E3A9B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6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16">
    <w:p w:rsidR="001E3A9B" w:rsidRPr="00A82EAF" w:rsidRDefault="001E3A9B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17">
    <w:p w:rsidR="001E3A9B" w:rsidRPr="005C0777" w:rsidRDefault="001E3A9B" w:rsidP="00544146">
      <w:pPr>
        <w:pStyle w:val="Tekstprzypisudolnego"/>
        <w:spacing w:before="120"/>
        <w:ind w:left="426" w:hanging="284"/>
        <w:jc w:val="both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18">
    <w:p w:rsidR="00170D4B" w:rsidRDefault="00170D4B" w:rsidP="00170D4B">
      <w:pPr>
        <w:pStyle w:val="Tekstprzypisudolnego"/>
        <w:ind w:left="284" w:hanging="142"/>
      </w:pPr>
      <w:r>
        <w:rPr>
          <w:rStyle w:val="Odwoanieprzypisudolnego"/>
        </w:rPr>
        <w:footnoteRef/>
      </w:r>
      <w:r>
        <w:t xml:space="preserve"> </w:t>
      </w:r>
      <w:r w:rsidRPr="00170D4B">
        <w:rPr>
          <w:rFonts w:ascii="Arial" w:hAnsi="Arial" w:cs="Arial"/>
          <w:i/>
          <w:sz w:val="16"/>
          <w:szCs w:val="16"/>
        </w:rPr>
        <w:t>Podana liczba uczestników jest liczbą maksymalną, która może ulec zmniejszeniu w zależności od zainteresowania szkoleniem.</w:t>
      </w:r>
    </w:p>
  </w:footnote>
  <w:footnote w:id="19">
    <w:p w:rsidR="00B25698" w:rsidRPr="00B25698" w:rsidRDefault="00B25698" w:rsidP="00B25698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  <w:r w:rsidRPr="00B2569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5698">
        <w:rPr>
          <w:rFonts w:ascii="Arial" w:hAnsi="Arial" w:cs="Arial"/>
          <w:sz w:val="16"/>
          <w:szCs w:val="16"/>
        </w:rPr>
        <w:t xml:space="preserve"> </w:t>
      </w:r>
      <w:r w:rsidRPr="00B25698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20">
    <w:p w:rsidR="001E3A9B" w:rsidRPr="00B25698" w:rsidRDefault="001E3A9B" w:rsidP="00544146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B25698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5698">
        <w:rPr>
          <w:rFonts w:ascii="Arial" w:hAnsi="Arial" w:cs="Arial"/>
          <w:i/>
          <w:sz w:val="16"/>
          <w:szCs w:val="16"/>
        </w:rPr>
        <w:t xml:space="preserve"> N</w:t>
      </w:r>
      <w:r w:rsidRPr="00B2569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 w:rsidRPr="00B25698">
        <w:rPr>
          <w:rFonts w:ascii="Arial" w:hAnsi="Arial" w:cs="Arial"/>
          <w:i/>
          <w:sz w:val="16"/>
          <w:szCs w:val="16"/>
        </w:rPr>
        <w:t>,</w:t>
      </w:r>
    </w:p>
  </w:footnote>
  <w:footnote w:id="21">
    <w:p w:rsidR="001E3A9B" w:rsidRPr="00137883" w:rsidRDefault="001E3A9B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4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>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22">
    <w:p w:rsidR="001E3A9B" w:rsidRPr="00F07005" w:rsidRDefault="001E3A9B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5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23">
    <w:p w:rsidR="001E3A9B" w:rsidRPr="00F07005" w:rsidRDefault="001E3A9B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6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24">
    <w:p w:rsidR="001E3A9B" w:rsidRPr="00A82EAF" w:rsidRDefault="001E3A9B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7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25">
    <w:p w:rsidR="001E3A9B" w:rsidRPr="005C0777" w:rsidRDefault="001E3A9B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9B" w:rsidRPr="00B623B5" w:rsidRDefault="001E3A9B" w:rsidP="00B623B5">
    <w:pPr>
      <w:tabs>
        <w:tab w:val="center" w:pos="4536"/>
      </w:tabs>
      <w:ind w:left="993"/>
      <w:rPr>
        <w:rFonts w:ascii="Calibri" w:eastAsia="Calibri" w:hAnsi="Calibri"/>
        <w:sz w:val="22"/>
        <w:szCs w:val="22"/>
        <w:lang w:eastAsia="en-US"/>
      </w:rPr>
    </w:pPr>
    <w:r w:rsidRPr="00B623B5">
      <w:rPr>
        <w:rFonts w:ascii="Calibri" w:eastAsia="Calibri" w:hAnsi="Calibri"/>
        <w:noProof/>
        <w:sz w:val="22"/>
        <w:szCs w:val="22"/>
      </w:rPr>
      <w:drawing>
        <wp:inline distT="0" distB="0" distL="0" distR="0" wp14:anchorId="7B00787A" wp14:editId="5C1ACAA4">
          <wp:extent cx="5760720" cy="7816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1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3A9B" w:rsidRPr="00B623B5" w:rsidRDefault="001E3A9B" w:rsidP="00B623B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1E3A9B" w:rsidRPr="00B623B5" w:rsidRDefault="001E3A9B" w:rsidP="00B623B5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B623B5">
      <w:rPr>
        <w:rFonts w:ascii="Calibri" w:eastAsia="Calibri" w:hAnsi="Calibri"/>
        <w:i/>
        <w:lang w:eastAsia="en-US"/>
      </w:rPr>
      <w:t xml:space="preserve">Projekt „NEW. Zwiększenie konkurencyjności studentów Wydziału Biologii i Ochrony Środowiska </w:t>
    </w:r>
  </w:p>
  <w:p w:rsidR="001E3A9B" w:rsidRPr="00B623B5" w:rsidRDefault="001E3A9B" w:rsidP="00B623B5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B623B5">
      <w:rPr>
        <w:rFonts w:ascii="Calibri" w:eastAsia="Calibri" w:hAnsi="Calibri"/>
        <w:i/>
        <w:lang w:eastAsia="en-US"/>
      </w:rPr>
      <w:t>Uniwersytetu Śląskiego na rynku pracy przez rozwój ich kompetencji zawodowych.”</w:t>
    </w:r>
  </w:p>
  <w:p w:rsidR="001E3A9B" w:rsidRPr="00B623B5" w:rsidRDefault="008A525B" w:rsidP="00B623B5">
    <w:pPr>
      <w:jc w:val="center"/>
      <w:rPr>
        <w:i/>
      </w:rPr>
    </w:pPr>
    <w:r>
      <w:rPr>
        <w:i/>
        <w:lang w:val="en-US"/>
      </w:rPr>
      <w:pict>
        <v:rect id="_x0000_i1025" style="width:453.5pt;height:1pt" o:hralign="center" o:hrstd="t" o:hr="t" fillcolor="#aca899" stroked="f"/>
      </w:pict>
    </w:r>
    <w:r w:rsidR="001E3A9B" w:rsidRPr="00B623B5">
      <w:rPr>
        <w:i/>
      </w:rPr>
      <w:t xml:space="preserve"> </w:t>
    </w:r>
    <w:r w:rsidR="001E3A9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ADCEC31" wp14:editId="585DDBE1">
              <wp:simplePos x="0" y="0"/>
              <wp:positionH relativeFrom="rightMargin">
                <wp:posOffset>6985</wp:posOffset>
              </wp:positionH>
              <wp:positionV relativeFrom="margin">
                <wp:posOffset>1756410</wp:posOffset>
              </wp:positionV>
              <wp:extent cx="371475" cy="990600"/>
              <wp:effectExtent l="0" t="0" r="9525" b="0"/>
              <wp:wrapNone/>
              <wp:docPr id="53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147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3A9B" w:rsidRPr="00B12D7E" w:rsidRDefault="001E3A9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Strona | 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A525B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10</w:t>
                          </w:r>
                          <w:r w:rsidRPr="00B12D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.55pt;margin-top:138.3pt;width:29.2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" o:allowincell="f" stroked="f">
              <v:textbox style="layout-flow:vertical" inset="0,,0">
                <w:txbxContent>
                  <w:p w:rsidR="001E3A9B" w:rsidRPr="00B12D7E" w:rsidRDefault="001E3A9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Strona | 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instrText>PAGE   \* MERGEFORMAT</w:instrTex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8A525B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10</w:t>
                    </w:r>
                    <w:r w:rsidRPr="00B12D7E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88B"/>
    <w:multiLevelType w:val="hybridMultilevel"/>
    <w:tmpl w:val="9B10232E"/>
    <w:lvl w:ilvl="0" w:tplc="1D103C1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A90AFD"/>
    <w:multiLevelType w:val="hybridMultilevel"/>
    <w:tmpl w:val="A166716A"/>
    <w:lvl w:ilvl="0" w:tplc="68D67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60751E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926223"/>
    <w:multiLevelType w:val="hybridMultilevel"/>
    <w:tmpl w:val="DC4E53EE"/>
    <w:lvl w:ilvl="0" w:tplc="489C172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D4C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A520A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A183C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157B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D70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D62734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372DE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AFA06F3"/>
    <w:multiLevelType w:val="hybridMultilevel"/>
    <w:tmpl w:val="7EAC2F24"/>
    <w:lvl w:ilvl="0" w:tplc="516863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6F7456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03233C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C1222D"/>
    <w:multiLevelType w:val="hybridMultilevel"/>
    <w:tmpl w:val="ED06C54C"/>
    <w:lvl w:ilvl="0" w:tplc="860E4E8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761B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2E27AB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A2F33E5"/>
    <w:multiLevelType w:val="multilevel"/>
    <w:tmpl w:val="586C9BB6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88" w:hanging="49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  <w:b w:val="0"/>
      </w:rPr>
    </w:lvl>
  </w:abstractNum>
  <w:abstractNum w:abstractNumId="20">
    <w:nsid w:val="4DA15184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4252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3F82076"/>
    <w:multiLevelType w:val="hybridMultilevel"/>
    <w:tmpl w:val="49D03500"/>
    <w:lvl w:ilvl="0" w:tplc="CECA918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477119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E5D2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D35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04124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772F3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C132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127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88174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91D58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4B66E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B8405D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532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0E436E"/>
    <w:multiLevelType w:val="hybridMultilevel"/>
    <w:tmpl w:val="4C0E4C48"/>
    <w:lvl w:ilvl="0" w:tplc="1834DFDE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322812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39294F"/>
    <w:multiLevelType w:val="hybridMultilevel"/>
    <w:tmpl w:val="52FAC50C"/>
    <w:lvl w:ilvl="0" w:tplc="FDD67ED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E058E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BA53A7"/>
    <w:multiLevelType w:val="hybridMultilevel"/>
    <w:tmpl w:val="52B8BDD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F5404CDA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7E2478E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EF07EFD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42"/>
  </w:num>
  <w:num w:numId="5">
    <w:abstractNumId w:val="30"/>
  </w:num>
  <w:num w:numId="6">
    <w:abstractNumId w:val="10"/>
  </w:num>
  <w:num w:numId="7">
    <w:abstractNumId w:val="23"/>
  </w:num>
  <w:num w:numId="8">
    <w:abstractNumId w:val="33"/>
  </w:num>
  <w:num w:numId="9">
    <w:abstractNumId w:val="6"/>
  </w:num>
  <w:num w:numId="10">
    <w:abstractNumId w:val="32"/>
  </w:num>
  <w:num w:numId="11">
    <w:abstractNumId w:val="31"/>
  </w:num>
  <w:num w:numId="12">
    <w:abstractNumId w:val="8"/>
  </w:num>
  <w:num w:numId="13">
    <w:abstractNumId w:val="17"/>
  </w:num>
  <w:num w:numId="14">
    <w:abstractNumId w:val="35"/>
  </w:num>
  <w:num w:numId="15">
    <w:abstractNumId w:val="41"/>
  </w:num>
  <w:num w:numId="16">
    <w:abstractNumId w:val="25"/>
  </w:num>
  <w:num w:numId="17">
    <w:abstractNumId w:val="27"/>
  </w:num>
  <w:num w:numId="18">
    <w:abstractNumId w:val="39"/>
  </w:num>
  <w:num w:numId="19">
    <w:abstractNumId w:val="36"/>
  </w:num>
  <w:num w:numId="20">
    <w:abstractNumId w:val="24"/>
  </w:num>
  <w:num w:numId="21">
    <w:abstractNumId w:val="12"/>
  </w:num>
  <w:num w:numId="22">
    <w:abstractNumId w:val="20"/>
  </w:num>
  <w:num w:numId="23">
    <w:abstractNumId w:val="19"/>
  </w:num>
  <w:num w:numId="24">
    <w:abstractNumId w:val="18"/>
  </w:num>
  <w:num w:numId="25">
    <w:abstractNumId w:val="40"/>
  </w:num>
  <w:num w:numId="26">
    <w:abstractNumId w:val="22"/>
  </w:num>
  <w:num w:numId="27">
    <w:abstractNumId w:val="3"/>
  </w:num>
  <w:num w:numId="28">
    <w:abstractNumId w:val="14"/>
  </w:num>
  <w:num w:numId="29">
    <w:abstractNumId w:val="4"/>
  </w:num>
  <w:num w:numId="30">
    <w:abstractNumId w:val="15"/>
  </w:num>
  <w:num w:numId="31">
    <w:abstractNumId w:val="1"/>
  </w:num>
  <w:num w:numId="32">
    <w:abstractNumId w:val="38"/>
  </w:num>
  <w:num w:numId="33">
    <w:abstractNumId w:val="0"/>
  </w:num>
  <w:num w:numId="34">
    <w:abstractNumId w:val="16"/>
  </w:num>
  <w:num w:numId="35">
    <w:abstractNumId w:val="7"/>
  </w:num>
  <w:num w:numId="36">
    <w:abstractNumId w:val="34"/>
  </w:num>
  <w:num w:numId="37">
    <w:abstractNumId w:val="37"/>
  </w:num>
  <w:num w:numId="38">
    <w:abstractNumId w:val="28"/>
  </w:num>
  <w:num w:numId="39">
    <w:abstractNumId w:val="21"/>
  </w:num>
  <w:num w:numId="40">
    <w:abstractNumId w:val="29"/>
  </w:num>
  <w:num w:numId="41">
    <w:abstractNumId w:val="26"/>
  </w:num>
  <w:num w:numId="42">
    <w:abstractNumId w:val="9"/>
  </w:num>
  <w:num w:numId="4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62C1"/>
    <w:rsid w:val="00010C93"/>
    <w:rsid w:val="00021E0A"/>
    <w:rsid w:val="000228AF"/>
    <w:rsid w:val="00023201"/>
    <w:rsid w:val="000266C7"/>
    <w:rsid w:val="000279C8"/>
    <w:rsid w:val="00027D31"/>
    <w:rsid w:val="00031542"/>
    <w:rsid w:val="000322E9"/>
    <w:rsid w:val="00036420"/>
    <w:rsid w:val="00041BB6"/>
    <w:rsid w:val="00042301"/>
    <w:rsid w:val="00044B6B"/>
    <w:rsid w:val="00051A3D"/>
    <w:rsid w:val="00061BCD"/>
    <w:rsid w:val="0006320E"/>
    <w:rsid w:val="000646C3"/>
    <w:rsid w:val="00064A7A"/>
    <w:rsid w:val="00064AC0"/>
    <w:rsid w:val="0007029F"/>
    <w:rsid w:val="000708C0"/>
    <w:rsid w:val="00080A35"/>
    <w:rsid w:val="00084C28"/>
    <w:rsid w:val="00091C6A"/>
    <w:rsid w:val="00092D2A"/>
    <w:rsid w:val="00093AB6"/>
    <w:rsid w:val="00093F06"/>
    <w:rsid w:val="000A058E"/>
    <w:rsid w:val="000A302E"/>
    <w:rsid w:val="000B3FCA"/>
    <w:rsid w:val="000B646C"/>
    <w:rsid w:val="000C280E"/>
    <w:rsid w:val="000C5030"/>
    <w:rsid w:val="000C6B3E"/>
    <w:rsid w:val="000D116C"/>
    <w:rsid w:val="000D468C"/>
    <w:rsid w:val="000D7317"/>
    <w:rsid w:val="000E67DB"/>
    <w:rsid w:val="000E7CE3"/>
    <w:rsid w:val="00103685"/>
    <w:rsid w:val="00110448"/>
    <w:rsid w:val="0011160B"/>
    <w:rsid w:val="00111919"/>
    <w:rsid w:val="00113599"/>
    <w:rsid w:val="00121918"/>
    <w:rsid w:val="00125A1C"/>
    <w:rsid w:val="001329E4"/>
    <w:rsid w:val="00132FB0"/>
    <w:rsid w:val="00137883"/>
    <w:rsid w:val="00137D68"/>
    <w:rsid w:val="00155579"/>
    <w:rsid w:val="00162994"/>
    <w:rsid w:val="00162C33"/>
    <w:rsid w:val="00163FE6"/>
    <w:rsid w:val="001676D1"/>
    <w:rsid w:val="00167D04"/>
    <w:rsid w:val="00170D4B"/>
    <w:rsid w:val="001727A5"/>
    <w:rsid w:val="0017382F"/>
    <w:rsid w:val="00180A24"/>
    <w:rsid w:val="00181484"/>
    <w:rsid w:val="00183F29"/>
    <w:rsid w:val="0018752D"/>
    <w:rsid w:val="0019106A"/>
    <w:rsid w:val="00191FAA"/>
    <w:rsid w:val="001B5397"/>
    <w:rsid w:val="001B5F62"/>
    <w:rsid w:val="001B7AB8"/>
    <w:rsid w:val="001B7DE3"/>
    <w:rsid w:val="001C21CC"/>
    <w:rsid w:val="001D2328"/>
    <w:rsid w:val="001D284C"/>
    <w:rsid w:val="001D317E"/>
    <w:rsid w:val="001D5747"/>
    <w:rsid w:val="001E3A9B"/>
    <w:rsid w:val="001E786D"/>
    <w:rsid w:val="00200512"/>
    <w:rsid w:val="0020312E"/>
    <w:rsid w:val="00205141"/>
    <w:rsid w:val="0022069F"/>
    <w:rsid w:val="002254C1"/>
    <w:rsid w:val="00234A85"/>
    <w:rsid w:val="002360AF"/>
    <w:rsid w:val="00240258"/>
    <w:rsid w:val="00240CB3"/>
    <w:rsid w:val="002419CA"/>
    <w:rsid w:val="002433F1"/>
    <w:rsid w:val="00247FE6"/>
    <w:rsid w:val="002519EC"/>
    <w:rsid w:val="002527F2"/>
    <w:rsid w:val="00255515"/>
    <w:rsid w:val="00257DD5"/>
    <w:rsid w:val="00261CF8"/>
    <w:rsid w:val="00262161"/>
    <w:rsid w:val="00262206"/>
    <w:rsid w:val="002646ED"/>
    <w:rsid w:val="00265F26"/>
    <w:rsid w:val="00266770"/>
    <w:rsid w:val="00276908"/>
    <w:rsid w:val="00281CB3"/>
    <w:rsid w:val="002924A8"/>
    <w:rsid w:val="00297DCC"/>
    <w:rsid w:val="002C4460"/>
    <w:rsid w:val="002C62B0"/>
    <w:rsid w:val="002D1ED4"/>
    <w:rsid w:val="002D37E9"/>
    <w:rsid w:val="002D4DC0"/>
    <w:rsid w:val="002D4E7E"/>
    <w:rsid w:val="002D7B85"/>
    <w:rsid w:val="002D7BD2"/>
    <w:rsid w:val="002E613A"/>
    <w:rsid w:val="002F1592"/>
    <w:rsid w:val="002F3D54"/>
    <w:rsid w:val="002F6F44"/>
    <w:rsid w:val="002F7DE7"/>
    <w:rsid w:val="003014EF"/>
    <w:rsid w:val="0030166A"/>
    <w:rsid w:val="0030393C"/>
    <w:rsid w:val="00304A6C"/>
    <w:rsid w:val="00317DB9"/>
    <w:rsid w:val="00332944"/>
    <w:rsid w:val="00333B3B"/>
    <w:rsid w:val="00336123"/>
    <w:rsid w:val="00346A6E"/>
    <w:rsid w:val="003500EF"/>
    <w:rsid w:val="00350630"/>
    <w:rsid w:val="00354547"/>
    <w:rsid w:val="00357A6B"/>
    <w:rsid w:val="00357D6B"/>
    <w:rsid w:val="003829E1"/>
    <w:rsid w:val="00387164"/>
    <w:rsid w:val="003873E5"/>
    <w:rsid w:val="003913CC"/>
    <w:rsid w:val="003931B3"/>
    <w:rsid w:val="003958CF"/>
    <w:rsid w:val="0039611B"/>
    <w:rsid w:val="00397BB2"/>
    <w:rsid w:val="00397EAD"/>
    <w:rsid w:val="00397ED5"/>
    <w:rsid w:val="003A19E9"/>
    <w:rsid w:val="003A1F01"/>
    <w:rsid w:val="003A4461"/>
    <w:rsid w:val="003A4832"/>
    <w:rsid w:val="003A7E62"/>
    <w:rsid w:val="003B081E"/>
    <w:rsid w:val="003B2389"/>
    <w:rsid w:val="003B5180"/>
    <w:rsid w:val="003B7B77"/>
    <w:rsid w:val="003C60A2"/>
    <w:rsid w:val="003C61A0"/>
    <w:rsid w:val="003C6CE4"/>
    <w:rsid w:val="003C77AB"/>
    <w:rsid w:val="003D7571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240EC"/>
    <w:rsid w:val="0043777E"/>
    <w:rsid w:val="0044251A"/>
    <w:rsid w:val="00457295"/>
    <w:rsid w:val="00457D22"/>
    <w:rsid w:val="00464E8A"/>
    <w:rsid w:val="00465DDD"/>
    <w:rsid w:val="00474CC6"/>
    <w:rsid w:val="00477827"/>
    <w:rsid w:val="004848EB"/>
    <w:rsid w:val="004904C5"/>
    <w:rsid w:val="004961A3"/>
    <w:rsid w:val="004979E8"/>
    <w:rsid w:val="004A1C51"/>
    <w:rsid w:val="004A2962"/>
    <w:rsid w:val="004A48F8"/>
    <w:rsid w:val="004A50A1"/>
    <w:rsid w:val="004B2EB3"/>
    <w:rsid w:val="004C2520"/>
    <w:rsid w:val="004C2B17"/>
    <w:rsid w:val="004D2B6F"/>
    <w:rsid w:val="004E70C2"/>
    <w:rsid w:val="004F242D"/>
    <w:rsid w:val="004F790C"/>
    <w:rsid w:val="004F7D74"/>
    <w:rsid w:val="00500973"/>
    <w:rsid w:val="005119ED"/>
    <w:rsid w:val="00514722"/>
    <w:rsid w:val="00516765"/>
    <w:rsid w:val="00516C14"/>
    <w:rsid w:val="00520E75"/>
    <w:rsid w:val="00521964"/>
    <w:rsid w:val="00524542"/>
    <w:rsid w:val="00524955"/>
    <w:rsid w:val="00533BF4"/>
    <w:rsid w:val="00534696"/>
    <w:rsid w:val="005371CA"/>
    <w:rsid w:val="0054355D"/>
    <w:rsid w:val="00544146"/>
    <w:rsid w:val="005448CF"/>
    <w:rsid w:val="005462C6"/>
    <w:rsid w:val="00554AF7"/>
    <w:rsid w:val="005553B6"/>
    <w:rsid w:val="005704C8"/>
    <w:rsid w:val="00571A6B"/>
    <w:rsid w:val="00574CEA"/>
    <w:rsid w:val="00577489"/>
    <w:rsid w:val="00590B55"/>
    <w:rsid w:val="005938CE"/>
    <w:rsid w:val="00594A6B"/>
    <w:rsid w:val="005A2109"/>
    <w:rsid w:val="005A395C"/>
    <w:rsid w:val="005A4067"/>
    <w:rsid w:val="005A51C3"/>
    <w:rsid w:val="005A5A84"/>
    <w:rsid w:val="005B11C5"/>
    <w:rsid w:val="005B4A83"/>
    <w:rsid w:val="005C0C61"/>
    <w:rsid w:val="005C0F74"/>
    <w:rsid w:val="005C53B3"/>
    <w:rsid w:val="005D529D"/>
    <w:rsid w:val="005E4D45"/>
    <w:rsid w:val="005F3BDA"/>
    <w:rsid w:val="005F6523"/>
    <w:rsid w:val="00600A9F"/>
    <w:rsid w:val="00604CFC"/>
    <w:rsid w:val="006131BC"/>
    <w:rsid w:val="00613F44"/>
    <w:rsid w:val="00626A08"/>
    <w:rsid w:val="00627D91"/>
    <w:rsid w:val="00631014"/>
    <w:rsid w:val="00642534"/>
    <w:rsid w:val="00651A8C"/>
    <w:rsid w:val="00654B27"/>
    <w:rsid w:val="00663A0A"/>
    <w:rsid w:val="006652B3"/>
    <w:rsid w:val="006741C8"/>
    <w:rsid w:val="0067506C"/>
    <w:rsid w:val="00680122"/>
    <w:rsid w:val="0068068F"/>
    <w:rsid w:val="006824A9"/>
    <w:rsid w:val="006A6B80"/>
    <w:rsid w:val="006B20BF"/>
    <w:rsid w:val="006B38BF"/>
    <w:rsid w:val="006C35C8"/>
    <w:rsid w:val="006C77CC"/>
    <w:rsid w:val="006C7E20"/>
    <w:rsid w:val="006D0194"/>
    <w:rsid w:val="006D063D"/>
    <w:rsid w:val="006D36AA"/>
    <w:rsid w:val="006D5511"/>
    <w:rsid w:val="006D794A"/>
    <w:rsid w:val="006E1421"/>
    <w:rsid w:val="006E3FC9"/>
    <w:rsid w:val="006F295D"/>
    <w:rsid w:val="006F4EC9"/>
    <w:rsid w:val="006F646C"/>
    <w:rsid w:val="006F66E1"/>
    <w:rsid w:val="007042BF"/>
    <w:rsid w:val="00706CAC"/>
    <w:rsid w:val="00707B86"/>
    <w:rsid w:val="007109C2"/>
    <w:rsid w:val="00712067"/>
    <w:rsid w:val="007131D4"/>
    <w:rsid w:val="00715A38"/>
    <w:rsid w:val="00715D95"/>
    <w:rsid w:val="00716E6D"/>
    <w:rsid w:val="00717DD7"/>
    <w:rsid w:val="00723683"/>
    <w:rsid w:val="0072498D"/>
    <w:rsid w:val="007261BF"/>
    <w:rsid w:val="0072763E"/>
    <w:rsid w:val="00733ED8"/>
    <w:rsid w:val="00737DF0"/>
    <w:rsid w:val="007416DD"/>
    <w:rsid w:val="007452A9"/>
    <w:rsid w:val="007502CD"/>
    <w:rsid w:val="0076101D"/>
    <w:rsid w:val="007616F9"/>
    <w:rsid w:val="007623CF"/>
    <w:rsid w:val="00764BD1"/>
    <w:rsid w:val="00765EB7"/>
    <w:rsid w:val="007748E5"/>
    <w:rsid w:val="007774E6"/>
    <w:rsid w:val="00781CF0"/>
    <w:rsid w:val="0079090A"/>
    <w:rsid w:val="00791DC7"/>
    <w:rsid w:val="00791EA2"/>
    <w:rsid w:val="007A010C"/>
    <w:rsid w:val="007A3FC4"/>
    <w:rsid w:val="007A5F3B"/>
    <w:rsid w:val="007B3691"/>
    <w:rsid w:val="007B3FEE"/>
    <w:rsid w:val="007B6E21"/>
    <w:rsid w:val="007C05E6"/>
    <w:rsid w:val="007C06BC"/>
    <w:rsid w:val="007C1E03"/>
    <w:rsid w:val="007D359B"/>
    <w:rsid w:val="007D53D7"/>
    <w:rsid w:val="007D7A5D"/>
    <w:rsid w:val="007D7A80"/>
    <w:rsid w:val="007F3342"/>
    <w:rsid w:val="007F4398"/>
    <w:rsid w:val="007F55EC"/>
    <w:rsid w:val="00802A89"/>
    <w:rsid w:val="00814113"/>
    <w:rsid w:val="00814511"/>
    <w:rsid w:val="00820A1F"/>
    <w:rsid w:val="00831943"/>
    <w:rsid w:val="00833883"/>
    <w:rsid w:val="008437E5"/>
    <w:rsid w:val="00843B62"/>
    <w:rsid w:val="0084571F"/>
    <w:rsid w:val="00851A0C"/>
    <w:rsid w:val="008526F3"/>
    <w:rsid w:val="00853BE7"/>
    <w:rsid w:val="00855A8A"/>
    <w:rsid w:val="0085618B"/>
    <w:rsid w:val="00863585"/>
    <w:rsid w:val="008643EA"/>
    <w:rsid w:val="00867F5C"/>
    <w:rsid w:val="00872656"/>
    <w:rsid w:val="00872FCB"/>
    <w:rsid w:val="0087338C"/>
    <w:rsid w:val="00875F5E"/>
    <w:rsid w:val="008774C8"/>
    <w:rsid w:val="008835D3"/>
    <w:rsid w:val="00886064"/>
    <w:rsid w:val="00890383"/>
    <w:rsid w:val="008922C1"/>
    <w:rsid w:val="008934AD"/>
    <w:rsid w:val="008A525B"/>
    <w:rsid w:val="008B16A9"/>
    <w:rsid w:val="008B2FBB"/>
    <w:rsid w:val="008B69FC"/>
    <w:rsid w:val="008C1573"/>
    <w:rsid w:val="008C3C3F"/>
    <w:rsid w:val="008C6208"/>
    <w:rsid w:val="008D1D66"/>
    <w:rsid w:val="008D2030"/>
    <w:rsid w:val="008D2084"/>
    <w:rsid w:val="008D3A42"/>
    <w:rsid w:val="008D540E"/>
    <w:rsid w:val="008E7C7D"/>
    <w:rsid w:val="008F1A25"/>
    <w:rsid w:val="008F3D8B"/>
    <w:rsid w:val="00901C23"/>
    <w:rsid w:val="009041FE"/>
    <w:rsid w:val="0090496F"/>
    <w:rsid w:val="009103CB"/>
    <w:rsid w:val="00916703"/>
    <w:rsid w:val="0091727C"/>
    <w:rsid w:val="009178AF"/>
    <w:rsid w:val="00925907"/>
    <w:rsid w:val="0093069E"/>
    <w:rsid w:val="0093186A"/>
    <w:rsid w:val="00933117"/>
    <w:rsid w:val="0093450F"/>
    <w:rsid w:val="0093659B"/>
    <w:rsid w:val="0094120D"/>
    <w:rsid w:val="00950BC0"/>
    <w:rsid w:val="009519F7"/>
    <w:rsid w:val="00955177"/>
    <w:rsid w:val="009628F1"/>
    <w:rsid w:val="009677EA"/>
    <w:rsid w:val="00967ECB"/>
    <w:rsid w:val="00980704"/>
    <w:rsid w:val="0098356E"/>
    <w:rsid w:val="00987D25"/>
    <w:rsid w:val="00987E09"/>
    <w:rsid w:val="009912C5"/>
    <w:rsid w:val="009A28D7"/>
    <w:rsid w:val="009A5016"/>
    <w:rsid w:val="009A7939"/>
    <w:rsid w:val="009C45BE"/>
    <w:rsid w:val="009D287A"/>
    <w:rsid w:val="009E3F76"/>
    <w:rsid w:val="009E5A1C"/>
    <w:rsid w:val="009E7F4B"/>
    <w:rsid w:val="009F091C"/>
    <w:rsid w:val="00A01053"/>
    <w:rsid w:val="00A03B0A"/>
    <w:rsid w:val="00A05F00"/>
    <w:rsid w:val="00A16B27"/>
    <w:rsid w:val="00A20FE4"/>
    <w:rsid w:val="00A21106"/>
    <w:rsid w:val="00A308F4"/>
    <w:rsid w:val="00A310E9"/>
    <w:rsid w:val="00A35C43"/>
    <w:rsid w:val="00A3771E"/>
    <w:rsid w:val="00A43E6D"/>
    <w:rsid w:val="00A47B62"/>
    <w:rsid w:val="00A50D71"/>
    <w:rsid w:val="00A74217"/>
    <w:rsid w:val="00A74737"/>
    <w:rsid w:val="00A74D07"/>
    <w:rsid w:val="00A7698A"/>
    <w:rsid w:val="00A82EAF"/>
    <w:rsid w:val="00A86AC3"/>
    <w:rsid w:val="00A91ED0"/>
    <w:rsid w:val="00A941EF"/>
    <w:rsid w:val="00A94D1F"/>
    <w:rsid w:val="00A97E65"/>
    <w:rsid w:val="00AA2031"/>
    <w:rsid w:val="00AA35D7"/>
    <w:rsid w:val="00AA7028"/>
    <w:rsid w:val="00AC03DA"/>
    <w:rsid w:val="00AC0C2B"/>
    <w:rsid w:val="00AC2537"/>
    <w:rsid w:val="00AC6569"/>
    <w:rsid w:val="00AD2089"/>
    <w:rsid w:val="00AD3D19"/>
    <w:rsid w:val="00AF2BB1"/>
    <w:rsid w:val="00AF460A"/>
    <w:rsid w:val="00AF5B07"/>
    <w:rsid w:val="00AF6DB7"/>
    <w:rsid w:val="00B03951"/>
    <w:rsid w:val="00B05B2E"/>
    <w:rsid w:val="00B063FA"/>
    <w:rsid w:val="00B12D7E"/>
    <w:rsid w:val="00B172B8"/>
    <w:rsid w:val="00B23BA8"/>
    <w:rsid w:val="00B25698"/>
    <w:rsid w:val="00B26CEC"/>
    <w:rsid w:val="00B3052E"/>
    <w:rsid w:val="00B315A1"/>
    <w:rsid w:val="00B33478"/>
    <w:rsid w:val="00B43A31"/>
    <w:rsid w:val="00B50E20"/>
    <w:rsid w:val="00B5119B"/>
    <w:rsid w:val="00B54045"/>
    <w:rsid w:val="00B61DCD"/>
    <w:rsid w:val="00B623B5"/>
    <w:rsid w:val="00B72237"/>
    <w:rsid w:val="00B7466E"/>
    <w:rsid w:val="00B75211"/>
    <w:rsid w:val="00B81FAD"/>
    <w:rsid w:val="00B84340"/>
    <w:rsid w:val="00B91A23"/>
    <w:rsid w:val="00B945FD"/>
    <w:rsid w:val="00BA34AA"/>
    <w:rsid w:val="00BB0DAF"/>
    <w:rsid w:val="00BB0DCA"/>
    <w:rsid w:val="00BB0FD9"/>
    <w:rsid w:val="00BB18FC"/>
    <w:rsid w:val="00BB2C85"/>
    <w:rsid w:val="00BC3804"/>
    <w:rsid w:val="00BC4A82"/>
    <w:rsid w:val="00BD1977"/>
    <w:rsid w:val="00BD4F84"/>
    <w:rsid w:val="00BD69EE"/>
    <w:rsid w:val="00BE11F0"/>
    <w:rsid w:val="00BE20C3"/>
    <w:rsid w:val="00BE3017"/>
    <w:rsid w:val="00BE6247"/>
    <w:rsid w:val="00BF1FB8"/>
    <w:rsid w:val="00BF2395"/>
    <w:rsid w:val="00BF640E"/>
    <w:rsid w:val="00C04D43"/>
    <w:rsid w:val="00C160B5"/>
    <w:rsid w:val="00C17086"/>
    <w:rsid w:val="00C17B36"/>
    <w:rsid w:val="00C26BD1"/>
    <w:rsid w:val="00C469E4"/>
    <w:rsid w:val="00C50E4A"/>
    <w:rsid w:val="00C57C93"/>
    <w:rsid w:val="00C61DA5"/>
    <w:rsid w:val="00C70195"/>
    <w:rsid w:val="00C7256D"/>
    <w:rsid w:val="00C83CFC"/>
    <w:rsid w:val="00C85EDD"/>
    <w:rsid w:val="00C93811"/>
    <w:rsid w:val="00C93C0D"/>
    <w:rsid w:val="00CA2B6E"/>
    <w:rsid w:val="00CA7A49"/>
    <w:rsid w:val="00CB1A03"/>
    <w:rsid w:val="00CB20E6"/>
    <w:rsid w:val="00CC050B"/>
    <w:rsid w:val="00CC28B3"/>
    <w:rsid w:val="00CC6EAA"/>
    <w:rsid w:val="00CD181A"/>
    <w:rsid w:val="00CF1D58"/>
    <w:rsid w:val="00CF2EA5"/>
    <w:rsid w:val="00CF4D8C"/>
    <w:rsid w:val="00CF6C5A"/>
    <w:rsid w:val="00D0129B"/>
    <w:rsid w:val="00D01FCD"/>
    <w:rsid w:val="00D10703"/>
    <w:rsid w:val="00D11A7E"/>
    <w:rsid w:val="00D135F0"/>
    <w:rsid w:val="00D17807"/>
    <w:rsid w:val="00D316C5"/>
    <w:rsid w:val="00D33389"/>
    <w:rsid w:val="00D40341"/>
    <w:rsid w:val="00D44FAF"/>
    <w:rsid w:val="00D5123E"/>
    <w:rsid w:val="00D63968"/>
    <w:rsid w:val="00D7765B"/>
    <w:rsid w:val="00D80ACB"/>
    <w:rsid w:val="00D87E49"/>
    <w:rsid w:val="00DA1CAC"/>
    <w:rsid w:val="00DB4441"/>
    <w:rsid w:val="00DB514A"/>
    <w:rsid w:val="00DC25E6"/>
    <w:rsid w:val="00DC4C33"/>
    <w:rsid w:val="00DC7441"/>
    <w:rsid w:val="00DD09D1"/>
    <w:rsid w:val="00DD1FA7"/>
    <w:rsid w:val="00DD628E"/>
    <w:rsid w:val="00DD6DCB"/>
    <w:rsid w:val="00DD775E"/>
    <w:rsid w:val="00DE1E85"/>
    <w:rsid w:val="00DE273A"/>
    <w:rsid w:val="00DE396D"/>
    <w:rsid w:val="00DE4FEE"/>
    <w:rsid w:val="00DE52AB"/>
    <w:rsid w:val="00DE5DB4"/>
    <w:rsid w:val="00E10C54"/>
    <w:rsid w:val="00E10F1E"/>
    <w:rsid w:val="00E1411B"/>
    <w:rsid w:val="00E156F9"/>
    <w:rsid w:val="00E2200F"/>
    <w:rsid w:val="00E3169F"/>
    <w:rsid w:val="00E317AA"/>
    <w:rsid w:val="00E317B5"/>
    <w:rsid w:val="00E33349"/>
    <w:rsid w:val="00E3616C"/>
    <w:rsid w:val="00E3625F"/>
    <w:rsid w:val="00E41759"/>
    <w:rsid w:val="00E54393"/>
    <w:rsid w:val="00E54A74"/>
    <w:rsid w:val="00E561F5"/>
    <w:rsid w:val="00E651CF"/>
    <w:rsid w:val="00E66B58"/>
    <w:rsid w:val="00E71DD3"/>
    <w:rsid w:val="00E74E04"/>
    <w:rsid w:val="00E75AB9"/>
    <w:rsid w:val="00E9011F"/>
    <w:rsid w:val="00EA0B95"/>
    <w:rsid w:val="00EA46BF"/>
    <w:rsid w:val="00EA50D3"/>
    <w:rsid w:val="00EB18D0"/>
    <w:rsid w:val="00EB586C"/>
    <w:rsid w:val="00EC1CAA"/>
    <w:rsid w:val="00EC220E"/>
    <w:rsid w:val="00ED0E82"/>
    <w:rsid w:val="00ED2BE9"/>
    <w:rsid w:val="00ED57C6"/>
    <w:rsid w:val="00ED7DF0"/>
    <w:rsid w:val="00EE16C7"/>
    <w:rsid w:val="00EE7963"/>
    <w:rsid w:val="00EF197F"/>
    <w:rsid w:val="00F00B4C"/>
    <w:rsid w:val="00F023FA"/>
    <w:rsid w:val="00F02892"/>
    <w:rsid w:val="00F13C09"/>
    <w:rsid w:val="00F152D2"/>
    <w:rsid w:val="00F20883"/>
    <w:rsid w:val="00F2299B"/>
    <w:rsid w:val="00F26909"/>
    <w:rsid w:val="00F316A2"/>
    <w:rsid w:val="00F34B08"/>
    <w:rsid w:val="00F35970"/>
    <w:rsid w:val="00F412F6"/>
    <w:rsid w:val="00F47904"/>
    <w:rsid w:val="00F47E14"/>
    <w:rsid w:val="00F5185B"/>
    <w:rsid w:val="00F6222C"/>
    <w:rsid w:val="00F65F2B"/>
    <w:rsid w:val="00F669E4"/>
    <w:rsid w:val="00F73B0F"/>
    <w:rsid w:val="00F77F4D"/>
    <w:rsid w:val="00F82E5D"/>
    <w:rsid w:val="00F91C62"/>
    <w:rsid w:val="00F9336A"/>
    <w:rsid w:val="00FA024B"/>
    <w:rsid w:val="00FA6730"/>
    <w:rsid w:val="00FB2406"/>
    <w:rsid w:val="00FC3658"/>
    <w:rsid w:val="00FE095D"/>
    <w:rsid w:val="00FE69FC"/>
    <w:rsid w:val="00FE768C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A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A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46AF-C718-4226-866F-952A527D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A862B9CE</Template>
  <TotalTime>63</TotalTime>
  <Pages>10</Pages>
  <Words>3602</Words>
  <Characters>21618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Aneta Krawczyk</cp:lastModifiedBy>
  <cp:revision>35</cp:revision>
  <cp:lastPrinted>2016-04-13T07:12:00Z</cp:lastPrinted>
  <dcterms:created xsi:type="dcterms:W3CDTF">2016-04-21T09:28:00Z</dcterms:created>
  <dcterms:modified xsi:type="dcterms:W3CDTF">2016-05-09T09:52:00Z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484528852</vt:i4>
  </property>
</Properties>
</file>