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 xml:space="preserve">Załącznik nr 1A do </w:t>
      </w:r>
      <w:r w:rsidR="00F3214A">
        <w:rPr>
          <w:rFonts w:ascii="Arial" w:hAnsi="Arial" w:cs="Arial"/>
          <w:sz w:val="18"/>
          <w:szCs w:val="18"/>
        </w:rPr>
        <w:t>ogłoszenia</w:t>
      </w:r>
      <w:r w:rsidR="001D5747">
        <w:rPr>
          <w:rFonts w:ascii="Arial" w:hAnsi="Arial" w:cs="Arial"/>
          <w:sz w:val="18"/>
          <w:szCs w:val="18"/>
        </w:rPr>
        <w:t xml:space="preserve"> DZP.</w:t>
      </w:r>
      <w:r w:rsidR="001D5747" w:rsidRPr="002C4460">
        <w:rPr>
          <w:rFonts w:ascii="Arial" w:hAnsi="Arial" w:cs="Arial"/>
          <w:sz w:val="18"/>
          <w:szCs w:val="18"/>
        </w:rPr>
        <w:t>381</w:t>
      </w:r>
      <w:r w:rsidR="005A4067" w:rsidRPr="002C4460">
        <w:rPr>
          <w:rFonts w:ascii="Arial" w:hAnsi="Arial" w:cs="Arial"/>
          <w:sz w:val="18"/>
          <w:szCs w:val="18"/>
        </w:rPr>
        <w:t>.</w:t>
      </w:r>
      <w:r w:rsidR="00720745">
        <w:rPr>
          <w:rFonts w:ascii="Arial" w:hAnsi="Arial" w:cs="Arial"/>
          <w:sz w:val="18"/>
          <w:szCs w:val="18"/>
        </w:rPr>
        <w:t>36</w:t>
      </w:r>
      <w:r w:rsidR="005A4067" w:rsidRPr="002C4460">
        <w:rPr>
          <w:rFonts w:ascii="Arial" w:hAnsi="Arial" w:cs="Arial"/>
          <w:sz w:val="18"/>
          <w:szCs w:val="18"/>
        </w:rPr>
        <w:t>.</w:t>
      </w:r>
      <w:r w:rsidR="001D5747" w:rsidRPr="002C4460">
        <w:rPr>
          <w:rFonts w:ascii="Arial" w:hAnsi="Arial" w:cs="Arial"/>
          <w:sz w:val="18"/>
          <w:szCs w:val="18"/>
        </w:rPr>
        <w:t>201</w:t>
      </w:r>
      <w:r w:rsidR="00C57C93" w:rsidRPr="002C4460">
        <w:rPr>
          <w:rFonts w:ascii="Arial" w:hAnsi="Arial" w:cs="Arial"/>
          <w:sz w:val="18"/>
          <w:szCs w:val="18"/>
        </w:rPr>
        <w:t>6</w:t>
      </w:r>
      <w:r w:rsidR="001D5747">
        <w:rPr>
          <w:rFonts w:ascii="Arial" w:hAnsi="Arial" w:cs="Arial"/>
          <w:sz w:val="18"/>
          <w:szCs w:val="18"/>
        </w:rPr>
        <w:t>.UG</w:t>
      </w:r>
      <w:r w:rsidR="00720745">
        <w:rPr>
          <w:rFonts w:ascii="Arial" w:hAnsi="Arial" w:cs="Arial"/>
          <w:sz w:val="18"/>
          <w:szCs w:val="18"/>
        </w:rPr>
        <w:t>S</w:t>
      </w: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jc w:val="center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720745" w:rsidTr="00D8658A">
        <w:trPr>
          <w:trHeight w:val="981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720745" w:rsidTr="00D8658A">
        <w:trPr>
          <w:trHeight w:val="140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 / imię i nazwisko Wykonawcy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834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420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72074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Pr="006C35C8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85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720745" w:rsidRPr="00093F06" w:rsidRDefault="00720745" w:rsidP="00D8658A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20745" w:rsidRPr="00036420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720745" w:rsidRPr="00DE4FEE" w:rsidRDefault="00720745" w:rsidP="00D8658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720745" w:rsidRPr="00457295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720745" w:rsidRPr="00DE4FEE" w:rsidRDefault="00720745" w:rsidP="00D865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558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552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0745" w:rsidTr="00D8658A">
        <w:trPr>
          <w:trHeight w:val="696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0745" w:rsidRPr="00D87E49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720745" w:rsidRPr="00DE4FEE" w:rsidRDefault="00720745" w:rsidP="00D865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720745" w:rsidRPr="00720745" w:rsidRDefault="00720745" w:rsidP="005A4067">
      <w:pPr>
        <w:spacing w:line="360" w:lineRule="auto"/>
        <w:jc w:val="center"/>
        <w:rPr>
          <w:rFonts w:ascii="Arial" w:hAnsi="Arial" w:cs="Arial"/>
          <w:b/>
        </w:rPr>
      </w:pPr>
      <w:r w:rsidRPr="00720745">
        <w:rPr>
          <w:rFonts w:ascii="Arial" w:hAnsi="Arial" w:cs="Arial"/>
        </w:rPr>
        <w:t xml:space="preserve">Odpowiadając na publiczne ogłoszenie o zamówieniu w postępowaniu nr </w:t>
      </w:r>
      <w:r w:rsidRPr="00720745">
        <w:rPr>
          <w:rFonts w:ascii="Arial" w:hAnsi="Arial" w:cs="Arial"/>
          <w:b/>
        </w:rPr>
        <w:t>DZP.381.3</w:t>
      </w:r>
      <w:r>
        <w:rPr>
          <w:rFonts w:ascii="Arial" w:hAnsi="Arial" w:cs="Arial"/>
          <w:b/>
        </w:rPr>
        <w:t>6</w:t>
      </w:r>
      <w:r w:rsidRPr="00720745">
        <w:rPr>
          <w:rFonts w:ascii="Arial" w:hAnsi="Arial" w:cs="Arial"/>
          <w:b/>
        </w:rPr>
        <w:t xml:space="preserve">.2016.UGS, </w:t>
      </w:r>
      <w:r w:rsidRPr="00720745">
        <w:rPr>
          <w:rFonts w:ascii="Arial" w:hAnsi="Arial" w:cs="Arial"/>
        </w:rPr>
        <w:t>prowadzonym  w trybie określonym w art. 138o ustawy – Prawo zamówień publicznych na usługi społeczne, p.n.:</w:t>
      </w:r>
    </w:p>
    <w:p w:rsidR="005A4067" w:rsidRPr="00247FE6" w:rsidRDefault="005A4067" w:rsidP="005A4067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Usługi szkoleniowe w ramach P</w:t>
      </w:r>
      <w:r w:rsidR="00D33919">
        <w:rPr>
          <w:rFonts w:ascii="Arial" w:hAnsi="Arial" w:cs="Arial"/>
          <w:b/>
        </w:rPr>
        <w:t xml:space="preserve">rojektu: </w:t>
      </w:r>
      <w:r w:rsidRPr="00247FE6">
        <w:rPr>
          <w:rFonts w:ascii="Arial" w:hAnsi="Arial" w:cs="Arial"/>
          <w:b/>
          <w:i/>
        </w:rPr>
        <w:t>„</w:t>
      </w:r>
      <w:r w:rsidR="00247FE6" w:rsidRPr="00247FE6">
        <w:rPr>
          <w:rFonts w:ascii="Arial" w:eastAsia="Arial" w:hAnsi="Arial" w:cs="Arial"/>
          <w:b/>
          <w:i/>
        </w:rPr>
        <w:t>NEW. Zwiększenie konkurencyjności studentów Wydziału Biologii i</w:t>
      </w:r>
      <w:r w:rsidR="00720745">
        <w:rPr>
          <w:rFonts w:ascii="Arial" w:eastAsia="Arial" w:hAnsi="Arial" w:cs="Arial"/>
          <w:b/>
          <w:i/>
        </w:rPr>
        <w:t> </w:t>
      </w:r>
      <w:r w:rsidR="00247FE6" w:rsidRPr="00247FE6">
        <w:rPr>
          <w:rFonts w:ascii="Arial" w:eastAsia="Arial" w:hAnsi="Arial" w:cs="Arial"/>
          <w:b/>
          <w:i/>
        </w:rPr>
        <w:t>Ochrony Środowiska Uniwersytetu Śląskiego na rynku pracy przez rozwój ich kompetencji zawodowych”</w:t>
      </w:r>
    </w:p>
    <w:p w:rsidR="00720745" w:rsidRDefault="00720745" w:rsidP="00132FB0">
      <w:pPr>
        <w:ind w:left="284"/>
        <w:rPr>
          <w:rFonts w:ascii="Arial" w:hAnsi="Arial" w:cs="Arial"/>
          <w:sz w:val="18"/>
          <w:szCs w:val="18"/>
        </w:rPr>
      </w:pPr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B33478" w:rsidRDefault="00B33478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0062C1" w:rsidRPr="00C57C93" w:rsidRDefault="002519EC" w:rsidP="002519E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 certyfikowane</w:t>
      </w:r>
      <w:r w:rsidR="000062C1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 w:rsidR="00205141">
        <w:rPr>
          <w:rFonts w:ascii="Arial" w:eastAsia="Calibri" w:hAnsi="Arial" w:cs="Arial"/>
          <w:b/>
          <w:bCs/>
          <w:sz w:val="24"/>
          <w:szCs w:val="24"/>
          <w:lang w:eastAsia="ar-SA"/>
        </w:rPr>
        <w:t>„Audi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tor wewnętrzny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Zintegrowanych Systemów Zarządzania (ISO 9001:2015, ISO 14001:2015, PN-N 18001:2004)</w:t>
      </w:r>
      <w:r w:rsidR="000062C1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24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>h)</w:t>
      </w:r>
    </w:p>
    <w:p w:rsidR="000062C1" w:rsidRPr="00706CAC" w:rsidRDefault="000062C1" w:rsidP="000062C1">
      <w:pPr>
        <w:pStyle w:val="Akapitzlist"/>
        <w:numPr>
          <w:ilvl w:val="0"/>
          <w:numId w:val="3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2127"/>
        <w:gridCol w:w="2268"/>
        <w:gridCol w:w="2835"/>
      </w:tblGrid>
      <w:tr w:rsidR="00B25698" w:rsidRPr="001D5747" w:rsidTr="000C5030">
        <w:trPr>
          <w:trHeight w:val="1165"/>
        </w:trPr>
        <w:tc>
          <w:tcPr>
            <w:tcW w:w="1701" w:type="dxa"/>
          </w:tcPr>
          <w:p w:rsidR="00B25698" w:rsidRPr="00A35C43" w:rsidRDefault="00B25698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              1 osoby (24h)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5698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</w:p>
          <w:p w:rsidR="00B25698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25698" w:rsidRPr="005371CA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</w:t>
            </w: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1 osoby (</w:t>
            </w:r>
            <w:r w:rsidR="00ED0E82">
              <w:rPr>
                <w:rFonts w:ascii="Arial" w:hAnsi="Arial" w:cs="Arial"/>
                <w:b/>
                <w:sz w:val="18"/>
                <w:szCs w:val="18"/>
              </w:rPr>
              <w:t>24</w:t>
            </w:r>
            <w:r>
              <w:rPr>
                <w:rFonts w:ascii="Arial" w:hAnsi="Arial" w:cs="Arial"/>
                <w:b/>
                <w:sz w:val="18"/>
                <w:szCs w:val="18"/>
              </w:rPr>
              <w:t>h)</w:t>
            </w:r>
          </w:p>
          <w:p w:rsidR="00B25698" w:rsidRPr="005371CA" w:rsidRDefault="00B25698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 liczba uczestników</w:t>
            </w:r>
            <w:r w:rsidR="00170D4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2835" w:type="dxa"/>
          </w:tcPr>
          <w:p w:rsidR="00B25698" w:rsidRPr="005371CA" w:rsidRDefault="00B25698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35C43" w:rsidRPr="001D5747" w:rsidTr="000C5030">
        <w:trPr>
          <w:trHeight w:val="337"/>
        </w:trPr>
        <w:tc>
          <w:tcPr>
            <w:tcW w:w="1701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5C43" w:rsidRPr="00A35C43" w:rsidRDefault="00A35C43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127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A35C43" w:rsidRPr="00A35C43" w:rsidRDefault="00A35C43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ED0E82">
              <w:rPr>
                <w:rFonts w:ascii="Arial" w:hAnsi="Arial" w:cs="Arial"/>
                <w:i/>
                <w:sz w:val="16"/>
                <w:szCs w:val="16"/>
              </w:rPr>
              <w:t xml:space="preserve"> = 3x4</w:t>
            </w:r>
          </w:p>
        </w:tc>
      </w:tr>
      <w:tr w:rsidR="00B25698" w:rsidRPr="00F73B0F" w:rsidTr="000C5030">
        <w:trPr>
          <w:trHeight w:val="1421"/>
        </w:trPr>
        <w:tc>
          <w:tcPr>
            <w:tcW w:w="1701" w:type="dxa"/>
            <w:vAlign w:val="center"/>
          </w:tcPr>
          <w:p w:rsidR="00B25698" w:rsidRPr="00F73B0F" w:rsidRDefault="00A35C43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  <w:r w:rsidR="00B25698" w:rsidRPr="00F73B0F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Zw.%</w:t>
            </w:r>
          </w:p>
        </w:tc>
        <w:tc>
          <w:tcPr>
            <w:tcW w:w="2127" w:type="dxa"/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……………PLN</w:t>
            </w:r>
          </w:p>
        </w:tc>
        <w:tc>
          <w:tcPr>
            <w:tcW w:w="2268" w:type="dxa"/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2835" w:type="dxa"/>
          </w:tcPr>
          <w:p w:rsidR="00B25698" w:rsidRPr="00F73B0F" w:rsidRDefault="00B25698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D0E82" w:rsidRPr="00F73B0F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Cena oferty brutto słownie:………………………………………………………………………………………..………… /100 </w:t>
      </w: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bookmarkStart w:id="0" w:name="_GoBack"/>
      <w:bookmarkEnd w:id="0"/>
      <w:r w:rsidRPr="005371CA">
        <w:rPr>
          <w:rFonts w:ascii="Arial" w:hAnsi="Arial" w:cs="Arial"/>
          <w:b/>
          <w:iCs/>
          <w:sz w:val="18"/>
          <w:szCs w:val="18"/>
        </w:rPr>
        <w:t>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Pr="00372BEC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372BEC">
        <w:rPr>
          <w:rFonts w:ascii="Arial" w:hAnsi="Arial" w:cs="Arial"/>
          <w:iCs/>
          <w:sz w:val="18"/>
          <w:szCs w:val="18"/>
          <w:u w:val="single"/>
        </w:rPr>
        <w:t>Rodzaj dokumentu, na podstawie którego zostanie zrealizowana płatność:  rachunek/faktura</w:t>
      </w:r>
      <w:r w:rsidRPr="00372BEC">
        <w:rPr>
          <w:rStyle w:val="Odwoanieprzypisudolnego"/>
          <w:rFonts w:ascii="Arial" w:hAnsi="Arial" w:cs="Arial"/>
          <w:iCs/>
          <w:sz w:val="18"/>
          <w:szCs w:val="18"/>
          <w:u w:val="single"/>
        </w:rPr>
        <w:footnoteReference w:id="4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7935A7" w:rsidRPr="007935A7" w:rsidRDefault="000062C1" w:rsidP="007935A7">
      <w:pPr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</w:t>
      </w:r>
      <w:r w:rsidR="00D33919">
        <w:rPr>
          <w:rFonts w:ascii="Arial" w:hAnsi="Arial" w:cs="Arial"/>
          <w:i/>
          <w:iCs/>
          <w:sz w:val="18"/>
          <w:szCs w:val="18"/>
        </w:rPr>
        <w:t>c</w:t>
      </w:r>
      <w:r w:rsidR="007935A7" w:rsidRPr="007935A7">
        <w:rPr>
          <w:rFonts w:ascii="Arial" w:hAnsi="Arial" w:cs="Arial"/>
          <w:i/>
          <w:iCs/>
          <w:sz w:val="18"/>
          <w:szCs w:val="18"/>
        </w:rPr>
        <w:t>ena  zawiera wszelkie koszty poniesione w celu należytego i pełnego wykonania zamówienia, zgodnie z wymaganiami opisanymi w załączniku nr 2 do ogłoszenia</w:t>
      </w:r>
      <w:r w:rsidR="00D33919">
        <w:rPr>
          <w:rFonts w:ascii="Arial" w:hAnsi="Arial" w:cs="Arial"/>
          <w:i/>
          <w:iCs/>
          <w:sz w:val="18"/>
          <w:szCs w:val="18"/>
        </w:rPr>
        <w:t xml:space="preserve"> o zamówieniu</w:t>
      </w:r>
      <w:r w:rsidR="007935A7" w:rsidRPr="007935A7">
        <w:rPr>
          <w:rFonts w:ascii="Arial" w:hAnsi="Arial" w:cs="Arial"/>
          <w:i/>
          <w:iCs/>
          <w:sz w:val="18"/>
          <w:szCs w:val="18"/>
        </w:rPr>
        <w:t xml:space="preserve">, a w szczególności powinna zawierać koszt </w:t>
      </w:r>
      <w:r w:rsidR="007935A7" w:rsidRPr="007935A7">
        <w:rPr>
          <w:rFonts w:ascii="Arial" w:hAnsi="Arial" w:cs="Arial"/>
          <w:i/>
          <w:iCs/>
          <w:sz w:val="18"/>
          <w:szCs w:val="18"/>
        </w:rPr>
        <w:lastRenderedPageBreak/>
        <w:t>wynagrodzenia osób prowadzących szkolenie, koszt materiałów szkoleniowych, organizacji i przeprowadzenia egzaminów, wydania certyfikatów i zaświadczeń, koszty dojazdu do Zamawiającego, a także koszty ogólne, w tym: wszelkie podatki, opłaty i elementy ryzyka związane z realizacją zamówienia, zysk Wykonawcy oraz podatek VAT w wysokości zgodnej z</w:t>
      </w:r>
      <w:r w:rsidR="007935A7">
        <w:rPr>
          <w:rFonts w:ascii="Arial" w:hAnsi="Arial" w:cs="Arial"/>
          <w:i/>
          <w:iCs/>
          <w:sz w:val="18"/>
          <w:szCs w:val="18"/>
        </w:rPr>
        <w:t> </w:t>
      </w:r>
      <w:r w:rsidR="007935A7" w:rsidRPr="007935A7">
        <w:rPr>
          <w:rFonts w:ascii="Arial" w:hAnsi="Arial" w:cs="Arial"/>
          <w:i/>
          <w:iCs/>
          <w:sz w:val="18"/>
          <w:szCs w:val="18"/>
        </w:rPr>
        <w:t xml:space="preserve">obowiązującymi przepisami. </w:t>
      </w:r>
    </w:p>
    <w:p w:rsidR="007935A7" w:rsidRDefault="007935A7" w:rsidP="007935A7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0062C1" w:rsidRPr="00C57C93" w:rsidRDefault="000062C1" w:rsidP="007935A7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="00720745">
        <w:rPr>
          <w:rFonts w:ascii="Arial" w:hAnsi="Arial" w:cs="Arial"/>
          <w:sz w:val="18"/>
          <w:szCs w:val="18"/>
        </w:rPr>
        <w:t xml:space="preserve">od dnia zawarcia umowy </w:t>
      </w:r>
      <w:r w:rsidRPr="00C61DA5">
        <w:rPr>
          <w:rFonts w:ascii="Arial" w:hAnsi="Arial" w:cs="Arial"/>
          <w:b/>
          <w:sz w:val="18"/>
          <w:szCs w:val="18"/>
        </w:rPr>
        <w:t xml:space="preserve">do dnia </w:t>
      </w:r>
      <w:r w:rsidR="00720745">
        <w:rPr>
          <w:rFonts w:ascii="Arial" w:hAnsi="Arial" w:cs="Arial"/>
          <w:b/>
          <w:sz w:val="18"/>
          <w:szCs w:val="18"/>
        </w:rPr>
        <w:t>30.11.</w:t>
      </w:r>
      <w:r w:rsidR="00372BEC">
        <w:rPr>
          <w:rFonts w:ascii="Arial" w:hAnsi="Arial" w:cs="Arial"/>
          <w:b/>
          <w:sz w:val="18"/>
          <w:szCs w:val="18"/>
        </w:rPr>
        <w:t xml:space="preserve">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 xml:space="preserve">Oświadczamy, iż warunki udziału w postępowaniu określone </w:t>
      </w:r>
      <w:r w:rsidR="00826DD4">
        <w:rPr>
          <w:rFonts w:ascii="Arial" w:hAnsi="Arial" w:cs="Arial"/>
          <w:sz w:val="18"/>
          <w:szCs w:val="18"/>
        </w:rPr>
        <w:t>w ogłoszeniu o zamówieniu</w:t>
      </w:r>
      <w:r w:rsidRPr="007B6E21">
        <w:rPr>
          <w:rFonts w:ascii="Arial" w:hAnsi="Arial" w:cs="Arial"/>
          <w:sz w:val="18"/>
          <w:szCs w:val="18"/>
        </w:rPr>
        <w:t xml:space="preserve">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6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 xml:space="preserve">Niniejszym wskazujemy nazwę/y (firmę/y) podwykonawcy/ów, któremu/którym zamierzamy powierzyć wykonanie części zamówienia: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E74E04" w:rsidRPr="00E74E04" w:rsidRDefault="00E74E04" w:rsidP="00E74E04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7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C61DA5" w:rsidRPr="00720745" w:rsidRDefault="000062C1" w:rsidP="0072074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720745">
        <w:rPr>
          <w:rFonts w:ascii="Arial" w:hAnsi="Arial" w:cs="Arial"/>
          <w:b/>
          <w:sz w:val="18"/>
          <w:szCs w:val="18"/>
        </w:rPr>
        <w:t xml:space="preserve">Oświadczamy, iż zaangażujemy </w:t>
      </w:r>
      <w:r w:rsidR="00720745" w:rsidRPr="00720745">
        <w:rPr>
          <w:rFonts w:ascii="Arial" w:hAnsi="Arial" w:cs="Arial"/>
          <w:b/>
          <w:sz w:val="18"/>
          <w:szCs w:val="18"/>
        </w:rPr>
        <w:t>do wykonania zamówienia osob</w:t>
      </w:r>
      <w:r w:rsidRPr="00720745">
        <w:rPr>
          <w:rFonts w:ascii="Arial" w:hAnsi="Arial" w:cs="Arial"/>
          <w:b/>
          <w:sz w:val="18"/>
          <w:szCs w:val="18"/>
        </w:rPr>
        <w:t>y posiadające odpowiednie kwalifikacje i doświadczenie</w:t>
      </w:r>
      <w:r w:rsidR="00C61DA5" w:rsidRPr="00720745">
        <w:rPr>
          <w:rFonts w:ascii="Arial" w:hAnsi="Arial" w:cs="Arial"/>
          <w:b/>
          <w:sz w:val="18"/>
          <w:szCs w:val="18"/>
        </w:rPr>
        <w:t xml:space="preserve"> oraz,  że przedmiot umowy będzie realizowany przez akredytowaną jednostkę certyfikującą.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lastRenderedPageBreak/>
        <w:t xml:space="preserve">Oświadczamy, iż zapoznaliśmy się </w:t>
      </w:r>
      <w:r w:rsidR="00826DD4">
        <w:rPr>
          <w:rFonts w:ascii="Arial" w:hAnsi="Arial" w:cs="Arial"/>
          <w:sz w:val="18"/>
          <w:szCs w:val="18"/>
        </w:rPr>
        <w:t>z ogłoszeniem o zamówieniu</w:t>
      </w:r>
      <w:r w:rsidRPr="002D7B85">
        <w:rPr>
          <w:rFonts w:ascii="Arial" w:hAnsi="Arial" w:cs="Arial"/>
          <w:sz w:val="18"/>
          <w:szCs w:val="18"/>
        </w:rPr>
        <w:t xml:space="preserve">, nie wnosimy do </w:t>
      </w:r>
      <w:r w:rsidR="00826DD4">
        <w:rPr>
          <w:rFonts w:ascii="Arial" w:hAnsi="Arial" w:cs="Arial"/>
          <w:sz w:val="18"/>
          <w:szCs w:val="18"/>
        </w:rPr>
        <w:t>niego</w:t>
      </w:r>
      <w:r w:rsidRPr="002D7B85">
        <w:rPr>
          <w:rFonts w:ascii="Arial" w:hAnsi="Arial" w:cs="Arial"/>
          <w:sz w:val="18"/>
          <w:szCs w:val="18"/>
        </w:rPr>
        <w:t xml:space="preserve"> zastrzeżeń oraz zdobyliśmy konieczne informacje do przygotowania oferty i zobowiązujemy się spełnić wszystkie wymienione w </w:t>
      </w:r>
      <w:r w:rsidR="00826DD4">
        <w:rPr>
          <w:rFonts w:ascii="Arial" w:hAnsi="Arial" w:cs="Arial"/>
          <w:sz w:val="18"/>
          <w:szCs w:val="18"/>
        </w:rPr>
        <w:t>ogłoszeniu</w:t>
      </w:r>
      <w:r w:rsidRPr="002D7B85">
        <w:rPr>
          <w:rFonts w:ascii="Arial" w:hAnsi="Arial" w:cs="Arial"/>
          <w:sz w:val="18"/>
          <w:szCs w:val="18"/>
        </w:rPr>
        <w:t xml:space="preserve">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 xml:space="preserve">wszystkich załącznikach do </w:t>
      </w:r>
      <w:r w:rsidR="00826DD4">
        <w:rPr>
          <w:rFonts w:ascii="Arial" w:hAnsi="Arial" w:cs="Arial"/>
          <w:sz w:val="18"/>
          <w:szCs w:val="18"/>
        </w:rPr>
        <w:t>niego</w:t>
      </w:r>
      <w:r w:rsidRPr="002D7B85">
        <w:rPr>
          <w:rFonts w:ascii="Arial" w:hAnsi="Arial" w:cs="Arial"/>
          <w:sz w:val="18"/>
          <w:szCs w:val="18"/>
        </w:rPr>
        <w:t>, wymagania Zamawiającego.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</w:t>
      </w:r>
      <w:r w:rsidR="00826DD4">
        <w:rPr>
          <w:rFonts w:ascii="Arial" w:hAnsi="Arial" w:cs="Arial"/>
          <w:sz w:val="18"/>
          <w:szCs w:val="18"/>
        </w:rPr>
        <w:t>ogłoszeniu o zamówieniu,</w:t>
      </w:r>
      <w:r w:rsidRPr="002D7B85">
        <w:rPr>
          <w:rFonts w:ascii="Arial" w:hAnsi="Arial" w:cs="Arial"/>
          <w:sz w:val="18"/>
          <w:szCs w:val="18"/>
        </w:rPr>
        <w:t xml:space="preserve"> tj. </w:t>
      </w:r>
      <w:r w:rsidR="00826DD4">
        <w:rPr>
          <w:rFonts w:ascii="Arial" w:hAnsi="Arial" w:cs="Arial"/>
          <w:b/>
          <w:sz w:val="18"/>
          <w:szCs w:val="18"/>
        </w:rPr>
        <w:t>20</w:t>
      </w:r>
      <w:r w:rsidRPr="002D7B85">
        <w:rPr>
          <w:rFonts w:ascii="Arial" w:hAnsi="Arial" w:cs="Arial"/>
          <w:b/>
          <w:sz w:val="18"/>
          <w:szCs w:val="18"/>
        </w:rPr>
        <w:t xml:space="preserve">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</w:t>
      </w:r>
      <w:r w:rsidR="00826DD4">
        <w:rPr>
          <w:rFonts w:ascii="Arial" w:hAnsi="Arial" w:cs="Arial"/>
          <w:sz w:val="18"/>
          <w:szCs w:val="18"/>
        </w:rPr>
        <w:t>załączniku nr 3 do ogłoszenia o zamówieniu</w:t>
      </w:r>
      <w:r w:rsidRPr="002D7B85">
        <w:rPr>
          <w:rFonts w:ascii="Arial" w:hAnsi="Arial" w:cs="Arial"/>
          <w:sz w:val="18"/>
          <w:szCs w:val="18"/>
        </w:rPr>
        <w:t xml:space="preserve">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Default="000062C1" w:rsidP="00720745">
      <w:pPr>
        <w:pStyle w:val="Akapitzlist"/>
        <w:numPr>
          <w:ilvl w:val="0"/>
          <w:numId w:val="38"/>
        </w:numPr>
        <w:spacing w:beforeLines="50" w:before="120" w:afterLines="50" w:after="12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A058E" w:rsidRDefault="000A058E" w:rsidP="000A058E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720745" w:rsidRDefault="00720745" w:rsidP="000A058E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720745" w:rsidRDefault="00720745" w:rsidP="000A058E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F91C62">
      <w:pPr>
        <w:tabs>
          <w:tab w:val="left" w:pos="284"/>
          <w:tab w:val="left" w:pos="709"/>
        </w:tabs>
        <w:ind w:left="4253"/>
        <w:jc w:val="center"/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sectPr w:rsidR="000062C1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9B" w:rsidRDefault="001E3A9B" w:rsidP="007B3FEE">
      <w:r>
        <w:separator/>
      </w:r>
    </w:p>
  </w:endnote>
  <w:endnote w:type="continuationSeparator" w:id="0">
    <w:p w:rsidR="001E3A9B" w:rsidRDefault="001E3A9B" w:rsidP="007B3FEE">
      <w:r>
        <w:continuationSeparator/>
      </w:r>
    </w:p>
  </w:endnote>
  <w:endnote w:type="continuationNotice" w:id="1">
    <w:p w:rsidR="001E3A9B" w:rsidRDefault="001E3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Default="001E3A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3A9B" w:rsidRDefault="001E3A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Pr="00AD3D19" w:rsidRDefault="00F3214A" w:rsidP="00AD3D19">
    <w:pPr>
      <w:pStyle w:val="Stopka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i/>
      </w:rPr>
      <w:pict>
        <v:rect id="_x0000_i1026" style="width:453.5pt;height:1pt" o:hralign="center" o:hrstd="t" o:hr="t" fillcolor="#aca899" stroked="f"/>
      </w:pict>
    </w:r>
    <w:r w:rsidR="001E3A9B" w:rsidRPr="00AD3D19">
      <w:rPr>
        <w:rFonts w:ascii="Calibri" w:eastAsia="Calibri" w:hAnsi="Calibri"/>
        <w:lang w:eastAsia="en-US"/>
      </w:rPr>
      <w:t xml:space="preserve"> </w:t>
    </w:r>
    <w:r w:rsidR="001E3A9B" w:rsidRPr="00AD3D19">
      <w:rPr>
        <w:rFonts w:ascii="Calibri" w:eastAsia="Calibri" w:hAnsi="Calibri"/>
        <w:sz w:val="16"/>
        <w:szCs w:val="16"/>
        <w:lang w:eastAsia="en-US"/>
      </w:rPr>
      <w:t>Projekt współfinansowany ze środków Unii Europejskiej w ramach Europejskiego Funduszu Społecznego</w:t>
    </w:r>
  </w:p>
  <w:p w:rsidR="001E3A9B" w:rsidRPr="00AD3D19" w:rsidRDefault="001E3A9B" w:rsidP="00AD3D19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D3D19">
      <w:rPr>
        <w:rFonts w:ascii="Calibri" w:eastAsia="Calibri" w:hAnsi="Calibri" w:cs="Arial"/>
        <w:sz w:val="16"/>
        <w:szCs w:val="16"/>
        <w:lang w:eastAsia="en-US"/>
      </w:rPr>
      <w:t>Uniwersytet Śląski w Katowicach, ul. Bankowa 12,  40-007  Katowice,  http://www.us.edu.pl</w:t>
    </w:r>
  </w:p>
  <w:p w:rsidR="001E3A9B" w:rsidRPr="00C57C93" w:rsidRDefault="001E3A9B" w:rsidP="00AD3D19">
    <w:pPr>
      <w:pStyle w:val="Stopka"/>
      <w:tabs>
        <w:tab w:val="clear" w:pos="4536"/>
      </w:tabs>
      <w:jc w:val="center"/>
      <w:rPr>
        <w:rFonts w:asciiTheme="minorHAnsi" w:hAnsiTheme="minorHAnsi"/>
      </w:rPr>
    </w:pPr>
    <w:r w:rsidRPr="00C57C93">
      <w:rPr>
        <w:rFonts w:asciiTheme="minorHAnsi" w:hAnsiTheme="minorHAnsi"/>
      </w:rPr>
      <w:t xml:space="preserve"> </w:t>
    </w:r>
  </w:p>
  <w:p w:rsidR="001E3A9B" w:rsidRPr="00C57C93" w:rsidRDefault="001E3A9B" w:rsidP="00C57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9B" w:rsidRDefault="001E3A9B" w:rsidP="007B3FEE">
      <w:r>
        <w:separator/>
      </w:r>
    </w:p>
  </w:footnote>
  <w:footnote w:type="continuationSeparator" w:id="0">
    <w:p w:rsidR="001E3A9B" w:rsidRDefault="001E3A9B" w:rsidP="007B3FEE">
      <w:r>
        <w:continuationSeparator/>
      </w:r>
    </w:p>
  </w:footnote>
  <w:footnote w:type="continuationNotice" w:id="1">
    <w:p w:rsidR="001E3A9B" w:rsidRDefault="001E3A9B"/>
  </w:footnote>
  <w:footnote w:id="2">
    <w:p w:rsidR="00170D4B" w:rsidRDefault="00170D4B" w:rsidP="00170D4B">
      <w:pPr>
        <w:pStyle w:val="Tekstprzypisudolnego"/>
        <w:ind w:left="284" w:hanging="142"/>
      </w:pPr>
      <w:r>
        <w:rPr>
          <w:rStyle w:val="Odwoanieprzypisudolnego"/>
        </w:rPr>
        <w:footnoteRef/>
      </w:r>
      <w:r>
        <w:t xml:space="preserve"> </w:t>
      </w:r>
      <w:r w:rsidRPr="00170D4B">
        <w:rPr>
          <w:rFonts w:ascii="Arial" w:hAnsi="Arial" w:cs="Arial"/>
          <w:i/>
          <w:sz w:val="16"/>
          <w:szCs w:val="16"/>
        </w:rPr>
        <w:t>Podana liczba uczestników jest liczbą maksymalną, która może ulec zmniejszeniu w zależności od zainteresowania szkoleniem.</w:t>
      </w:r>
    </w:p>
  </w:footnote>
  <w:footnote w:id="3">
    <w:p w:rsidR="00B25698" w:rsidRPr="00B25698" w:rsidRDefault="00B25698" w:rsidP="00B25698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B2569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698">
        <w:rPr>
          <w:rFonts w:ascii="Arial" w:hAnsi="Arial" w:cs="Arial"/>
          <w:sz w:val="16"/>
          <w:szCs w:val="16"/>
        </w:rPr>
        <w:t xml:space="preserve"> </w:t>
      </w:r>
      <w:r w:rsidRPr="00B25698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4">
    <w:p w:rsidR="001E3A9B" w:rsidRPr="00B25698" w:rsidRDefault="001E3A9B" w:rsidP="00544146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B25698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5698">
        <w:rPr>
          <w:rFonts w:ascii="Arial" w:hAnsi="Arial" w:cs="Arial"/>
          <w:i/>
          <w:sz w:val="16"/>
          <w:szCs w:val="16"/>
        </w:rPr>
        <w:t xml:space="preserve"> N</w:t>
      </w:r>
      <w:r w:rsidRPr="00B2569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 w:rsidRPr="00B25698">
        <w:rPr>
          <w:rFonts w:ascii="Arial" w:hAnsi="Arial" w:cs="Arial"/>
          <w:i/>
          <w:sz w:val="16"/>
          <w:szCs w:val="16"/>
        </w:rPr>
        <w:t>,</w:t>
      </w:r>
    </w:p>
  </w:footnote>
  <w:footnote w:id="5">
    <w:p w:rsidR="001E3A9B" w:rsidRPr="00137883" w:rsidRDefault="001E3A9B" w:rsidP="00720745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4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podmiotów do udostępnienia niezbędnych zasobów, np. zgodn</w:t>
      </w:r>
      <w:r w:rsidR="00C832BD">
        <w:rPr>
          <w:rFonts w:ascii="Arial" w:hAnsi="Arial" w:cs="Arial"/>
          <w:i/>
          <w:sz w:val="16"/>
          <w:szCs w:val="16"/>
          <w:lang w:eastAsia="en-US"/>
        </w:rPr>
        <w:t>ie z załącznikiem nr 1C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do </w:t>
      </w:r>
      <w:r w:rsidR="00C832BD">
        <w:rPr>
          <w:rFonts w:ascii="Arial" w:hAnsi="Arial" w:cs="Arial"/>
          <w:i/>
          <w:sz w:val="16"/>
          <w:szCs w:val="16"/>
          <w:lang w:eastAsia="en-US"/>
        </w:rPr>
        <w:t>ogłoszenia o zamówieniu</w:t>
      </w:r>
      <w:r>
        <w:rPr>
          <w:rFonts w:ascii="Arial" w:hAnsi="Arial" w:cs="Arial"/>
          <w:i/>
          <w:sz w:val="16"/>
          <w:szCs w:val="16"/>
          <w:lang w:eastAsia="en-US"/>
        </w:rPr>
        <w:t>,</w:t>
      </w:r>
    </w:p>
  </w:footnote>
  <w:footnote w:id="6">
    <w:p w:rsidR="001E3A9B" w:rsidRPr="00F07005" w:rsidRDefault="001E3A9B" w:rsidP="0072074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5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7">
    <w:p w:rsidR="001E3A9B" w:rsidRPr="005C0777" w:rsidRDefault="001E3A9B" w:rsidP="00720745">
      <w:pPr>
        <w:pStyle w:val="Tekstprzypisudolnego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Pr="00B623B5" w:rsidRDefault="001E3A9B" w:rsidP="00B623B5">
    <w:pPr>
      <w:tabs>
        <w:tab w:val="center" w:pos="4536"/>
      </w:tabs>
      <w:ind w:left="993"/>
      <w:rPr>
        <w:rFonts w:ascii="Calibri" w:eastAsia="Calibri" w:hAnsi="Calibri"/>
        <w:sz w:val="22"/>
        <w:szCs w:val="22"/>
        <w:lang w:eastAsia="en-US"/>
      </w:rPr>
    </w:pPr>
    <w:r w:rsidRPr="00B623B5">
      <w:rPr>
        <w:rFonts w:ascii="Calibri" w:eastAsia="Calibri" w:hAnsi="Calibri"/>
        <w:noProof/>
        <w:sz w:val="22"/>
        <w:szCs w:val="22"/>
      </w:rPr>
      <w:drawing>
        <wp:inline distT="0" distB="0" distL="0" distR="0" wp14:anchorId="7CDDE459" wp14:editId="678E12B4">
          <wp:extent cx="5760720" cy="7816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A9B" w:rsidRPr="00B623B5" w:rsidRDefault="001E3A9B" w:rsidP="00B623B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1E3A9B" w:rsidRPr="00720745" w:rsidRDefault="001E3A9B" w:rsidP="00B623B5">
    <w:pPr>
      <w:tabs>
        <w:tab w:val="center" w:pos="4536"/>
        <w:tab w:val="right" w:pos="9072"/>
      </w:tabs>
      <w:jc w:val="center"/>
      <w:rPr>
        <w:rFonts w:asciiTheme="minorHAnsi" w:eastAsia="Calibri" w:hAnsiTheme="minorHAnsi"/>
        <w:i/>
        <w:lang w:eastAsia="en-US"/>
      </w:rPr>
    </w:pPr>
    <w:r w:rsidRPr="00720745">
      <w:rPr>
        <w:rFonts w:asciiTheme="minorHAnsi" w:eastAsia="Calibri" w:hAnsiTheme="minorHAnsi"/>
        <w:i/>
        <w:lang w:eastAsia="en-US"/>
      </w:rPr>
      <w:t xml:space="preserve">Projekt „NEW. Zwiększenie konkurencyjności studentów Wydziału Biologii i Ochrony Środowiska </w:t>
    </w:r>
  </w:p>
  <w:p w:rsidR="001E3A9B" w:rsidRPr="00720745" w:rsidRDefault="001E3A9B" w:rsidP="00B623B5">
    <w:pPr>
      <w:tabs>
        <w:tab w:val="center" w:pos="4536"/>
        <w:tab w:val="right" w:pos="9072"/>
      </w:tabs>
      <w:jc w:val="center"/>
      <w:rPr>
        <w:rFonts w:asciiTheme="minorHAnsi" w:eastAsia="Calibri" w:hAnsiTheme="minorHAnsi"/>
        <w:i/>
        <w:lang w:eastAsia="en-US"/>
      </w:rPr>
    </w:pPr>
    <w:r w:rsidRPr="00720745">
      <w:rPr>
        <w:rFonts w:asciiTheme="minorHAnsi" w:eastAsia="Calibri" w:hAnsiTheme="minorHAnsi"/>
        <w:i/>
        <w:lang w:eastAsia="en-US"/>
      </w:rPr>
      <w:t>Uniwersytetu Śląskiego na rynku pracy przez rozwój ich kompetencji zawodowych.”</w:t>
    </w:r>
  </w:p>
  <w:p w:rsidR="001E3A9B" w:rsidRPr="00B623B5" w:rsidRDefault="00F3214A" w:rsidP="00B623B5">
    <w:pPr>
      <w:jc w:val="center"/>
      <w:rPr>
        <w:i/>
      </w:rPr>
    </w:pPr>
    <w:r>
      <w:rPr>
        <w:rFonts w:asciiTheme="minorHAnsi" w:hAnsiTheme="minorHAnsi"/>
        <w:i/>
        <w:lang w:val="en-US"/>
      </w:rPr>
      <w:pict>
        <v:rect id="_x0000_i1025" style="width:453.5pt;height:1pt" o:hralign="center" o:hrstd="t" o:hr="t" fillcolor="#aca899" stroked="f"/>
      </w:pict>
    </w:r>
    <w:r w:rsidR="001E3A9B" w:rsidRPr="00B623B5">
      <w:rPr>
        <w:i/>
      </w:rPr>
      <w:t xml:space="preserve"> </w:t>
    </w:r>
    <w:r w:rsidR="001E3A9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CEDACF5" wp14:editId="75111169">
              <wp:simplePos x="0" y="0"/>
              <wp:positionH relativeFrom="rightMargin">
                <wp:posOffset>6985</wp:posOffset>
              </wp:positionH>
              <wp:positionV relativeFrom="margin">
                <wp:posOffset>1756410</wp:posOffset>
              </wp:positionV>
              <wp:extent cx="371475" cy="990600"/>
              <wp:effectExtent l="0" t="0" r="9525" b="0"/>
              <wp:wrapNone/>
              <wp:docPr id="53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147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3A9B" w:rsidRPr="00B12D7E" w:rsidRDefault="001E3A9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3214A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.55pt;margin-top:138.3pt;width:29.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" o:allowincell="f" stroked="f">
              <v:textbox style="layout-flow:vertical" inset="0,,0">
                <w:txbxContent>
                  <w:p w:rsidR="001E3A9B" w:rsidRPr="00B12D7E" w:rsidRDefault="001E3A9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F3214A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4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88B"/>
    <w:multiLevelType w:val="hybridMultilevel"/>
    <w:tmpl w:val="9B10232E"/>
    <w:lvl w:ilvl="0" w:tplc="1D103C1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A90AFD"/>
    <w:multiLevelType w:val="hybridMultilevel"/>
    <w:tmpl w:val="A166716A"/>
    <w:lvl w:ilvl="0" w:tplc="68D67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60751E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926223"/>
    <w:multiLevelType w:val="hybridMultilevel"/>
    <w:tmpl w:val="DC4E53EE"/>
    <w:lvl w:ilvl="0" w:tplc="489C172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A520A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157B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372DE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AFA06F3"/>
    <w:multiLevelType w:val="hybridMultilevel"/>
    <w:tmpl w:val="7EAC2F24"/>
    <w:lvl w:ilvl="0" w:tplc="516863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F7456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03233C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A2F33E5"/>
    <w:multiLevelType w:val="multilevel"/>
    <w:tmpl w:val="586C9BB6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  <w:b w:val="0"/>
      </w:rPr>
    </w:lvl>
  </w:abstractNum>
  <w:abstractNum w:abstractNumId="20">
    <w:nsid w:val="4DA15184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4252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3F82076"/>
    <w:multiLevelType w:val="hybridMultilevel"/>
    <w:tmpl w:val="49D03500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E5D2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4124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127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0E436E"/>
    <w:multiLevelType w:val="hybridMultilevel"/>
    <w:tmpl w:val="4C0E4C48"/>
    <w:lvl w:ilvl="0" w:tplc="1834DFD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2281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39294F"/>
    <w:multiLevelType w:val="hybridMultilevel"/>
    <w:tmpl w:val="52FAC50C"/>
    <w:lvl w:ilvl="0" w:tplc="FDD67ED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E058E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BA53A7"/>
    <w:multiLevelType w:val="hybridMultilevel"/>
    <w:tmpl w:val="52B8BDD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F5404CDA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42"/>
  </w:num>
  <w:num w:numId="5">
    <w:abstractNumId w:val="30"/>
  </w:num>
  <w:num w:numId="6">
    <w:abstractNumId w:val="10"/>
  </w:num>
  <w:num w:numId="7">
    <w:abstractNumId w:val="23"/>
  </w:num>
  <w:num w:numId="8">
    <w:abstractNumId w:val="33"/>
  </w:num>
  <w:num w:numId="9">
    <w:abstractNumId w:val="6"/>
  </w:num>
  <w:num w:numId="10">
    <w:abstractNumId w:val="32"/>
  </w:num>
  <w:num w:numId="11">
    <w:abstractNumId w:val="31"/>
  </w:num>
  <w:num w:numId="12">
    <w:abstractNumId w:val="8"/>
  </w:num>
  <w:num w:numId="13">
    <w:abstractNumId w:val="17"/>
  </w:num>
  <w:num w:numId="14">
    <w:abstractNumId w:val="35"/>
  </w:num>
  <w:num w:numId="15">
    <w:abstractNumId w:val="41"/>
  </w:num>
  <w:num w:numId="16">
    <w:abstractNumId w:val="25"/>
  </w:num>
  <w:num w:numId="17">
    <w:abstractNumId w:val="27"/>
  </w:num>
  <w:num w:numId="18">
    <w:abstractNumId w:val="39"/>
  </w:num>
  <w:num w:numId="19">
    <w:abstractNumId w:val="36"/>
  </w:num>
  <w:num w:numId="20">
    <w:abstractNumId w:val="24"/>
  </w:num>
  <w:num w:numId="21">
    <w:abstractNumId w:val="12"/>
  </w:num>
  <w:num w:numId="22">
    <w:abstractNumId w:val="20"/>
  </w:num>
  <w:num w:numId="23">
    <w:abstractNumId w:val="19"/>
  </w:num>
  <w:num w:numId="24">
    <w:abstractNumId w:val="18"/>
  </w:num>
  <w:num w:numId="25">
    <w:abstractNumId w:val="40"/>
  </w:num>
  <w:num w:numId="26">
    <w:abstractNumId w:val="22"/>
  </w:num>
  <w:num w:numId="27">
    <w:abstractNumId w:val="3"/>
  </w:num>
  <w:num w:numId="28">
    <w:abstractNumId w:val="14"/>
  </w:num>
  <w:num w:numId="29">
    <w:abstractNumId w:val="4"/>
  </w:num>
  <w:num w:numId="30">
    <w:abstractNumId w:val="15"/>
  </w:num>
  <w:num w:numId="31">
    <w:abstractNumId w:val="1"/>
  </w:num>
  <w:num w:numId="32">
    <w:abstractNumId w:val="38"/>
  </w:num>
  <w:num w:numId="33">
    <w:abstractNumId w:val="0"/>
  </w:num>
  <w:num w:numId="34">
    <w:abstractNumId w:val="16"/>
  </w:num>
  <w:num w:numId="35">
    <w:abstractNumId w:val="7"/>
  </w:num>
  <w:num w:numId="36">
    <w:abstractNumId w:val="34"/>
  </w:num>
  <w:num w:numId="37">
    <w:abstractNumId w:val="37"/>
  </w:num>
  <w:num w:numId="38">
    <w:abstractNumId w:val="28"/>
  </w:num>
  <w:num w:numId="39">
    <w:abstractNumId w:val="21"/>
  </w:num>
  <w:num w:numId="40">
    <w:abstractNumId w:val="29"/>
  </w:num>
  <w:num w:numId="41">
    <w:abstractNumId w:val="26"/>
  </w:num>
  <w:num w:numId="42">
    <w:abstractNumId w:val="9"/>
  </w:num>
  <w:num w:numId="4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2C1"/>
    <w:rsid w:val="00010C93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2301"/>
    <w:rsid w:val="00044B6B"/>
    <w:rsid w:val="00051A3D"/>
    <w:rsid w:val="00061BCD"/>
    <w:rsid w:val="0006320E"/>
    <w:rsid w:val="000646C3"/>
    <w:rsid w:val="00064A7A"/>
    <w:rsid w:val="00064AC0"/>
    <w:rsid w:val="0007029F"/>
    <w:rsid w:val="000708C0"/>
    <w:rsid w:val="00080A35"/>
    <w:rsid w:val="00084C28"/>
    <w:rsid w:val="00091C6A"/>
    <w:rsid w:val="00092D2A"/>
    <w:rsid w:val="00093AB6"/>
    <w:rsid w:val="00093F06"/>
    <w:rsid w:val="000A058E"/>
    <w:rsid w:val="000A302E"/>
    <w:rsid w:val="000B3FCA"/>
    <w:rsid w:val="000B646C"/>
    <w:rsid w:val="000C280E"/>
    <w:rsid w:val="000C5030"/>
    <w:rsid w:val="000C6B3E"/>
    <w:rsid w:val="000D116C"/>
    <w:rsid w:val="000D468C"/>
    <w:rsid w:val="000D7317"/>
    <w:rsid w:val="000E67DB"/>
    <w:rsid w:val="000E7CE3"/>
    <w:rsid w:val="00103685"/>
    <w:rsid w:val="00110448"/>
    <w:rsid w:val="0011160B"/>
    <w:rsid w:val="00111919"/>
    <w:rsid w:val="00113599"/>
    <w:rsid w:val="00121918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0D4B"/>
    <w:rsid w:val="001727A5"/>
    <w:rsid w:val="0017382F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C21CC"/>
    <w:rsid w:val="001D2328"/>
    <w:rsid w:val="001D284C"/>
    <w:rsid w:val="001D317E"/>
    <w:rsid w:val="001D5747"/>
    <w:rsid w:val="001E3A9B"/>
    <w:rsid w:val="001E786D"/>
    <w:rsid w:val="00200512"/>
    <w:rsid w:val="0020312E"/>
    <w:rsid w:val="00205141"/>
    <w:rsid w:val="0022069F"/>
    <w:rsid w:val="002254C1"/>
    <w:rsid w:val="00234A85"/>
    <w:rsid w:val="002360AF"/>
    <w:rsid w:val="00240258"/>
    <w:rsid w:val="00240CB3"/>
    <w:rsid w:val="002419CA"/>
    <w:rsid w:val="002433F1"/>
    <w:rsid w:val="00247FE6"/>
    <w:rsid w:val="002519EC"/>
    <w:rsid w:val="002527F2"/>
    <w:rsid w:val="00255515"/>
    <w:rsid w:val="00257DD5"/>
    <w:rsid w:val="00261CF8"/>
    <w:rsid w:val="00262161"/>
    <w:rsid w:val="00262206"/>
    <w:rsid w:val="002646ED"/>
    <w:rsid w:val="00265F26"/>
    <w:rsid w:val="00266770"/>
    <w:rsid w:val="00276908"/>
    <w:rsid w:val="00281CB3"/>
    <w:rsid w:val="002924A8"/>
    <w:rsid w:val="00297DCC"/>
    <w:rsid w:val="002C4460"/>
    <w:rsid w:val="002C62B0"/>
    <w:rsid w:val="002D1ED4"/>
    <w:rsid w:val="002D37E9"/>
    <w:rsid w:val="002D4DC0"/>
    <w:rsid w:val="002D4E7E"/>
    <w:rsid w:val="002D7B85"/>
    <w:rsid w:val="002D7BD2"/>
    <w:rsid w:val="002E613A"/>
    <w:rsid w:val="002F1592"/>
    <w:rsid w:val="002F3D54"/>
    <w:rsid w:val="002F6F44"/>
    <w:rsid w:val="002F7DE7"/>
    <w:rsid w:val="003014EF"/>
    <w:rsid w:val="0030166A"/>
    <w:rsid w:val="0030393C"/>
    <w:rsid w:val="00304A6C"/>
    <w:rsid w:val="00317DB9"/>
    <w:rsid w:val="00332944"/>
    <w:rsid w:val="00333B3B"/>
    <w:rsid w:val="00336123"/>
    <w:rsid w:val="00346A6E"/>
    <w:rsid w:val="003500EF"/>
    <w:rsid w:val="00350630"/>
    <w:rsid w:val="00354547"/>
    <w:rsid w:val="00357A6B"/>
    <w:rsid w:val="00357D6B"/>
    <w:rsid w:val="00372BEC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A7E62"/>
    <w:rsid w:val="003B081E"/>
    <w:rsid w:val="003B2389"/>
    <w:rsid w:val="003B5180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240EC"/>
    <w:rsid w:val="0043777E"/>
    <w:rsid w:val="0044251A"/>
    <w:rsid w:val="00457295"/>
    <w:rsid w:val="00457D22"/>
    <w:rsid w:val="00464E8A"/>
    <w:rsid w:val="00465DDD"/>
    <w:rsid w:val="00474CC6"/>
    <w:rsid w:val="00477827"/>
    <w:rsid w:val="0048359C"/>
    <w:rsid w:val="004848EB"/>
    <w:rsid w:val="004904C5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D2B6F"/>
    <w:rsid w:val="004E70C2"/>
    <w:rsid w:val="004F242D"/>
    <w:rsid w:val="004F790C"/>
    <w:rsid w:val="004F7D74"/>
    <w:rsid w:val="00500973"/>
    <w:rsid w:val="005119ED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371CA"/>
    <w:rsid w:val="0054355D"/>
    <w:rsid w:val="005438A4"/>
    <w:rsid w:val="00544146"/>
    <w:rsid w:val="005448CF"/>
    <w:rsid w:val="005462C6"/>
    <w:rsid w:val="00554AF7"/>
    <w:rsid w:val="005553B6"/>
    <w:rsid w:val="005704C8"/>
    <w:rsid w:val="00571A6B"/>
    <w:rsid w:val="00574CEA"/>
    <w:rsid w:val="00577489"/>
    <w:rsid w:val="00590B55"/>
    <w:rsid w:val="005938CE"/>
    <w:rsid w:val="00594A6B"/>
    <w:rsid w:val="005A2109"/>
    <w:rsid w:val="005A395C"/>
    <w:rsid w:val="005A4067"/>
    <w:rsid w:val="005A51C3"/>
    <w:rsid w:val="005A5A84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600A9F"/>
    <w:rsid w:val="00604CFC"/>
    <w:rsid w:val="006131BC"/>
    <w:rsid w:val="00613F44"/>
    <w:rsid w:val="00626A0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A6B80"/>
    <w:rsid w:val="006B20BF"/>
    <w:rsid w:val="006B38BF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0745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4BD1"/>
    <w:rsid w:val="00765EB7"/>
    <w:rsid w:val="007748E5"/>
    <w:rsid w:val="007774E6"/>
    <w:rsid w:val="00781CF0"/>
    <w:rsid w:val="0079090A"/>
    <w:rsid w:val="00791DC7"/>
    <w:rsid w:val="00791EA2"/>
    <w:rsid w:val="007935A7"/>
    <w:rsid w:val="007A010C"/>
    <w:rsid w:val="007A0112"/>
    <w:rsid w:val="007A3FC4"/>
    <w:rsid w:val="007A5F3B"/>
    <w:rsid w:val="007B3691"/>
    <w:rsid w:val="007B3FEE"/>
    <w:rsid w:val="007B6E21"/>
    <w:rsid w:val="007C05E6"/>
    <w:rsid w:val="007C06BC"/>
    <w:rsid w:val="007C1E03"/>
    <w:rsid w:val="007D359B"/>
    <w:rsid w:val="007D53D7"/>
    <w:rsid w:val="007D7A5D"/>
    <w:rsid w:val="007D7A80"/>
    <w:rsid w:val="007F3342"/>
    <w:rsid w:val="007F4398"/>
    <w:rsid w:val="007F55EC"/>
    <w:rsid w:val="00802A89"/>
    <w:rsid w:val="00814113"/>
    <w:rsid w:val="00814511"/>
    <w:rsid w:val="00820A1F"/>
    <w:rsid w:val="00826DD4"/>
    <w:rsid w:val="00831943"/>
    <w:rsid w:val="00833883"/>
    <w:rsid w:val="008437E5"/>
    <w:rsid w:val="00843B62"/>
    <w:rsid w:val="0084571F"/>
    <w:rsid w:val="00851A0C"/>
    <w:rsid w:val="008526F3"/>
    <w:rsid w:val="00853BE7"/>
    <w:rsid w:val="00855A8A"/>
    <w:rsid w:val="0085618B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90383"/>
    <w:rsid w:val="008922C1"/>
    <w:rsid w:val="008934AD"/>
    <w:rsid w:val="008A525B"/>
    <w:rsid w:val="008B16A9"/>
    <w:rsid w:val="008B2FBB"/>
    <w:rsid w:val="008B69FC"/>
    <w:rsid w:val="008C1573"/>
    <w:rsid w:val="008C3C3F"/>
    <w:rsid w:val="008C6208"/>
    <w:rsid w:val="008D1D66"/>
    <w:rsid w:val="008D2030"/>
    <w:rsid w:val="008D2084"/>
    <w:rsid w:val="008D3A42"/>
    <w:rsid w:val="008D540E"/>
    <w:rsid w:val="008E7C7D"/>
    <w:rsid w:val="008F1A25"/>
    <w:rsid w:val="008F3D8B"/>
    <w:rsid w:val="00901C23"/>
    <w:rsid w:val="009041FE"/>
    <w:rsid w:val="0090496F"/>
    <w:rsid w:val="009103CB"/>
    <w:rsid w:val="00916703"/>
    <w:rsid w:val="0091727C"/>
    <w:rsid w:val="009178AF"/>
    <w:rsid w:val="00925907"/>
    <w:rsid w:val="0093069E"/>
    <w:rsid w:val="0093186A"/>
    <w:rsid w:val="00933117"/>
    <w:rsid w:val="0093450F"/>
    <w:rsid w:val="0093659B"/>
    <w:rsid w:val="0094120D"/>
    <w:rsid w:val="00950BC0"/>
    <w:rsid w:val="009519F7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5C43"/>
    <w:rsid w:val="00A3771E"/>
    <w:rsid w:val="00A43E6D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97E65"/>
    <w:rsid w:val="00AA2031"/>
    <w:rsid w:val="00AA35D7"/>
    <w:rsid w:val="00AA7028"/>
    <w:rsid w:val="00AC03DA"/>
    <w:rsid w:val="00AC0C2B"/>
    <w:rsid w:val="00AC2537"/>
    <w:rsid w:val="00AC6569"/>
    <w:rsid w:val="00AD2089"/>
    <w:rsid w:val="00AD3D19"/>
    <w:rsid w:val="00AF2BB1"/>
    <w:rsid w:val="00AF460A"/>
    <w:rsid w:val="00AF5B07"/>
    <w:rsid w:val="00AF6DB7"/>
    <w:rsid w:val="00B03951"/>
    <w:rsid w:val="00B05B2E"/>
    <w:rsid w:val="00B063FA"/>
    <w:rsid w:val="00B12D7E"/>
    <w:rsid w:val="00B172B8"/>
    <w:rsid w:val="00B23BA8"/>
    <w:rsid w:val="00B25698"/>
    <w:rsid w:val="00B26CEC"/>
    <w:rsid w:val="00B3052E"/>
    <w:rsid w:val="00B315A1"/>
    <w:rsid w:val="00B33478"/>
    <w:rsid w:val="00B43A31"/>
    <w:rsid w:val="00B50E20"/>
    <w:rsid w:val="00B5119B"/>
    <w:rsid w:val="00B54045"/>
    <w:rsid w:val="00B61DCD"/>
    <w:rsid w:val="00B623B5"/>
    <w:rsid w:val="00B72237"/>
    <w:rsid w:val="00B7466E"/>
    <w:rsid w:val="00B75211"/>
    <w:rsid w:val="00B81FAD"/>
    <w:rsid w:val="00B84340"/>
    <w:rsid w:val="00B91A23"/>
    <w:rsid w:val="00B945FD"/>
    <w:rsid w:val="00BA34AA"/>
    <w:rsid w:val="00BB0DAF"/>
    <w:rsid w:val="00BB0DCA"/>
    <w:rsid w:val="00BB0FD9"/>
    <w:rsid w:val="00BB18FC"/>
    <w:rsid w:val="00BB2C85"/>
    <w:rsid w:val="00BC3804"/>
    <w:rsid w:val="00BC4A8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469E4"/>
    <w:rsid w:val="00C50E4A"/>
    <w:rsid w:val="00C57C93"/>
    <w:rsid w:val="00C61DA5"/>
    <w:rsid w:val="00C70195"/>
    <w:rsid w:val="00C7256D"/>
    <w:rsid w:val="00C832BD"/>
    <w:rsid w:val="00C83CFC"/>
    <w:rsid w:val="00C85EDD"/>
    <w:rsid w:val="00C93811"/>
    <w:rsid w:val="00C93C0D"/>
    <w:rsid w:val="00CA2B6E"/>
    <w:rsid w:val="00CA7A49"/>
    <w:rsid w:val="00CB1A03"/>
    <w:rsid w:val="00CB20E6"/>
    <w:rsid w:val="00CC050B"/>
    <w:rsid w:val="00CC28B3"/>
    <w:rsid w:val="00CC6EAA"/>
    <w:rsid w:val="00CD181A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33919"/>
    <w:rsid w:val="00D40341"/>
    <w:rsid w:val="00D44FAF"/>
    <w:rsid w:val="00D5123E"/>
    <w:rsid w:val="00D63968"/>
    <w:rsid w:val="00D7765B"/>
    <w:rsid w:val="00D80ACB"/>
    <w:rsid w:val="00D87E49"/>
    <w:rsid w:val="00DA1CAC"/>
    <w:rsid w:val="00DB4441"/>
    <w:rsid w:val="00DB514A"/>
    <w:rsid w:val="00DC25E6"/>
    <w:rsid w:val="00DC4C33"/>
    <w:rsid w:val="00DC7441"/>
    <w:rsid w:val="00DD09D1"/>
    <w:rsid w:val="00DD1FA7"/>
    <w:rsid w:val="00DD628E"/>
    <w:rsid w:val="00DD6DCB"/>
    <w:rsid w:val="00DD775E"/>
    <w:rsid w:val="00DE1E85"/>
    <w:rsid w:val="00DE273A"/>
    <w:rsid w:val="00DE396D"/>
    <w:rsid w:val="00DE4FEE"/>
    <w:rsid w:val="00DE52AB"/>
    <w:rsid w:val="00DE5DB4"/>
    <w:rsid w:val="00E10C54"/>
    <w:rsid w:val="00E10F1E"/>
    <w:rsid w:val="00E1411B"/>
    <w:rsid w:val="00E156F9"/>
    <w:rsid w:val="00E2200F"/>
    <w:rsid w:val="00E3169F"/>
    <w:rsid w:val="00E317AA"/>
    <w:rsid w:val="00E317B5"/>
    <w:rsid w:val="00E33349"/>
    <w:rsid w:val="00E3616C"/>
    <w:rsid w:val="00E3625F"/>
    <w:rsid w:val="00E41759"/>
    <w:rsid w:val="00E54393"/>
    <w:rsid w:val="00E54A74"/>
    <w:rsid w:val="00E561F5"/>
    <w:rsid w:val="00E651CF"/>
    <w:rsid w:val="00E66B58"/>
    <w:rsid w:val="00E71DD3"/>
    <w:rsid w:val="00E74E04"/>
    <w:rsid w:val="00E75AB9"/>
    <w:rsid w:val="00E9011F"/>
    <w:rsid w:val="00EA0B95"/>
    <w:rsid w:val="00EA46BF"/>
    <w:rsid w:val="00EA50D3"/>
    <w:rsid w:val="00EB18D0"/>
    <w:rsid w:val="00EB586C"/>
    <w:rsid w:val="00EC1CAA"/>
    <w:rsid w:val="00EC220E"/>
    <w:rsid w:val="00ED0E82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13C09"/>
    <w:rsid w:val="00F152D2"/>
    <w:rsid w:val="00F20883"/>
    <w:rsid w:val="00F2299B"/>
    <w:rsid w:val="00F26909"/>
    <w:rsid w:val="00F316A2"/>
    <w:rsid w:val="00F3214A"/>
    <w:rsid w:val="00F34B08"/>
    <w:rsid w:val="00F35970"/>
    <w:rsid w:val="00F412F6"/>
    <w:rsid w:val="00F47904"/>
    <w:rsid w:val="00F47E14"/>
    <w:rsid w:val="00F5185B"/>
    <w:rsid w:val="00F6222C"/>
    <w:rsid w:val="00F65F2B"/>
    <w:rsid w:val="00F669E4"/>
    <w:rsid w:val="00F73B0F"/>
    <w:rsid w:val="00F77F4D"/>
    <w:rsid w:val="00F82E5D"/>
    <w:rsid w:val="00F91C62"/>
    <w:rsid w:val="00F9336A"/>
    <w:rsid w:val="00FA024B"/>
    <w:rsid w:val="00FA6730"/>
    <w:rsid w:val="00FB2406"/>
    <w:rsid w:val="00FC3658"/>
    <w:rsid w:val="00FE095D"/>
    <w:rsid w:val="00FE69FC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8FDF-19D8-47AE-BE1B-DD27E3ED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60CF0073.dotm</Template>
  <TotalTime>76</TotalTime>
  <Pages>4</Pages>
  <Words>1178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45</cp:revision>
  <cp:lastPrinted>2016-10-06T08:09:00Z</cp:lastPrinted>
  <dcterms:created xsi:type="dcterms:W3CDTF">2016-04-21T09:28:00Z</dcterms:created>
  <dcterms:modified xsi:type="dcterms:W3CDTF">2016-10-06T08:09:00Z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