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DE4FEE" w:rsidRDefault="007B3FEE" w:rsidP="00021E0A">
      <w:pPr>
        <w:pStyle w:val="Nagwek4"/>
        <w:rPr>
          <w:rFonts w:ascii="Arial" w:hAnsi="Arial" w:cs="Arial"/>
          <w:sz w:val="18"/>
          <w:szCs w:val="18"/>
        </w:rPr>
      </w:pPr>
      <w:r w:rsidRPr="007B3FEE">
        <w:rPr>
          <w:rFonts w:ascii="Arial" w:hAnsi="Arial" w:cs="Arial"/>
          <w:sz w:val="20"/>
        </w:rPr>
        <w:t xml:space="preserve">                      </w:t>
      </w:r>
      <w:r w:rsidR="00021E0A">
        <w:rPr>
          <w:rFonts w:ascii="Arial" w:hAnsi="Arial" w:cs="Arial"/>
          <w:sz w:val="20"/>
        </w:rPr>
        <w:t xml:space="preserve">                   </w:t>
      </w:r>
      <w:r w:rsidRPr="00DE4FEE">
        <w:rPr>
          <w:rFonts w:ascii="Arial" w:hAnsi="Arial" w:cs="Arial"/>
          <w:sz w:val="18"/>
          <w:szCs w:val="18"/>
        </w:rPr>
        <w:t>Załącznik nr 1A do SIWZ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2924A8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E3616C" w:rsidRPr="00132FB0" w:rsidRDefault="000D468C" w:rsidP="00132FB0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>
        <w:rPr>
          <w:rFonts w:ascii="Arial" w:hAnsi="Arial" w:cs="Arial"/>
          <w:b/>
        </w:rPr>
        <w:t>DZP.381.</w:t>
      </w:r>
      <w:r w:rsidR="004A1C51">
        <w:rPr>
          <w:rFonts w:ascii="Arial" w:hAnsi="Arial" w:cs="Arial"/>
          <w:b/>
        </w:rPr>
        <w:t>24</w:t>
      </w:r>
      <w:r w:rsidR="004B2EB3">
        <w:rPr>
          <w:rFonts w:ascii="Arial" w:hAnsi="Arial" w:cs="Arial"/>
          <w:b/>
        </w:rPr>
        <w:t>.2014.</w:t>
      </w:r>
      <w:r w:rsidR="00132FB0">
        <w:rPr>
          <w:rFonts w:ascii="Arial" w:hAnsi="Arial" w:cs="Arial"/>
          <w:b/>
        </w:rPr>
        <w:t>UG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na świadczenie </w:t>
      </w:r>
      <w:r w:rsidR="00297DCC">
        <w:rPr>
          <w:rFonts w:ascii="Arial" w:hAnsi="Arial" w:cs="Arial"/>
        </w:rPr>
        <w:t>usług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E3616C" w:rsidRDefault="00E3616C" w:rsidP="00132FB0">
      <w:pPr>
        <w:pStyle w:val="Default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BE6247" w:rsidRPr="00132FB0" w:rsidRDefault="00183F29" w:rsidP="00132FB0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132FB0">
        <w:rPr>
          <w:rFonts w:ascii="Arial" w:hAnsi="Arial" w:cs="Arial"/>
          <w:b/>
          <w:bCs/>
          <w:sz w:val="22"/>
          <w:szCs w:val="22"/>
        </w:rPr>
        <w:t>Usługi dydaktyczne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E3616C" w:rsidRPr="00132FB0" w:rsidRDefault="000D468C" w:rsidP="00132FB0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A82EAF" w:rsidRPr="00FA024B" w:rsidRDefault="00A82EAF" w:rsidP="00A82EAF">
      <w:pPr>
        <w:ind w:left="284"/>
        <w:jc w:val="center"/>
        <w:rPr>
          <w:rFonts w:ascii="Arial" w:hAnsi="Arial" w:cs="Arial"/>
          <w:color w:val="0070C0"/>
          <w:sz w:val="18"/>
          <w:szCs w:val="18"/>
        </w:rPr>
      </w:pPr>
      <w:r w:rsidRPr="00FA024B">
        <w:rPr>
          <w:rFonts w:ascii="Arial" w:hAnsi="Arial" w:cs="Arial"/>
          <w:b/>
          <w:color w:val="0070C0"/>
          <w:sz w:val="18"/>
          <w:szCs w:val="18"/>
        </w:rPr>
        <w:lastRenderedPageBreak/>
        <w:t xml:space="preserve">Część </w:t>
      </w:r>
      <w:r w:rsidR="004A1C51">
        <w:rPr>
          <w:rFonts w:ascii="Arial" w:hAnsi="Arial" w:cs="Arial"/>
          <w:b/>
          <w:color w:val="0070C0"/>
          <w:sz w:val="18"/>
          <w:szCs w:val="18"/>
        </w:rPr>
        <w:t>A</w:t>
      </w:r>
      <w:r w:rsidRPr="00FA024B">
        <w:rPr>
          <w:rFonts w:ascii="Arial" w:hAnsi="Arial" w:cs="Arial"/>
          <w:b/>
          <w:color w:val="0070C0"/>
          <w:sz w:val="18"/>
          <w:szCs w:val="18"/>
        </w:rPr>
        <w:t>- „Cykl zajęć specjalistycznych na temat projektowania, mechanizmów działania i analizy leków”</w:t>
      </w:r>
    </w:p>
    <w:p w:rsidR="00A82EAF" w:rsidRPr="00A82EAF" w:rsidRDefault="00A82EAF" w:rsidP="00A82EAF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82EAF" w:rsidRPr="00200512" w:rsidRDefault="00A82EAF" w:rsidP="00A74D0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A82EAF" w:rsidTr="00A82EAF">
        <w:tc>
          <w:tcPr>
            <w:tcW w:w="4253" w:type="dxa"/>
          </w:tcPr>
          <w:p w:rsidR="00A82EAF" w:rsidRPr="00132FB0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 za 1 godzinę wykładu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(1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A82EAF" w:rsidTr="00A82EAF">
        <w:tc>
          <w:tcPr>
            <w:tcW w:w="4253" w:type="dxa"/>
          </w:tcPr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A82EAF" w:rsidTr="00A82EAF">
        <w:tc>
          <w:tcPr>
            <w:tcW w:w="4253" w:type="dxa"/>
          </w:tcPr>
          <w:p w:rsidR="00A82EAF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(z VAT)</w:t>
            </w:r>
            <w:r>
              <w:rPr>
                <w:vertAlign w:val="superscript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wykładu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(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FF20A4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20A4">
              <w:rPr>
                <w:rFonts w:ascii="Arial" w:hAnsi="Arial" w:cs="Arial"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132FB0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  <w:tr w:rsidR="00A82EAF" w:rsidTr="00A82EAF">
        <w:tc>
          <w:tcPr>
            <w:tcW w:w="4253" w:type="dxa"/>
          </w:tcPr>
          <w:p w:rsidR="00A82EAF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oferty brutto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(z VAT) </w:t>
            </w:r>
            <w:r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x </w:t>
            </w:r>
            <w:r w:rsidRPr="00FA024B">
              <w:rPr>
                <w:rFonts w:ascii="Arial" w:hAnsi="Arial" w:cs="Arial"/>
                <w:b/>
                <w:color w:val="FF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godzin zajęć (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Maksymalna ilość godzin zajęć do przeprowadzenia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  <w:p w:rsidR="00A82EAF" w:rsidRPr="00132FB0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Pr="004D2B6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A82EAF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W przypadku Wykonawcy zwolnionego z VAT, w rubryce stawka podatku VAT należy wpisać: „zwolniony”.                                                                    W przypadku Wykonawcy niebędącego czynnym podatnikiem podatku VAT, w rubryce stawka VAT należy wpisać – „Wykonawca niebędący czynnym podatnikiem VAT”.</w:t>
      </w:r>
    </w:p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955DB8">
        <w:rPr>
          <w:rFonts w:ascii="Arial" w:hAnsi="Arial" w:cs="Arial"/>
          <w:b/>
          <w:bCs/>
          <w:iCs/>
          <w:sz w:val="18"/>
          <w:szCs w:val="18"/>
        </w:rPr>
        <w:t>W przypadku Wykonawcy niebędącego podatnikiem podatku VAT należy poda</w:t>
      </w:r>
      <w:r>
        <w:rPr>
          <w:rFonts w:ascii="Arial" w:hAnsi="Arial" w:cs="Arial"/>
          <w:b/>
          <w:bCs/>
          <w:iCs/>
          <w:sz w:val="18"/>
          <w:szCs w:val="18"/>
        </w:rPr>
        <w:t>ć ostateczną cenę uwzględniającą</w:t>
      </w:r>
      <w:r w:rsidRPr="00955DB8">
        <w:rPr>
          <w:rFonts w:ascii="Arial" w:hAnsi="Arial" w:cs="Arial"/>
          <w:b/>
          <w:bCs/>
          <w:iCs/>
          <w:sz w:val="18"/>
          <w:szCs w:val="18"/>
        </w:rPr>
        <w:t xml:space="preserve"> wszystkie elementy cenotwórcze.</w:t>
      </w:r>
    </w:p>
    <w:p w:rsidR="00A82EAF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</w:p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>
        <w:rPr>
          <w:rStyle w:val="Odwoanieprzypisudolnego"/>
          <w:rFonts w:ascii="Arial" w:hAnsi="Arial" w:cs="Arial"/>
          <w:iCs/>
          <w:sz w:val="18"/>
          <w:szCs w:val="18"/>
        </w:rPr>
        <w:footnoteReference w:id="3"/>
      </w:r>
    </w:p>
    <w:p w:rsidR="00A82EAF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A82EAF" w:rsidRPr="00200512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A82EAF" w:rsidRPr="009221E4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iCs/>
          <w:sz w:val="18"/>
          <w:szCs w:val="18"/>
        </w:rPr>
        <w:t xml:space="preserve">w tym </w:t>
      </w:r>
      <w:r w:rsidRPr="009221E4">
        <w:rPr>
          <w:rFonts w:ascii="Arial" w:hAnsi="Arial" w:cs="Arial"/>
          <w:i/>
          <w:iCs/>
          <w:sz w:val="18"/>
          <w:szCs w:val="18"/>
        </w:rPr>
        <w:t>również wynagrodzenia osób biorących udział w realizacji zamówienia</w:t>
      </w:r>
      <w:r>
        <w:rPr>
          <w:rFonts w:ascii="Arial" w:hAnsi="Arial" w:cs="Arial"/>
          <w:i/>
          <w:iCs/>
          <w:sz w:val="18"/>
          <w:szCs w:val="18"/>
        </w:rPr>
        <w:t xml:space="preserve">, </w:t>
      </w:r>
      <w:r w:rsidRPr="009221E4">
        <w:rPr>
          <w:rFonts w:ascii="Arial" w:hAnsi="Arial" w:cs="Arial"/>
          <w:i/>
          <w:sz w:val="18"/>
          <w:szCs w:val="18"/>
        </w:rPr>
        <w:t xml:space="preserve"> a także koszty ogólne, wszelkie podatki i opłaty i elementy ryzyka związane z realizacją zamówienia oraz ewentualny zysk </w:t>
      </w:r>
      <w:r w:rsidRPr="009221E4">
        <w:rPr>
          <w:rFonts w:ascii="Arial" w:hAnsi="Arial" w:cs="Arial"/>
          <w:i/>
          <w:iCs/>
          <w:sz w:val="18"/>
          <w:szCs w:val="18"/>
        </w:rPr>
        <w:t>Wykonawcy.</w:t>
      </w:r>
    </w:p>
    <w:p w:rsidR="00A82EAF" w:rsidRPr="00E3616C" w:rsidRDefault="00A82EAF" w:rsidP="00397EAD">
      <w:pPr>
        <w:pStyle w:val="Akapitzlist"/>
        <w:spacing w:before="40" w:after="40"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lastRenderedPageBreak/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397EAD" w:rsidRPr="00397EAD" w:rsidRDefault="00781CF0" w:rsidP="00397EAD">
      <w:pPr>
        <w:pStyle w:val="Akapitzlist"/>
        <w:numPr>
          <w:ilvl w:val="0"/>
          <w:numId w:val="4"/>
        </w:numPr>
        <w:spacing w:before="40" w:after="40" w:line="360" w:lineRule="auto"/>
        <w:ind w:left="641" w:hanging="357"/>
        <w:jc w:val="both"/>
        <w:rPr>
          <w:rFonts w:ascii="Arial" w:hAnsi="Arial" w:cs="Arial"/>
          <w:sz w:val="18"/>
          <w:szCs w:val="18"/>
        </w:rPr>
      </w:pPr>
      <w:r w:rsidRPr="00397EAD">
        <w:rPr>
          <w:rFonts w:ascii="Arial" w:hAnsi="Arial" w:cs="Arial"/>
          <w:sz w:val="18"/>
          <w:szCs w:val="18"/>
        </w:rPr>
        <w:t>Zobowiązujemy się do realizacji przedmiotu zamó</w:t>
      </w:r>
      <w:r w:rsidR="00397EAD" w:rsidRPr="00397EAD">
        <w:rPr>
          <w:rFonts w:ascii="Arial" w:hAnsi="Arial" w:cs="Arial"/>
          <w:sz w:val="18"/>
          <w:szCs w:val="18"/>
        </w:rPr>
        <w:t xml:space="preserve">wienia od dnia zawarcia umowy, nie wcześniej niż od dnia </w:t>
      </w:r>
      <w:r w:rsidR="00397EAD" w:rsidRPr="00397EAD">
        <w:rPr>
          <w:rFonts w:ascii="Arial" w:hAnsi="Arial" w:cs="Arial"/>
          <w:bCs/>
          <w:sz w:val="18"/>
          <w:szCs w:val="18"/>
        </w:rPr>
        <w:t>28.04.2014r.  do dnia 30.09.2014r</w:t>
      </w:r>
      <w:r w:rsidR="00397EAD" w:rsidRPr="00397EAD">
        <w:rPr>
          <w:rFonts w:ascii="Arial" w:hAnsi="Arial" w:cs="Arial"/>
          <w:sz w:val="18"/>
          <w:szCs w:val="18"/>
        </w:rPr>
        <w:t xml:space="preserve">. -zgodnie z harmonogramem przygotowanym przez Zamawiającego po zawarciu umowy albo do wyczerpania maksymalnej ilości godzin zajęć, w zależności od tego, które ze zdarzeń nastąpi wcześniej. </w:t>
      </w:r>
    </w:p>
    <w:p w:rsidR="00A82EAF" w:rsidRPr="00A86AC3" w:rsidRDefault="00A82EAF" w:rsidP="00397EAD">
      <w:pPr>
        <w:pStyle w:val="Akapitzlist"/>
        <w:numPr>
          <w:ilvl w:val="0"/>
          <w:numId w:val="4"/>
        </w:numPr>
        <w:spacing w:before="40" w:after="40" w:line="360" w:lineRule="auto"/>
        <w:ind w:left="646"/>
        <w:jc w:val="both"/>
        <w:rPr>
          <w:rFonts w:ascii="Arial" w:hAnsi="Arial" w:cs="Arial"/>
          <w:sz w:val="18"/>
          <w:szCs w:val="18"/>
        </w:rPr>
      </w:pPr>
      <w:r w:rsidRPr="00A86AC3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A82EAF" w:rsidRPr="00E3616C" w:rsidRDefault="00A82EAF" w:rsidP="00397EAD">
      <w:pPr>
        <w:numPr>
          <w:ilvl w:val="0"/>
          <w:numId w:val="4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E3616C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4"/>
      </w:r>
      <w:r w:rsidRPr="00E3616C">
        <w:rPr>
          <w:rFonts w:ascii="Arial" w:hAnsi="Arial" w:cs="Arial"/>
          <w:sz w:val="18"/>
          <w:szCs w:val="18"/>
        </w:rPr>
        <w:t>.</w:t>
      </w:r>
    </w:p>
    <w:p w:rsidR="00A82EAF" w:rsidRPr="00E3616C" w:rsidRDefault="00A82EAF" w:rsidP="00A74D07">
      <w:pPr>
        <w:pStyle w:val="Akapitzlist"/>
        <w:numPr>
          <w:ilvl w:val="0"/>
          <w:numId w:val="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E3616C">
        <w:rPr>
          <w:rFonts w:ascii="Arial" w:hAnsi="Arial" w:cs="Arial"/>
          <w:i/>
          <w:sz w:val="18"/>
          <w:szCs w:val="18"/>
        </w:rPr>
        <w:t>(jeżeli dotyczy)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E3616C">
        <w:rPr>
          <w:rFonts w:ascii="Arial" w:hAnsi="Arial" w:cs="Arial"/>
          <w:sz w:val="18"/>
          <w:szCs w:val="18"/>
        </w:rPr>
        <w:t>: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82EAF" w:rsidRPr="00E3616C" w:rsidRDefault="00A82EAF" w:rsidP="00A74D07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E3616C">
        <w:rPr>
          <w:rFonts w:ascii="Arial" w:hAnsi="Arial" w:cs="Arial"/>
          <w:sz w:val="18"/>
          <w:szCs w:val="18"/>
        </w:rPr>
        <w:t xml:space="preserve"> </w:t>
      </w:r>
    </w:p>
    <w:p w:rsidR="00A82EAF" w:rsidRPr="00E3616C" w:rsidRDefault="00A82EAF" w:rsidP="00A82EAF">
      <w:pPr>
        <w:pStyle w:val="Akapitzlist"/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E3616C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A82EAF" w:rsidRPr="00A82EAF" w:rsidRDefault="00A82EAF" w:rsidP="00A74D07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  <w:r>
        <w:rPr>
          <w:rFonts w:ascii="Arial" w:hAnsi="Arial" w:cs="Arial"/>
          <w:sz w:val="18"/>
          <w:szCs w:val="18"/>
        </w:rPr>
        <w:t xml:space="preserve"> </w:t>
      </w:r>
      <w:r w:rsidRPr="00A82EAF">
        <w:rPr>
          <w:rFonts w:ascii="Arial" w:hAnsi="Arial" w:cs="Arial"/>
          <w:sz w:val="18"/>
          <w:szCs w:val="18"/>
        </w:rPr>
        <w:t>p……………….……………, tel.:………………..………… faks: …………..……..…..….., e-mail:………………………………..</w:t>
      </w:r>
    </w:p>
    <w:p w:rsidR="00A82EAF" w:rsidRDefault="00A82EAF" w:rsidP="00A74D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E3616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A82EAF" w:rsidRPr="00E3616C" w:rsidRDefault="00A82EAF" w:rsidP="00A74D07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A82EAF" w:rsidRPr="00E3616C" w:rsidRDefault="00A82EAF" w:rsidP="00A74D07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E3616C">
        <w:rPr>
          <w:rFonts w:ascii="Arial" w:hAnsi="Arial" w:cs="Arial"/>
          <w:b/>
          <w:sz w:val="18"/>
          <w:szCs w:val="18"/>
        </w:rPr>
        <w:t>30 dni</w:t>
      </w:r>
      <w:r w:rsidRPr="00E3616C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A82EAF" w:rsidRDefault="00A82EAF" w:rsidP="00A74D07">
      <w:pPr>
        <w:pStyle w:val="Akapitzlist"/>
        <w:numPr>
          <w:ilvl w:val="0"/>
          <w:numId w:val="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A82EAF" w:rsidRDefault="00A82EAF" w:rsidP="00A82EA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82EAF" w:rsidRPr="00A82EAF" w:rsidRDefault="00A82EAF" w:rsidP="00A82EA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A82EAF" w:rsidRPr="00E3616C" w:rsidRDefault="00A82EAF" w:rsidP="00A82EAF">
      <w:pPr>
        <w:pStyle w:val="Akapitzlist"/>
        <w:tabs>
          <w:tab w:val="left" w:pos="426"/>
        </w:tabs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A82EAF" w:rsidRPr="00200512" w:rsidRDefault="00A82EAF" w:rsidP="00A74D07">
      <w:pPr>
        <w:pStyle w:val="Akapitzlist"/>
        <w:numPr>
          <w:ilvl w:val="0"/>
          <w:numId w:val="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Wraz z niniejszą ofertą składamy: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  <w:t xml:space="preserve"> nr strony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E3616C" w:rsidRDefault="00A82EAF" w:rsidP="00A82EA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82EAF">
      <w:pPr>
        <w:tabs>
          <w:tab w:val="left" w:pos="2552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A82EAF" w:rsidRPr="00E3616C" w:rsidRDefault="00A82EAF" w:rsidP="00A82EAF">
      <w:pPr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data i podpis osoby uprawnionej</w:t>
      </w:r>
    </w:p>
    <w:p w:rsidR="00A82EAF" w:rsidRDefault="00A82EAF" w:rsidP="00A82EAF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do reprezentowania Wykonawcy </w:t>
      </w:r>
    </w:p>
    <w:p w:rsidR="00A82EAF" w:rsidRDefault="00A82EAF" w:rsidP="00A82EAF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A82EAF" w:rsidRDefault="00A82EAF" w:rsidP="004A1C51">
      <w:pPr>
        <w:tabs>
          <w:tab w:val="left" w:pos="284"/>
          <w:tab w:val="left" w:pos="709"/>
        </w:tabs>
        <w:spacing w:before="40" w:after="40" w:line="360" w:lineRule="auto"/>
        <w:ind w:left="4253"/>
        <w:rPr>
          <w:rFonts w:ascii="Arial" w:hAnsi="Arial" w:cs="Arial"/>
          <w:sz w:val="18"/>
          <w:szCs w:val="18"/>
        </w:rPr>
        <w:sectPr w:rsidR="00A82EAF" w:rsidSect="00200512">
          <w:headerReference w:type="default" r:id="rId9"/>
          <w:footerReference w:type="even" r:id="rId10"/>
          <w:footerReference w:type="default" r:id="rId11"/>
          <w:footnotePr>
            <w:numRestart w:val="eachSect"/>
          </w:footnotePr>
          <w:pgSz w:w="11907" w:h="16840" w:code="9"/>
          <w:pgMar w:top="510" w:right="850" w:bottom="510" w:left="510" w:header="426" w:footer="434" w:gutter="0"/>
          <w:cols w:space="708"/>
        </w:sectPr>
      </w:pPr>
    </w:p>
    <w:p w:rsidR="00BD4F84" w:rsidRDefault="00BD4F84" w:rsidP="00781CF0">
      <w:pPr>
        <w:jc w:val="center"/>
        <w:rPr>
          <w:rFonts w:ascii="Arial" w:hAnsi="Arial" w:cs="Arial"/>
          <w:b/>
          <w:color w:val="0070C0"/>
          <w:sz w:val="18"/>
          <w:szCs w:val="18"/>
        </w:rPr>
      </w:pPr>
      <w:r w:rsidRPr="00FA024B">
        <w:rPr>
          <w:rFonts w:ascii="Arial" w:hAnsi="Arial" w:cs="Arial"/>
          <w:b/>
          <w:color w:val="0070C0"/>
          <w:sz w:val="18"/>
          <w:szCs w:val="18"/>
        </w:rPr>
        <w:lastRenderedPageBreak/>
        <w:t xml:space="preserve">Część </w:t>
      </w:r>
      <w:r w:rsidR="004A1C51">
        <w:rPr>
          <w:rFonts w:ascii="Arial" w:hAnsi="Arial" w:cs="Arial"/>
          <w:b/>
          <w:color w:val="0070C0"/>
          <w:sz w:val="18"/>
          <w:szCs w:val="18"/>
        </w:rPr>
        <w:t>B</w:t>
      </w:r>
      <w:r w:rsidRPr="00FA024B">
        <w:rPr>
          <w:rFonts w:ascii="Arial" w:hAnsi="Arial" w:cs="Arial"/>
          <w:b/>
          <w:color w:val="0070C0"/>
          <w:sz w:val="18"/>
          <w:szCs w:val="18"/>
        </w:rPr>
        <w:t>- „Cykl zajęć specjalistycznych na temat podstaw toksykologii”</w:t>
      </w:r>
    </w:p>
    <w:p w:rsidR="004A1C51" w:rsidRPr="00781CF0" w:rsidRDefault="004A1C51" w:rsidP="00781CF0">
      <w:pPr>
        <w:jc w:val="center"/>
        <w:rPr>
          <w:rFonts w:ascii="Arial" w:hAnsi="Arial" w:cs="Arial"/>
          <w:color w:val="0070C0"/>
          <w:sz w:val="18"/>
          <w:szCs w:val="18"/>
        </w:rPr>
      </w:pPr>
    </w:p>
    <w:p w:rsidR="00A74D07" w:rsidRPr="00200512" w:rsidRDefault="00A74D07" w:rsidP="00A74D0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A74D07" w:rsidTr="002F5501">
        <w:tc>
          <w:tcPr>
            <w:tcW w:w="4253" w:type="dxa"/>
          </w:tcPr>
          <w:p w:rsidR="00A74D07" w:rsidRPr="00132FB0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 za 1 godzinę wykładu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(1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7"/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Pr="00651A8C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A74D07" w:rsidTr="002F5501">
        <w:tc>
          <w:tcPr>
            <w:tcW w:w="4253" w:type="dxa"/>
          </w:tcPr>
          <w:p w:rsidR="00A74D07" w:rsidRPr="00651A8C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74D07" w:rsidRPr="00651A8C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A74D07" w:rsidTr="002F5501">
        <w:tc>
          <w:tcPr>
            <w:tcW w:w="4253" w:type="dxa"/>
          </w:tcPr>
          <w:p w:rsidR="00A74D07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(z VAT)</w:t>
            </w:r>
            <w:r>
              <w:rPr>
                <w:vertAlign w:val="superscript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wykładu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(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Pr="00FF20A4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20A4">
              <w:rPr>
                <w:rFonts w:ascii="Arial" w:hAnsi="Arial" w:cs="Arial"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Pr="00132FB0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  <w:tr w:rsidR="00A74D07" w:rsidTr="002F5501">
        <w:tc>
          <w:tcPr>
            <w:tcW w:w="4253" w:type="dxa"/>
          </w:tcPr>
          <w:p w:rsidR="00A74D07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oferty brutto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(z VAT) </w:t>
            </w:r>
            <w:r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x 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15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godzin zajęć (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Maksymalna ilość godzin zajęć do przeprowadzenia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  <w:p w:rsidR="00A74D07" w:rsidRPr="00132FB0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Pr="004D2B6F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A74D07" w:rsidRPr="00955DB8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W przypadku Wykonawcy zwolnionego z VAT, w rubryce stawka podatku VAT należy wpisać: „zwolniony”.                                                                    W przypadku Wykonawcy niebędącego czynnym podatnikiem podatku VAT, w rubryce stawka VAT należy wpisać – „Wykonawca niebędący czynnym podatnikiem VAT”.</w:t>
      </w:r>
    </w:p>
    <w:p w:rsidR="00A74D07" w:rsidRPr="00955DB8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955DB8">
        <w:rPr>
          <w:rFonts w:ascii="Arial" w:hAnsi="Arial" w:cs="Arial"/>
          <w:b/>
          <w:bCs/>
          <w:iCs/>
          <w:sz w:val="18"/>
          <w:szCs w:val="18"/>
        </w:rPr>
        <w:t>W przypadku Wykonawcy niebędącego podatnikiem podatku VAT należy poda</w:t>
      </w:r>
      <w:r>
        <w:rPr>
          <w:rFonts w:ascii="Arial" w:hAnsi="Arial" w:cs="Arial"/>
          <w:b/>
          <w:bCs/>
          <w:iCs/>
          <w:sz w:val="18"/>
          <w:szCs w:val="18"/>
        </w:rPr>
        <w:t>ć ostateczną cenę uwzględniającą</w:t>
      </w:r>
      <w:r w:rsidRPr="00955DB8">
        <w:rPr>
          <w:rFonts w:ascii="Arial" w:hAnsi="Arial" w:cs="Arial"/>
          <w:b/>
          <w:bCs/>
          <w:iCs/>
          <w:sz w:val="18"/>
          <w:szCs w:val="18"/>
        </w:rPr>
        <w:t xml:space="preserve"> wszystkie elementy cenotwórcze.</w:t>
      </w:r>
    </w:p>
    <w:p w:rsid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</w:p>
    <w:p w:rsidR="00A74D07" w:rsidRPr="00955DB8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>
        <w:rPr>
          <w:rStyle w:val="Odwoanieprzypisudolnego"/>
          <w:rFonts w:ascii="Arial" w:hAnsi="Arial" w:cs="Arial"/>
          <w:iCs/>
          <w:sz w:val="18"/>
          <w:szCs w:val="18"/>
        </w:rPr>
        <w:footnoteReference w:id="8"/>
      </w:r>
    </w:p>
    <w:p w:rsid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A74D07" w:rsidRPr="00200512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A74D07" w:rsidRPr="009221E4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iCs/>
          <w:sz w:val="18"/>
          <w:szCs w:val="18"/>
        </w:rPr>
        <w:t xml:space="preserve">w tym </w:t>
      </w:r>
      <w:r w:rsidRPr="009221E4">
        <w:rPr>
          <w:rFonts w:ascii="Arial" w:hAnsi="Arial" w:cs="Arial"/>
          <w:i/>
          <w:iCs/>
          <w:sz w:val="18"/>
          <w:szCs w:val="18"/>
        </w:rPr>
        <w:t xml:space="preserve">również wynagrodzenia osób biorących udział w realizacji </w:t>
      </w:r>
      <w:r w:rsidRPr="009221E4">
        <w:rPr>
          <w:rFonts w:ascii="Arial" w:hAnsi="Arial" w:cs="Arial"/>
          <w:i/>
          <w:iCs/>
          <w:sz w:val="18"/>
          <w:szCs w:val="18"/>
        </w:rPr>
        <w:lastRenderedPageBreak/>
        <w:t>zamówienia</w:t>
      </w:r>
      <w:r>
        <w:rPr>
          <w:rFonts w:ascii="Arial" w:hAnsi="Arial" w:cs="Arial"/>
          <w:i/>
          <w:iCs/>
          <w:sz w:val="18"/>
          <w:szCs w:val="18"/>
        </w:rPr>
        <w:t xml:space="preserve">, </w:t>
      </w:r>
      <w:r w:rsidRPr="009221E4">
        <w:rPr>
          <w:rFonts w:ascii="Arial" w:hAnsi="Arial" w:cs="Arial"/>
          <w:i/>
          <w:sz w:val="18"/>
          <w:szCs w:val="18"/>
        </w:rPr>
        <w:t xml:space="preserve"> a także koszty ogólne, wszelkie podatki i opłaty i elementy ryzyka związane z realizacją zamówienia oraz ewentualny zysk </w:t>
      </w:r>
      <w:r w:rsidRPr="009221E4">
        <w:rPr>
          <w:rFonts w:ascii="Arial" w:hAnsi="Arial" w:cs="Arial"/>
          <w:i/>
          <w:iCs/>
          <w:sz w:val="18"/>
          <w:szCs w:val="18"/>
        </w:rPr>
        <w:t>Wykonawcy.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A74D07" w:rsidRPr="00A86AC3" w:rsidRDefault="00AC6569" w:rsidP="00A74D07">
      <w:pPr>
        <w:pStyle w:val="Akapitzlist"/>
        <w:numPr>
          <w:ilvl w:val="0"/>
          <w:numId w:val="13"/>
        </w:numPr>
        <w:spacing w:line="360" w:lineRule="auto"/>
        <w:ind w:left="641" w:hanging="357"/>
        <w:jc w:val="both"/>
        <w:rPr>
          <w:rFonts w:ascii="Arial" w:hAnsi="Arial" w:cs="Arial"/>
          <w:b/>
          <w:sz w:val="18"/>
          <w:szCs w:val="18"/>
        </w:rPr>
      </w:pPr>
      <w:r w:rsidRPr="00AC6569">
        <w:rPr>
          <w:rFonts w:ascii="Arial" w:hAnsi="Arial" w:cs="Arial"/>
          <w:sz w:val="18"/>
          <w:szCs w:val="18"/>
        </w:rPr>
        <w:t xml:space="preserve">Zobowiązujemy się do realizacji przedmiotu zamówienia od dnia zawarcia umowy, nie wcześniej niż od dnia </w:t>
      </w:r>
      <w:r w:rsidRPr="00AC6569">
        <w:rPr>
          <w:rFonts w:ascii="Arial" w:hAnsi="Arial" w:cs="Arial"/>
          <w:bCs/>
          <w:sz w:val="18"/>
          <w:szCs w:val="18"/>
        </w:rPr>
        <w:t>28.04.2014r.  do dnia 30.09.2014r</w:t>
      </w:r>
      <w:r w:rsidRPr="00AC6569">
        <w:rPr>
          <w:rFonts w:ascii="Arial" w:hAnsi="Arial" w:cs="Arial"/>
          <w:sz w:val="18"/>
          <w:szCs w:val="18"/>
        </w:rPr>
        <w:t>. -zgodnie z harmonogramem przygotowanym przez Zamawiającego po zawarciu umowy albo do wyczerpania maksymalnej ilości godzin zajęć, w zależności od tego, które ze zdarzeń nastąpi wcześniej</w:t>
      </w:r>
      <w:r w:rsidR="00A74D07" w:rsidRPr="00A86AC3">
        <w:rPr>
          <w:rFonts w:ascii="Arial" w:hAnsi="Arial" w:cs="Arial"/>
          <w:b/>
          <w:sz w:val="18"/>
          <w:szCs w:val="18"/>
        </w:rPr>
        <w:t xml:space="preserve">. </w:t>
      </w:r>
    </w:p>
    <w:p w:rsidR="00A74D07" w:rsidRPr="00A86AC3" w:rsidRDefault="00A74D07" w:rsidP="00A74D07">
      <w:pPr>
        <w:pStyle w:val="Akapitzlist"/>
        <w:numPr>
          <w:ilvl w:val="0"/>
          <w:numId w:val="13"/>
        </w:numPr>
        <w:spacing w:before="40" w:after="40" w:line="360" w:lineRule="auto"/>
        <w:ind w:left="646"/>
        <w:jc w:val="both"/>
        <w:rPr>
          <w:rFonts w:ascii="Arial" w:hAnsi="Arial" w:cs="Arial"/>
          <w:sz w:val="18"/>
          <w:szCs w:val="18"/>
        </w:rPr>
      </w:pPr>
      <w:r w:rsidRPr="00A86AC3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A74D07" w:rsidRPr="00E3616C" w:rsidRDefault="00A74D07" w:rsidP="00A74D07">
      <w:pPr>
        <w:numPr>
          <w:ilvl w:val="0"/>
          <w:numId w:val="13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E3616C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9"/>
      </w:r>
      <w:r w:rsidRPr="00E3616C">
        <w:rPr>
          <w:rFonts w:ascii="Arial" w:hAnsi="Arial" w:cs="Arial"/>
          <w:sz w:val="18"/>
          <w:szCs w:val="18"/>
        </w:rPr>
        <w:t>.</w:t>
      </w:r>
    </w:p>
    <w:p w:rsidR="00A74D07" w:rsidRPr="00E3616C" w:rsidRDefault="00A74D07" w:rsidP="00A74D07">
      <w:pPr>
        <w:pStyle w:val="Akapitzlist"/>
        <w:numPr>
          <w:ilvl w:val="0"/>
          <w:numId w:val="13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E3616C">
        <w:rPr>
          <w:rFonts w:ascii="Arial" w:hAnsi="Arial" w:cs="Arial"/>
          <w:i/>
          <w:sz w:val="18"/>
          <w:szCs w:val="18"/>
        </w:rPr>
        <w:t>(jeżeli dotyczy)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10"/>
      </w:r>
      <w:r w:rsidRPr="00E3616C">
        <w:rPr>
          <w:rFonts w:ascii="Arial" w:hAnsi="Arial" w:cs="Arial"/>
          <w:sz w:val="18"/>
          <w:szCs w:val="18"/>
        </w:rPr>
        <w:t>: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74D07" w:rsidRPr="00E3616C" w:rsidRDefault="00A74D07" w:rsidP="00A74D07">
      <w:pPr>
        <w:pStyle w:val="Akapitzlist"/>
        <w:numPr>
          <w:ilvl w:val="0"/>
          <w:numId w:val="13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11"/>
      </w:r>
      <w:r w:rsidRPr="00E3616C">
        <w:rPr>
          <w:rFonts w:ascii="Arial" w:hAnsi="Arial" w:cs="Arial"/>
          <w:sz w:val="18"/>
          <w:szCs w:val="18"/>
        </w:rPr>
        <w:t xml:space="preserve"> </w:t>
      </w:r>
    </w:p>
    <w:p w:rsidR="00A74D07" w:rsidRPr="00E3616C" w:rsidRDefault="00A74D07" w:rsidP="00A74D07">
      <w:pPr>
        <w:pStyle w:val="Akapitzlist"/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E3616C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A74D07" w:rsidRPr="00A82EAF" w:rsidRDefault="00A74D07" w:rsidP="00A74D07">
      <w:pPr>
        <w:pStyle w:val="Akapitzlist"/>
        <w:numPr>
          <w:ilvl w:val="0"/>
          <w:numId w:val="13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  <w:r>
        <w:rPr>
          <w:rFonts w:ascii="Arial" w:hAnsi="Arial" w:cs="Arial"/>
          <w:sz w:val="18"/>
          <w:szCs w:val="18"/>
        </w:rPr>
        <w:t xml:space="preserve"> </w:t>
      </w:r>
      <w:r w:rsidRPr="00A82EAF">
        <w:rPr>
          <w:rFonts w:ascii="Arial" w:hAnsi="Arial" w:cs="Arial"/>
          <w:sz w:val="18"/>
          <w:szCs w:val="18"/>
        </w:rPr>
        <w:t>p……………….……………, tel.:………………..………… faks: …………..……..…..….., e-mail:………………………………..</w:t>
      </w:r>
    </w:p>
    <w:p w:rsidR="00A74D07" w:rsidRDefault="00A74D07" w:rsidP="00A74D0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E3616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A74D07" w:rsidRPr="00E3616C" w:rsidRDefault="00A74D07" w:rsidP="00A74D07">
      <w:pPr>
        <w:pStyle w:val="Akapitzlist"/>
        <w:numPr>
          <w:ilvl w:val="0"/>
          <w:numId w:val="13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A74D07" w:rsidRPr="00E3616C" w:rsidRDefault="00A74D07" w:rsidP="00A74D07">
      <w:pPr>
        <w:pStyle w:val="Akapitzlist"/>
        <w:numPr>
          <w:ilvl w:val="0"/>
          <w:numId w:val="13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E3616C">
        <w:rPr>
          <w:rFonts w:ascii="Arial" w:hAnsi="Arial" w:cs="Arial"/>
          <w:b/>
          <w:sz w:val="18"/>
          <w:szCs w:val="18"/>
        </w:rPr>
        <w:t>30 dni</w:t>
      </w:r>
      <w:r w:rsidRPr="00E3616C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A74D07" w:rsidRDefault="00A74D07" w:rsidP="00A74D07">
      <w:pPr>
        <w:pStyle w:val="Akapitzlist"/>
        <w:numPr>
          <w:ilvl w:val="0"/>
          <w:numId w:val="13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lastRenderedPageBreak/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A74D07" w:rsidRPr="00E3616C" w:rsidRDefault="00A74D07" w:rsidP="00A74D07">
      <w:pPr>
        <w:pStyle w:val="Akapitzlist"/>
        <w:numPr>
          <w:ilvl w:val="0"/>
          <w:numId w:val="13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A74D07" w:rsidRPr="00E3616C" w:rsidRDefault="00A74D07" w:rsidP="00A74D07">
      <w:pPr>
        <w:pStyle w:val="Akapitzlist"/>
        <w:tabs>
          <w:tab w:val="left" w:pos="426"/>
        </w:tabs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A74D07" w:rsidRPr="00200512" w:rsidRDefault="00A74D07" w:rsidP="00A74D07">
      <w:pPr>
        <w:pStyle w:val="Akapitzlist"/>
        <w:numPr>
          <w:ilvl w:val="0"/>
          <w:numId w:val="13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Wraz z niniejszą ofertą składamy:</w:t>
      </w:r>
    </w:p>
    <w:p w:rsidR="00A74D07" w:rsidRPr="00E3616C" w:rsidRDefault="00A74D07" w:rsidP="00A74D07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  <w:t xml:space="preserve"> nr strony</w:t>
      </w:r>
    </w:p>
    <w:p w:rsidR="00A74D07" w:rsidRPr="00E3616C" w:rsidRDefault="00A74D07" w:rsidP="00A74D07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74D07" w:rsidRPr="00E3616C" w:rsidRDefault="00A74D07" w:rsidP="00A74D07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tabs>
          <w:tab w:val="left" w:pos="2552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A74D07" w:rsidRPr="00E3616C" w:rsidRDefault="00A74D07" w:rsidP="00A74D07">
      <w:pPr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data i podpis osoby uprawnionej</w:t>
      </w:r>
    </w:p>
    <w:p w:rsidR="00CA7A49" w:rsidRPr="007F3342" w:rsidRDefault="00A74D07" w:rsidP="004A1C51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do reprezentowania Wykonawcy </w:t>
      </w:r>
    </w:p>
    <w:sectPr w:rsidR="00CA7A49" w:rsidRPr="007F3342" w:rsidSect="007748E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Sect"/>
      </w:footnotePr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EAF" w:rsidRDefault="00A82EAF" w:rsidP="007B3FEE">
      <w:r>
        <w:separator/>
      </w:r>
    </w:p>
  </w:endnote>
  <w:endnote w:type="continuationSeparator" w:id="0">
    <w:p w:rsidR="00A82EAF" w:rsidRDefault="00A82EAF" w:rsidP="007B3FEE">
      <w:r>
        <w:continuationSeparator/>
      </w:r>
    </w:p>
  </w:endnote>
  <w:endnote w:type="continuationNotice" w:id="1">
    <w:p w:rsidR="002924A8" w:rsidRDefault="002924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Default="00A82EA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82EAF" w:rsidRDefault="00A82E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4674950"/>
      <w:docPartObj>
        <w:docPartGallery w:val="Page Numbers (Bottom of Page)"/>
        <w:docPartUnique/>
      </w:docPartObj>
    </w:sdtPr>
    <w:sdtEndPr/>
    <w:sdtContent>
      <w:sdt>
        <w:sdtPr>
          <w:id w:val="-1808011281"/>
          <w:docPartObj>
            <w:docPartGallery w:val="Page Numbers (Top of Page)"/>
            <w:docPartUnique/>
          </w:docPartObj>
        </w:sdtPr>
        <w:sdtEndPr/>
        <w:sdtContent>
          <w:p w:rsidR="00A82EAF" w:rsidRDefault="00A82EAF">
            <w:pPr>
              <w:pStyle w:val="Stopka"/>
              <w:jc w:val="right"/>
            </w:pPr>
          </w:p>
          <w:p w:rsidR="00A82EAF" w:rsidRDefault="00A82EAF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B20B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B20B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82EAF" w:rsidRDefault="00A82EAF" w:rsidP="00200512">
    <w:pPr>
      <w:pStyle w:val="Stopka"/>
      <w:jc w:val="center"/>
    </w:pPr>
  </w:p>
  <w:p w:rsidR="00A82EAF" w:rsidRPr="00712067" w:rsidRDefault="00A82EAF" w:rsidP="00200512">
    <w:pPr>
      <w:pStyle w:val="Stopka"/>
      <w:pBdr>
        <w:top w:val="single" w:sz="4" w:space="1" w:color="auto"/>
      </w:pBdr>
      <w:jc w:val="center"/>
      <w:rPr>
        <w:rFonts w:ascii="Arial" w:hAnsi="Arial" w:cs="Arial"/>
        <w:i/>
        <w:sz w:val="18"/>
        <w:szCs w:val="18"/>
      </w:rPr>
    </w:pPr>
    <w:r w:rsidRPr="00712067">
      <w:rPr>
        <w:rFonts w:ascii="Arial" w:hAnsi="Arial" w:cs="Arial"/>
        <w:i/>
        <w:sz w:val="18"/>
        <w:szCs w:val="18"/>
      </w:rPr>
      <w:t>Projekt współfinansowany ze środków Unii Europejskiej w ramach Europejskiego Funduszu Społecznego</w:t>
    </w:r>
  </w:p>
  <w:p w:rsidR="00A82EAF" w:rsidRDefault="00A82EAF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Default="00A82EA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82EAF" w:rsidRDefault="00A82EAF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361466"/>
      <w:docPartObj>
        <w:docPartGallery w:val="Page Numbers (Bottom of Page)"/>
        <w:docPartUnique/>
      </w:docPartObj>
    </w:sdtPr>
    <w:sdtEndPr/>
    <w:sdtContent>
      <w:sdt>
        <w:sdtPr>
          <w:id w:val="-21709789"/>
          <w:docPartObj>
            <w:docPartGallery w:val="Page Numbers (Top of Page)"/>
            <w:docPartUnique/>
          </w:docPartObj>
        </w:sdtPr>
        <w:sdtEndPr/>
        <w:sdtContent>
          <w:p w:rsidR="00A82EAF" w:rsidRDefault="00A82EAF">
            <w:pPr>
              <w:pStyle w:val="Stopka"/>
              <w:jc w:val="right"/>
            </w:pPr>
          </w:p>
          <w:p w:rsidR="00A82EAF" w:rsidRDefault="00A82EAF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B20B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B20B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82EAF" w:rsidRDefault="00A82EAF" w:rsidP="000B646C">
    <w:pPr>
      <w:pStyle w:val="Stopka"/>
      <w:jc w:val="center"/>
      <w:rPr>
        <w:rFonts w:ascii="Arial" w:hAnsi="Arial" w:cs="Arial"/>
        <w:i/>
        <w:sz w:val="18"/>
        <w:szCs w:val="18"/>
      </w:rPr>
    </w:pPr>
  </w:p>
  <w:p w:rsidR="00A82EAF" w:rsidRDefault="00A82EAF" w:rsidP="000B646C">
    <w:pPr>
      <w:pStyle w:val="Stopka"/>
      <w:jc w:val="center"/>
      <w:rPr>
        <w:rFonts w:ascii="Arial" w:hAnsi="Arial" w:cs="Arial"/>
        <w:i/>
        <w:sz w:val="18"/>
        <w:szCs w:val="18"/>
      </w:rPr>
    </w:pPr>
  </w:p>
  <w:p w:rsidR="00A82EAF" w:rsidRPr="00E561F5" w:rsidRDefault="00A82EAF" w:rsidP="00E561F5">
    <w:pPr>
      <w:pStyle w:val="Stopka"/>
      <w:pBdr>
        <w:top w:val="single" w:sz="4" w:space="1" w:color="auto"/>
      </w:pBdr>
      <w:jc w:val="center"/>
      <w:rPr>
        <w:rFonts w:ascii="Arial" w:hAnsi="Arial" w:cs="Arial"/>
        <w:i/>
        <w:sz w:val="18"/>
        <w:szCs w:val="18"/>
      </w:rPr>
    </w:pPr>
    <w:r w:rsidRPr="00E561F5">
      <w:rPr>
        <w:rFonts w:ascii="Arial" w:hAnsi="Arial" w:cs="Arial"/>
        <w:i/>
        <w:sz w:val="18"/>
        <w:szCs w:val="18"/>
      </w:rPr>
      <w:t>Projekt współfinansowany ze środków Unii Europejskiej w ramach Europejskiego Funduszu Społecznego</w:t>
    </w:r>
  </w:p>
  <w:p w:rsidR="00A82EAF" w:rsidRDefault="00A82EAF">
    <w:pPr>
      <w:pStyle w:val="Stopka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Default="00A82E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EAF" w:rsidRDefault="00A82EAF" w:rsidP="007B3FEE">
      <w:r>
        <w:separator/>
      </w:r>
    </w:p>
  </w:footnote>
  <w:footnote w:type="continuationSeparator" w:id="0">
    <w:p w:rsidR="00A82EAF" w:rsidRDefault="00A82EAF" w:rsidP="007B3FEE">
      <w:r>
        <w:continuationSeparator/>
      </w:r>
    </w:p>
  </w:footnote>
  <w:footnote w:type="continuationNotice" w:id="1">
    <w:p w:rsidR="002924A8" w:rsidRDefault="002924A8"/>
  </w:footnote>
  <w:footnote w:id="2">
    <w:p w:rsidR="00A82EAF" w:rsidRPr="00200512" w:rsidRDefault="00A82EAF" w:rsidP="00A82EAF">
      <w:pPr>
        <w:pStyle w:val="Tekstprzypisudolnego"/>
        <w:rPr>
          <w:rFonts w:ascii="Arial" w:hAnsi="Arial" w:cs="Arial"/>
          <w:i/>
          <w:color w:val="FF0000"/>
          <w:sz w:val="16"/>
          <w:szCs w:val="16"/>
        </w:rPr>
      </w:pPr>
      <w:r w:rsidRPr="0093069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3069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-w </w:t>
      </w:r>
      <w:r w:rsidRPr="0093069E">
        <w:rPr>
          <w:rFonts w:ascii="Arial" w:hAnsi="Arial" w:cs="Arial"/>
          <w:i/>
          <w:sz w:val="16"/>
          <w:szCs w:val="16"/>
        </w:rPr>
        <w:t xml:space="preserve"> koszt jednej (1) godziny zajęć należy wkalkulować wszelkie koszty poniesione celem należytego zrealizowania przedmiotowego zamówienia zgodnie z zapisami rozdziału </w:t>
      </w:r>
      <w:r w:rsidRPr="00FA024B">
        <w:rPr>
          <w:rFonts w:ascii="Arial" w:hAnsi="Arial" w:cs="Arial"/>
          <w:i/>
          <w:sz w:val="16"/>
          <w:szCs w:val="16"/>
        </w:rPr>
        <w:t>VI</w:t>
      </w:r>
      <w:r>
        <w:rPr>
          <w:rFonts w:ascii="Arial" w:hAnsi="Arial" w:cs="Arial"/>
          <w:i/>
          <w:sz w:val="16"/>
          <w:szCs w:val="16"/>
        </w:rPr>
        <w:t>II</w:t>
      </w:r>
      <w:r w:rsidRPr="00FA024B">
        <w:rPr>
          <w:rFonts w:ascii="Arial" w:hAnsi="Arial" w:cs="Arial"/>
          <w:i/>
          <w:sz w:val="16"/>
          <w:szCs w:val="16"/>
        </w:rPr>
        <w:t>, ust. 7 pkt..2) SIWZ.</w:t>
      </w:r>
      <w:r w:rsidRPr="00FA024B">
        <w:rPr>
          <w:rFonts w:ascii="Arial" w:hAnsi="Arial" w:cs="Arial"/>
          <w:i/>
          <w:iCs/>
          <w:sz w:val="16"/>
          <w:szCs w:val="16"/>
        </w:rPr>
        <w:t xml:space="preserve"> </w:t>
      </w:r>
    </w:p>
  </w:footnote>
  <w:footnote w:id="3">
    <w:p w:rsidR="00A82EAF" w:rsidRPr="00D44FAF" w:rsidRDefault="00A82EAF" w:rsidP="00A82EA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44FAF">
        <w:rPr>
          <w:rFonts w:ascii="Arial" w:hAnsi="Arial" w:cs="Arial"/>
          <w:i/>
          <w:sz w:val="16"/>
          <w:szCs w:val="16"/>
        </w:rPr>
        <w:t xml:space="preserve"> - </w:t>
      </w: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niepotrzebne skreślić</w:t>
      </w:r>
    </w:p>
  </w:footnote>
  <w:footnote w:id="4">
    <w:p w:rsidR="00A82EAF" w:rsidRPr="00A82EAF" w:rsidRDefault="00A82EAF" w:rsidP="00A82EAF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sz w:val="18"/>
          <w:szCs w:val="18"/>
          <w:lang w:eastAsia="en-US"/>
        </w:rPr>
        <w:t>W przypadku, gdy wykonawca polega na zasobach innych podmiotów ust. 4 należy wykreślić i złożyć pisemne zobowiązanie tych podmiotów do udostępnienia niezbędnych zasobów, np. zgodnie z załącznikiem nr 1D do SIWZ.</w:t>
      </w:r>
    </w:p>
  </w:footnote>
  <w:footnote w:id="5">
    <w:p w:rsidR="00A82EAF" w:rsidRPr="00A82EAF" w:rsidRDefault="00A82EAF" w:rsidP="00A82EAF">
      <w:pPr>
        <w:pStyle w:val="Tekstprzypisudolnego"/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-W przypadku pozostawienia ust. 5 bez uzupełnienia, Zamawiający przyjmie, że Wykonawca zamierza wykonać zamówienie samodzielnie.</w:t>
      </w:r>
    </w:p>
  </w:footnote>
  <w:footnote w:id="6">
    <w:p w:rsidR="00A82EAF" w:rsidRPr="00A82EAF" w:rsidRDefault="00A82EAF" w:rsidP="00A82EAF">
      <w:pPr>
        <w:pStyle w:val="Tekstprzypisudolnego"/>
        <w:tabs>
          <w:tab w:val="left" w:pos="284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iCs/>
          <w:sz w:val="18"/>
          <w:szCs w:val="18"/>
        </w:rPr>
        <w:t xml:space="preserve">W przypadku gdy Wykonawca należy do grupy kapitałowej, należy wykreślić ust. 6 oraz przedłożyć wraz z ofertą listę podmiotów należących do tej samej grupy kapitałowej, zgodnie z rozdz. IV </w:t>
      </w:r>
      <w:r w:rsidRPr="00A82EAF">
        <w:rPr>
          <w:rFonts w:ascii="Arial" w:hAnsi="Arial" w:cs="Arial"/>
          <w:i/>
          <w:sz w:val="18"/>
          <w:szCs w:val="18"/>
        </w:rPr>
        <w:t xml:space="preserve"> ust. 6 SIWZ.</w:t>
      </w:r>
    </w:p>
  </w:footnote>
  <w:footnote w:id="7">
    <w:p w:rsidR="00A74D07" w:rsidRPr="00200512" w:rsidRDefault="00A74D07" w:rsidP="00A74D07">
      <w:pPr>
        <w:pStyle w:val="Tekstprzypisudolnego"/>
        <w:rPr>
          <w:rFonts w:ascii="Arial" w:hAnsi="Arial" w:cs="Arial"/>
          <w:i/>
          <w:color w:val="FF0000"/>
          <w:sz w:val="16"/>
          <w:szCs w:val="16"/>
        </w:rPr>
      </w:pPr>
      <w:r w:rsidRPr="0093069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3069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-w </w:t>
      </w:r>
      <w:r w:rsidRPr="0093069E">
        <w:rPr>
          <w:rFonts w:ascii="Arial" w:hAnsi="Arial" w:cs="Arial"/>
          <w:i/>
          <w:sz w:val="16"/>
          <w:szCs w:val="16"/>
        </w:rPr>
        <w:t xml:space="preserve"> koszt jednej (1) godziny zajęć należy wkalkulować wszelkie koszty poniesione celem należytego zrealizowania przedmiotowego zamówienia zgodnie z zapisami rozdziału </w:t>
      </w:r>
      <w:r w:rsidRPr="00FA024B">
        <w:rPr>
          <w:rFonts w:ascii="Arial" w:hAnsi="Arial" w:cs="Arial"/>
          <w:i/>
          <w:sz w:val="16"/>
          <w:szCs w:val="16"/>
        </w:rPr>
        <w:t>VI</w:t>
      </w:r>
      <w:r>
        <w:rPr>
          <w:rFonts w:ascii="Arial" w:hAnsi="Arial" w:cs="Arial"/>
          <w:i/>
          <w:sz w:val="16"/>
          <w:szCs w:val="16"/>
        </w:rPr>
        <w:t>II</w:t>
      </w:r>
      <w:r w:rsidRPr="00FA024B">
        <w:rPr>
          <w:rFonts w:ascii="Arial" w:hAnsi="Arial" w:cs="Arial"/>
          <w:i/>
          <w:sz w:val="16"/>
          <w:szCs w:val="16"/>
        </w:rPr>
        <w:t>, ust. 7 pkt..2) SIWZ.</w:t>
      </w:r>
      <w:r w:rsidRPr="00FA024B">
        <w:rPr>
          <w:rFonts w:ascii="Arial" w:hAnsi="Arial" w:cs="Arial"/>
          <w:i/>
          <w:iCs/>
          <w:sz w:val="16"/>
          <w:szCs w:val="16"/>
        </w:rPr>
        <w:t xml:space="preserve"> </w:t>
      </w:r>
    </w:p>
  </w:footnote>
  <w:footnote w:id="8">
    <w:p w:rsidR="00A74D07" w:rsidRPr="00D44FAF" w:rsidRDefault="00A74D07" w:rsidP="00A74D07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44FAF">
        <w:rPr>
          <w:rFonts w:ascii="Arial" w:hAnsi="Arial" w:cs="Arial"/>
          <w:i/>
          <w:sz w:val="16"/>
          <w:szCs w:val="16"/>
        </w:rPr>
        <w:t xml:space="preserve"> - </w:t>
      </w: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niepotrzebne skreślić</w:t>
      </w:r>
    </w:p>
  </w:footnote>
  <w:footnote w:id="9">
    <w:p w:rsidR="00A74D07" w:rsidRPr="00A82EAF" w:rsidRDefault="00A74D07" w:rsidP="00A74D07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sz w:val="18"/>
          <w:szCs w:val="18"/>
          <w:lang w:eastAsia="en-US"/>
        </w:rPr>
        <w:t>W przypadku, gdy wykonawca polega na zasobach innych podmiotów ust. 4 należy wykreślić i złożyć pisemne zobowiązanie tych podmiotów do udostępnienia niezbędnych zasobów, np. zgodnie z załącznikiem nr 1D do SIWZ.</w:t>
      </w:r>
    </w:p>
  </w:footnote>
  <w:footnote w:id="10">
    <w:p w:rsidR="00A74D07" w:rsidRPr="00A82EAF" w:rsidRDefault="00A74D07" w:rsidP="00A74D07">
      <w:pPr>
        <w:pStyle w:val="Tekstprzypisudolnego"/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-W przypadku pozostawienia ust. 5 bez uzupełnienia, Zamawiający przyjmie, że Wykonawca zamierza wykonać zamówienie samodzielnie.</w:t>
      </w:r>
    </w:p>
  </w:footnote>
  <w:footnote w:id="11">
    <w:p w:rsidR="00A74D07" w:rsidRPr="00A82EAF" w:rsidRDefault="00A74D07" w:rsidP="00A74D07">
      <w:pPr>
        <w:pStyle w:val="Tekstprzypisudolnego"/>
        <w:tabs>
          <w:tab w:val="left" w:pos="284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iCs/>
          <w:sz w:val="18"/>
          <w:szCs w:val="18"/>
        </w:rPr>
        <w:t xml:space="preserve">W przypadku gdy Wykonawca należy do grupy kapitałowej, należy wykreślić ust. 6 oraz przedłożyć wraz z ofertą listę podmiotów należących do tej samej grupy kapitałowej, zgodnie z rozdz. IV </w:t>
      </w:r>
      <w:r w:rsidRPr="00A82EAF">
        <w:rPr>
          <w:rFonts w:ascii="Arial" w:hAnsi="Arial" w:cs="Arial"/>
          <w:i/>
          <w:sz w:val="18"/>
          <w:szCs w:val="18"/>
        </w:rPr>
        <w:t xml:space="preserve"> ust. 6 SIWZ.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drawing>
        <wp:inline distT="0" distB="0" distL="0" distR="0" wp14:anchorId="3B6148C6" wp14:editId="1E31A90D">
          <wp:extent cx="5753100" cy="6953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t xml:space="preserve">Projekt  „Zwiększenie liczby absolwentów kierunku chemia ZLAB” realizowany w ramach </w:t>
    </w:r>
  </w:p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t>Priorytetu IV – Szkolnictwo wyższe i nauka, Poddziałanie 4.1.2 Programu Operacyjnego Kapitał Ludzki</w:t>
    </w:r>
  </w:p>
  <w:p w:rsidR="00A82EAF" w:rsidRPr="00200512" w:rsidRDefault="006B20BF" w:rsidP="00200512">
    <w:pPr>
      <w:suppressAutoHyphens/>
      <w:spacing w:line="360" w:lineRule="auto"/>
      <w:jc w:val="center"/>
      <w:rPr>
        <w:rFonts w:ascii="Arial" w:eastAsia="Calibri" w:hAnsi="Arial" w:cs="Arial"/>
        <w:i/>
        <w:sz w:val="16"/>
        <w:szCs w:val="16"/>
        <w:lang w:eastAsia="ar-SA"/>
      </w:rPr>
    </w:pPr>
    <w:r>
      <w:rPr>
        <w:rFonts w:ascii="Arial" w:eastAsia="Calibri" w:hAnsi="Arial" w:cs="Arial"/>
        <w:i/>
        <w:sz w:val="16"/>
        <w:szCs w:val="16"/>
        <w:lang w:eastAsia="ar-SA"/>
      </w:rPr>
      <w:pict>
        <v:rect id="_x0000_i1025" style="width:453.5pt;height:1pt" o:hralign="center" o:hrstd="t" o:hr="t" fillcolor="#aca899" stroked="f"/>
      </w:pict>
    </w:r>
    <w:r w:rsidR="00A82EAF" w:rsidRPr="000B646C">
      <w:rPr>
        <w:rFonts w:ascii="Arial" w:eastAsia="Calibri" w:hAnsi="Arial" w:cs="Arial"/>
        <w:sz w:val="16"/>
        <w:szCs w:val="16"/>
        <w:lang w:eastAsia="ar-SA"/>
      </w:rPr>
      <w:t>Uniwersytet Śląski w Katowicach, ul. Bankowa 12,  40-007  Katowice,  http://www.us.edu.pl</w:t>
    </w:r>
    <w:r>
      <w:rPr>
        <w:rFonts w:ascii="Arial" w:eastAsia="Calibri" w:hAnsi="Arial" w:cs="Arial"/>
        <w:i/>
        <w:sz w:val="16"/>
        <w:szCs w:val="16"/>
        <w:lang w:eastAsia="ar-SA"/>
      </w:rPr>
      <w:pict>
        <v:rect id="_x0000_i1026" style="width:453.5pt;height:1pt" o:hralign="center" o:hrstd="t" o:hr="t" fillcolor="#aca899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Default="00A82EA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drawing>
        <wp:inline distT="0" distB="0" distL="0" distR="0" wp14:anchorId="51BFBE7B" wp14:editId="43FB60F4">
          <wp:extent cx="5753100" cy="6953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t xml:space="preserve">Projekt  „Zwiększenie liczby absolwentów kierunku chemia ZLAB” realizowany w ramach </w:t>
    </w:r>
  </w:p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t>Priorytetu IV – Szkolnictwo wyższe i nauka, Poddziałanie 4.1.2 Programu Operacyjnego Kapitał Ludzki</w:t>
    </w:r>
  </w:p>
  <w:p w:rsidR="00A82EAF" w:rsidRPr="000B646C" w:rsidRDefault="006B20BF" w:rsidP="000B646C">
    <w:pPr>
      <w:suppressAutoHyphens/>
      <w:spacing w:line="360" w:lineRule="auto"/>
      <w:jc w:val="center"/>
      <w:rPr>
        <w:rFonts w:ascii="Arial" w:eastAsia="Calibri" w:hAnsi="Arial" w:cs="Arial"/>
        <w:i/>
        <w:sz w:val="16"/>
        <w:szCs w:val="16"/>
        <w:lang w:eastAsia="ar-SA"/>
      </w:rPr>
    </w:pPr>
    <w:r>
      <w:rPr>
        <w:rFonts w:ascii="Arial" w:eastAsia="Calibri" w:hAnsi="Arial" w:cs="Arial"/>
        <w:i/>
        <w:sz w:val="16"/>
        <w:szCs w:val="16"/>
        <w:lang w:eastAsia="ar-SA"/>
      </w:rPr>
      <w:pict>
        <v:rect id="_x0000_i1027" style="width:453.5pt;height:1pt" o:hralign="center" o:hrstd="t" o:hr="t" fillcolor="#aca899" stroked="f"/>
      </w:pict>
    </w:r>
    <w:r w:rsidR="00A82EAF" w:rsidRPr="000B646C">
      <w:rPr>
        <w:rFonts w:ascii="Arial" w:eastAsia="Calibri" w:hAnsi="Arial" w:cs="Arial"/>
        <w:sz w:val="16"/>
        <w:szCs w:val="16"/>
        <w:lang w:eastAsia="ar-SA"/>
      </w:rPr>
      <w:t>Uniwersytet Śląski w Katowicach, ul. Bankowa 12,  40-007  Katowice,  http://www.us.edu.pl</w:t>
    </w:r>
    <w:r>
      <w:rPr>
        <w:rFonts w:ascii="Arial" w:eastAsia="Calibri" w:hAnsi="Arial" w:cs="Arial"/>
        <w:i/>
        <w:sz w:val="16"/>
        <w:szCs w:val="16"/>
        <w:lang w:eastAsia="ar-SA"/>
      </w:rPr>
      <w:pict>
        <v:rect id="_x0000_i1028" style="width:453.5pt;height:1pt" o:hralign="center" o:hrstd="t" o:hr="t" fillcolor="#aca899" stroked="f"/>
      </w:pict>
    </w:r>
  </w:p>
  <w:p w:rsidR="00A82EAF" w:rsidRDefault="00A82EAF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Default="00A82E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D4CE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83C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D709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D62734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3E761B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477119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D35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772F3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5B7655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81746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91D585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B66E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CA5325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478E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EF07EFD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6"/>
  </w:num>
  <w:num w:numId="5">
    <w:abstractNumId w:val="10"/>
  </w:num>
  <w:num w:numId="6">
    <w:abstractNumId w:val="4"/>
  </w:num>
  <w:num w:numId="7">
    <w:abstractNumId w:val="7"/>
  </w:num>
  <w:num w:numId="8">
    <w:abstractNumId w:val="13"/>
  </w:num>
  <w:num w:numId="9">
    <w:abstractNumId w:val="2"/>
  </w:num>
  <w:num w:numId="10">
    <w:abstractNumId w:val="12"/>
  </w:num>
  <w:num w:numId="11">
    <w:abstractNumId w:val="11"/>
  </w:num>
  <w:num w:numId="12">
    <w:abstractNumId w:val="3"/>
  </w:num>
  <w:num w:numId="13">
    <w:abstractNumId w:val="6"/>
  </w:num>
  <w:num w:numId="14">
    <w:abstractNumId w:val="14"/>
  </w:num>
  <w:num w:numId="15">
    <w:abstractNumId w:val="15"/>
  </w:num>
  <w:num w:numId="16">
    <w:abstractNumId w:val="8"/>
  </w:num>
  <w:num w:numId="17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10C93"/>
    <w:rsid w:val="00021E0A"/>
    <w:rsid w:val="000228AF"/>
    <w:rsid w:val="000266C7"/>
    <w:rsid w:val="00027D31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B646C"/>
    <w:rsid w:val="000C280E"/>
    <w:rsid w:val="000C6B3E"/>
    <w:rsid w:val="000D468C"/>
    <w:rsid w:val="000D7317"/>
    <w:rsid w:val="000E67DB"/>
    <w:rsid w:val="000E7CE3"/>
    <w:rsid w:val="00103685"/>
    <w:rsid w:val="0011160B"/>
    <w:rsid w:val="00111919"/>
    <w:rsid w:val="00125A1C"/>
    <w:rsid w:val="001329E4"/>
    <w:rsid w:val="00132FB0"/>
    <w:rsid w:val="00137D68"/>
    <w:rsid w:val="00155579"/>
    <w:rsid w:val="00162994"/>
    <w:rsid w:val="00163FE6"/>
    <w:rsid w:val="001676D1"/>
    <w:rsid w:val="001727A5"/>
    <w:rsid w:val="00180A24"/>
    <w:rsid w:val="00181484"/>
    <w:rsid w:val="00183F29"/>
    <w:rsid w:val="0018752D"/>
    <w:rsid w:val="0019106A"/>
    <w:rsid w:val="00191FAA"/>
    <w:rsid w:val="001B5397"/>
    <w:rsid w:val="001B5F62"/>
    <w:rsid w:val="001B7AB8"/>
    <w:rsid w:val="001B7DE3"/>
    <w:rsid w:val="001D2328"/>
    <w:rsid w:val="001D317E"/>
    <w:rsid w:val="001E786D"/>
    <w:rsid w:val="00200512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81CB3"/>
    <w:rsid w:val="002924A8"/>
    <w:rsid w:val="00297DCC"/>
    <w:rsid w:val="002C62B0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33B3B"/>
    <w:rsid w:val="00346A6E"/>
    <w:rsid w:val="00350630"/>
    <w:rsid w:val="00357A6B"/>
    <w:rsid w:val="00387164"/>
    <w:rsid w:val="003873E5"/>
    <w:rsid w:val="003931B3"/>
    <w:rsid w:val="0039611B"/>
    <w:rsid w:val="00397BB2"/>
    <w:rsid w:val="00397EAD"/>
    <w:rsid w:val="00397ED5"/>
    <w:rsid w:val="003A19E9"/>
    <w:rsid w:val="003A4461"/>
    <w:rsid w:val="003A4832"/>
    <w:rsid w:val="003B081E"/>
    <w:rsid w:val="003C77AB"/>
    <w:rsid w:val="003D7571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3777E"/>
    <w:rsid w:val="0044251A"/>
    <w:rsid w:val="00457295"/>
    <w:rsid w:val="00457D22"/>
    <w:rsid w:val="00464E8A"/>
    <w:rsid w:val="00474CC6"/>
    <w:rsid w:val="00477827"/>
    <w:rsid w:val="004904C5"/>
    <w:rsid w:val="004979E8"/>
    <w:rsid w:val="004A1C51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765"/>
    <w:rsid w:val="00516C14"/>
    <w:rsid w:val="00520E75"/>
    <w:rsid w:val="00521964"/>
    <w:rsid w:val="00524955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0F74"/>
    <w:rsid w:val="005C53B3"/>
    <w:rsid w:val="005E4D45"/>
    <w:rsid w:val="005F3BDA"/>
    <w:rsid w:val="00604CFC"/>
    <w:rsid w:val="006131BC"/>
    <w:rsid w:val="00613F44"/>
    <w:rsid w:val="00626A08"/>
    <w:rsid w:val="00627D91"/>
    <w:rsid w:val="00631014"/>
    <w:rsid w:val="00651A8C"/>
    <w:rsid w:val="006652B3"/>
    <w:rsid w:val="006741C8"/>
    <w:rsid w:val="00680122"/>
    <w:rsid w:val="0068068F"/>
    <w:rsid w:val="006A6B80"/>
    <w:rsid w:val="006B20BF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2067"/>
    <w:rsid w:val="007131D4"/>
    <w:rsid w:val="00715A38"/>
    <w:rsid w:val="00716E6D"/>
    <w:rsid w:val="00723683"/>
    <w:rsid w:val="007261BF"/>
    <w:rsid w:val="00737DF0"/>
    <w:rsid w:val="007416DD"/>
    <w:rsid w:val="007623CF"/>
    <w:rsid w:val="007748E5"/>
    <w:rsid w:val="007774E6"/>
    <w:rsid w:val="00781CF0"/>
    <w:rsid w:val="0079090A"/>
    <w:rsid w:val="00791DC7"/>
    <w:rsid w:val="007A010C"/>
    <w:rsid w:val="007A3FC4"/>
    <w:rsid w:val="007B3691"/>
    <w:rsid w:val="007B3FEE"/>
    <w:rsid w:val="007C05E6"/>
    <w:rsid w:val="007C1E03"/>
    <w:rsid w:val="007D53D7"/>
    <w:rsid w:val="007D7A5D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0496F"/>
    <w:rsid w:val="00916703"/>
    <w:rsid w:val="0091727C"/>
    <w:rsid w:val="009178AF"/>
    <w:rsid w:val="0093069E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D287A"/>
    <w:rsid w:val="009F091C"/>
    <w:rsid w:val="00A01053"/>
    <w:rsid w:val="00A03B0A"/>
    <w:rsid w:val="00A05F00"/>
    <w:rsid w:val="00A16B27"/>
    <w:rsid w:val="00A20FE4"/>
    <w:rsid w:val="00A21106"/>
    <w:rsid w:val="00A308F4"/>
    <w:rsid w:val="00A310E9"/>
    <w:rsid w:val="00A3771E"/>
    <w:rsid w:val="00A47B62"/>
    <w:rsid w:val="00A50D71"/>
    <w:rsid w:val="00A74217"/>
    <w:rsid w:val="00A74737"/>
    <w:rsid w:val="00A74D07"/>
    <w:rsid w:val="00A7698A"/>
    <w:rsid w:val="00A82EAF"/>
    <w:rsid w:val="00A86AC3"/>
    <w:rsid w:val="00A91ED0"/>
    <w:rsid w:val="00A941EF"/>
    <w:rsid w:val="00AA2031"/>
    <w:rsid w:val="00AA7028"/>
    <w:rsid w:val="00AC0C2B"/>
    <w:rsid w:val="00AC2537"/>
    <w:rsid w:val="00AC6569"/>
    <w:rsid w:val="00AD2089"/>
    <w:rsid w:val="00AF2BB1"/>
    <w:rsid w:val="00AF5B07"/>
    <w:rsid w:val="00AF6DB7"/>
    <w:rsid w:val="00B23BA8"/>
    <w:rsid w:val="00B26CEC"/>
    <w:rsid w:val="00B3052E"/>
    <w:rsid w:val="00B315A1"/>
    <w:rsid w:val="00B43A31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B0DAF"/>
    <w:rsid w:val="00BB0DCA"/>
    <w:rsid w:val="00BB18FC"/>
    <w:rsid w:val="00BD4F84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469E4"/>
    <w:rsid w:val="00C50E4A"/>
    <w:rsid w:val="00C70195"/>
    <w:rsid w:val="00C7256D"/>
    <w:rsid w:val="00C85EDD"/>
    <w:rsid w:val="00C93C0D"/>
    <w:rsid w:val="00CA2B6E"/>
    <w:rsid w:val="00CA7A49"/>
    <w:rsid w:val="00CB1A03"/>
    <w:rsid w:val="00CB20E6"/>
    <w:rsid w:val="00CC050B"/>
    <w:rsid w:val="00CF1D58"/>
    <w:rsid w:val="00CF2EA5"/>
    <w:rsid w:val="00CF4D8C"/>
    <w:rsid w:val="00CF6C5A"/>
    <w:rsid w:val="00D01FCD"/>
    <w:rsid w:val="00D10703"/>
    <w:rsid w:val="00D11A7E"/>
    <w:rsid w:val="00D135F0"/>
    <w:rsid w:val="00D17807"/>
    <w:rsid w:val="00D316C5"/>
    <w:rsid w:val="00D44FAF"/>
    <w:rsid w:val="00D5123E"/>
    <w:rsid w:val="00D63968"/>
    <w:rsid w:val="00D7765B"/>
    <w:rsid w:val="00D87E49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16C"/>
    <w:rsid w:val="00E3625F"/>
    <w:rsid w:val="00E41759"/>
    <w:rsid w:val="00E54393"/>
    <w:rsid w:val="00E561F5"/>
    <w:rsid w:val="00E66B58"/>
    <w:rsid w:val="00E71DD3"/>
    <w:rsid w:val="00E9011F"/>
    <w:rsid w:val="00EA0B95"/>
    <w:rsid w:val="00EA46BF"/>
    <w:rsid w:val="00EA50D3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9336A"/>
    <w:rsid w:val="00FA024B"/>
    <w:rsid w:val="00FA6730"/>
    <w:rsid w:val="00FE095D"/>
    <w:rsid w:val="00FE768C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4F49F-1291-4D74-B4E6-CBFC008F6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14C66C6A</Template>
  <TotalTime>131</TotalTime>
  <Pages>7</Pages>
  <Words>2176</Words>
  <Characters>13062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Kalina Rożek</cp:lastModifiedBy>
  <cp:revision>26</cp:revision>
  <cp:lastPrinted>2014-03-27T11:34:00Z</cp:lastPrinted>
  <dcterms:created xsi:type="dcterms:W3CDTF">2014-02-04T13:24:00Z</dcterms:created>
  <dcterms:modified xsi:type="dcterms:W3CDTF">2014-03-27T11:35:00Z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254916015</vt:i4>
  </property>
</Properties>
</file>