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7D5031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DZP.381.24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017CD6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7D5031">
        <w:rPr>
          <w:rFonts w:eastAsia="DejaVu Sans Condensed"/>
          <w:b/>
          <w:kern w:val="1"/>
          <w:sz w:val="22"/>
          <w:lang w:eastAsia="hi-IN" w:bidi="hi-IN"/>
        </w:rPr>
        <w:t>24</w:t>
      </w:r>
      <w:bookmarkStart w:id="0" w:name="_GoBack"/>
      <w:bookmarkEnd w:id="0"/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CD3852">
        <w:rPr>
          <w:rFonts w:eastAsia="Calibri"/>
          <w:b/>
          <w:bCs/>
          <w:sz w:val="24"/>
          <w:szCs w:val="24"/>
          <w:lang w:eastAsia="pl-PL"/>
        </w:rPr>
        <w:t>„Dostawa urządzeń laboratoryjnych”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17CD6">
      <w:pPr>
        <w:spacing w:before="60" w:after="0" w:line="240" w:lineRule="auto"/>
        <w:jc w:val="right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633BB1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7" style="width:453.5pt;height:1pt" o:hralign="center" o:hrstd="t" o:hr="t" fillcolor="#aca899" stroked="f"/>
      </w:pict>
    </w:r>
    <w:r w:rsidR="00CD3852" w:rsidRPr="00CD3852">
      <w:rPr>
        <w:rFonts w:ascii="Times New Roman" w:eastAsia="Times New Roman" w:hAnsi="Times New Roman" w:cs="Times New Roman"/>
        <w:i/>
        <w:szCs w:val="18"/>
        <w:lang w:eastAsia="pl-PL"/>
      </w:rPr>
      <w:t>„Centrum Nauk Stosowanych (CNS) – II etap Śląskiego Międzyuczelnianego Centrum Edukacji i Badań Interdyscyplinarnych” Infrastruktura i Środowisko, Oś priorytetowa XIII, Działanie 13.1</w:t>
    </w:r>
  </w:p>
  <w:p w:rsidR="00CD3852" w:rsidRPr="00CD3852" w:rsidRDefault="00CD3852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 w:rsidRPr="00CD3852">
      <w:rPr>
        <w:rFonts w:ascii="Times New Roman" w:eastAsia="Times New Roman" w:hAnsi="Times New Roman" w:cs="Times New Roman"/>
        <w:i/>
        <w:szCs w:val="18"/>
        <w:lang w:eastAsia="pl-PL"/>
      </w:rPr>
      <w:t>Projekt współfinansowany przez Unię Europejską w ramach Europejskiego Funduszu Rozwoju Regionalnego</w:t>
    </w:r>
  </w:p>
  <w:p w:rsidR="00017CD6" w:rsidRDefault="00017CD6" w:rsidP="00017CD6">
    <w:pPr>
      <w:pStyle w:val="Stopka"/>
      <w:jc w:val="right"/>
      <w:rPr>
        <w:szCs w:val="18"/>
      </w:rPr>
    </w:pPr>
  </w:p>
  <w:p w:rsidR="008B162D" w:rsidRPr="00017CD6" w:rsidRDefault="00017CD6" w:rsidP="00017CD6">
    <w:pPr>
      <w:pStyle w:val="Stopka"/>
      <w:jc w:val="right"/>
      <w:rPr>
        <w:szCs w:val="18"/>
      </w:rPr>
    </w:pPr>
    <w:r w:rsidRPr="00E26535">
      <w:rPr>
        <w:szCs w:val="18"/>
      </w:rPr>
      <w:t xml:space="preserve">Strona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PAGE</w:instrText>
    </w:r>
    <w:r w:rsidRPr="00E26535">
      <w:rPr>
        <w:b/>
        <w:bCs/>
        <w:szCs w:val="18"/>
      </w:rPr>
      <w:fldChar w:fldCharType="separate"/>
    </w:r>
    <w:r w:rsidR="00633BB1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  <w:r w:rsidRPr="00E26535">
      <w:rPr>
        <w:szCs w:val="18"/>
      </w:rPr>
      <w:t xml:space="preserve"> z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NUMPAGES</w:instrText>
    </w:r>
    <w:r w:rsidRPr="00E26535">
      <w:rPr>
        <w:b/>
        <w:bCs/>
        <w:szCs w:val="18"/>
      </w:rPr>
      <w:fldChar w:fldCharType="separate"/>
    </w:r>
    <w:r w:rsidR="00633BB1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1134"/>
      <w:rPr>
        <w:rFonts w:eastAsia="Times New Roman"/>
        <w:sz w:val="20"/>
        <w:szCs w:val="20"/>
        <w:lang w:val="en-US" w:eastAsia="pl-PL"/>
      </w:rPr>
    </w:pP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9490" cy="1043305"/>
              <wp:effectExtent l="0" t="0" r="6985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104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0465D59" wp14:editId="4677EF95">
                                <wp:extent cx="2086610" cy="799465"/>
                                <wp:effectExtent l="0" t="0" r="8890" b="635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6610" cy="799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7pt;height:82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0465D59" wp14:editId="4677EF95">
                          <wp:extent cx="2086610" cy="799465"/>
                          <wp:effectExtent l="0" t="0" r="8890" b="635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6610" cy="799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39620" cy="872490"/>
              <wp:effectExtent l="0" t="0" r="6985" b="952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9620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DA2F704" wp14:editId="3FEB0648">
                                <wp:extent cx="1857375" cy="628650"/>
                                <wp:effectExtent l="0" t="0" r="9525" b="0"/>
                                <wp:docPr id="3" name="Obraz 3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4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pt;height:6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0DA2F704" wp14:editId="3FEB0648">
                          <wp:extent cx="1857375" cy="628650"/>
                          <wp:effectExtent l="0" t="0" r="9525" b="0"/>
                          <wp:docPr id="3" name="Obraz 3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4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397"/>
      <w:jc w:val="center"/>
      <w:rPr>
        <w:rFonts w:eastAsia="Times New Roman"/>
        <w:sz w:val="20"/>
        <w:szCs w:val="20"/>
        <w:lang w:val="en-US" w:eastAsia="pl-PL"/>
      </w:rPr>
    </w:pPr>
    <w:r w:rsidRPr="00CD3852">
      <w:rPr>
        <w:rFonts w:eastAsia="Times New Roman"/>
        <w:sz w:val="20"/>
        <w:szCs w:val="20"/>
        <w:lang w:val="en-US" w:eastAsia="pl-PL"/>
      </w:rPr>
      <w:br/>
    </w:r>
  </w:p>
  <w:p w:rsidR="00CD3852" w:rsidRPr="00CD3852" w:rsidRDefault="00CD3852" w:rsidP="00CD3852">
    <w:pPr>
      <w:tabs>
        <w:tab w:val="center" w:pos="4336"/>
        <w:tab w:val="center" w:pos="4536"/>
        <w:tab w:val="right" w:pos="9070"/>
      </w:tabs>
      <w:spacing w:after="0" w:line="240" w:lineRule="auto"/>
      <w:ind w:left="-397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ab/>
    </w:r>
  </w:p>
  <w:p w:rsidR="00CD3852" w:rsidRPr="00CD3852" w:rsidRDefault="00CD3852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 xml:space="preserve"> </w:t>
    </w: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</w:p>
  <w:p w:rsidR="00CD3852" w:rsidRPr="00CD3852" w:rsidRDefault="00633BB1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5" style="width:453.6pt;height:.75pt" o:hralign="center" o:hrstd="t" o:hr="t" fillcolor="#a0a0a0" stroked="f"/>
      </w:pict>
    </w:r>
  </w:p>
  <w:p w:rsidR="00CD3852" w:rsidRPr="00CD3852" w:rsidRDefault="00CD3852" w:rsidP="00CD3852">
    <w:pPr>
      <w:spacing w:before="120" w:after="0" w:line="240" w:lineRule="auto"/>
      <w:jc w:val="center"/>
      <w:rPr>
        <w:rFonts w:eastAsia="Times New Roman"/>
        <w:sz w:val="20"/>
        <w:szCs w:val="20"/>
        <w:lang w:val="en-US" w:eastAsia="pl-PL"/>
      </w:rPr>
    </w:pPr>
    <w:proofErr w:type="spellStart"/>
    <w:r w:rsidRPr="00CD3852">
      <w:rPr>
        <w:rFonts w:eastAsia="Times New Roman"/>
        <w:sz w:val="20"/>
        <w:szCs w:val="20"/>
        <w:lang w:val="en-US" w:eastAsia="pl-PL"/>
      </w:rPr>
      <w:t>Uniwersytet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Śląski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w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Katowicach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,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ul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.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Bankowa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12,  40-007  Katowice,  http://www.us.edu.pl</w:t>
    </w:r>
  </w:p>
  <w:p w:rsidR="00CD3852" w:rsidRDefault="00633BB1" w:rsidP="00CD3852">
    <w:pPr>
      <w:pStyle w:val="Nagwek"/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17CD6"/>
    <w:rsid w:val="000309AF"/>
    <w:rsid w:val="000A13EB"/>
    <w:rsid w:val="0012639F"/>
    <w:rsid w:val="00166099"/>
    <w:rsid w:val="0017700A"/>
    <w:rsid w:val="001D5369"/>
    <w:rsid w:val="002D2758"/>
    <w:rsid w:val="003F7C28"/>
    <w:rsid w:val="004808F1"/>
    <w:rsid w:val="00484292"/>
    <w:rsid w:val="00633BB1"/>
    <w:rsid w:val="007236A9"/>
    <w:rsid w:val="007B5812"/>
    <w:rsid w:val="007D5031"/>
    <w:rsid w:val="007F2475"/>
    <w:rsid w:val="00875BD4"/>
    <w:rsid w:val="00886033"/>
    <w:rsid w:val="008B162D"/>
    <w:rsid w:val="0097192C"/>
    <w:rsid w:val="00A12A72"/>
    <w:rsid w:val="00AC1B18"/>
    <w:rsid w:val="00AC4CF3"/>
    <w:rsid w:val="00AF4D59"/>
    <w:rsid w:val="00B36F4D"/>
    <w:rsid w:val="00C106C4"/>
    <w:rsid w:val="00C11FB6"/>
    <w:rsid w:val="00CD3852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A0941680</Template>
  <TotalTime>41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Justyna Rutkowska-Zawada</cp:lastModifiedBy>
  <cp:revision>34</cp:revision>
  <cp:lastPrinted>2015-03-18T14:33:00Z</cp:lastPrinted>
  <dcterms:created xsi:type="dcterms:W3CDTF">2014-01-09T00:42:00Z</dcterms:created>
  <dcterms:modified xsi:type="dcterms:W3CDTF">2015-03-18T14:33:00Z</dcterms:modified>
</cp:coreProperties>
</file>