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C44E14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Cs w:val="18"/>
          <w:lang w:eastAsia="hi-IN" w:bidi="hi-IN"/>
        </w:rPr>
      </w:pPr>
      <w:r w:rsidRPr="00386697">
        <w:rPr>
          <w:rFonts w:eastAsia="DejaVu Sans Condensed"/>
          <w:b/>
          <w:kern w:val="1"/>
          <w:szCs w:val="18"/>
          <w:lang w:eastAsia="hi-IN" w:bidi="hi-IN"/>
        </w:rPr>
        <w:t>Załącznik</w:t>
      </w:r>
      <w:r w:rsidR="003C7642" w:rsidRPr="00386697">
        <w:rPr>
          <w:rFonts w:eastAsia="DejaVu Sans Condensed"/>
          <w:b/>
          <w:kern w:val="1"/>
          <w:szCs w:val="18"/>
          <w:lang w:eastAsia="hi-IN" w:bidi="hi-IN"/>
        </w:rPr>
        <w:t xml:space="preserve"> nr 1B (wzór) do SIWZ </w:t>
      </w:r>
      <w:bookmarkStart w:id="0" w:name="_GoBack"/>
      <w:r w:rsidR="00A458F0" w:rsidRPr="00C44E14">
        <w:rPr>
          <w:rFonts w:eastAsia="DejaVu Sans Condensed"/>
          <w:b/>
          <w:kern w:val="1"/>
          <w:szCs w:val="18"/>
          <w:lang w:eastAsia="hi-IN" w:bidi="hi-IN"/>
        </w:rPr>
        <w:t>DZP.381.142</w:t>
      </w:r>
      <w:r w:rsidR="009E4507" w:rsidRPr="00C44E14">
        <w:rPr>
          <w:rFonts w:eastAsia="DejaVu Sans Condensed"/>
          <w:b/>
          <w:kern w:val="1"/>
          <w:szCs w:val="18"/>
          <w:lang w:eastAsia="hi-IN" w:bidi="hi-IN"/>
        </w:rPr>
        <w:t>.2015.DW</w:t>
      </w:r>
    </w:p>
    <w:p w:rsidR="000A13EB" w:rsidRPr="00C44E14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sz w:val="28"/>
          <w:szCs w:val="28"/>
          <w:lang w:eastAsia="ar-SA"/>
        </w:rPr>
      </w:pPr>
    </w:p>
    <w:p w:rsidR="000A13EB" w:rsidRPr="00C44E14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sz w:val="28"/>
          <w:szCs w:val="28"/>
          <w:lang w:eastAsia="ar-SA"/>
        </w:rPr>
      </w:pPr>
    </w:p>
    <w:p w:rsidR="000A13EB" w:rsidRPr="00C44E14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sz w:val="24"/>
          <w:szCs w:val="24"/>
          <w:lang w:eastAsia="ar-SA"/>
        </w:rPr>
      </w:pPr>
      <w:r w:rsidRPr="00C44E14">
        <w:rPr>
          <w:rFonts w:eastAsia="Times New Roman"/>
          <w:b/>
          <w:bCs/>
          <w:sz w:val="24"/>
          <w:szCs w:val="24"/>
          <w:lang w:eastAsia="ar-SA"/>
        </w:rPr>
        <w:t>Oświadczenie</w:t>
      </w:r>
    </w:p>
    <w:p w:rsidR="000A13EB" w:rsidRPr="00C44E14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4"/>
          <w:szCs w:val="24"/>
          <w:lang w:eastAsia="hi-IN" w:bidi="hi-IN"/>
        </w:rPr>
      </w:pPr>
      <w:r w:rsidRPr="00C44E14">
        <w:rPr>
          <w:rFonts w:eastAsia="DejaVu Sans Condensed"/>
          <w:b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Pr="00C44E1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1B0DBF" w:rsidRPr="00C44E14" w:rsidRDefault="001B0DBF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1304"/>
        <w:gridCol w:w="1673"/>
        <w:gridCol w:w="2743"/>
        <w:gridCol w:w="849"/>
        <w:gridCol w:w="2390"/>
      </w:tblGrid>
      <w:tr w:rsidR="00C44E14" w:rsidRPr="00C44E14" w:rsidTr="00073BE9">
        <w:trPr>
          <w:trHeight w:val="997"/>
        </w:trPr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:rsidR="00D779B6" w:rsidRPr="00C44E14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C44E1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D779B6" w:rsidRPr="00C44E14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5982" w:type="dxa"/>
            <w:gridSpan w:val="3"/>
          </w:tcPr>
          <w:p w:rsidR="00D779B6" w:rsidRPr="00C44E14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44E14" w:rsidRPr="00C44E14" w:rsidTr="00073BE9">
        <w:trPr>
          <w:trHeight w:val="740"/>
        </w:trPr>
        <w:tc>
          <w:tcPr>
            <w:tcW w:w="1304" w:type="dxa"/>
            <w:vMerge w:val="restart"/>
            <w:shd w:val="clear" w:color="auto" w:fill="D9D9D9" w:themeFill="background1" w:themeFillShade="D9"/>
            <w:vAlign w:val="center"/>
          </w:tcPr>
          <w:p w:rsidR="00D779B6" w:rsidRPr="00C44E14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C44E1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D779B6" w:rsidRPr="00C44E14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C44E1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982" w:type="dxa"/>
            <w:gridSpan w:val="3"/>
          </w:tcPr>
          <w:p w:rsidR="00D779B6" w:rsidRPr="00C44E14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44E14" w:rsidRPr="00C44E14" w:rsidTr="00073BE9">
        <w:trPr>
          <w:trHeight w:val="850"/>
        </w:trPr>
        <w:tc>
          <w:tcPr>
            <w:tcW w:w="1304" w:type="dxa"/>
            <w:vMerge/>
            <w:shd w:val="clear" w:color="auto" w:fill="D9D9D9" w:themeFill="background1" w:themeFillShade="D9"/>
            <w:vAlign w:val="center"/>
          </w:tcPr>
          <w:p w:rsidR="00D779B6" w:rsidRPr="00C44E14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D779B6" w:rsidRPr="00C44E14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C44E1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982" w:type="dxa"/>
            <w:gridSpan w:val="3"/>
          </w:tcPr>
          <w:p w:rsidR="00D779B6" w:rsidRPr="00C44E14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44E14" w:rsidRPr="00C44E14" w:rsidTr="00073BE9">
        <w:trPr>
          <w:trHeight w:val="497"/>
        </w:trPr>
        <w:tc>
          <w:tcPr>
            <w:tcW w:w="1304" w:type="dxa"/>
            <w:vMerge/>
            <w:shd w:val="clear" w:color="auto" w:fill="D9D9D9" w:themeFill="background1" w:themeFillShade="D9"/>
            <w:vAlign w:val="center"/>
          </w:tcPr>
          <w:p w:rsidR="00D779B6" w:rsidRPr="00C44E14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D779B6" w:rsidRPr="00C44E14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C44E1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743" w:type="dxa"/>
          </w:tcPr>
          <w:p w:rsidR="00D779B6" w:rsidRPr="00C44E14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  <w:vAlign w:val="center"/>
          </w:tcPr>
          <w:p w:rsidR="00D779B6" w:rsidRPr="00C44E14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C44E1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390" w:type="dxa"/>
          </w:tcPr>
          <w:p w:rsidR="00D779B6" w:rsidRPr="00C44E14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D779B6" w:rsidRPr="00C44E14" w:rsidRDefault="00D779B6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C44E1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C44E14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C44E14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="00A458F0" w:rsidRPr="00C44E14">
        <w:rPr>
          <w:rFonts w:eastAsia="DejaVu Sans Condensed"/>
          <w:b/>
          <w:kern w:val="1"/>
          <w:sz w:val="22"/>
          <w:lang w:eastAsia="hi-IN" w:bidi="hi-IN"/>
        </w:rPr>
        <w:t>DZP.381.142</w:t>
      </w:r>
      <w:r w:rsidR="00EC15D1" w:rsidRPr="00C44E14">
        <w:rPr>
          <w:rFonts w:eastAsia="DejaVu Sans Condensed"/>
          <w:b/>
          <w:kern w:val="1"/>
          <w:sz w:val="22"/>
          <w:lang w:eastAsia="hi-IN" w:bidi="hi-IN"/>
        </w:rPr>
        <w:t>.201</w:t>
      </w:r>
      <w:r w:rsidR="009E4507" w:rsidRPr="00C44E14">
        <w:rPr>
          <w:rFonts w:eastAsia="DejaVu Sans Condensed"/>
          <w:b/>
          <w:kern w:val="1"/>
          <w:sz w:val="22"/>
          <w:lang w:eastAsia="hi-IN" w:bidi="hi-IN"/>
        </w:rPr>
        <w:t>5.DW</w:t>
      </w:r>
      <w:r w:rsidRPr="00C44E14">
        <w:rPr>
          <w:rFonts w:eastAsia="DejaVu Sans Condensed"/>
          <w:kern w:val="1"/>
          <w:sz w:val="22"/>
          <w:lang w:eastAsia="hi-IN" w:bidi="hi-IN"/>
        </w:rPr>
        <w:t>, p.n.:</w:t>
      </w:r>
    </w:p>
    <w:p w:rsidR="00DA584E" w:rsidRPr="00C44E14" w:rsidRDefault="00DA584E" w:rsidP="00DA584E">
      <w:pPr>
        <w:autoSpaceDE w:val="0"/>
        <w:autoSpaceDN w:val="0"/>
        <w:adjustRightInd w:val="0"/>
        <w:spacing w:after="0"/>
        <w:rPr>
          <w:rFonts w:eastAsia="Times New Roman"/>
          <w:b/>
          <w:bCs/>
          <w:sz w:val="24"/>
          <w:szCs w:val="24"/>
          <w:lang w:eastAsia="pl-PL"/>
        </w:rPr>
      </w:pPr>
    </w:p>
    <w:p w:rsidR="000A13EB" w:rsidRPr="00C44E14" w:rsidRDefault="00DA584E" w:rsidP="00DA584E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sz w:val="24"/>
          <w:szCs w:val="24"/>
          <w:lang w:eastAsia="pl-PL"/>
        </w:rPr>
      </w:pPr>
      <w:r w:rsidRPr="00C44E14">
        <w:rPr>
          <w:rFonts w:eastAsia="Times New Roman"/>
          <w:b/>
          <w:bCs/>
          <w:sz w:val="24"/>
          <w:szCs w:val="24"/>
          <w:lang w:eastAsia="pl-PL"/>
        </w:rPr>
        <w:t>„Dos</w:t>
      </w:r>
      <w:r w:rsidR="00FC1569" w:rsidRPr="00C44E14">
        <w:rPr>
          <w:rFonts w:eastAsia="Times New Roman"/>
          <w:b/>
          <w:bCs/>
          <w:sz w:val="24"/>
          <w:szCs w:val="24"/>
          <w:lang w:eastAsia="pl-PL"/>
        </w:rPr>
        <w:t xml:space="preserve">tawa </w:t>
      </w:r>
      <w:r w:rsidR="00E800F4" w:rsidRPr="00C44E14">
        <w:rPr>
          <w:rFonts w:eastAsia="Times New Roman"/>
          <w:b/>
          <w:bCs/>
          <w:sz w:val="24"/>
          <w:szCs w:val="24"/>
          <w:lang w:eastAsia="pl-PL"/>
        </w:rPr>
        <w:t>sprzętu RTV</w:t>
      </w:r>
      <w:r w:rsidR="00F83A79" w:rsidRPr="00C44E14">
        <w:rPr>
          <w:rFonts w:eastAsia="Times New Roman"/>
          <w:b/>
          <w:bCs/>
          <w:sz w:val="24"/>
          <w:szCs w:val="24"/>
          <w:lang w:eastAsia="pl-PL"/>
        </w:rPr>
        <w:t>”</w:t>
      </w:r>
    </w:p>
    <w:p w:rsidR="000A13EB" w:rsidRPr="00C44E14" w:rsidRDefault="000A13EB" w:rsidP="000A13EB">
      <w:pPr>
        <w:suppressAutoHyphens/>
        <w:spacing w:before="60" w:after="0" w:line="240" w:lineRule="auto"/>
        <w:rPr>
          <w:rFonts w:eastAsia="DejaVu Sans Condensed"/>
          <w:b/>
          <w:snapToGrid w:val="0"/>
          <w:kern w:val="1"/>
          <w:sz w:val="32"/>
          <w:szCs w:val="32"/>
          <w:u w:val="single"/>
          <w:lang w:eastAsia="hi-IN" w:bidi="hi-IN"/>
        </w:rPr>
      </w:pPr>
    </w:p>
    <w:p w:rsidR="000A13EB" w:rsidRPr="000A13EB" w:rsidRDefault="000A13EB" w:rsidP="000A13EB">
      <w:pPr>
        <w:suppressAutoHyphens/>
        <w:spacing w:before="60" w:after="0" w:line="360" w:lineRule="auto"/>
        <w:jc w:val="both"/>
        <w:rPr>
          <w:rFonts w:eastAsia="DejaVu Sans Condensed"/>
          <w:kern w:val="1"/>
          <w:sz w:val="20"/>
          <w:szCs w:val="20"/>
          <w:lang w:eastAsia="hi-IN" w:bidi="hi-IN"/>
        </w:rPr>
      </w:pPr>
      <w:r w:rsidRPr="00C44E14">
        <w:rPr>
          <w:rFonts w:eastAsia="DejaVu Sans Condensed"/>
          <w:kern w:val="1"/>
          <w:sz w:val="20"/>
          <w:szCs w:val="20"/>
          <w:lang w:eastAsia="hi-IN" w:bidi="hi-IN"/>
        </w:rPr>
        <w:t xml:space="preserve">Oświadczamy, iż zgodnie z art. 22 ust. 1 ustawy z dnia 29 stycznia 2004 r. </w:t>
      </w:r>
      <w:bookmarkEnd w:id="0"/>
      <w:r w:rsidRPr="000A13EB">
        <w:rPr>
          <w:rFonts w:eastAsia="DejaVu Sans Condensed"/>
          <w:kern w:val="1"/>
          <w:sz w:val="20"/>
          <w:szCs w:val="20"/>
          <w:lang w:eastAsia="hi-IN" w:bidi="hi-IN"/>
        </w:rPr>
        <w:t>Prawo zamówień publicznych (tekst jednolity: Dz. U. z 2013 r., poz. 907 z późn. zm.) spełniamy warunki udziału w</w:t>
      </w:r>
      <w:r>
        <w:rPr>
          <w:rFonts w:eastAsia="DejaVu Sans Condensed"/>
          <w:kern w:val="1"/>
          <w:sz w:val="20"/>
          <w:szCs w:val="20"/>
          <w:lang w:eastAsia="hi-IN" w:bidi="hi-IN"/>
        </w:rPr>
        <w:t> </w:t>
      </w:r>
      <w:r w:rsidRPr="000A13EB">
        <w:rPr>
          <w:rFonts w:eastAsia="DejaVu Sans Condensed"/>
          <w:kern w:val="1"/>
          <w:sz w:val="20"/>
          <w:szCs w:val="20"/>
          <w:lang w:eastAsia="hi-IN" w:bidi="hi-IN"/>
        </w:rPr>
        <w:t>postępowaniu, dotyczące: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posiadania wiedzy i doświadczenia,</w:t>
      </w: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dysponowania odpowiednim potencjałem technicznym oraz osobami zdolnymi do wykonania zamówienia,</w:t>
      </w: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sytuacji ekonomicznej i finansowej.</w:t>
      </w:r>
    </w:p>
    <w:p w:rsidR="000A13EB" w:rsidRPr="000A13EB" w:rsidRDefault="000A13EB" w:rsidP="000A13EB">
      <w:pPr>
        <w:spacing w:before="60" w:after="0" w:line="240" w:lineRule="auto"/>
        <w:ind w:left="851" w:hanging="295"/>
        <w:jc w:val="both"/>
        <w:rPr>
          <w:rFonts w:eastAsia="Times New Roman"/>
          <w:kern w:val="1"/>
          <w:sz w:val="24"/>
          <w:szCs w:val="24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................................................................................</w:t>
      </w:r>
    </w:p>
    <w:p w:rsidR="00281D6F" w:rsidRDefault="00281D6F" w:rsidP="00281D6F">
      <w:pPr>
        <w:suppressAutoHyphens/>
        <w:spacing w:after="0"/>
        <w:ind w:left="4253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                                  </w:t>
      </w:r>
      <w:r w:rsidR="000A13EB" w:rsidRPr="00484292">
        <w:rPr>
          <w:rFonts w:eastAsia="DejaVu Sans Condensed"/>
          <w:i/>
          <w:kern w:val="1"/>
          <w:sz w:val="16"/>
          <w:szCs w:val="16"/>
          <w:lang w:eastAsia="hi-IN" w:bidi="hi-IN"/>
        </w:rPr>
        <w:t>Data i podpis osoby</w:t>
      </w:r>
      <w:r w:rsidR="001B0DBF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 uprawnionej </w:t>
      </w:r>
    </w:p>
    <w:p w:rsidR="000A13EB" w:rsidRPr="00484292" w:rsidRDefault="00281D6F" w:rsidP="001B0DBF">
      <w:pPr>
        <w:suppressAutoHyphens/>
        <w:spacing w:after="0"/>
        <w:ind w:left="4253"/>
        <w:jc w:val="center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             </w:t>
      </w:r>
      <w:r w:rsidR="001B0DBF">
        <w:rPr>
          <w:rFonts w:eastAsia="DejaVu Sans Condensed"/>
          <w:i/>
          <w:kern w:val="1"/>
          <w:sz w:val="16"/>
          <w:szCs w:val="16"/>
          <w:lang w:eastAsia="hi-IN" w:bidi="hi-IN"/>
        </w:rPr>
        <w:t>do reprezentowania</w:t>
      </w:r>
      <w:r w:rsidR="000A13EB" w:rsidRPr="00484292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 Wykonawcy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D17C2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3EB" w:rsidRDefault="000A13EB" w:rsidP="000A13EB">
      <w:pPr>
        <w:spacing w:after="0" w:line="240" w:lineRule="auto"/>
      </w:pPr>
      <w:r>
        <w:separator/>
      </w:r>
    </w:p>
  </w:endnote>
  <w:endnote w:type="continuationSeparator" w:id="0">
    <w:p w:rsidR="000A13EB" w:rsidRDefault="000A13EB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B50" w:rsidRDefault="000A13EB" w:rsidP="00443B50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5951" w:rsidRPr="00443B50" w:rsidRDefault="00B36F4D" w:rsidP="00443B50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2A0" w:rsidRPr="000A13EB" w:rsidRDefault="00B36F4D" w:rsidP="000A13EB">
    <w:pPr>
      <w:pStyle w:val="Stopka"/>
      <w:pBdr>
        <w:top w:val="single" w:sz="4" w:space="1" w:color="auto"/>
      </w:pBdr>
      <w:jc w:val="right"/>
      <w:rPr>
        <w:szCs w:val="18"/>
      </w:rPr>
    </w:pPr>
    <w:r w:rsidRPr="000A13EB">
      <w:rPr>
        <w:szCs w:val="18"/>
      </w:rPr>
      <w:t xml:space="preserve">Strona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PAGE</w:instrText>
    </w:r>
    <w:r w:rsidRPr="000A13EB">
      <w:rPr>
        <w:b/>
        <w:bCs/>
        <w:szCs w:val="18"/>
      </w:rPr>
      <w:fldChar w:fldCharType="separate"/>
    </w:r>
    <w:r w:rsidR="00C44E14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  <w:r w:rsidRPr="000A13EB">
      <w:rPr>
        <w:szCs w:val="18"/>
      </w:rPr>
      <w:t xml:space="preserve"> z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NUMPAGES</w:instrText>
    </w:r>
    <w:r w:rsidRPr="000A13EB">
      <w:rPr>
        <w:b/>
        <w:bCs/>
        <w:szCs w:val="18"/>
      </w:rPr>
      <w:fldChar w:fldCharType="separate"/>
    </w:r>
    <w:r w:rsidR="00C44E14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</w:p>
  <w:p w:rsidR="00A32502" w:rsidRDefault="00C44E14" w:rsidP="00443B50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3EB" w:rsidRDefault="000A13EB" w:rsidP="000A13EB">
      <w:pPr>
        <w:spacing w:after="0" w:line="240" w:lineRule="auto"/>
      </w:pPr>
      <w:r>
        <w:separator/>
      </w:r>
    </w:p>
  </w:footnote>
  <w:footnote w:type="continuationSeparator" w:id="0">
    <w:p w:rsidR="000A13EB" w:rsidRDefault="000A13EB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898" w:rsidRDefault="000A13EB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26898" w:rsidRDefault="00C44E14">
    <w:pPr>
      <w:pStyle w:val="Nagwek"/>
    </w:pPr>
  </w:p>
  <w:p w:rsidR="00E26898" w:rsidRDefault="00C44E1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2A0" w:rsidRDefault="00C44E14" w:rsidP="000052A0">
    <w:pPr>
      <w:spacing w:before="60"/>
      <w:jc w:val="right"/>
      <w:rPr>
        <w:rFonts w:ascii="Calibri" w:hAnsi="Calibri" w:cs="Calibri"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473A3"/>
    <w:rsid w:val="00073BE9"/>
    <w:rsid w:val="000A13EB"/>
    <w:rsid w:val="0012639F"/>
    <w:rsid w:val="00152FB3"/>
    <w:rsid w:val="001B0DBF"/>
    <w:rsid w:val="00281D6F"/>
    <w:rsid w:val="0028480E"/>
    <w:rsid w:val="00293245"/>
    <w:rsid w:val="002B226E"/>
    <w:rsid w:val="002B47BC"/>
    <w:rsid w:val="002B5AE9"/>
    <w:rsid w:val="00386697"/>
    <w:rsid w:val="003C7642"/>
    <w:rsid w:val="003D5725"/>
    <w:rsid w:val="004808F1"/>
    <w:rsid w:val="00484292"/>
    <w:rsid w:val="00542ECC"/>
    <w:rsid w:val="0064312B"/>
    <w:rsid w:val="00772ACC"/>
    <w:rsid w:val="00780CEA"/>
    <w:rsid w:val="007953E8"/>
    <w:rsid w:val="008275D6"/>
    <w:rsid w:val="008A108D"/>
    <w:rsid w:val="008D617B"/>
    <w:rsid w:val="00903C9F"/>
    <w:rsid w:val="009635D0"/>
    <w:rsid w:val="0097192C"/>
    <w:rsid w:val="009E4507"/>
    <w:rsid w:val="00A458F0"/>
    <w:rsid w:val="00A761BB"/>
    <w:rsid w:val="00A96118"/>
    <w:rsid w:val="00B363E1"/>
    <w:rsid w:val="00B36F4D"/>
    <w:rsid w:val="00BB2ED6"/>
    <w:rsid w:val="00BC6786"/>
    <w:rsid w:val="00C44E14"/>
    <w:rsid w:val="00C6761E"/>
    <w:rsid w:val="00D52871"/>
    <w:rsid w:val="00D7533B"/>
    <w:rsid w:val="00D779B6"/>
    <w:rsid w:val="00D8355D"/>
    <w:rsid w:val="00DA584E"/>
    <w:rsid w:val="00E800F4"/>
    <w:rsid w:val="00EB5F62"/>
    <w:rsid w:val="00EC11D4"/>
    <w:rsid w:val="00EC15D1"/>
    <w:rsid w:val="00EF37C4"/>
    <w:rsid w:val="00F307F8"/>
    <w:rsid w:val="00F779C0"/>
    <w:rsid w:val="00F822C2"/>
    <w:rsid w:val="00F823FF"/>
    <w:rsid w:val="00F83A79"/>
    <w:rsid w:val="00F97010"/>
    <w:rsid w:val="00FC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table" w:styleId="Tabela-Siatka">
    <w:name w:val="Table Grid"/>
    <w:basedOn w:val="Standardowy"/>
    <w:uiPriority w:val="59"/>
    <w:rsid w:val="001B0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table" w:styleId="Tabela-Siatka">
    <w:name w:val="Table Grid"/>
    <w:basedOn w:val="Standardowy"/>
    <w:uiPriority w:val="59"/>
    <w:rsid w:val="001B0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81BF81F8</Template>
  <TotalTime>43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Antonius Block</dc:creator>
  <cp:lastModifiedBy>Kalina Rożek</cp:lastModifiedBy>
  <cp:revision>53</cp:revision>
  <cp:lastPrinted>2015-10-20T13:03:00Z</cp:lastPrinted>
  <dcterms:created xsi:type="dcterms:W3CDTF">2014-01-09T00:42:00Z</dcterms:created>
  <dcterms:modified xsi:type="dcterms:W3CDTF">2015-10-20T13:03:00Z</dcterms:modified>
</cp:coreProperties>
</file>