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16" w:rsidRDefault="00666A16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W w:w="9922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2568B" w:rsidTr="00F2568B">
        <w:trPr>
          <w:trHeight w:val="981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F2568B" w:rsidTr="00F2568B">
        <w:trPr>
          <w:trHeight w:val="1407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692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AF2EBE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jest małym lub średnim przedsiębiorcą</w:t>
            </w: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F2568B" w:rsidRPr="00AF2EBE" w:rsidRDefault="00F2568B" w:rsidP="00D555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TAK  /  NIE  </w:t>
            </w:r>
            <w:r w:rsidRPr="00AF2EBE">
              <w:rPr>
                <w:rStyle w:val="Odwoanieprzypisudolnego"/>
                <w:rFonts w:ascii="Arial" w:hAnsi="Arial" w:cs="Arial"/>
              </w:rPr>
              <w:footnoteReference w:customMarkFollows="1" w:id="2"/>
              <w:t>1)</w:t>
            </w:r>
          </w:p>
        </w:tc>
      </w:tr>
      <w:tr w:rsidR="00F2568B" w:rsidTr="00F2568B">
        <w:trPr>
          <w:trHeight w:val="42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F2568B" w:rsidRDefault="00F2568B" w:rsidP="00D555F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508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558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22786" w:rsidRDefault="00D22786" w:rsidP="005745D3">
      <w:pPr>
        <w:spacing w:line="360" w:lineRule="auto"/>
        <w:ind w:left="-426"/>
        <w:jc w:val="both"/>
        <w:rPr>
          <w:rFonts w:ascii="Arial" w:hAnsi="Arial" w:cs="Arial"/>
        </w:rPr>
      </w:pPr>
    </w:p>
    <w:p w:rsidR="00183F29" w:rsidRPr="007B3FEE" w:rsidRDefault="000D468C" w:rsidP="005745D3">
      <w:pPr>
        <w:spacing w:line="360" w:lineRule="auto"/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</w:t>
      </w:r>
      <w:r w:rsidR="00024D5F">
        <w:rPr>
          <w:rFonts w:ascii="Arial" w:hAnsi="Arial" w:cs="Arial"/>
          <w:b/>
        </w:rPr>
        <w:t>.</w:t>
      </w:r>
      <w:r w:rsidR="00F2568B">
        <w:rPr>
          <w:rFonts w:ascii="Arial" w:hAnsi="Arial" w:cs="Arial"/>
          <w:b/>
        </w:rPr>
        <w:t>006</w:t>
      </w:r>
      <w:r w:rsidR="00024D5F">
        <w:rPr>
          <w:rFonts w:ascii="Arial" w:hAnsi="Arial" w:cs="Arial"/>
          <w:b/>
        </w:rPr>
        <w:t>.</w:t>
      </w:r>
      <w:r w:rsidR="004B2EB3">
        <w:rPr>
          <w:rFonts w:ascii="Arial" w:hAnsi="Arial" w:cs="Arial"/>
          <w:b/>
        </w:rPr>
        <w:t>201</w:t>
      </w:r>
      <w:r w:rsidR="00F2568B">
        <w:rPr>
          <w:rFonts w:ascii="Arial" w:hAnsi="Arial" w:cs="Arial"/>
          <w:b/>
        </w:rPr>
        <w:t>7</w:t>
      </w:r>
      <w:r w:rsidR="004B2EB3">
        <w:rPr>
          <w:rFonts w:ascii="Arial" w:hAnsi="Arial" w:cs="Arial"/>
          <w:b/>
        </w:rPr>
        <w:t>.</w:t>
      </w:r>
      <w:r w:rsidR="00E250F7">
        <w:rPr>
          <w:rFonts w:ascii="Arial" w:hAnsi="Arial" w:cs="Arial"/>
          <w:b/>
        </w:rPr>
        <w:t>UG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 w:rsidR="00666A1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5745D3">
      <w:pPr>
        <w:pStyle w:val="Default"/>
        <w:spacing w:line="276" w:lineRule="auto"/>
        <w:ind w:left="-426"/>
        <w:jc w:val="center"/>
        <w:rPr>
          <w:rFonts w:ascii="Arial" w:hAnsi="Arial" w:cs="Arial"/>
          <w:b/>
          <w:bCs/>
          <w:sz w:val="20"/>
          <w:szCs w:val="20"/>
        </w:rPr>
      </w:pPr>
    </w:p>
    <w:p w:rsidR="00E250F7" w:rsidRDefault="00666A16" w:rsidP="00DA6289">
      <w:pPr>
        <w:spacing w:line="360" w:lineRule="auto"/>
        <w:ind w:left="-426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Zakup karnetów imiennych na usługi rekreacyjne i sportowe</w:t>
      </w:r>
    </w:p>
    <w:p w:rsidR="00E250F7" w:rsidRDefault="00E250F7" w:rsidP="005745D3">
      <w:pPr>
        <w:ind w:left="-426"/>
        <w:rPr>
          <w:rFonts w:ascii="Arial" w:hAnsi="Arial" w:cs="Arial"/>
          <w:sz w:val="18"/>
          <w:szCs w:val="18"/>
        </w:rPr>
      </w:pPr>
    </w:p>
    <w:p w:rsidR="00D22786" w:rsidRDefault="00D22786" w:rsidP="00666A16">
      <w:pPr>
        <w:ind w:left="-426"/>
        <w:rPr>
          <w:rFonts w:ascii="Arial" w:hAnsi="Arial" w:cs="Arial"/>
          <w:sz w:val="18"/>
          <w:szCs w:val="18"/>
        </w:rPr>
      </w:pPr>
    </w:p>
    <w:p w:rsidR="00D22786" w:rsidRDefault="000D468C" w:rsidP="00666A16">
      <w:pPr>
        <w:ind w:left="-426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22786" w:rsidRDefault="00D22786" w:rsidP="00D22786">
      <w:r>
        <w:br w:type="page"/>
      </w:r>
    </w:p>
    <w:p w:rsidR="00666A16" w:rsidRPr="00D63968" w:rsidRDefault="00666A16" w:rsidP="005745D3">
      <w:pPr>
        <w:ind w:left="-426"/>
        <w:rPr>
          <w:rFonts w:ascii="Arial" w:hAnsi="Arial" w:cs="Arial"/>
          <w:sz w:val="18"/>
          <w:szCs w:val="18"/>
        </w:rPr>
      </w:pPr>
    </w:p>
    <w:p w:rsidR="00F20883" w:rsidRPr="001E3EC9" w:rsidRDefault="00255515" w:rsidP="00B05B72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13B5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BB13B5">
        <w:rPr>
          <w:rFonts w:ascii="Arial" w:hAnsi="Arial" w:cs="Arial"/>
          <w:sz w:val="18"/>
          <w:szCs w:val="18"/>
        </w:rPr>
        <w:t xml:space="preserve"> zgo</w:t>
      </w:r>
      <w:r w:rsidR="00F20883" w:rsidRPr="00BB13B5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BB13B5">
        <w:rPr>
          <w:rFonts w:ascii="Arial" w:hAnsi="Arial" w:cs="Arial"/>
          <w:sz w:val="18"/>
          <w:szCs w:val="18"/>
        </w:rPr>
        <w:t>za</w:t>
      </w:r>
      <w:r w:rsidR="00741D32">
        <w:rPr>
          <w:rFonts w:ascii="Arial" w:hAnsi="Arial" w:cs="Arial"/>
          <w:sz w:val="18"/>
          <w:szCs w:val="18"/>
        </w:rPr>
        <w:t> </w:t>
      </w:r>
      <w:r w:rsidR="00E250F7">
        <w:rPr>
          <w:rFonts w:ascii="Arial" w:hAnsi="Arial" w:cs="Arial"/>
          <w:sz w:val="18"/>
          <w:szCs w:val="18"/>
        </w:rPr>
        <w:t>cenę</w:t>
      </w:r>
      <w:r w:rsidR="007B3FEE" w:rsidRPr="00BB13B5">
        <w:rPr>
          <w:rFonts w:ascii="Arial" w:hAnsi="Arial" w:cs="Arial"/>
          <w:sz w:val="18"/>
          <w:szCs w:val="18"/>
        </w:rPr>
        <w:t>:</w:t>
      </w:r>
    </w:p>
    <w:tbl>
      <w:tblPr>
        <w:tblpPr w:leftFromText="141" w:rightFromText="141" w:vertAnchor="text" w:horzAnchor="page" w:tblpXSpec="center" w:tblpY="75"/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397"/>
        <w:gridCol w:w="2002"/>
        <w:gridCol w:w="1457"/>
        <w:gridCol w:w="1398"/>
        <w:gridCol w:w="1524"/>
      </w:tblGrid>
      <w:tr w:rsidR="00F04724" w:rsidRPr="00D10169" w:rsidTr="00E1566E">
        <w:trPr>
          <w:trHeight w:val="860"/>
        </w:trPr>
        <w:tc>
          <w:tcPr>
            <w:tcW w:w="1387" w:type="dxa"/>
            <w:shd w:val="clear" w:color="auto" w:fill="F2F2F2"/>
          </w:tcPr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Maksymalna</w:t>
            </w:r>
          </w:p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D10169">
              <w:rPr>
                <w:rFonts w:ascii="Arial" w:hAnsi="Arial" w:cs="Arial"/>
                <w:b/>
                <w:sz w:val="18"/>
                <w:szCs w:val="18"/>
              </w:rPr>
              <w:t xml:space="preserve">iczba </w:t>
            </w:r>
          </w:p>
          <w:p w:rsidR="00F04724" w:rsidRPr="00D10169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169">
              <w:rPr>
                <w:rFonts w:ascii="Arial" w:hAnsi="Arial" w:cs="Arial"/>
                <w:b/>
                <w:sz w:val="18"/>
                <w:szCs w:val="18"/>
              </w:rPr>
              <w:t>karnetów</w:t>
            </w:r>
          </w:p>
        </w:tc>
        <w:tc>
          <w:tcPr>
            <w:tcW w:w="1397" w:type="dxa"/>
            <w:shd w:val="clear" w:color="auto" w:fill="F2F2F2"/>
          </w:tcPr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netto 1 karnetu miesięcznego imiennego</w:t>
            </w:r>
          </w:p>
          <w:p w:rsidR="00F04724" w:rsidRP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</w:tc>
        <w:tc>
          <w:tcPr>
            <w:tcW w:w="2002" w:type="dxa"/>
            <w:shd w:val="clear" w:color="auto" w:fill="F2F2F2"/>
          </w:tcPr>
          <w:p w:rsidR="00F04724" w:rsidRDefault="00F04724" w:rsidP="00F04724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Stawka i wartość podatku VAT</w:t>
            </w:r>
          </w:p>
        </w:tc>
        <w:tc>
          <w:tcPr>
            <w:tcW w:w="1457" w:type="dxa"/>
            <w:shd w:val="clear" w:color="auto" w:fill="F2F2F2"/>
          </w:tcPr>
          <w:p w:rsidR="00F04724" w:rsidRDefault="00F04724" w:rsidP="00F04724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brutto 1  k</w:t>
            </w:r>
            <w:r w:rsidRPr="00F04724">
              <w:rPr>
                <w:rFonts w:ascii="Arial" w:hAnsi="Arial" w:cs="Arial"/>
                <w:b/>
                <w:sz w:val="18"/>
                <w:szCs w:val="18"/>
              </w:rPr>
              <w:t>arnetu</w:t>
            </w:r>
          </w:p>
          <w:p w:rsidR="00F04724" w:rsidRDefault="00F04724" w:rsidP="00F04724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miesięcznego</w:t>
            </w:r>
          </w:p>
          <w:p w:rsidR="00F04724" w:rsidRPr="00F04724" w:rsidRDefault="00F04724" w:rsidP="00F04724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imiennego</w:t>
            </w:r>
            <w:r w:rsidRPr="00F04724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  <w:p w:rsidR="00F04724" w:rsidRPr="00F04724" w:rsidRDefault="00F04724" w:rsidP="00F04724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  <w:p w:rsidR="00F04724" w:rsidRDefault="00F04724" w:rsidP="00F04724">
            <w:pPr>
              <w:ind w:left="-28" w:hanging="2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04724" w:rsidRPr="00F04724" w:rsidRDefault="00F04724" w:rsidP="00F04724">
            <w:pPr>
              <w:ind w:left="-28" w:hanging="2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04724">
              <w:rPr>
                <w:rFonts w:ascii="Arial" w:hAnsi="Arial" w:cs="Arial"/>
                <w:i/>
                <w:sz w:val="18"/>
                <w:szCs w:val="18"/>
              </w:rPr>
              <w:t>(kol. 2 + kol. 3)</w:t>
            </w:r>
          </w:p>
        </w:tc>
        <w:tc>
          <w:tcPr>
            <w:tcW w:w="1398" w:type="dxa"/>
            <w:shd w:val="clear" w:color="auto" w:fill="F2F2F2"/>
          </w:tcPr>
          <w:p w:rsidR="00F04724" w:rsidRP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04724" w:rsidRPr="00F04724" w:rsidRDefault="00F04724" w:rsidP="00F04724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04724">
              <w:rPr>
                <w:rFonts w:ascii="Arial" w:hAnsi="Arial" w:cs="Arial"/>
                <w:i/>
                <w:sz w:val="18"/>
                <w:szCs w:val="18"/>
              </w:rPr>
              <w:t>(kol. 1 x kol. 2)</w:t>
            </w:r>
          </w:p>
        </w:tc>
        <w:tc>
          <w:tcPr>
            <w:tcW w:w="1524" w:type="dxa"/>
            <w:shd w:val="clear" w:color="auto" w:fill="F2F2F2"/>
          </w:tcPr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brutto oferty</w:t>
            </w:r>
          </w:p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  <w:p w:rsidR="00F04724" w:rsidRPr="00D10169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04724" w:rsidRDefault="00F04724" w:rsidP="00F0472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04724" w:rsidRDefault="00F04724" w:rsidP="00F0472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04724" w:rsidRDefault="00F04724" w:rsidP="00F047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169">
              <w:rPr>
                <w:rFonts w:ascii="Arial" w:hAnsi="Arial" w:cs="Arial"/>
                <w:i/>
                <w:sz w:val="18"/>
                <w:szCs w:val="18"/>
              </w:rPr>
              <w:t xml:space="preserve">(kol. 1 x kol. </w:t>
            </w: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Pr="00D1016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F04724" w:rsidRPr="00D10169" w:rsidTr="00E1566E">
        <w:trPr>
          <w:trHeight w:val="250"/>
        </w:trPr>
        <w:tc>
          <w:tcPr>
            <w:tcW w:w="1387" w:type="dxa"/>
            <w:shd w:val="clear" w:color="auto" w:fill="auto"/>
            <w:vAlign w:val="center"/>
          </w:tcPr>
          <w:p w:rsidR="00F04724" w:rsidRPr="00D10169" w:rsidRDefault="00F04724" w:rsidP="0010381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0169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04724" w:rsidRPr="00D10169" w:rsidRDefault="00F04724" w:rsidP="0010381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0169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002" w:type="dxa"/>
          </w:tcPr>
          <w:p w:rsidR="00F04724" w:rsidRPr="00D10169" w:rsidRDefault="00F04724" w:rsidP="0010381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457" w:type="dxa"/>
          </w:tcPr>
          <w:p w:rsidR="00F04724" w:rsidRPr="00D10169" w:rsidRDefault="00F04724" w:rsidP="0010381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04724" w:rsidRPr="00D10169" w:rsidRDefault="00E1566E" w:rsidP="0010381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524" w:type="dxa"/>
          </w:tcPr>
          <w:p w:rsidR="00F04724" w:rsidRPr="00D10169" w:rsidRDefault="00E1566E" w:rsidP="0010381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F2568B" w:rsidRPr="00D10169" w:rsidTr="00E1566E">
        <w:trPr>
          <w:trHeight w:val="955"/>
        </w:trPr>
        <w:tc>
          <w:tcPr>
            <w:tcW w:w="1387" w:type="dxa"/>
            <w:shd w:val="clear" w:color="auto" w:fill="auto"/>
            <w:vAlign w:val="center"/>
          </w:tcPr>
          <w:p w:rsidR="00F2568B" w:rsidRPr="00D10169" w:rsidRDefault="00F2568B" w:rsidP="00F25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1 700</w:t>
            </w:r>
            <w:r w:rsidRPr="00D10169">
              <w:rPr>
                <w:rFonts w:ascii="Arial" w:hAnsi="Arial" w:cs="Arial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2568B" w:rsidRPr="00D10169" w:rsidRDefault="00F2568B" w:rsidP="00103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vAlign w:val="center"/>
          </w:tcPr>
          <w:p w:rsidR="00F2568B" w:rsidRPr="00F2568B" w:rsidRDefault="00F2568B" w:rsidP="00F0472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57" w:type="dxa"/>
          </w:tcPr>
          <w:p w:rsidR="00F2568B" w:rsidRPr="00D10169" w:rsidRDefault="00F2568B" w:rsidP="001038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shd w:val="clear" w:color="auto" w:fill="auto"/>
          </w:tcPr>
          <w:p w:rsidR="00F2568B" w:rsidRPr="00D10169" w:rsidRDefault="00F2568B" w:rsidP="001038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4" w:type="dxa"/>
          </w:tcPr>
          <w:p w:rsidR="00F2568B" w:rsidRPr="00D10169" w:rsidRDefault="00F2568B" w:rsidP="001038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566E" w:rsidRDefault="00E1566E" w:rsidP="001E3EC9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E1566E" w:rsidRDefault="00E1566E" w:rsidP="001E3EC9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666A16" w:rsidRPr="001E3EC9" w:rsidRDefault="005745D3" w:rsidP="001E3EC9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DA6289">
        <w:rPr>
          <w:rFonts w:ascii="Arial" w:hAnsi="Arial" w:cs="Arial"/>
          <w:sz w:val="18"/>
          <w:szCs w:val="18"/>
        </w:rPr>
        <w:t xml:space="preserve">Słownie cena </w:t>
      </w:r>
      <w:r w:rsidR="00F04724">
        <w:rPr>
          <w:rFonts w:ascii="Arial" w:hAnsi="Arial" w:cs="Arial"/>
          <w:sz w:val="18"/>
          <w:szCs w:val="18"/>
        </w:rPr>
        <w:t xml:space="preserve">oferty </w:t>
      </w:r>
      <w:r w:rsidRPr="00DA6289">
        <w:rPr>
          <w:rFonts w:ascii="Arial" w:hAnsi="Arial" w:cs="Arial"/>
          <w:sz w:val="18"/>
          <w:szCs w:val="18"/>
        </w:rPr>
        <w:t>brutto:…………………………</w:t>
      </w:r>
      <w:r w:rsidR="00F04724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E1566E">
        <w:rPr>
          <w:rFonts w:ascii="Arial" w:hAnsi="Arial" w:cs="Arial"/>
          <w:sz w:val="18"/>
          <w:szCs w:val="18"/>
        </w:rPr>
        <w:t>….</w:t>
      </w:r>
      <w:r w:rsidR="00F04724">
        <w:rPr>
          <w:rFonts w:ascii="Arial" w:hAnsi="Arial" w:cs="Arial"/>
          <w:sz w:val="18"/>
          <w:szCs w:val="18"/>
        </w:rPr>
        <w:t xml:space="preserve">……………  </w:t>
      </w:r>
    </w:p>
    <w:p w:rsidR="00666A16" w:rsidRDefault="00666A16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554B3C" w:rsidRPr="00554B3C" w:rsidRDefault="00554B3C" w:rsidP="00554B3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554B3C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3C14BA" w:rsidRDefault="003C14BA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666A16" w:rsidRPr="00666A16" w:rsidRDefault="00853BE7" w:rsidP="00666A16">
      <w:p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66A16">
        <w:rPr>
          <w:rFonts w:ascii="Arial" w:hAnsi="Arial" w:cs="Arial"/>
          <w:b/>
          <w:sz w:val="18"/>
          <w:szCs w:val="18"/>
        </w:rPr>
        <w:t xml:space="preserve">Oświadczamy, iż zaoferowana cena zawiera </w:t>
      </w:r>
      <w:r w:rsidR="00666A16" w:rsidRPr="00666A16">
        <w:rPr>
          <w:rFonts w:ascii="Arial" w:hAnsi="Arial" w:cs="Arial"/>
          <w:b/>
          <w:sz w:val="18"/>
          <w:szCs w:val="18"/>
        </w:rPr>
        <w:t xml:space="preserve">wszelkie koszty </w:t>
      </w:r>
      <w:r w:rsidR="00666A16">
        <w:rPr>
          <w:rFonts w:ascii="Arial" w:hAnsi="Arial" w:cs="Arial"/>
          <w:b/>
          <w:sz w:val="18"/>
          <w:szCs w:val="18"/>
        </w:rPr>
        <w:t>poniesione</w:t>
      </w:r>
      <w:r w:rsidR="00666A16" w:rsidRPr="00666A16">
        <w:rPr>
          <w:rFonts w:ascii="Arial" w:hAnsi="Arial" w:cs="Arial"/>
          <w:b/>
          <w:sz w:val="18"/>
          <w:szCs w:val="18"/>
        </w:rPr>
        <w:t xml:space="preserve"> celem należytej oraz zgodnej z</w:t>
      </w:r>
      <w:r w:rsidR="00666A16">
        <w:rPr>
          <w:rFonts w:ascii="Arial" w:hAnsi="Arial" w:cs="Arial"/>
          <w:b/>
          <w:sz w:val="18"/>
          <w:szCs w:val="18"/>
        </w:rPr>
        <w:t> </w:t>
      </w:r>
      <w:r w:rsidR="00666A16" w:rsidRPr="00666A16">
        <w:rPr>
          <w:rFonts w:ascii="Arial" w:hAnsi="Arial" w:cs="Arial"/>
          <w:b/>
          <w:sz w:val="18"/>
          <w:szCs w:val="18"/>
        </w:rPr>
        <w:t>obowiązującymi przepisami realizacji przedmiotu umowy, w szczególności</w:t>
      </w:r>
      <w:r w:rsidR="00D22786">
        <w:rPr>
          <w:rFonts w:ascii="Arial" w:hAnsi="Arial" w:cs="Arial"/>
          <w:b/>
          <w:sz w:val="18"/>
          <w:szCs w:val="18"/>
        </w:rPr>
        <w:t xml:space="preserve"> obejmuje</w:t>
      </w:r>
      <w:r w:rsidR="00666A16">
        <w:rPr>
          <w:rFonts w:ascii="Arial" w:hAnsi="Arial" w:cs="Arial"/>
          <w:b/>
          <w:sz w:val="18"/>
          <w:szCs w:val="18"/>
        </w:rPr>
        <w:t>:</w:t>
      </w:r>
      <w:r w:rsidR="00D22786">
        <w:rPr>
          <w:rFonts w:ascii="Arial" w:hAnsi="Arial" w:cs="Arial"/>
          <w:b/>
          <w:sz w:val="18"/>
          <w:szCs w:val="18"/>
        </w:rPr>
        <w:t xml:space="preserve"> koszt karnetów i </w:t>
      </w:r>
      <w:r w:rsidR="00666A16" w:rsidRPr="00666A16">
        <w:rPr>
          <w:rFonts w:ascii="Arial" w:hAnsi="Arial" w:cs="Arial"/>
          <w:b/>
          <w:sz w:val="18"/>
          <w:szCs w:val="18"/>
        </w:rPr>
        <w:t xml:space="preserve">ich dostarczenia, </w:t>
      </w:r>
      <w:r w:rsidR="00DB3FAD">
        <w:rPr>
          <w:rFonts w:ascii="Arial" w:hAnsi="Arial" w:cs="Arial"/>
          <w:b/>
          <w:sz w:val="18"/>
          <w:szCs w:val="18"/>
        </w:rPr>
        <w:t>koszt</w:t>
      </w:r>
      <w:r w:rsidR="00D22786">
        <w:rPr>
          <w:rFonts w:ascii="Arial" w:hAnsi="Arial" w:cs="Arial"/>
          <w:b/>
          <w:sz w:val="18"/>
          <w:szCs w:val="18"/>
        </w:rPr>
        <w:t xml:space="preserve"> </w:t>
      </w:r>
      <w:r w:rsidR="00DB3FAD">
        <w:rPr>
          <w:rFonts w:ascii="Arial" w:hAnsi="Arial" w:cs="Arial"/>
          <w:b/>
          <w:sz w:val="18"/>
          <w:szCs w:val="18"/>
        </w:rPr>
        <w:t>udostępnienia</w:t>
      </w:r>
      <w:r w:rsidR="00666A16" w:rsidRPr="00666A16">
        <w:rPr>
          <w:rFonts w:ascii="Arial" w:hAnsi="Arial" w:cs="Arial"/>
          <w:b/>
          <w:sz w:val="18"/>
          <w:szCs w:val="18"/>
        </w:rPr>
        <w:t xml:space="preserve"> </w:t>
      </w:r>
      <w:r w:rsidR="00D22786">
        <w:rPr>
          <w:rFonts w:ascii="Arial" w:hAnsi="Arial" w:cs="Arial"/>
          <w:b/>
          <w:sz w:val="18"/>
          <w:szCs w:val="18"/>
        </w:rPr>
        <w:t xml:space="preserve">usług, zgodnie z wymaganiami SIWZ </w:t>
      </w:r>
      <w:r w:rsidR="00666A16" w:rsidRPr="00666A16">
        <w:rPr>
          <w:rFonts w:ascii="Arial" w:hAnsi="Arial" w:cs="Arial"/>
          <w:b/>
          <w:sz w:val="18"/>
          <w:szCs w:val="18"/>
        </w:rPr>
        <w:t xml:space="preserve">oraz </w:t>
      </w:r>
      <w:r w:rsidR="00ED4414">
        <w:rPr>
          <w:rFonts w:ascii="Arial" w:hAnsi="Arial" w:cs="Arial"/>
          <w:b/>
          <w:sz w:val="18"/>
          <w:szCs w:val="18"/>
        </w:rPr>
        <w:t xml:space="preserve">koszty ogólne, wszelkie </w:t>
      </w:r>
      <w:r w:rsidR="00666A16" w:rsidRPr="00666A16">
        <w:rPr>
          <w:rFonts w:ascii="Arial" w:hAnsi="Arial" w:cs="Arial"/>
          <w:b/>
          <w:sz w:val="18"/>
          <w:szCs w:val="18"/>
        </w:rPr>
        <w:t>podatki, opłaty i inne należności płatne przez Wykonawcę oraz wszelkie elementy ryzyka związane z reali</w:t>
      </w:r>
      <w:r w:rsidR="00206DD1">
        <w:rPr>
          <w:rFonts w:ascii="Arial" w:hAnsi="Arial" w:cs="Arial"/>
          <w:b/>
          <w:sz w:val="18"/>
          <w:szCs w:val="18"/>
        </w:rPr>
        <w:t>zacją przedmiotowego zamówienia.</w:t>
      </w:r>
      <w:r w:rsidR="00666A16" w:rsidRPr="00666A16">
        <w:rPr>
          <w:rFonts w:ascii="Arial" w:hAnsi="Arial" w:cs="Arial"/>
          <w:b/>
          <w:sz w:val="18"/>
          <w:szCs w:val="18"/>
        </w:rPr>
        <w:t xml:space="preserve"> </w:t>
      </w:r>
    </w:p>
    <w:p w:rsidR="003C14BA" w:rsidRDefault="003C14BA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</w:p>
    <w:p w:rsidR="00554B3C" w:rsidRPr="00554B3C" w:rsidRDefault="00554B3C" w:rsidP="00554B3C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554B3C">
        <w:rPr>
          <w:rFonts w:ascii="Arial" w:hAnsi="Arial" w:cs="Arial"/>
          <w:sz w:val="18"/>
          <w:szCs w:val="18"/>
        </w:rPr>
        <w:t>Jeżeli złożono ofertę, której wybór prowadziłby do powstania u Zamawiającego obowiązku podatkowego zgodnie z przepisami o podatku od towarów i usług, Zamawiający w celu oceny takiej oferty dolicza do przedstawionej w</w:t>
      </w:r>
      <w:r w:rsidR="00461CCF">
        <w:rPr>
          <w:rFonts w:ascii="Arial" w:hAnsi="Arial" w:cs="Arial"/>
          <w:sz w:val="18"/>
          <w:szCs w:val="18"/>
        </w:rPr>
        <w:t> </w:t>
      </w:r>
      <w:r w:rsidRPr="00554B3C">
        <w:rPr>
          <w:rFonts w:ascii="Arial" w:hAnsi="Arial" w:cs="Arial"/>
          <w:sz w:val="18"/>
          <w:szCs w:val="18"/>
        </w:rPr>
        <w:t xml:space="preserve">niej ceny podatek od towarów i usług, który miałby obowiązek rozliczyć zgodnie z tymi przepisami. </w:t>
      </w:r>
    </w:p>
    <w:p w:rsidR="00554B3C" w:rsidRPr="00554B3C" w:rsidRDefault="00554B3C" w:rsidP="00554B3C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554B3C">
        <w:rPr>
          <w:rFonts w:ascii="Arial" w:hAnsi="Arial" w:cs="Arial"/>
          <w:sz w:val="18"/>
          <w:szCs w:val="18"/>
        </w:rPr>
        <w:t>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podatku:</w:t>
      </w:r>
    </w:p>
    <w:p w:rsidR="00554B3C" w:rsidRPr="00554B3C" w:rsidRDefault="00554B3C" w:rsidP="00554B3C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554B3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554B3C" w:rsidRPr="00554B3C" w:rsidRDefault="00554B3C" w:rsidP="00554B3C">
      <w:pPr>
        <w:spacing w:before="40" w:after="4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54B3C">
        <w:rPr>
          <w:rFonts w:ascii="Arial" w:hAnsi="Arial" w:cs="Arial"/>
          <w:i/>
          <w:sz w:val="16"/>
          <w:szCs w:val="16"/>
        </w:rPr>
        <w:t>(uzupełnić wskazane informacje, jeżeli dotyczy)</w:t>
      </w:r>
    </w:p>
    <w:p w:rsidR="00666A16" w:rsidRPr="00E65C64" w:rsidRDefault="003C14BA" w:rsidP="00D22786">
      <w:pPr>
        <w:numPr>
          <w:ilvl w:val="0"/>
          <w:numId w:val="1"/>
        </w:numPr>
        <w:spacing w:before="120" w:after="4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65C64">
        <w:rPr>
          <w:rFonts w:ascii="Arial" w:hAnsi="Arial" w:cs="Arial"/>
          <w:sz w:val="18"/>
          <w:szCs w:val="18"/>
        </w:rPr>
        <w:t>Zobowiązujemy się do realizacji przedmiotu zamówienia</w:t>
      </w:r>
      <w:r w:rsidR="001A41B0">
        <w:rPr>
          <w:rFonts w:ascii="Arial" w:hAnsi="Arial" w:cs="Arial"/>
          <w:sz w:val="18"/>
          <w:szCs w:val="18"/>
        </w:rPr>
        <w:t xml:space="preserve"> w terminie:</w:t>
      </w:r>
      <w:bookmarkStart w:id="0" w:name="_GoBack"/>
      <w:bookmarkEnd w:id="0"/>
      <w:r w:rsidRPr="00E65C64">
        <w:rPr>
          <w:rFonts w:ascii="Arial" w:hAnsi="Arial" w:cs="Arial"/>
          <w:sz w:val="18"/>
          <w:szCs w:val="18"/>
        </w:rPr>
        <w:t xml:space="preserve"> </w:t>
      </w:r>
      <w:r w:rsidR="0001568C" w:rsidRPr="005D4B4A">
        <w:rPr>
          <w:rFonts w:ascii="Arial" w:hAnsi="Arial" w:cs="Arial"/>
          <w:sz w:val="18"/>
          <w:szCs w:val="18"/>
        </w:rPr>
        <w:t>od pierwszego dnia miesiąca następując</w:t>
      </w:r>
      <w:r w:rsidR="0001568C">
        <w:rPr>
          <w:rFonts w:ascii="Arial" w:hAnsi="Arial" w:cs="Arial"/>
          <w:sz w:val="18"/>
          <w:szCs w:val="18"/>
        </w:rPr>
        <w:t xml:space="preserve">ego po miesiącu zawarcia umowy </w:t>
      </w:r>
      <w:r w:rsidR="0001568C" w:rsidRPr="005D4B4A">
        <w:rPr>
          <w:rFonts w:ascii="Arial" w:hAnsi="Arial" w:cs="Arial"/>
          <w:sz w:val="18"/>
          <w:szCs w:val="18"/>
        </w:rPr>
        <w:t> </w:t>
      </w:r>
      <w:r w:rsidR="0001568C" w:rsidRPr="005D4B4A">
        <w:rPr>
          <w:rFonts w:ascii="Arial" w:hAnsi="Arial" w:cs="Arial"/>
          <w:b/>
          <w:sz w:val="18"/>
          <w:szCs w:val="18"/>
        </w:rPr>
        <w:t>do dnia 31.12.2017 r.</w:t>
      </w:r>
      <w:r w:rsidR="0001568C" w:rsidRPr="005D4B4A">
        <w:rPr>
          <w:rFonts w:ascii="Arial" w:hAnsi="Arial" w:cs="Arial"/>
          <w:sz w:val="18"/>
          <w:szCs w:val="18"/>
        </w:rPr>
        <w:t xml:space="preserve"> lub do wyczerpa</w:t>
      </w:r>
      <w:r w:rsidR="0001568C">
        <w:rPr>
          <w:rFonts w:ascii="Arial" w:hAnsi="Arial" w:cs="Arial"/>
          <w:sz w:val="18"/>
          <w:szCs w:val="18"/>
        </w:rPr>
        <w:t>nia maksymalnej liczby karnetów</w:t>
      </w:r>
      <w:r w:rsidR="0001568C" w:rsidRPr="005D4B4A">
        <w:rPr>
          <w:rFonts w:ascii="Arial" w:hAnsi="Arial" w:cs="Arial"/>
          <w:sz w:val="18"/>
          <w:szCs w:val="18"/>
        </w:rPr>
        <w:t>, jeśli wyczerpanie liczby karnetów nastąpi wcześniej</w:t>
      </w:r>
      <w:r w:rsidR="0001568C" w:rsidRPr="005D4B4A">
        <w:rPr>
          <w:rFonts w:ascii="Arial" w:eastAsia="Calibri" w:hAnsi="Arial" w:cs="Arial"/>
          <w:sz w:val="18"/>
          <w:szCs w:val="18"/>
        </w:rPr>
        <w:t>.</w:t>
      </w:r>
    </w:p>
    <w:p w:rsidR="00EE20D0" w:rsidRDefault="00A50D71" w:rsidP="00D22786">
      <w:pPr>
        <w:numPr>
          <w:ilvl w:val="0"/>
          <w:numId w:val="1"/>
        </w:numPr>
        <w:spacing w:before="120" w:after="4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66A16">
        <w:rPr>
          <w:rFonts w:ascii="Arial" w:hAnsi="Arial" w:cs="Arial"/>
          <w:sz w:val="18"/>
          <w:szCs w:val="18"/>
        </w:rPr>
        <w:t>Akceptujemy</w:t>
      </w:r>
      <w:r w:rsidR="007B3FEE" w:rsidRPr="00666A16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EE20D0" w:rsidRPr="00EE20D0" w:rsidRDefault="00EE20D0" w:rsidP="004E09E3">
      <w:pPr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E20D0">
        <w:rPr>
          <w:rFonts w:ascii="Arial" w:hAnsi="Arial" w:cs="Arial"/>
          <w:sz w:val="18"/>
          <w:szCs w:val="18"/>
        </w:rPr>
        <w:t xml:space="preserve">W ramach realizacji zamówienia zobowiązujemy się udostępnić użytkownikom minimum 200 obiektów sportowo-rekreacyjnych, </w:t>
      </w:r>
      <w:r w:rsidR="00D22786">
        <w:rPr>
          <w:rFonts w:ascii="Arial" w:hAnsi="Arial" w:cs="Arial"/>
          <w:sz w:val="18"/>
          <w:szCs w:val="18"/>
        </w:rPr>
        <w:t xml:space="preserve">w których świadczone są usługi dla poprawy kondycji fizycznej, rekreacji i zdrowia, </w:t>
      </w:r>
      <w:r w:rsidRPr="00EE20D0">
        <w:rPr>
          <w:rFonts w:ascii="Arial" w:hAnsi="Arial" w:cs="Arial"/>
          <w:sz w:val="18"/>
          <w:szCs w:val="18"/>
        </w:rPr>
        <w:t>w</w:t>
      </w:r>
      <w:r w:rsidR="00D22786">
        <w:rPr>
          <w:rFonts w:ascii="Arial" w:hAnsi="Arial" w:cs="Arial"/>
          <w:sz w:val="18"/>
          <w:szCs w:val="18"/>
        </w:rPr>
        <w:t> </w:t>
      </w:r>
      <w:r w:rsidRPr="00EE20D0">
        <w:rPr>
          <w:rFonts w:ascii="Arial" w:hAnsi="Arial" w:cs="Arial"/>
          <w:sz w:val="18"/>
          <w:szCs w:val="18"/>
        </w:rPr>
        <w:t xml:space="preserve"> tym minimum 80 </w:t>
      </w:r>
      <w:r w:rsidR="003B2699">
        <w:rPr>
          <w:rFonts w:ascii="Arial" w:hAnsi="Arial" w:cs="Arial"/>
          <w:sz w:val="18"/>
          <w:szCs w:val="18"/>
        </w:rPr>
        <w:t>jednocześnie posiadających</w:t>
      </w:r>
      <w:r w:rsidRPr="00EE20D0">
        <w:rPr>
          <w:rFonts w:ascii="Arial" w:hAnsi="Arial" w:cs="Arial"/>
          <w:sz w:val="18"/>
          <w:szCs w:val="18"/>
        </w:rPr>
        <w:t xml:space="preserve"> siłownię i </w:t>
      </w:r>
      <w:r w:rsidR="003B2699">
        <w:rPr>
          <w:rFonts w:ascii="Arial" w:hAnsi="Arial" w:cs="Arial"/>
          <w:sz w:val="18"/>
          <w:szCs w:val="18"/>
        </w:rPr>
        <w:t xml:space="preserve">prowadzących </w:t>
      </w:r>
      <w:r w:rsidRPr="00EE20D0">
        <w:rPr>
          <w:rFonts w:ascii="Arial" w:hAnsi="Arial" w:cs="Arial"/>
          <w:sz w:val="18"/>
          <w:szCs w:val="18"/>
        </w:rPr>
        <w:t xml:space="preserve">zajęcia fitness, zlokalizowanych na terenie województwa śląskiego, w tym obligatoryjnie w miastach: Katowice, Chorzów, Sosnowiec i Cieszyn, których wykaz stanowi załącznik nr …………..  </w:t>
      </w:r>
      <w:r w:rsidR="003B2699">
        <w:rPr>
          <w:rFonts w:ascii="Arial" w:hAnsi="Arial" w:cs="Arial"/>
          <w:sz w:val="18"/>
          <w:szCs w:val="18"/>
        </w:rPr>
        <w:t>d</w:t>
      </w:r>
      <w:r w:rsidRPr="00EE20D0">
        <w:rPr>
          <w:rFonts w:ascii="Arial" w:hAnsi="Arial" w:cs="Arial"/>
          <w:sz w:val="18"/>
          <w:szCs w:val="18"/>
        </w:rPr>
        <w:t xml:space="preserve">o niniejszej oferty. </w:t>
      </w:r>
    </w:p>
    <w:p w:rsidR="00666A16" w:rsidRPr="00E65C64" w:rsidRDefault="00666A16" w:rsidP="004E09E3">
      <w:pPr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65C64">
        <w:rPr>
          <w:rFonts w:ascii="Arial" w:hAnsi="Arial" w:cs="Arial"/>
          <w:sz w:val="18"/>
          <w:szCs w:val="18"/>
        </w:rPr>
        <w:lastRenderedPageBreak/>
        <w:t xml:space="preserve">Aktualny wykaz obiektów </w:t>
      </w:r>
      <w:r w:rsidR="00D10169" w:rsidRPr="00E65C64">
        <w:rPr>
          <w:rFonts w:ascii="Arial" w:hAnsi="Arial" w:cs="Arial"/>
          <w:sz w:val="18"/>
          <w:szCs w:val="18"/>
        </w:rPr>
        <w:t xml:space="preserve">sportowo-rekreacyjnych </w:t>
      </w:r>
      <w:r w:rsidRPr="00E65C64">
        <w:rPr>
          <w:rFonts w:ascii="Arial" w:hAnsi="Arial" w:cs="Arial"/>
          <w:sz w:val="18"/>
          <w:szCs w:val="18"/>
        </w:rPr>
        <w:t>będzie udostępniany na stronie internetowej: ………………………………………..</w:t>
      </w:r>
    </w:p>
    <w:p w:rsidR="00F2568B" w:rsidRPr="00881BB5" w:rsidRDefault="00F2568B" w:rsidP="00F2568B">
      <w:pPr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81BB5">
        <w:rPr>
          <w:rFonts w:ascii="Arial" w:hAnsi="Arial" w:cs="Arial"/>
          <w:sz w:val="18"/>
          <w:szCs w:val="18"/>
        </w:rPr>
        <w:t>Podwykonawcy/om tj.</w:t>
      </w:r>
      <w:r w:rsidRPr="00881BB5">
        <w:rPr>
          <w:rFonts w:ascii="Arial" w:hAnsi="Arial" w:cs="Arial"/>
          <w:i/>
          <w:sz w:val="18"/>
          <w:szCs w:val="18"/>
        </w:rPr>
        <w:t xml:space="preserve"> </w:t>
      </w:r>
      <w:r w:rsidRPr="00881BB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:rsidR="00F2568B" w:rsidRPr="004F24DB" w:rsidRDefault="00F2568B" w:rsidP="00E1566E">
      <w:pPr>
        <w:pStyle w:val="Akapitzlist"/>
        <w:tabs>
          <w:tab w:val="num" w:pos="700"/>
        </w:tabs>
        <w:spacing w:before="40" w:after="40"/>
        <w:ind w:left="284" w:hanging="284"/>
        <w:jc w:val="both"/>
        <w:rPr>
          <w:rFonts w:cs="Arial"/>
          <w:i/>
          <w:sz w:val="16"/>
          <w:szCs w:val="16"/>
        </w:rPr>
      </w:pPr>
      <w:r w:rsidRPr="004F24DB">
        <w:rPr>
          <w:rFonts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:rsidR="00E1566E" w:rsidRDefault="00E1566E" w:rsidP="00F2568B">
      <w:pPr>
        <w:pStyle w:val="Akapitzlist"/>
        <w:spacing w:before="40" w:after="4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p w:rsidR="00F2568B" w:rsidRPr="004F24DB" w:rsidRDefault="00F2568B" w:rsidP="00F2568B">
      <w:pPr>
        <w:pStyle w:val="Akapitzlist"/>
        <w:spacing w:before="40" w:after="4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4F24DB">
        <w:rPr>
          <w:rFonts w:ascii="Arial" w:hAnsi="Arial" w:cs="Arial"/>
          <w:sz w:val="18"/>
          <w:szCs w:val="18"/>
        </w:rPr>
        <w:t xml:space="preserve">powierzymy następującą część/części zamówienia, </w:t>
      </w:r>
      <w:r w:rsidRPr="004F24DB">
        <w:rPr>
          <w:rFonts w:cs="Arial"/>
          <w:i/>
          <w:sz w:val="18"/>
          <w:szCs w:val="18"/>
        </w:rPr>
        <w:t>(jeżeli dotyczy)</w:t>
      </w:r>
      <w:r w:rsidRPr="004F24DB">
        <w:rPr>
          <w:rStyle w:val="Odwoanieprzypisudolnego"/>
          <w:rFonts w:cs="Arial"/>
          <w:sz w:val="18"/>
          <w:szCs w:val="18"/>
        </w:rPr>
        <w:footnoteReference w:id="4"/>
      </w:r>
      <w:r w:rsidRPr="004F24DB">
        <w:rPr>
          <w:rFonts w:cs="Arial"/>
          <w:sz w:val="18"/>
          <w:szCs w:val="18"/>
        </w:rPr>
        <w:t>:</w:t>
      </w:r>
      <w:r w:rsidRPr="00881BB5">
        <w:rPr>
          <w:rFonts w:cs="Arial"/>
          <w:b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 xml:space="preserve">…………………………………………… </w:t>
      </w:r>
    </w:p>
    <w:p w:rsidR="00666A16" w:rsidRPr="004E09E3" w:rsidRDefault="00666A16" w:rsidP="004E0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284" w:hanging="284"/>
        <w:contextualSpacing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Osobą upoważnioną do kontaktów z Zamawiającym, w celu realizacji umowy jest: </w:t>
      </w:r>
    </w:p>
    <w:p w:rsidR="00666A16" w:rsidRPr="004E09E3" w:rsidRDefault="00666A16" w:rsidP="004E09E3">
      <w:pPr>
        <w:pStyle w:val="Akapitzlist"/>
        <w:autoSpaceDE w:val="0"/>
        <w:autoSpaceDN w:val="0"/>
        <w:adjustRightInd w:val="0"/>
        <w:spacing w:before="120" w:after="120" w:line="360" w:lineRule="auto"/>
        <w:ind w:left="284"/>
        <w:contextualSpacing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p……………….……………………………….…, tel. ………………………</w:t>
      </w:r>
      <w:r w:rsidR="004E09E3"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  e-mail:……………………………..</w:t>
      </w:r>
    </w:p>
    <w:p w:rsidR="002527F2" w:rsidRPr="004E09E3" w:rsidRDefault="002527F2" w:rsidP="004E0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284" w:hanging="284"/>
        <w:contextualSpacing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</w:t>
      </w:r>
      <w:r w:rsidR="003C14BA"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ww. osoby </w:t>
      </w: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 drodze pisemnej notyfikacji  o dokonanej zmianie</w:t>
      </w:r>
      <w:r w:rsidR="00950BC0"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E09E3" w:rsidRDefault="00A50D71" w:rsidP="004E09E3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t>Oświadczamy, iż zapoznaliśmy</w:t>
      </w:r>
      <w:r w:rsidR="007B3FEE" w:rsidRPr="004E09E3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E09E3">
        <w:rPr>
          <w:rFonts w:ascii="Arial" w:hAnsi="Arial" w:cs="Arial"/>
          <w:sz w:val="18"/>
          <w:szCs w:val="18"/>
        </w:rPr>
        <w:t xml:space="preserve"> nie wnosimy</w:t>
      </w:r>
      <w:r w:rsidR="007B3FEE" w:rsidRPr="004E09E3">
        <w:rPr>
          <w:rFonts w:ascii="Arial" w:hAnsi="Arial" w:cs="Arial"/>
          <w:sz w:val="18"/>
          <w:szCs w:val="18"/>
        </w:rPr>
        <w:t xml:space="preserve"> </w:t>
      </w:r>
      <w:r w:rsidRPr="004E09E3">
        <w:rPr>
          <w:rFonts w:ascii="Arial" w:hAnsi="Arial" w:cs="Arial"/>
          <w:sz w:val="18"/>
          <w:szCs w:val="18"/>
        </w:rPr>
        <w:t>do niej zastrzeżeń oraz zdobyliśmy</w:t>
      </w:r>
      <w:r w:rsidR="007B3FEE" w:rsidRPr="004E09E3">
        <w:rPr>
          <w:rFonts w:ascii="Arial" w:hAnsi="Arial" w:cs="Arial"/>
          <w:sz w:val="18"/>
          <w:szCs w:val="18"/>
        </w:rPr>
        <w:t xml:space="preserve"> konieczne informacje do pr</w:t>
      </w:r>
      <w:r w:rsidRPr="004E09E3">
        <w:rPr>
          <w:rFonts w:ascii="Arial" w:hAnsi="Arial" w:cs="Arial"/>
          <w:sz w:val="18"/>
          <w:szCs w:val="18"/>
        </w:rPr>
        <w:t>zygotowania oferty i zobowiązujemy</w:t>
      </w:r>
      <w:r w:rsidR="007B3FEE" w:rsidRPr="004E09E3">
        <w:rPr>
          <w:rFonts w:ascii="Arial" w:hAnsi="Arial" w:cs="Arial"/>
          <w:sz w:val="18"/>
          <w:szCs w:val="18"/>
        </w:rPr>
        <w:t xml:space="preserve"> się spełnić wszystkie </w:t>
      </w:r>
      <w:r w:rsidR="00534CE1" w:rsidRPr="004E09E3">
        <w:rPr>
          <w:rFonts w:ascii="Arial" w:hAnsi="Arial" w:cs="Arial"/>
          <w:sz w:val="18"/>
          <w:szCs w:val="18"/>
        </w:rPr>
        <w:t xml:space="preserve">wymagania Zamawiającego, </w:t>
      </w:r>
      <w:r w:rsidR="007B3FEE" w:rsidRPr="004E09E3">
        <w:rPr>
          <w:rFonts w:ascii="Arial" w:hAnsi="Arial" w:cs="Arial"/>
          <w:sz w:val="18"/>
          <w:szCs w:val="18"/>
        </w:rPr>
        <w:t>wymienione w</w:t>
      </w:r>
      <w:r w:rsidR="003C77AB" w:rsidRPr="004E09E3">
        <w:rPr>
          <w:rFonts w:ascii="Arial" w:hAnsi="Arial" w:cs="Arial"/>
          <w:sz w:val="18"/>
          <w:szCs w:val="18"/>
        </w:rPr>
        <w:t> </w:t>
      </w:r>
      <w:r w:rsidR="007B3FEE" w:rsidRPr="004E09E3">
        <w:rPr>
          <w:rFonts w:ascii="Arial" w:hAnsi="Arial" w:cs="Arial"/>
          <w:sz w:val="18"/>
          <w:szCs w:val="18"/>
        </w:rPr>
        <w:t xml:space="preserve">SIWZ i we </w:t>
      </w:r>
      <w:r w:rsidR="00534CE1" w:rsidRPr="004E09E3">
        <w:rPr>
          <w:rFonts w:ascii="Arial" w:hAnsi="Arial" w:cs="Arial"/>
          <w:sz w:val="18"/>
          <w:szCs w:val="18"/>
        </w:rPr>
        <w:t>wszystkich załącznikach do niej.</w:t>
      </w:r>
    </w:p>
    <w:p w:rsidR="002527F2" w:rsidRPr="004E09E3" w:rsidRDefault="002527F2" w:rsidP="004E09E3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E09E3">
        <w:rPr>
          <w:rFonts w:ascii="Arial" w:hAnsi="Arial" w:cs="Arial"/>
          <w:sz w:val="18"/>
          <w:szCs w:val="18"/>
        </w:rPr>
        <w:t>tnych Warunków Zamówienia</w:t>
      </w:r>
      <w:r w:rsidR="005745D3" w:rsidRPr="004E09E3">
        <w:rPr>
          <w:rFonts w:ascii="Arial" w:hAnsi="Arial" w:cs="Arial"/>
          <w:sz w:val="18"/>
          <w:szCs w:val="18"/>
        </w:rPr>
        <w:t xml:space="preserve">, </w:t>
      </w:r>
      <w:r w:rsidRPr="004E09E3">
        <w:rPr>
          <w:rFonts w:ascii="Arial" w:hAnsi="Arial" w:cs="Arial"/>
          <w:sz w:val="18"/>
          <w:szCs w:val="18"/>
        </w:rPr>
        <w:t>tj.</w:t>
      </w:r>
      <w:r w:rsidR="005745D3" w:rsidRPr="004E09E3">
        <w:rPr>
          <w:rFonts w:ascii="Arial" w:hAnsi="Arial" w:cs="Arial"/>
          <w:sz w:val="18"/>
          <w:szCs w:val="18"/>
        </w:rPr>
        <w:t> </w:t>
      </w:r>
      <w:r w:rsidR="004A7941" w:rsidRPr="004E09E3">
        <w:rPr>
          <w:rFonts w:ascii="Arial" w:hAnsi="Arial" w:cs="Arial"/>
          <w:b/>
          <w:sz w:val="18"/>
          <w:szCs w:val="18"/>
        </w:rPr>
        <w:t>30</w:t>
      </w:r>
      <w:r w:rsidRPr="004E09E3">
        <w:rPr>
          <w:rFonts w:ascii="Arial" w:hAnsi="Arial" w:cs="Arial"/>
          <w:b/>
          <w:sz w:val="18"/>
          <w:szCs w:val="18"/>
        </w:rPr>
        <w:t xml:space="preserve"> dni</w:t>
      </w:r>
      <w:r w:rsidRPr="004E09E3">
        <w:rPr>
          <w:rFonts w:ascii="Arial" w:hAnsi="Arial" w:cs="Arial"/>
          <w:sz w:val="18"/>
          <w:szCs w:val="18"/>
        </w:rPr>
        <w:t xml:space="preserve"> od</w:t>
      </w:r>
      <w:r w:rsidR="00E90553" w:rsidRPr="004E09E3">
        <w:rPr>
          <w:rFonts w:ascii="Arial" w:hAnsi="Arial" w:cs="Arial"/>
          <w:sz w:val="18"/>
          <w:szCs w:val="18"/>
        </w:rPr>
        <w:t> </w:t>
      </w:r>
      <w:r w:rsidRPr="004E09E3">
        <w:rPr>
          <w:rFonts w:ascii="Arial" w:hAnsi="Arial" w:cs="Arial"/>
          <w:sz w:val="18"/>
          <w:szCs w:val="18"/>
        </w:rPr>
        <w:t>upływu terminu składania ofert.</w:t>
      </w:r>
    </w:p>
    <w:p w:rsidR="004A7941" w:rsidRPr="004E09E3" w:rsidRDefault="003E201C" w:rsidP="004E09E3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E09E3">
        <w:rPr>
          <w:rFonts w:ascii="Arial" w:hAnsi="Arial" w:cs="Arial"/>
          <w:sz w:val="18"/>
          <w:szCs w:val="18"/>
        </w:rPr>
        <w:t xml:space="preserve"> </w:t>
      </w:r>
    </w:p>
    <w:p w:rsidR="001D317E" w:rsidRPr="004E09E3" w:rsidRDefault="007B3FEE" w:rsidP="004E09E3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t>Znając treść</w:t>
      </w:r>
      <w:r w:rsidR="007F3342" w:rsidRPr="004E09E3">
        <w:rPr>
          <w:rFonts w:ascii="Arial" w:hAnsi="Arial" w:cs="Arial"/>
          <w:sz w:val="18"/>
          <w:szCs w:val="18"/>
        </w:rPr>
        <w:t xml:space="preserve"> przepisu</w:t>
      </w:r>
      <w:r w:rsidRPr="004E09E3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E09E3">
        <w:rPr>
          <w:rFonts w:ascii="Arial" w:hAnsi="Arial" w:cs="Arial"/>
          <w:sz w:val="18"/>
          <w:szCs w:val="18"/>
        </w:rPr>
        <w:t>Karnego: </w:t>
      </w:r>
    </w:p>
    <w:p w:rsidR="004A7941" w:rsidRPr="004E09E3" w:rsidRDefault="005745D3" w:rsidP="004E09E3">
      <w:pPr>
        <w:pStyle w:val="Akapitzlist"/>
        <w:tabs>
          <w:tab w:val="left" w:pos="426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Cs/>
          <w:i/>
          <w:sz w:val="18"/>
          <w:szCs w:val="18"/>
        </w:rPr>
      </w:pPr>
      <w:r w:rsidRPr="004E09E3">
        <w:rPr>
          <w:rFonts w:ascii="Arial" w:hAnsi="Arial" w:cs="Arial"/>
          <w:b/>
          <w:bCs/>
          <w:sz w:val="18"/>
          <w:szCs w:val="18"/>
        </w:rPr>
        <w:t xml:space="preserve">      </w:t>
      </w:r>
      <w:r w:rsidR="001D317E" w:rsidRPr="004E09E3">
        <w:rPr>
          <w:rFonts w:ascii="Arial" w:hAnsi="Arial" w:cs="Arial"/>
          <w:b/>
          <w:bCs/>
          <w:i/>
          <w:sz w:val="18"/>
          <w:szCs w:val="18"/>
        </w:rPr>
        <w:t>Kto, w celu uzyskania dla siebie lub kogo innego</w:t>
      </w:r>
      <w:r w:rsidR="001D317E" w:rsidRPr="004E09E3">
        <w:rPr>
          <w:rFonts w:ascii="Arial" w:hAnsi="Arial" w:cs="Arial"/>
          <w:bCs/>
          <w:i/>
          <w:sz w:val="18"/>
          <w:szCs w:val="18"/>
        </w:rPr>
        <w:t xml:space="preserve">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</w:t>
      </w:r>
      <w:r w:rsidR="001D317E" w:rsidRPr="004E09E3">
        <w:rPr>
          <w:rFonts w:ascii="Arial" w:hAnsi="Arial" w:cs="Arial"/>
          <w:b/>
          <w:bCs/>
          <w:i/>
          <w:sz w:val="18"/>
          <w:szCs w:val="18"/>
        </w:rPr>
        <w:t>zamówienia publicznego, przedkłada podrobiony, przerobiony, poświadczający nieprawdę albo nierzetelny dokument albo nierzetelne, pisemne oświadczenie</w:t>
      </w:r>
      <w:r w:rsidR="001D317E" w:rsidRPr="004E09E3">
        <w:rPr>
          <w:rFonts w:ascii="Arial" w:hAnsi="Arial" w:cs="Arial"/>
          <w:bCs/>
          <w:i/>
          <w:sz w:val="18"/>
          <w:szCs w:val="18"/>
        </w:rPr>
        <w:t xml:space="preserve"> dotyczące okoliczności o istotnym znaczeniu dla uzyskania wymienionego wsparcia finansowego, instrumentu płatniczego lub zamówienia, </w:t>
      </w:r>
      <w:r w:rsidR="001D317E" w:rsidRPr="004E09E3">
        <w:rPr>
          <w:rFonts w:ascii="Arial" w:hAnsi="Arial" w:cs="Arial"/>
          <w:b/>
          <w:bCs/>
          <w:i/>
          <w:sz w:val="18"/>
          <w:szCs w:val="18"/>
        </w:rPr>
        <w:t>podlega karze pozbawienia wolności od 3 miesięcy do lat 5</w:t>
      </w:r>
      <w:r w:rsidR="00F6222C" w:rsidRPr="004E09E3">
        <w:rPr>
          <w:rFonts w:ascii="Arial" w:hAnsi="Arial" w:cs="Arial"/>
          <w:bCs/>
          <w:i/>
          <w:sz w:val="18"/>
          <w:szCs w:val="18"/>
        </w:rPr>
        <w:t xml:space="preserve">, </w:t>
      </w:r>
    </w:p>
    <w:p w:rsidR="005745D3" w:rsidRDefault="005745D3" w:rsidP="004E09E3">
      <w:pPr>
        <w:pStyle w:val="Akapitzlist"/>
        <w:tabs>
          <w:tab w:val="left" w:pos="426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Cs/>
          <w:sz w:val="18"/>
          <w:szCs w:val="18"/>
        </w:rPr>
      </w:pPr>
      <w:r w:rsidRPr="004E09E3">
        <w:rPr>
          <w:rFonts w:ascii="Arial" w:hAnsi="Arial" w:cs="Arial"/>
          <w:bCs/>
          <w:sz w:val="18"/>
          <w:szCs w:val="18"/>
        </w:rPr>
        <w:t xml:space="preserve">     </w:t>
      </w:r>
      <w:r w:rsidR="00F6222C" w:rsidRPr="004E09E3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faktycznym.</w:t>
      </w:r>
    </w:p>
    <w:p w:rsidR="007B3FEE" w:rsidRDefault="007F3342" w:rsidP="00D22786">
      <w:pPr>
        <w:pStyle w:val="Akapitzlist"/>
        <w:numPr>
          <w:ilvl w:val="0"/>
          <w:numId w:val="1"/>
        </w:numPr>
        <w:spacing w:before="40" w:after="4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93624" w:rsidRPr="004C7C58" w:rsidRDefault="00F93624" w:rsidP="00F93624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7B3FEE" w:rsidRPr="003B2699" w:rsidRDefault="007B3FEE" w:rsidP="003B2699">
      <w:pPr>
        <w:ind w:left="142"/>
        <w:jc w:val="both"/>
        <w:rPr>
          <w:rFonts w:ascii="Arial" w:hAnsi="Arial" w:cs="Arial"/>
          <w:sz w:val="16"/>
          <w:szCs w:val="16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E250F7">
        <w:rPr>
          <w:rFonts w:ascii="Arial" w:hAnsi="Arial" w:cs="Arial"/>
          <w:sz w:val="18"/>
          <w:szCs w:val="18"/>
        </w:rPr>
        <w:tab/>
      </w:r>
      <w:r w:rsidR="005745D3">
        <w:rPr>
          <w:rFonts w:ascii="Arial" w:hAnsi="Arial" w:cs="Arial"/>
          <w:sz w:val="18"/>
          <w:szCs w:val="18"/>
        </w:rPr>
        <w:t xml:space="preserve">                         </w:t>
      </w:r>
      <w:r w:rsidRPr="00D9156D">
        <w:rPr>
          <w:rFonts w:ascii="Arial" w:hAnsi="Arial" w:cs="Arial"/>
          <w:sz w:val="16"/>
          <w:szCs w:val="16"/>
        </w:rPr>
        <w:t>Nazwa załącznika</w:t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F6661D" w:rsidP="00B05B7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B4444D">
        <w:rPr>
          <w:rFonts w:ascii="Arial" w:hAnsi="Arial" w:cs="Arial"/>
          <w:b/>
          <w:sz w:val="18"/>
          <w:szCs w:val="18"/>
        </w:rPr>
        <w:t>Wykaz obiektów sportowo-rekreacyjnych</w:t>
      </w:r>
      <w:r w:rsidR="007B3FEE" w:rsidRPr="004C7C58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B3FEE" w:rsidRPr="004C7C58">
        <w:rPr>
          <w:rFonts w:ascii="Arial" w:hAnsi="Arial" w:cs="Arial"/>
          <w:sz w:val="18"/>
          <w:szCs w:val="18"/>
        </w:rPr>
        <w:t>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05B7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05B7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Default="00B72237" w:rsidP="00B05B7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F93624" w:rsidRPr="00F93624" w:rsidRDefault="00F93624" w:rsidP="00F93624">
      <w:pPr>
        <w:pStyle w:val="Akapitzlist"/>
        <w:rPr>
          <w:rFonts w:ascii="Arial" w:hAnsi="Arial" w:cs="Arial"/>
          <w:sz w:val="18"/>
          <w:szCs w:val="18"/>
        </w:rPr>
      </w:pPr>
    </w:p>
    <w:p w:rsidR="00F93624" w:rsidRPr="00F93624" w:rsidRDefault="00F93624" w:rsidP="00F93624">
      <w:pPr>
        <w:jc w:val="both"/>
        <w:rPr>
          <w:rFonts w:ascii="Arial" w:hAnsi="Arial" w:cs="Arial"/>
          <w:sz w:val="18"/>
          <w:szCs w:val="18"/>
        </w:rPr>
      </w:pPr>
    </w:p>
    <w:p w:rsidR="00D22786" w:rsidRDefault="00D22786" w:rsidP="00F2568B">
      <w:pPr>
        <w:jc w:val="both"/>
        <w:rPr>
          <w:rFonts w:ascii="Arial" w:hAnsi="Arial" w:cs="Arial"/>
          <w:sz w:val="18"/>
          <w:szCs w:val="18"/>
        </w:rPr>
      </w:pPr>
    </w:p>
    <w:p w:rsidR="00F2568B" w:rsidRDefault="00F2568B" w:rsidP="00F2568B">
      <w:pPr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1C491A" w:rsidRPr="00F93624" w:rsidRDefault="00DB4441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data</w:t>
      </w:r>
      <w:r w:rsidR="007B3FEE" w:rsidRPr="00F93624">
        <w:rPr>
          <w:rFonts w:ascii="Arial" w:hAnsi="Arial" w:cs="Arial"/>
          <w:i/>
          <w:sz w:val="16"/>
          <w:szCs w:val="16"/>
        </w:rPr>
        <w:t xml:space="preserve"> </w:t>
      </w:r>
      <w:r w:rsidR="007F3342" w:rsidRPr="00F93624">
        <w:rPr>
          <w:rFonts w:ascii="Arial" w:hAnsi="Arial" w:cs="Arial"/>
          <w:i/>
          <w:sz w:val="16"/>
          <w:szCs w:val="16"/>
        </w:rPr>
        <w:t xml:space="preserve">i </w:t>
      </w:r>
      <w:r w:rsidR="00791DC7" w:rsidRPr="00F93624">
        <w:rPr>
          <w:rFonts w:ascii="Arial" w:hAnsi="Arial" w:cs="Arial"/>
          <w:i/>
          <w:sz w:val="16"/>
          <w:szCs w:val="16"/>
        </w:rPr>
        <w:t>podpis osoby uprawnionej</w:t>
      </w:r>
      <w:r w:rsidR="00C13820" w:rsidRPr="00F93624">
        <w:rPr>
          <w:rFonts w:ascii="Arial" w:hAnsi="Arial" w:cs="Arial"/>
          <w:i/>
          <w:sz w:val="16"/>
          <w:szCs w:val="16"/>
        </w:rPr>
        <w:t xml:space="preserve"> </w:t>
      </w:r>
    </w:p>
    <w:p w:rsidR="00D9156D" w:rsidRPr="00F93624" w:rsidRDefault="007B3FEE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</w:t>
      </w:r>
      <w:r w:rsidR="00DB4441" w:rsidRPr="00F93624">
        <w:rPr>
          <w:rFonts w:ascii="Arial" w:hAnsi="Arial" w:cs="Arial"/>
          <w:i/>
          <w:sz w:val="16"/>
          <w:szCs w:val="16"/>
        </w:rPr>
        <w:t>o reprezentowania</w:t>
      </w:r>
      <w:r w:rsidRPr="00F93624">
        <w:rPr>
          <w:rFonts w:ascii="Arial" w:hAnsi="Arial" w:cs="Arial"/>
          <w:i/>
          <w:sz w:val="16"/>
          <w:szCs w:val="16"/>
        </w:rPr>
        <w:t xml:space="preserve"> Wykonawcy </w:t>
      </w:r>
    </w:p>
    <w:sectPr w:rsidR="00D9156D" w:rsidRPr="00F93624" w:rsidSect="00E250F7">
      <w:headerReference w:type="default" r:id="rId9"/>
      <w:footerReference w:type="even" r:id="rId10"/>
      <w:footerReference w:type="default" r:id="rId11"/>
      <w:pgSz w:w="11907" w:h="16840" w:code="9"/>
      <w:pgMar w:top="851" w:right="1418" w:bottom="510" w:left="1418" w:header="561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724" w:rsidRDefault="00F04724" w:rsidP="007B3FEE">
      <w:r>
        <w:separator/>
      </w:r>
    </w:p>
  </w:endnote>
  <w:endnote w:type="continuationSeparator" w:id="0">
    <w:p w:rsidR="00F04724" w:rsidRDefault="00F04724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24" w:rsidRDefault="00F047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4724" w:rsidRDefault="00F047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04724" w:rsidRPr="00F27FCB" w:rsidRDefault="00F04724" w:rsidP="00F27FCB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666A1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A41B0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66A1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A41B0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04724" w:rsidRDefault="00F0472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724" w:rsidRDefault="00F04724" w:rsidP="007B3FEE">
      <w:r>
        <w:separator/>
      </w:r>
    </w:p>
  </w:footnote>
  <w:footnote w:type="continuationSeparator" w:id="0">
    <w:p w:rsidR="00F04724" w:rsidRDefault="00F04724" w:rsidP="007B3FEE">
      <w:r>
        <w:continuationSeparator/>
      </w:r>
    </w:p>
  </w:footnote>
  <w:footnote w:id="1">
    <w:p w:rsidR="00F2568B" w:rsidRPr="00F90EE5" w:rsidRDefault="00F2568B" w:rsidP="00F2568B">
      <w:pPr>
        <w:pStyle w:val="Tekstprzypisudolnego"/>
        <w:ind w:left="-567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Definicja zgodnie z ustawą z dn. 02.07.2004 r. o swobodzie działalności gospodarczej (tekst jedn. Dz.U. 2015, poz. 584 ze zm.),</w:t>
      </w:r>
    </w:p>
  </w:footnote>
  <w:footnote w:id="2">
    <w:p w:rsidR="00F2568B" w:rsidRDefault="00F2568B" w:rsidP="00F2568B">
      <w:pPr>
        <w:ind w:left="-567"/>
        <w:rPr>
          <w:rFonts w:ascii="Arial" w:hAnsi="Arial" w:cs="Arial"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t>1)</w:t>
      </w:r>
      <w:r>
        <w:rPr>
          <w:rFonts w:ascii="Arial" w:hAnsi="Arial" w:cs="Arial"/>
          <w:i/>
          <w:sz w:val="18"/>
          <w:szCs w:val="18"/>
        </w:rPr>
        <w:t xml:space="preserve"> Zaznaczyć właściwe,</w:t>
      </w:r>
    </w:p>
  </w:footnote>
  <w:footnote w:id="3">
    <w:p w:rsidR="00F04724" w:rsidRPr="00DB3FAD" w:rsidRDefault="00F04724" w:rsidP="00F04724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B3FAD">
        <w:rPr>
          <w:rFonts w:ascii="Arial" w:eastAsia="Times New Roman" w:hAnsi="Arial" w:cs="Arial"/>
          <w:i/>
          <w:sz w:val="16"/>
          <w:szCs w:val="16"/>
          <w:vertAlign w:val="superscript"/>
          <w:lang w:eastAsia="en-US"/>
        </w:rPr>
        <w:footnoteRef/>
      </w:r>
      <w:r w:rsidRPr="00DB3FAD">
        <w:rPr>
          <w:rFonts w:ascii="Arial" w:eastAsia="Times New Roman" w:hAnsi="Arial" w:cs="Arial"/>
          <w:i/>
          <w:sz w:val="16"/>
          <w:szCs w:val="16"/>
          <w:lang w:eastAsia="en-US"/>
        </w:rPr>
        <w:t xml:space="preserve"> 1 karnet winien uprawniać 1 </w:t>
      </w:r>
      <w:r>
        <w:rPr>
          <w:rFonts w:ascii="Arial" w:eastAsia="Times New Roman" w:hAnsi="Arial" w:cs="Arial"/>
          <w:i/>
          <w:sz w:val="16"/>
          <w:szCs w:val="16"/>
          <w:lang w:eastAsia="en-US"/>
        </w:rPr>
        <w:t xml:space="preserve">użytkownika </w:t>
      </w:r>
      <w:r w:rsidRPr="00DB3FAD">
        <w:rPr>
          <w:rFonts w:ascii="Arial" w:eastAsia="Times New Roman" w:hAnsi="Arial" w:cs="Arial"/>
          <w:i/>
          <w:sz w:val="16"/>
          <w:szCs w:val="16"/>
          <w:lang w:eastAsia="en-US"/>
        </w:rPr>
        <w:t>do korzystania z usług, będących przedmiotem zamówienia przez 1 miesiąc,</w:t>
      </w:r>
    </w:p>
  </w:footnote>
  <w:footnote w:id="4">
    <w:p w:rsidR="00F2568B" w:rsidRPr="004F24DB" w:rsidRDefault="00F2568B" w:rsidP="00F2568B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F24DB">
        <w:rPr>
          <w:rFonts w:ascii="Arial" w:hAnsi="Arial" w:cs="Arial"/>
          <w:i/>
          <w:sz w:val="16"/>
          <w:szCs w:val="16"/>
          <w:vertAlign w:val="superscript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 w:rsidRPr="004F24DB">
        <w:rPr>
          <w:rFonts w:ascii="Arial" w:hAnsi="Arial" w:cs="Arial"/>
          <w:i/>
          <w:sz w:val="16"/>
          <w:szCs w:val="16"/>
        </w:rPr>
        <w:t xml:space="preserve"> przypadku pozostawienia ust. </w:t>
      </w:r>
      <w:r>
        <w:rPr>
          <w:rFonts w:ascii="Arial" w:hAnsi="Arial" w:cs="Arial"/>
          <w:i/>
          <w:sz w:val="16"/>
          <w:szCs w:val="16"/>
        </w:rPr>
        <w:t>6</w:t>
      </w:r>
      <w:r w:rsidRPr="004F24DB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</w:t>
      </w:r>
      <w:r>
        <w:rPr>
          <w:rFonts w:ascii="Arial" w:hAnsi="Arial" w:cs="Arial"/>
          <w:i/>
          <w:sz w:val="16"/>
          <w:szCs w:val="16"/>
        </w:rPr>
        <w:t>wykonać zamówienie samodzielnie,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24" w:rsidRPr="00B33EF3" w:rsidRDefault="00F04724" w:rsidP="00D10169">
    <w:pPr>
      <w:pStyle w:val="Nagwek3"/>
      <w:jc w:val="right"/>
      <w:rPr>
        <w:rFonts w:ascii="Arial" w:hAnsi="Arial" w:cs="Arial"/>
        <w:sz w:val="18"/>
        <w:szCs w:val="18"/>
      </w:rPr>
    </w:pPr>
    <w:r w:rsidRPr="00B33EF3">
      <w:rPr>
        <w:rFonts w:ascii="Arial" w:hAnsi="Arial" w:cs="Arial"/>
        <w:sz w:val="18"/>
        <w:szCs w:val="18"/>
      </w:rPr>
      <w:t>Załącznik nr 1A do SIWZ DZP.381</w:t>
    </w:r>
    <w:r>
      <w:rPr>
        <w:rFonts w:ascii="Arial" w:hAnsi="Arial" w:cs="Arial"/>
        <w:sz w:val="18"/>
        <w:szCs w:val="18"/>
      </w:rPr>
      <w:t>.</w:t>
    </w:r>
    <w:r w:rsidR="00F2568B">
      <w:rPr>
        <w:rFonts w:ascii="Arial" w:hAnsi="Arial" w:cs="Arial"/>
        <w:sz w:val="18"/>
        <w:szCs w:val="18"/>
      </w:rPr>
      <w:t>006</w:t>
    </w:r>
    <w:r>
      <w:rPr>
        <w:rFonts w:ascii="Arial" w:hAnsi="Arial" w:cs="Arial"/>
        <w:sz w:val="18"/>
        <w:szCs w:val="18"/>
      </w:rPr>
      <w:t>.</w:t>
    </w:r>
    <w:r w:rsidRPr="00B33EF3">
      <w:rPr>
        <w:rFonts w:ascii="Arial" w:hAnsi="Arial" w:cs="Arial"/>
        <w:sz w:val="18"/>
        <w:szCs w:val="18"/>
      </w:rPr>
      <w:t>201</w:t>
    </w:r>
    <w:r w:rsidR="00F2568B">
      <w:rPr>
        <w:rFonts w:ascii="Arial" w:hAnsi="Arial" w:cs="Arial"/>
        <w:sz w:val="18"/>
        <w:szCs w:val="18"/>
      </w:rPr>
      <w:t>7</w:t>
    </w:r>
    <w:r w:rsidRPr="00B33EF3">
      <w:rPr>
        <w:rFonts w:ascii="Arial" w:hAnsi="Arial" w:cs="Arial"/>
        <w:sz w:val="18"/>
        <w:szCs w:val="18"/>
      </w:rPr>
      <w:t>.UG</w:t>
    </w:r>
  </w:p>
  <w:p w:rsidR="00F04724" w:rsidRPr="00D10169" w:rsidRDefault="00F04724" w:rsidP="00D101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9605E"/>
    <w:multiLevelType w:val="hybridMultilevel"/>
    <w:tmpl w:val="CEBEF722"/>
    <w:lvl w:ilvl="0" w:tplc="928438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6D3566"/>
    <w:multiLevelType w:val="hybridMultilevel"/>
    <w:tmpl w:val="9BEACDEE"/>
    <w:lvl w:ilvl="0" w:tplc="12FE1B1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145C4A"/>
    <w:multiLevelType w:val="hybridMultilevel"/>
    <w:tmpl w:val="2C900FFC"/>
    <w:lvl w:ilvl="0" w:tplc="917CE5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C93"/>
    <w:rsid w:val="0001568C"/>
    <w:rsid w:val="000228AF"/>
    <w:rsid w:val="00024D5F"/>
    <w:rsid w:val="000266C7"/>
    <w:rsid w:val="00027D31"/>
    <w:rsid w:val="000360F0"/>
    <w:rsid w:val="00036420"/>
    <w:rsid w:val="00041BB6"/>
    <w:rsid w:val="00044B6B"/>
    <w:rsid w:val="000458F8"/>
    <w:rsid w:val="00051A3D"/>
    <w:rsid w:val="00056C71"/>
    <w:rsid w:val="00062538"/>
    <w:rsid w:val="0006320E"/>
    <w:rsid w:val="000646C3"/>
    <w:rsid w:val="00064A7A"/>
    <w:rsid w:val="00064AC0"/>
    <w:rsid w:val="0007029F"/>
    <w:rsid w:val="00070497"/>
    <w:rsid w:val="000708C0"/>
    <w:rsid w:val="00091C6A"/>
    <w:rsid w:val="00092D2A"/>
    <w:rsid w:val="00093AB6"/>
    <w:rsid w:val="00093F06"/>
    <w:rsid w:val="000951C9"/>
    <w:rsid w:val="00096583"/>
    <w:rsid w:val="00097ED5"/>
    <w:rsid w:val="000A302E"/>
    <w:rsid w:val="000B2DFB"/>
    <w:rsid w:val="000C280E"/>
    <w:rsid w:val="000C3DFD"/>
    <w:rsid w:val="000C6B3E"/>
    <w:rsid w:val="000D1E80"/>
    <w:rsid w:val="000D468C"/>
    <w:rsid w:val="000D7317"/>
    <w:rsid w:val="000E67DB"/>
    <w:rsid w:val="000E7CE3"/>
    <w:rsid w:val="00103685"/>
    <w:rsid w:val="0010381F"/>
    <w:rsid w:val="0011160B"/>
    <w:rsid w:val="00111919"/>
    <w:rsid w:val="00125A1C"/>
    <w:rsid w:val="00130A2C"/>
    <w:rsid w:val="001329E4"/>
    <w:rsid w:val="00137D68"/>
    <w:rsid w:val="00155579"/>
    <w:rsid w:val="001619D1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A41B0"/>
    <w:rsid w:val="001B5397"/>
    <w:rsid w:val="001B5F62"/>
    <w:rsid w:val="001B7AB8"/>
    <w:rsid w:val="001C491A"/>
    <w:rsid w:val="001C4A60"/>
    <w:rsid w:val="001D2328"/>
    <w:rsid w:val="001D317E"/>
    <w:rsid w:val="001E3EC9"/>
    <w:rsid w:val="001E786D"/>
    <w:rsid w:val="002004E1"/>
    <w:rsid w:val="0020312E"/>
    <w:rsid w:val="00206DD1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2469"/>
    <w:rsid w:val="00297DCC"/>
    <w:rsid w:val="002A33CD"/>
    <w:rsid w:val="002C62B0"/>
    <w:rsid w:val="002D1ED4"/>
    <w:rsid w:val="002D4DC0"/>
    <w:rsid w:val="002D4E7E"/>
    <w:rsid w:val="002D7BD2"/>
    <w:rsid w:val="002E613A"/>
    <w:rsid w:val="002E678C"/>
    <w:rsid w:val="002F1592"/>
    <w:rsid w:val="002F3D54"/>
    <w:rsid w:val="002F6F44"/>
    <w:rsid w:val="002F7DE7"/>
    <w:rsid w:val="003014EF"/>
    <w:rsid w:val="0030393C"/>
    <w:rsid w:val="00317DB9"/>
    <w:rsid w:val="00333B3B"/>
    <w:rsid w:val="00335906"/>
    <w:rsid w:val="003464E7"/>
    <w:rsid w:val="00346A6E"/>
    <w:rsid w:val="00350630"/>
    <w:rsid w:val="00357A6B"/>
    <w:rsid w:val="00381DE9"/>
    <w:rsid w:val="00387164"/>
    <w:rsid w:val="003873E5"/>
    <w:rsid w:val="003931B3"/>
    <w:rsid w:val="00395B5A"/>
    <w:rsid w:val="0039611B"/>
    <w:rsid w:val="00397BB2"/>
    <w:rsid w:val="00397ED5"/>
    <w:rsid w:val="003A19E9"/>
    <w:rsid w:val="003A4461"/>
    <w:rsid w:val="003A4832"/>
    <w:rsid w:val="003B081E"/>
    <w:rsid w:val="003B2699"/>
    <w:rsid w:val="003C14BA"/>
    <w:rsid w:val="003C31FD"/>
    <w:rsid w:val="003C77AB"/>
    <w:rsid w:val="003D12A7"/>
    <w:rsid w:val="003D3491"/>
    <w:rsid w:val="003E199A"/>
    <w:rsid w:val="003E1FAE"/>
    <w:rsid w:val="003E201C"/>
    <w:rsid w:val="003E2353"/>
    <w:rsid w:val="003E26E5"/>
    <w:rsid w:val="003E401B"/>
    <w:rsid w:val="003E445C"/>
    <w:rsid w:val="003F138B"/>
    <w:rsid w:val="003F79F7"/>
    <w:rsid w:val="0040291A"/>
    <w:rsid w:val="00402AFF"/>
    <w:rsid w:val="00406C0F"/>
    <w:rsid w:val="00411FFA"/>
    <w:rsid w:val="00420955"/>
    <w:rsid w:val="0043777E"/>
    <w:rsid w:val="0044251A"/>
    <w:rsid w:val="00457295"/>
    <w:rsid w:val="00457D22"/>
    <w:rsid w:val="00461CCF"/>
    <w:rsid w:val="0046491F"/>
    <w:rsid w:val="00464E8A"/>
    <w:rsid w:val="00474CC6"/>
    <w:rsid w:val="004904C5"/>
    <w:rsid w:val="00491DA5"/>
    <w:rsid w:val="004979E8"/>
    <w:rsid w:val="004A48F8"/>
    <w:rsid w:val="004A7941"/>
    <w:rsid w:val="004B2EB3"/>
    <w:rsid w:val="004C2520"/>
    <w:rsid w:val="004C2B17"/>
    <w:rsid w:val="004C7C58"/>
    <w:rsid w:val="004D2B6F"/>
    <w:rsid w:val="004E09E3"/>
    <w:rsid w:val="004F242D"/>
    <w:rsid w:val="004F790C"/>
    <w:rsid w:val="004F7D74"/>
    <w:rsid w:val="005119ED"/>
    <w:rsid w:val="00514722"/>
    <w:rsid w:val="00516C14"/>
    <w:rsid w:val="00520E75"/>
    <w:rsid w:val="00521964"/>
    <w:rsid w:val="005247E6"/>
    <w:rsid w:val="00524955"/>
    <w:rsid w:val="00533BF4"/>
    <w:rsid w:val="00534696"/>
    <w:rsid w:val="00534CE1"/>
    <w:rsid w:val="005448CF"/>
    <w:rsid w:val="00554B3C"/>
    <w:rsid w:val="005553B6"/>
    <w:rsid w:val="00562E26"/>
    <w:rsid w:val="00571A6B"/>
    <w:rsid w:val="005745D3"/>
    <w:rsid w:val="00574CEA"/>
    <w:rsid w:val="00577489"/>
    <w:rsid w:val="00585E04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1712"/>
    <w:rsid w:val="005F3BDA"/>
    <w:rsid w:val="00604CFC"/>
    <w:rsid w:val="006131BC"/>
    <w:rsid w:val="00613F44"/>
    <w:rsid w:val="00626A08"/>
    <w:rsid w:val="00627D91"/>
    <w:rsid w:val="00631014"/>
    <w:rsid w:val="00643655"/>
    <w:rsid w:val="00651A8C"/>
    <w:rsid w:val="00655203"/>
    <w:rsid w:val="006652B3"/>
    <w:rsid w:val="00666A16"/>
    <w:rsid w:val="006741C8"/>
    <w:rsid w:val="0067562C"/>
    <w:rsid w:val="00680122"/>
    <w:rsid w:val="0068068F"/>
    <w:rsid w:val="006A69C6"/>
    <w:rsid w:val="006A6B80"/>
    <w:rsid w:val="006B38BF"/>
    <w:rsid w:val="006C35C8"/>
    <w:rsid w:val="006C77CC"/>
    <w:rsid w:val="006D0194"/>
    <w:rsid w:val="006D5511"/>
    <w:rsid w:val="006D55DC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5BAF"/>
    <w:rsid w:val="00716E6D"/>
    <w:rsid w:val="00723683"/>
    <w:rsid w:val="007261BF"/>
    <w:rsid w:val="00737DF0"/>
    <w:rsid w:val="007416DD"/>
    <w:rsid w:val="00741D32"/>
    <w:rsid w:val="00747C76"/>
    <w:rsid w:val="007623CF"/>
    <w:rsid w:val="007670F9"/>
    <w:rsid w:val="007748E5"/>
    <w:rsid w:val="007774E6"/>
    <w:rsid w:val="00780670"/>
    <w:rsid w:val="0079090A"/>
    <w:rsid w:val="00791DC7"/>
    <w:rsid w:val="007A010C"/>
    <w:rsid w:val="007A3FC4"/>
    <w:rsid w:val="007B3691"/>
    <w:rsid w:val="007B3FEE"/>
    <w:rsid w:val="007B5987"/>
    <w:rsid w:val="007C003D"/>
    <w:rsid w:val="007C05E6"/>
    <w:rsid w:val="007C1E03"/>
    <w:rsid w:val="007C63F8"/>
    <w:rsid w:val="007D53D7"/>
    <w:rsid w:val="007F3342"/>
    <w:rsid w:val="00802A89"/>
    <w:rsid w:val="00820A1F"/>
    <w:rsid w:val="00831943"/>
    <w:rsid w:val="008325F0"/>
    <w:rsid w:val="00833883"/>
    <w:rsid w:val="00843B62"/>
    <w:rsid w:val="00843F7B"/>
    <w:rsid w:val="0084571F"/>
    <w:rsid w:val="00851A0C"/>
    <w:rsid w:val="00853BE7"/>
    <w:rsid w:val="00855A8A"/>
    <w:rsid w:val="00863585"/>
    <w:rsid w:val="008643EA"/>
    <w:rsid w:val="00872656"/>
    <w:rsid w:val="00872B65"/>
    <w:rsid w:val="00872FCB"/>
    <w:rsid w:val="0087338C"/>
    <w:rsid w:val="00875F5E"/>
    <w:rsid w:val="008835D3"/>
    <w:rsid w:val="00886064"/>
    <w:rsid w:val="008922C1"/>
    <w:rsid w:val="008934AD"/>
    <w:rsid w:val="00896400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5B30"/>
    <w:rsid w:val="0093659B"/>
    <w:rsid w:val="00950BC0"/>
    <w:rsid w:val="009519F7"/>
    <w:rsid w:val="009628F1"/>
    <w:rsid w:val="009677EA"/>
    <w:rsid w:val="00967ECB"/>
    <w:rsid w:val="00975BC2"/>
    <w:rsid w:val="00980704"/>
    <w:rsid w:val="00982C5B"/>
    <w:rsid w:val="00987D25"/>
    <w:rsid w:val="00987E09"/>
    <w:rsid w:val="009912C5"/>
    <w:rsid w:val="00993F31"/>
    <w:rsid w:val="009A1DE8"/>
    <w:rsid w:val="009A241E"/>
    <w:rsid w:val="009A5016"/>
    <w:rsid w:val="009A7939"/>
    <w:rsid w:val="009D1805"/>
    <w:rsid w:val="009D287A"/>
    <w:rsid w:val="009F091C"/>
    <w:rsid w:val="00A01053"/>
    <w:rsid w:val="00A03B0A"/>
    <w:rsid w:val="00A05F00"/>
    <w:rsid w:val="00A11AFA"/>
    <w:rsid w:val="00A16B27"/>
    <w:rsid w:val="00A20FE4"/>
    <w:rsid w:val="00A21106"/>
    <w:rsid w:val="00A308F4"/>
    <w:rsid w:val="00A3771E"/>
    <w:rsid w:val="00A46639"/>
    <w:rsid w:val="00A50D71"/>
    <w:rsid w:val="00A524A4"/>
    <w:rsid w:val="00A74737"/>
    <w:rsid w:val="00A7698A"/>
    <w:rsid w:val="00A91ED0"/>
    <w:rsid w:val="00A941EF"/>
    <w:rsid w:val="00AA2031"/>
    <w:rsid w:val="00AA29C6"/>
    <w:rsid w:val="00AA6290"/>
    <w:rsid w:val="00AA7028"/>
    <w:rsid w:val="00AB572C"/>
    <w:rsid w:val="00AC0C2B"/>
    <w:rsid w:val="00AC2537"/>
    <w:rsid w:val="00AD2089"/>
    <w:rsid w:val="00AF2BB1"/>
    <w:rsid w:val="00AF5B07"/>
    <w:rsid w:val="00B05B72"/>
    <w:rsid w:val="00B1499E"/>
    <w:rsid w:val="00B23BA8"/>
    <w:rsid w:val="00B25FFE"/>
    <w:rsid w:val="00B26CEC"/>
    <w:rsid w:val="00B3052E"/>
    <w:rsid w:val="00B315A1"/>
    <w:rsid w:val="00B33EF3"/>
    <w:rsid w:val="00B365E4"/>
    <w:rsid w:val="00B43A31"/>
    <w:rsid w:val="00B4444D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3B5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76E55"/>
    <w:rsid w:val="00C93C0D"/>
    <w:rsid w:val="00CA2B6E"/>
    <w:rsid w:val="00CA7A49"/>
    <w:rsid w:val="00CB1A03"/>
    <w:rsid w:val="00CB20E6"/>
    <w:rsid w:val="00CB4083"/>
    <w:rsid w:val="00CC050B"/>
    <w:rsid w:val="00CD2387"/>
    <w:rsid w:val="00CD3636"/>
    <w:rsid w:val="00CF1D58"/>
    <w:rsid w:val="00CF4D8C"/>
    <w:rsid w:val="00CF6C5A"/>
    <w:rsid w:val="00D01FCD"/>
    <w:rsid w:val="00D10169"/>
    <w:rsid w:val="00D11A7E"/>
    <w:rsid w:val="00D135F0"/>
    <w:rsid w:val="00D17807"/>
    <w:rsid w:val="00D22786"/>
    <w:rsid w:val="00D24698"/>
    <w:rsid w:val="00D316C5"/>
    <w:rsid w:val="00D36613"/>
    <w:rsid w:val="00D4230E"/>
    <w:rsid w:val="00D5123E"/>
    <w:rsid w:val="00D52D91"/>
    <w:rsid w:val="00D62CC0"/>
    <w:rsid w:val="00D63968"/>
    <w:rsid w:val="00D7765B"/>
    <w:rsid w:val="00D87E49"/>
    <w:rsid w:val="00D9156D"/>
    <w:rsid w:val="00DA1CAC"/>
    <w:rsid w:val="00DA6289"/>
    <w:rsid w:val="00DB3FAD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6E"/>
    <w:rsid w:val="00E156F9"/>
    <w:rsid w:val="00E2200F"/>
    <w:rsid w:val="00E250F7"/>
    <w:rsid w:val="00E3169F"/>
    <w:rsid w:val="00E317AA"/>
    <w:rsid w:val="00E3625F"/>
    <w:rsid w:val="00E41759"/>
    <w:rsid w:val="00E54393"/>
    <w:rsid w:val="00E65C64"/>
    <w:rsid w:val="00E66B58"/>
    <w:rsid w:val="00E71DD3"/>
    <w:rsid w:val="00E777F4"/>
    <w:rsid w:val="00E81BBF"/>
    <w:rsid w:val="00E9011F"/>
    <w:rsid w:val="00E90553"/>
    <w:rsid w:val="00EA0B95"/>
    <w:rsid w:val="00EA46BF"/>
    <w:rsid w:val="00EA50D3"/>
    <w:rsid w:val="00EC1CAA"/>
    <w:rsid w:val="00EC220E"/>
    <w:rsid w:val="00EC4249"/>
    <w:rsid w:val="00ED2BE9"/>
    <w:rsid w:val="00ED4414"/>
    <w:rsid w:val="00ED57C6"/>
    <w:rsid w:val="00ED7DF0"/>
    <w:rsid w:val="00EE20D0"/>
    <w:rsid w:val="00EE7963"/>
    <w:rsid w:val="00EF197F"/>
    <w:rsid w:val="00F00B4C"/>
    <w:rsid w:val="00F023FA"/>
    <w:rsid w:val="00F04724"/>
    <w:rsid w:val="00F13C09"/>
    <w:rsid w:val="00F20883"/>
    <w:rsid w:val="00F2299B"/>
    <w:rsid w:val="00F2568B"/>
    <w:rsid w:val="00F26909"/>
    <w:rsid w:val="00F27FCB"/>
    <w:rsid w:val="00F316A2"/>
    <w:rsid w:val="00F40312"/>
    <w:rsid w:val="00F47904"/>
    <w:rsid w:val="00F47E14"/>
    <w:rsid w:val="00F5185B"/>
    <w:rsid w:val="00F6222C"/>
    <w:rsid w:val="00F65F2B"/>
    <w:rsid w:val="00F6661D"/>
    <w:rsid w:val="00F669E4"/>
    <w:rsid w:val="00F70141"/>
    <w:rsid w:val="00F75728"/>
    <w:rsid w:val="00F77F4D"/>
    <w:rsid w:val="00F93624"/>
    <w:rsid w:val="00FA6730"/>
    <w:rsid w:val="00FD310B"/>
    <w:rsid w:val="00FE095D"/>
    <w:rsid w:val="00FE3CD0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uiPriority w:val="99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uiPriority w:val="99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6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6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6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uiPriority w:val="99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uiPriority w:val="99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6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6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6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7112-93E5-461F-B33A-E73A2B44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BBBDFC34.dotm</Template>
  <TotalTime>4</TotalTime>
  <Pages>3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Słowik</cp:lastModifiedBy>
  <cp:revision>9</cp:revision>
  <cp:lastPrinted>2017-02-03T10:22:00Z</cp:lastPrinted>
  <dcterms:created xsi:type="dcterms:W3CDTF">2017-01-31T08:34:00Z</dcterms:created>
  <dcterms:modified xsi:type="dcterms:W3CDTF">2017-02-03T10:22:00Z</dcterms:modified>
</cp:coreProperties>
</file>