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EE" w:rsidRPr="007B3FEE" w:rsidRDefault="007B3FEE" w:rsidP="00160FE1">
      <w:pPr>
        <w:pStyle w:val="Nagwek4"/>
        <w:jc w:val="left"/>
        <w:rPr>
          <w:rFonts w:ascii="Arial" w:hAnsi="Arial" w:cs="Arial"/>
          <w:b w:val="0"/>
          <w:i/>
          <w:sz w:val="20"/>
        </w:rPr>
      </w:pPr>
      <w:bookmarkStart w:id="0" w:name="_GoBack"/>
      <w:bookmarkEnd w:id="0"/>
    </w:p>
    <w:p w:rsidR="007B3FEE" w:rsidRPr="007B3FEE" w:rsidRDefault="007B3FEE" w:rsidP="007B3FEE">
      <w:pPr>
        <w:pStyle w:val="Nagwek4"/>
        <w:jc w:val="left"/>
        <w:rPr>
          <w:rFonts w:ascii="Arial" w:hAnsi="Arial" w:cs="Arial"/>
          <w:b w:val="0"/>
          <w:i/>
          <w:sz w:val="20"/>
        </w:rPr>
      </w:pPr>
      <w:r w:rsidRPr="007B3FEE">
        <w:rPr>
          <w:rFonts w:ascii="Arial" w:hAnsi="Arial" w:cs="Arial"/>
          <w:sz w:val="20"/>
        </w:rPr>
        <w:t xml:space="preserve">                                                      </w:t>
      </w:r>
    </w:p>
    <w:p w:rsidR="007B3FEE" w:rsidRPr="00DE4FEE" w:rsidRDefault="007B3FEE" w:rsidP="007B3FEE">
      <w:pPr>
        <w:pStyle w:val="Nagwek3"/>
        <w:jc w:val="right"/>
        <w:rPr>
          <w:rFonts w:ascii="Arial" w:hAnsi="Arial" w:cs="Arial"/>
          <w:sz w:val="18"/>
          <w:szCs w:val="18"/>
        </w:rPr>
      </w:pPr>
      <w:r w:rsidRPr="00DE4FEE">
        <w:rPr>
          <w:rFonts w:ascii="Arial" w:hAnsi="Arial" w:cs="Arial"/>
          <w:sz w:val="18"/>
          <w:szCs w:val="18"/>
        </w:rPr>
        <w:t>Załącznik nr 1A do SIWZ</w:t>
      </w:r>
      <w:r w:rsidR="00D023BC">
        <w:rPr>
          <w:rFonts w:ascii="Arial" w:hAnsi="Arial" w:cs="Arial"/>
          <w:sz w:val="18"/>
          <w:szCs w:val="18"/>
        </w:rPr>
        <w:t xml:space="preserve"> nr DZP.381.</w:t>
      </w:r>
      <w:r w:rsidR="003739D4">
        <w:rPr>
          <w:rFonts w:ascii="Arial" w:hAnsi="Arial" w:cs="Arial"/>
          <w:sz w:val="18"/>
          <w:szCs w:val="18"/>
        </w:rPr>
        <w:t>84.2016</w:t>
      </w:r>
      <w:r w:rsidR="00D023BC">
        <w:rPr>
          <w:rFonts w:ascii="Arial" w:hAnsi="Arial" w:cs="Arial"/>
          <w:sz w:val="18"/>
          <w:szCs w:val="18"/>
        </w:rPr>
        <w:t>.DW</w:t>
      </w:r>
    </w:p>
    <w:p w:rsidR="007B3FEE" w:rsidRDefault="007B3FEE" w:rsidP="007B3FEE">
      <w:pPr>
        <w:pStyle w:val="Nagwek3"/>
        <w:jc w:val="center"/>
        <w:rPr>
          <w:rFonts w:ascii="Arial" w:hAnsi="Arial" w:cs="Arial"/>
          <w:b/>
          <w:i w:val="0"/>
          <w:sz w:val="22"/>
          <w:szCs w:val="22"/>
        </w:rPr>
      </w:pPr>
    </w:p>
    <w:p w:rsidR="007B3FEE" w:rsidRDefault="00945BA3" w:rsidP="007B3FEE">
      <w:pPr>
        <w:pStyle w:val="Nagwek3"/>
        <w:jc w:val="center"/>
        <w:rPr>
          <w:rFonts w:ascii="Arial" w:hAnsi="Arial" w:cs="Arial"/>
          <w:b/>
          <w:i w:val="0"/>
          <w:szCs w:val="24"/>
        </w:rPr>
      </w:pPr>
      <w:r>
        <w:rPr>
          <w:rFonts w:ascii="Arial" w:hAnsi="Arial" w:cs="Arial"/>
          <w:b/>
          <w:i w:val="0"/>
          <w:szCs w:val="24"/>
        </w:rPr>
        <w:t>Formularz oferty</w:t>
      </w:r>
    </w:p>
    <w:p w:rsidR="00945BA3" w:rsidRPr="00945BA3" w:rsidRDefault="00945BA3" w:rsidP="00945BA3"/>
    <w:p w:rsidR="00DE4FEE" w:rsidRDefault="00DE4FEE" w:rsidP="00DE4FEE"/>
    <w:tbl>
      <w:tblPr>
        <w:tblW w:w="99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2409"/>
      </w:tblGrid>
      <w:tr w:rsidR="003739D4" w:rsidTr="00252FB0">
        <w:trPr>
          <w:trHeight w:val="981"/>
        </w:trPr>
        <w:tc>
          <w:tcPr>
            <w:tcW w:w="2552" w:type="dxa"/>
            <w:shd w:val="clear" w:color="auto" w:fill="D9D9D9"/>
            <w:vAlign w:val="center"/>
          </w:tcPr>
          <w:p w:rsidR="003739D4" w:rsidRPr="00DC6686" w:rsidRDefault="003739D4" w:rsidP="00252FB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DC6686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7370" w:type="dxa"/>
            <w:gridSpan w:val="5"/>
            <w:shd w:val="clear" w:color="auto" w:fill="D9D9D9"/>
            <w:vAlign w:val="center"/>
          </w:tcPr>
          <w:p w:rsidR="003739D4" w:rsidRPr="00DC6686" w:rsidRDefault="003739D4" w:rsidP="00252FB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DC6686">
              <w:rPr>
                <w:rFonts w:ascii="Arial" w:eastAsia="Arial Unicode MS" w:hAnsi="Arial" w:cs="Arial"/>
                <w:b/>
                <w:sz w:val="18"/>
                <w:szCs w:val="18"/>
              </w:rPr>
              <w:t>Uniwersytet Śląski</w:t>
            </w:r>
            <w:r>
              <w:rPr>
                <w:rFonts w:ascii="Arial" w:eastAsia="Arial Unicode MS" w:hAnsi="Arial" w:cs="Arial"/>
                <w:b/>
                <w:sz w:val="18"/>
                <w:szCs w:val="18"/>
              </w:rPr>
              <w:t xml:space="preserve"> w Katowicach</w:t>
            </w:r>
          </w:p>
          <w:p w:rsidR="003739D4" w:rsidRPr="00DC6686" w:rsidRDefault="003739D4" w:rsidP="00252FB0">
            <w:pPr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DC6686">
              <w:rPr>
                <w:rFonts w:ascii="Arial" w:eastAsia="Arial Unicode MS" w:hAnsi="Arial" w:cs="Arial"/>
                <w:sz w:val="18"/>
                <w:szCs w:val="18"/>
              </w:rPr>
              <w:t>ul. Bankowa 12</w:t>
            </w:r>
          </w:p>
          <w:p w:rsidR="003739D4" w:rsidRPr="00DC6686" w:rsidRDefault="003739D4" w:rsidP="00252FB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DC6686">
              <w:rPr>
                <w:rFonts w:ascii="Arial" w:eastAsia="Arial Unicode MS" w:hAnsi="Arial" w:cs="Arial"/>
                <w:sz w:val="18"/>
                <w:szCs w:val="18"/>
              </w:rPr>
              <w:t>40-007 Katowice</w:t>
            </w:r>
          </w:p>
        </w:tc>
      </w:tr>
      <w:tr w:rsidR="003739D4" w:rsidTr="00252FB0">
        <w:trPr>
          <w:trHeight w:val="1407"/>
        </w:trPr>
        <w:tc>
          <w:tcPr>
            <w:tcW w:w="2552" w:type="dxa"/>
            <w:shd w:val="clear" w:color="auto" w:fill="D9D9D9"/>
            <w:vAlign w:val="center"/>
          </w:tcPr>
          <w:p w:rsidR="003739D4" w:rsidRPr="00DC6686" w:rsidRDefault="003739D4" w:rsidP="00252FB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Nazwa (firma) / imię i nazwisko Wykonawcy / Wykonawców wspólnie ubiegających się o zamówienie:</w:t>
            </w:r>
          </w:p>
        </w:tc>
        <w:tc>
          <w:tcPr>
            <w:tcW w:w="7370" w:type="dxa"/>
            <w:gridSpan w:val="5"/>
            <w:shd w:val="clear" w:color="auto" w:fill="auto"/>
            <w:vAlign w:val="center"/>
          </w:tcPr>
          <w:p w:rsidR="003739D4" w:rsidRPr="00DC6686" w:rsidRDefault="003739D4" w:rsidP="00252FB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739D4" w:rsidTr="00252FB0">
        <w:trPr>
          <w:trHeight w:val="692"/>
        </w:trPr>
        <w:tc>
          <w:tcPr>
            <w:tcW w:w="2552" w:type="dxa"/>
            <w:vMerge w:val="restart"/>
            <w:shd w:val="clear" w:color="auto" w:fill="D9D9D9"/>
            <w:vAlign w:val="center"/>
          </w:tcPr>
          <w:p w:rsidR="003739D4" w:rsidRPr="00DC6686" w:rsidRDefault="003739D4" w:rsidP="00252FB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3739D4" w:rsidRPr="00DC6686" w:rsidRDefault="003739D4" w:rsidP="00252FB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Ulica, nr domu / nr lokalu:</w:t>
            </w:r>
          </w:p>
        </w:tc>
        <w:tc>
          <w:tcPr>
            <w:tcW w:w="5244" w:type="dxa"/>
            <w:gridSpan w:val="4"/>
            <w:shd w:val="clear" w:color="auto" w:fill="auto"/>
            <w:vAlign w:val="center"/>
          </w:tcPr>
          <w:p w:rsidR="003739D4" w:rsidRDefault="003739D4" w:rsidP="00252FB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739D4" w:rsidRDefault="003739D4" w:rsidP="00252FB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739D4" w:rsidRDefault="003739D4" w:rsidP="00252FB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739D4" w:rsidRPr="00DC6686" w:rsidRDefault="003739D4" w:rsidP="00252FB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739D4" w:rsidTr="00252FB0">
        <w:trPr>
          <w:trHeight w:val="834"/>
        </w:trPr>
        <w:tc>
          <w:tcPr>
            <w:tcW w:w="2552" w:type="dxa"/>
            <w:vMerge/>
            <w:shd w:val="clear" w:color="auto" w:fill="D9D9D9"/>
            <w:vAlign w:val="center"/>
          </w:tcPr>
          <w:p w:rsidR="003739D4" w:rsidRPr="00DC6686" w:rsidRDefault="003739D4" w:rsidP="00252FB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/>
            <w:vAlign w:val="center"/>
          </w:tcPr>
          <w:p w:rsidR="003739D4" w:rsidRPr="00DC6686" w:rsidRDefault="003739D4" w:rsidP="00252FB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Miejscowość i kod pocztowy:</w:t>
            </w:r>
          </w:p>
        </w:tc>
        <w:tc>
          <w:tcPr>
            <w:tcW w:w="5244" w:type="dxa"/>
            <w:gridSpan w:val="4"/>
            <w:shd w:val="clear" w:color="auto" w:fill="auto"/>
            <w:vAlign w:val="center"/>
          </w:tcPr>
          <w:p w:rsidR="003739D4" w:rsidRPr="00DC6686" w:rsidRDefault="003739D4" w:rsidP="00252FB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739D4" w:rsidTr="00252FB0">
        <w:trPr>
          <w:trHeight w:val="420"/>
        </w:trPr>
        <w:tc>
          <w:tcPr>
            <w:tcW w:w="2552" w:type="dxa"/>
            <w:vMerge/>
            <w:shd w:val="clear" w:color="auto" w:fill="D9D9D9"/>
            <w:vAlign w:val="center"/>
          </w:tcPr>
          <w:p w:rsidR="003739D4" w:rsidRPr="00DC6686" w:rsidRDefault="003739D4" w:rsidP="00252FB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/>
            <w:vAlign w:val="center"/>
          </w:tcPr>
          <w:p w:rsidR="003739D4" w:rsidRPr="00DC6686" w:rsidRDefault="003739D4" w:rsidP="00252FB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3739D4" w:rsidRDefault="003739D4" w:rsidP="00252FB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739D4" w:rsidRDefault="003739D4" w:rsidP="00252FB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739D4" w:rsidRPr="00DC6686" w:rsidRDefault="003739D4" w:rsidP="00252FB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:rsidR="003739D4" w:rsidRPr="00DC6686" w:rsidRDefault="003739D4" w:rsidP="00252FB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739D4" w:rsidRPr="00DC6686" w:rsidRDefault="003739D4" w:rsidP="00252FB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739D4" w:rsidTr="00252FB0">
        <w:trPr>
          <w:trHeight w:val="608"/>
        </w:trPr>
        <w:tc>
          <w:tcPr>
            <w:tcW w:w="2552" w:type="dxa"/>
            <w:shd w:val="clear" w:color="auto" w:fill="D9D9D9"/>
            <w:vAlign w:val="center"/>
          </w:tcPr>
          <w:p w:rsidR="003739D4" w:rsidRPr="00DC6686" w:rsidRDefault="003739D4" w:rsidP="00252FB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739D4" w:rsidRDefault="003739D4" w:rsidP="00252FB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739D4" w:rsidRDefault="003739D4" w:rsidP="00252FB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739D4" w:rsidRPr="00DC6686" w:rsidRDefault="003739D4" w:rsidP="00252FB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/>
            <w:vAlign w:val="center"/>
          </w:tcPr>
          <w:p w:rsidR="003739D4" w:rsidRPr="00DC6686" w:rsidRDefault="003739D4" w:rsidP="00252FB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:rsidR="003739D4" w:rsidRPr="00DC6686" w:rsidRDefault="003739D4" w:rsidP="00252FB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739D4" w:rsidTr="00252FB0">
        <w:trPr>
          <w:trHeight w:val="850"/>
        </w:trPr>
        <w:tc>
          <w:tcPr>
            <w:tcW w:w="2552" w:type="dxa"/>
            <w:shd w:val="clear" w:color="auto" w:fill="D9D9D9"/>
            <w:vAlign w:val="center"/>
          </w:tcPr>
          <w:p w:rsidR="003739D4" w:rsidRPr="00DC6686" w:rsidRDefault="003739D4" w:rsidP="00252FB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:rsidR="003739D4" w:rsidRPr="00DC6686" w:rsidRDefault="003739D4" w:rsidP="00252FB0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C6686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739D4" w:rsidRPr="00DC6686" w:rsidRDefault="003739D4" w:rsidP="00252FB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/>
            <w:vAlign w:val="center"/>
          </w:tcPr>
          <w:p w:rsidR="003739D4" w:rsidRPr="00DC6686" w:rsidRDefault="003739D4" w:rsidP="00252FB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:rsidR="003739D4" w:rsidRPr="00DC6686" w:rsidRDefault="003739D4" w:rsidP="00252FB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i/>
                <w:sz w:val="18"/>
                <w:szCs w:val="18"/>
              </w:rPr>
              <w:t>(dot. S.A.)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:rsidR="003739D4" w:rsidRPr="00DC6686" w:rsidRDefault="003739D4" w:rsidP="00252FB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739D4" w:rsidTr="00252FB0">
        <w:trPr>
          <w:trHeight w:val="850"/>
        </w:trPr>
        <w:tc>
          <w:tcPr>
            <w:tcW w:w="2552" w:type="dxa"/>
            <w:shd w:val="clear" w:color="auto" w:fill="D9D9D9"/>
            <w:vAlign w:val="center"/>
          </w:tcPr>
          <w:p w:rsidR="003739D4" w:rsidRPr="00AF2EBE" w:rsidRDefault="003739D4" w:rsidP="00252FB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F2EBE">
              <w:rPr>
                <w:rFonts w:ascii="Arial" w:hAnsi="Arial" w:cs="Arial"/>
                <w:b/>
                <w:sz w:val="18"/>
                <w:szCs w:val="18"/>
              </w:rPr>
              <w:t xml:space="preserve">Wykonawca </w:t>
            </w:r>
            <w:r>
              <w:rPr>
                <w:rFonts w:ascii="Arial" w:hAnsi="Arial" w:cs="Arial"/>
                <w:b/>
                <w:sz w:val="18"/>
                <w:szCs w:val="18"/>
              </w:rPr>
              <w:t>jest małym lub średnim przedsiębiorcą</w:t>
            </w:r>
            <w:r w:rsidRPr="00AF2EB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7370" w:type="dxa"/>
            <w:gridSpan w:val="5"/>
            <w:shd w:val="clear" w:color="auto" w:fill="auto"/>
            <w:vAlign w:val="center"/>
          </w:tcPr>
          <w:p w:rsidR="003739D4" w:rsidRPr="00AF2EBE" w:rsidRDefault="003739D4" w:rsidP="00252FB0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F2EBE">
              <w:rPr>
                <w:rFonts w:ascii="Arial" w:hAnsi="Arial" w:cs="Arial"/>
                <w:b/>
                <w:sz w:val="18"/>
                <w:szCs w:val="18"/>
              </w:rPr>
              <w:t xml:space="preserve"> TAK  /  NIE  </w:t>
            </w:r>
            <w:r w:rsidRPr="00AF2EBE">
              <w:rPr>
                <w:rStyle w:val="Odwoanieprzypisudolnego"/>
                <w:rFonts w:ascii="Arial" w:hAnsi="Arial" w:cs="Arial"/>
              </w:rPr>
              <w:footnoteReference w:customMarkFollows="1" w:id="2"/>
              <w:t>1)</w:t>
            </w:r>
          </w:p>
        </w:tc>
      </w:tr>
      <w:tr w:rsidR="003739D4" w:rsidTr="00252FB0">
        <w:trPr>
          <w:trHeight w:val="420"/>
        </w:trPr>
        <w:tc>
          <w:tcPr>
            <w:tcW w:w="2552" w:type="dxa"/>
            <w:shd w:val="clear" w:color="auto" w:fill="D9D9D9"/>
            <w:vAlign w:val="center"/>
          </w:tcPr>
          <w:p w:rsidR="003739D4" w:rsidRDefault="003739D4" w:rsidP="00252FB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739D4" w:rsidRPr="00DC6686" w:rsidRDefault="003739D4" w:rsidP="00252FB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 w:rsidRPr="00DC6686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3739D4" w:rsidRDefault="003739D4" w:rsidP="00252FB0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C6686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  <w:p w:rsidR="003739D4" w:rsidRPr="00DC6686" w:rsidRDefault="003739D4" w:rsidP="00252FB0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7370" w:type="dxa"/>
            <w:gridSpan w:val="5"/>
            <w:shd w:val="clear" w:color="auto" w:fill="auto"/>
            <w:vAlign w:val="center"/>
          </w:tcPr>
          <w:p w:rsidR="003739D4" w:rsidRPr="00DC6686" w:rsidRDefault="003739D4" w:rsidP="00252FB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739D4" w:rsidTr="00252FB0">
        <w:trPr>
          <w:trHeight w:val="508"/>
        </w:trPr>
        <w:tc>
          <w:tcPr>
            <w:tcW w:w="2552" w:type="dxa"/>
            <w:vMerge w:val="restart"/>
            <w:shd w:val="clear" w:color="auto" w:fill="D9D9D9"/>
            <w:vAlign w:val="center"/>
          </w:tcPr>
          <w:p w:rsidR="003739D4" w:rsidRPr="00DC6686" w:rsidRDefault="003739D4" w:rsidP="00252FB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shd w:val="clear" w:color="auto" w:fill="auto"/>
            <w:vAlign w:val="center"/>
          </w:tcPr>
          <w:p w:rsidR="003739D4" w:rsidRPr="00DC6686" w:rsidRDefault="003739D4" w:rsidP="00252FB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:rsidR="003739D4" w:rsidRPr="00DC6686" w:rsidRDefault="003739D4" w:rsidP="00252FB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:rsidR="003739D4" w:rsidRPr="00DC6686" w:rsidRDefault="003739D4" w:rsidP="00252FB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739D4" w:rsidTr="00252FB0">
        <w:trPr>
          <w:trHeight w:val="558"/>
        </w:trPr>
        <w:tc>
          <w:tcPr>
            <w:tcW w:w="2552" w:type="dxa"/>
            <w:vMerge/>
            <w:shd w:val="clear" w:color="auto" w:fill="D9D9D9"/>
            <w:vAlign w:val="center"/>
          </w:tcPr>
          <w:p w:rsidR="003739D4" w:rsidRPr="00DC6686" w:rsidRDefault="003739D4" w:rsidP="00252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shd w:val="clear" w:color="auto" w:fill="auto"/>
            <w:vAlign w:val="center"/>
          </w:tcPr>
          <w:p w:rsidR="003739D4" w:rsidRPr="00DC6686" w:rsidRDefault="003739D4" w:rsidP="00252FB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:rsidR="003739D4" w:rsidRPr="00DC6686" w:rsidRDefault="003739D4" w:rsidP="00252FB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Faks: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:rsidR="003739D4" w:rsidRPr="00DC6686" w:rsidRDefault="003739D4" w:rsidP="00252FB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739D4" w:rsidTr="00252FB0">
        <w:trPr>
          <w:trHeight w:val="552"/>
        </w:trPr>
        <w:tc>
          <w:tcPr>
            <w:tcW w:w="2552" w:type="dxa"/>
            <w:vMerge/>
            <w:shd w:val="clear" w:color="auto" w:fill="D9D9D9"/>
            <w:vAlign w:val="center"/>
          </w:tcPr>
          <w:p w:rsidR="003739D4" w:rsidRPr="00DC6686" w:rsidRDefault="003739D4" w:rsidP="00252F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shd w:val="clear" w:color="auto" w:fill="auto"/>
            <w:vAlign w:val="center"/>
          </w:tcPr>
          <w:p w:rsidR="003739D4" w:rsidRPr="00DC6686" w:rsidRDefault="003739D4" w:rsidP="00252FB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:rsidR="003739D4" w:rsidRPr="00DC6686" w:rsidRDefault="003739D4" w:rsidP="00252FB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:rsidR="003739D4" w:rsidRPr="00DC6686" w:rsidRDefault="003739D4" w:rsidP="00252FB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739D4" w:rsidTr="00252FB0">
        <w:trPr>
          <w:trHeight w:val="696"/>
        </w:trPr>
        <w:tc>
          <w:tcPr>
            <w:tcW w:w="2552" w:type="dxa"/>
            <w:shd w:val="clear" w:color="auto" w:fill="D9D9D9"/>
            <w:vAlign w:val="center"/>
          </w:tcPr>
          <w:p w:rsidR="003739D4" w:rsidRPr="00DC6686" w:rsidRDefault="003739D4" w:rsidP="00252FB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załącznikami: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3739D4" w:rsidRPr="00DC6686" w:rsidRDefault="003739D4" w:rsidP="00252FB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3" w:type="dxa"/>
            <w:gridSpan w:val="3"/>
            <w:shd w:val="clear" w:color="auto" w:fill="D9D9D9"/>
            <w:vAlign w:val="center"/>
          </w:tcPr>
          <w:p w:rsidR="003739D4" w:rsidRPr="00DC6686" w:rsidRDefault="003739D4" w:rsidP="00252FB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DD375E" w:rsidRDefault="00DD375E" w:rsidP="00DE4FEE"/>
    <w:p w:rsidR="00DE4FEE" w:rsidRDefault="00DE4FEE" w:rsidP="00DE4FEE"/>
    <w:p w:rsidR="00627F26" w:rsidRDefault="000D468C" w:rsidP="000D468C">
      <w:pPr>
        <w:spacing w:line="360" w:lineRule="auto"/>
        <w:ind w:left="567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Odpowiadając na publiczne ogłoszenie o zamówieniu </w:t>
      </w:r>
      <w:r w:rsidR="006F295D">
        <w:rPr>
          <w:rFonts w:ascii="Arial" w:hAnsi="Arial" w:cs="Arial"/>
        </w:rPr>
        <w:t xml:space="preserve">w postępowaniu nr </w:t>
      </w:r>
      <w:r w:rsidR="00DD375E">
        <w:rPr>
          <w:rFonts w:ascii="Arial" w:hAnsi="Arial" w:cs="Arial"/>
          <w:b/>
        </w:rPr>
        <w:t>DZP.381.</w:t>
      </w:r>
      <w:r w:rsidR="003739D4">
        <w:rPr>
          <w:rFonts w:ascii="Arial" w:hAnsi="Arial" w:cs="Arial"/>
          <w:b/>
        </w:rPr>
        <w:t>84.2016</w:t>
      </w:r>
      <w:r w:rsidR="00627F26">
        <w:rPr>
          <w:rFonts w:ascii="Arial" w:hAnsi="Arial" w:cs="Arial"/>
          <w:b/>
        </w:rPr>
        <w:t>.DW</w:t>
      </w:r>
      <w:r>
        <w:rPr>
          <w:rFonts w:ascii="Arial" w:hAnsi="Arial" w:cs="Arial"/>
          <w:b/>
        </w:rPr>
        <w:t xml:space="preserve"> </w:t>
      </w:r>
    </w:p>
    <w:p w:rsidR="00183F29" w:rsidRPr="007B3FEE" w:rsidRDefault="000D468C" w:rsidP="000D468C">
      <w:pPr>
        <w:spacing w:line="360" w:lineRule="auto"/>
        <w:ind w:left="567"/>
        <w:jc w:val="center"/>
        <w:rPr>
          <w:rFonts w:ascii="Arial" w:hAnsi="Arial" w:cs="Arial"/>
        </w:rPr>
      </w:pPr>
      <w:r w:rsidRPr="000D468C">
        <w:rPr>
          <w:rFonts w:ascii="Arial" w:hAnsi="Arial" w:cs="Arial"/>
        </w:rPr>
        <w:t>prowadzonym w</w:t>
      </w:r>
      <w:r>
        <w:rPr>
          <w:rFonts w:ascii="Arial" w:hAnsi="Arial" w:cs="Arial"/>
        </w:rPr>
        <w:t> </w:t>
      </w:r>
      <w:r w:rsidRPr="000D468C">
        <w:rPr>
          <w:rFonts w:ascii="Arial" w:hAnsi="Arial" w:cs="Arial"/>
        </w:rPr>
        <w:t>trybie przetargu nieograniczonego</w:t>
      </w:r>
      <w:r>
        <w:rPr>
          <w:rFonts w:ascii="Arial" w:hAnsi="Arial" w:cs="Arial"/>
        </w:rPr>
        <w:t xml:space="preserve"> p.n.</w:t>
      </w:r>
      <w:r w:rsidR="007B3FEE" w:rsidRPr="007B3FEE">
        <w:rPr>
          <w:rFonts w:ascii="Arial" w:hAnsi="Arial" w:cs="Arial"/>
        </w:rPr>
        <w:t>:</w:t>
      </w:r>
    </w:p>
    <w:p w:rsidR="000D468C" w:rsidRDefault="000D468C" w:rsidP="00183F29">
      <w:pPr>
        <w:pStyle w:val="Default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EB4D7A" w:rsidRPr="00EB4D7A" w:rsidRDefault="00EB4D7A" w:rsidP="00EB4D7A">
      <w:pPr>
        <w:tabs>
          <w:tab w:val="left" w:pos="4140"/>
        </w:tabs>
        <w:ind w:left="142"/>
        <w:jc w:val="center"/>
        <w:rPr>
          <w:rFonts w:ascii="Arial" w:hAnsi="Arial" w:cs="Arial"/>
          <w:b/>
          <w:bCs/>
          <w:color w:val="000000"/>
        </w:rPr>
      </w:pPr>
      <w:r w:rsidRPr="00EB4D7A">
        <w:rPr>
          <w:rFonts w:ascii="Arial" w:hAnsi="Arial" w:cs="Arial"/>
          <w:b/>
          <w:bCs/>
          <w:color w:val="000000"/>
        </w:rPr>
        <w:t>„</w:t>
      </w:r>
      <w:r w:rsidR="00D02869" w:rsidRPr="00D02869">
        <w:rPr>
          <w:rFonts w:ascii="Arial" w:hAnsi="Arial" w:cs="Arial"/>
          <w:b/>
          <w:bCs/>
          <w:sz w:val="22"/>
          <w:szCs w:val="22"/>
          <w:lang w:eastAsia="en-US"/>
        </w:rPr>
        <w:t>Prenumerata czasopism nauko</w:t>
      </w:r>
      <w:r w:rsidR="003739D4">
        <w:rPr>
          <w:rFonts w:ascii="Arial" w:hAnsi="Arial" w:cs="Arial"/>
          <w:b/>
          <w:bCs/>
          <w:sz w:val="22"/>
          <w:szCs w:val="22"/>
          <w:lang w:eastAsia="en-US"/>
        </w:rPr>
        <w:t>wych zagranicznych w latach 2017 – 2018</w:t>
      </w:r>
      <w:r w:rsidR="00D02869" w:rsidRPr="00D02869">
        <w:rPr>
          <w:rFonts w:ascii="Arial" w:hAnsi="Arial" w:cs="Arial"/>
          <w:b/>
          <w:bCs/>
          <w:sz w:val="22"/>
          <w:szCs w:val="22"/>
          <w:lang w:eastAsia="en-US"/>
        </w:rPr>
        <w:t xml:space="preserve"> wraz z dostępem online do wersji elektronicznej wybranych czasopism</w:t>
      </w:r>
      <w:r w:rsidRPr="00EB4D7A">
        <w:rPr>
          <w:rFonts w:ascii="Arial" w:hAnsi="Arial" w:cs="Arial"/>
          <w:b/>
          <w:bCs/>
          <w:color w:val="000000"/>
        </w:rPr>
        <w:t>”</w:t>
      </w:r>
    </w:p>
    <w:p w:rsidR="00945BA3" w:rsidRDefault="00945BA3" w:rsidP="003739D4">
      <w:pPr>
        <w:rPr>
          <w:rFonts w:ascii="Arial" w:hAnsi="Arial" w:cs="Arial"/>
          <w:sz w:val="18"/>
          <w:szCs w:val="18"/>
        </w:rPr>
      </w:pPr>
    </w:p>
    <w:p w:rsidR="007B3FEE" w:rsidRPr="00D63968" w:rsidRDefault="000D468C" w:rsidP="00F20883">
      <w:pPr>
        <w:ind w:left="284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składamy następującą ofertę</w:t>
      </w:r>
      <w:r w:rsidR="007B3FEE" w:rsidRPr="00D63968">
        <w:rPr>
          <w:rFonts w:ascii="Arial" w:hAnsi="Arial" w:cs="Arial"/>
          <w:sz w:val="18"/>
          <w:szCs w:val="18"/>
        </w:rPr>
        <w:t>:</w:t>
      </w:r>
    </w:p>
    <w:p w:rsidR="00DD375E" w:rsidRDefault="00DD375E" w:rsidP="003739D4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EB4D7A" w:rsidRPr="00F20883" w:rsidRDefault="00EB4D7A" w:rsidP="00EB4D7A">
      <w:pPr>
        <w:ind w:left="1276" w:hanging="1134"/>
        <w:jc w:val="both"/>
        <w:rPr>
          <w:rFonts w:ascii="Arial" w:hAnsi="Arial" w:cs="Arial"/>
          <w:sz w:val="18"/>
          <w:szCs w:val="18"/>
        </w:rPr>
      </w:pPr>
    </w:p>
    <w:p w:rsidR="00E02688" w:rsidRDefault="00E02688" w:rsidP="001740C9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E02688">
        <w:rPr>
          <w:rFonts w:ascii="Arial" w:hAnsi="Arial" w:cs="Arial"/>
          <w:sz w:val="18"/>
          <w:szCs w:val="18"/>
        </w:rPr>
        <w:t xml:space="preserve">Oferujemy realizację przedmiotu zamówienia  zgodnie z warunkami i na zasadach zawartych w Specyfikacji Istotnych Warunków Zamówienia, za </w:t>
      </w:r>
      <w:r w:rsidR="00510B74">
        <w:rPr>
          <w:rFonts w:ascii="Arial" w:hAnsi="Arial" w:cs="Arial"/>
          <w:sz w:val="18"/>
          <w:szCs w:val="18"/>
        </w:rPr>
        <w:t>cenę</w:t>
      </w:r>
      <w:r w:rsidR="005D468A">
        <w:rPr>
          <w:rFonts w:ascii="Arial" w:hAnsi="Arial" w:cs="Arial"/>
          <w:sz w:val="18"/>
          <w:szCs w:val="18"/>
        </w:rPr>
        <w:t>:</w:t>
      </w:r>
      <w:r w:rsidRPr="00E02688">
        <w:rPr>
          <w:rFonts w:ascii="Arial" w:hAnsi="Arial" w:cs="Arial"/>
          <w:sz w:val="18"/>
          <w:szCs w:val="18"/>
        </w:rPr>
        <w:t xml:space="preserve"> </w:t>
      </w:r>
    </w:p>
    <w:p w:rsidR="00E02688" w:rsidRPr="00E02688" w:rsidRDefault="00E02688" w:rsidP="00E02688">
      <w:pPr>
        <w:pStyle w:val="Akapitzlist"/>
        <w:spacing w:line="360" w:lineRule="auto"/>
        <w:ind w:left="786"/>
        <w:jc w:val="both"/>
        <w:rPr>
          <w:rFonts w:ascii="Arial" w:hAnsi="Arial" w:cs="Arial"/>
          <w:sz w:val="18"/>
          <w:szCs w:val="18"/>
        </w:rPr>
      </w:pPr>
    </w:p>
    <w:p w:rsidR="00E02688" w:rsidRPr="006C1216" w:rsidRDefault="00E02688" w:rsidP="00E02688">
      <w:pPr>
        <w:pStyle w:val="Akapitzlist"/>
        <w:tabs>
          <w:tab w:val="left" w:pos="993"/>
        </w:tabs>
        <w:spacing w:line="360" w:lineRule="auto"/>
        <w:ind w:left="644"/>
        <w:jc w:val="both"/>
        <w:rPr>
          <w:rFonts w:ascii="Arial" w:hAnsi="Arial" w:cs="Arial"/>
          <w:b/>
          <w:sz w:val="18"/>
          <w:szCs w:val="18"/>
        </w:rPr>
      </w:pPr>
      <w:r w:rsidRPr="006C1216">
        <w:rPr>
          <w:rFonts w:ascii="Arial" w:hAnsi="Arial" w:cs="Arial"/>
          <w:b/>
          <w:sz w:val="18"/>
          <w:szCs w:val="18"/>
        </w:rPr>
        <w:t>1)</w:t>
      </w:r>
      <w:r w:rsidRPr="006C1216">
        <w:rPr>
          <w:rFonts w:ascii="Arial" w:hAnsi="Arial" w:cs="Arial"/>
          <w:b/>
          <w:sz w:val="18"/>
          <w:szCs w:val="18"/>
        </w:rPr>
        <w:tab/>
        <w:t>W przypadku Wykonawcy mającego siedzibę lub miejsce</w:t>
      </w:r>
      <w:r w:rsidR="00510B74" w:rsidRPr="006C1216">
        <w:rPr>
          <w:rFonts w:ascii="Arial" w:hAnsi="Arial" w:cs="Arial"/>
          <w:b/>
          <w:sz w:val="18"/>
          <w:szCs w:val="18"/>
        </w:rPr>
        <w:t xml:space="preserve"> zamieszkania na terytorium RP - Wykonawca krajowy (jeśli nie dotyczy - wykreślić)</w:t>
      </w:r>
      <w:r w:rsidRPr="006C1216">
        <w:rPr>
          <w:rFonts w:ascii="Arial" w:hAnsi="Arial" w:cs="Arial"/>
          <w:b/>
          <w:sz w:val="18"/>
          <w:szCs w:val="18"/>
        </w:rPr>
        <w:t>:</w:t>
      </w:r>
    </w:p>
    <w:p w:rsidR="00E02688" w:rsidRPr="006C1216" w:rsidRDefault="003739D4" w:rsidP="00510B74">
      <w:pPr>
        <w:pStyle w:val="Akapitzlist"/>
        <w:spacing w:line="480" w:lineRule="auto"/>
        <w:ind w:left="644"/>
        <w:jc w:val="center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ROK 2017</w:t>
      </w:r>
    </w:p>
    <w:p w:rsidR="00E02688" w:rsidRPr="006C1216" w:rsidRDefault="00354B4C" w:rsidP="00510B74">
      <w:pPr>
        <w:pStyle w:val="Akapitzlist"/>
        <w:spacing w:line="48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6C1216">
        <w:rPr>
          <w:rFonts w:ascii="Arial" w:hAnsi="Arial" w:cs="Arial"/>
          <w:sz w:val="18"/>
          <w:szCs w:val="18"/>
        </w:rPr>
        <w:t xml:space="preserve">1.1 </w:t>
      </w:r>
      <w:r w:rsidR="00E02688" w:rsidRPr="006C1216">
        <w:rPr>
          <w:rFonts w:ascii="Arial" w:hAnsi="Arial" w:cs="Arial"/>
          <w:sz w:val="18"/>
          <w:szCs w:val="18"/>
        </w:rPr>
        <w:t xml:space="preserve">łącznie za kwotę netto </w:t>
      </w:r>
      <w:r w:rsidR="003739D4">
        <w:rPr>
          <w:rFonts w:ascii="Arial" w:hAnsi="Arial" w:cs="Arial"/>
          <w:sz w:val="18"/>
          <w:szCs w:val="18"/>
        </w:rPr>
        <w:t>za rok 2017</w:t>
      </w:r>
      <w:r w:rsidR="00E02688" w:rsidRPr="006C1216">
        <w:rPr>
          <w:rFonts w:ascii="Arial" w:hAnsi="Arial" w:cs="Arial"/>
          <w:sz w:val="18"/>
          <w:szCs w:val="18"/>
        </w:rPr>
        <w:t>: ..........................................................</w:t>
      </w:r>
      <w:r w:rsidR="00AC129E" w:rsidRPr="006C1216">
        <w:rPr>
          <w:rFonts w:ascii="Arial" w:hAnsi="Arial" w:cs="Arial"/>
          <w:sz w:val="18"/>
          <w:szCs w:val="18"/>
        </w:rPr>
        <w:t>..</w:t>
      </w:r>
      <w:r w:rsidR="00E02688" w:rsidRPr="006C1216">
        <w:rPr>
          <w:rFonts w:ascii="Arial" w:hAnsi="Arial" w:cs="Arial"/>
          <w:sz w:val="18"/>
          <w:szCs w:val="18"/>
        </w:rPr>
        <w:t>............................</w:t>
      </w:r>
      <w:r w:rsidR="00E44365" w:rsidRPr="006C1216">
        <w:rPr>
          <w:rFonts w:ascii="Arial" w:hAnsi="Arial" w:cs="Arial"/>
          <w:sz w:val="18"/>
          <w:szCs w:val="18"/>
        </w:rPr>
        <w:t>........................</w:t>
      </w:r>
      <w:r w:rsidR="00E02688" w:rsidRPr="006C1216">
        <w:rPr>
          <w:rFonts w:ascii="Arial" w:hAnsi="Arial" w:cs="Arial"/>
          <w:sz w:val="18"/>
          <w:szCs w:val="18"/>
        </w:rPr>
        <w:t>...........euro</w:t>
      </w:r>
    </w:p>
    <w:p w:rsidR="00AC129E" w:rsidRPr="006C1216" w:rsidRDefault="00F84979" w:rsidP="00AC129E">
      <w:pPr>
        <w:pStyle w:val="Akapitzlist"/>
        <w:spacing w:line="48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6C1216">
        <w:rPr>
          <w:rFonts w:ascii="Arial" w:hAnsi="Arial" w:cs="Arial"/>
          <w:sz w:val="18"/>
          <w:szCs w:val="18"/>
        </w:rPr>
        <w:t xml:space="preserve">1.2 </w:t>
      </w:r>
      <w:r w:rsidR="00AC129E" w:rsidRPr="006C1216">
        <w:rPr>
          <w:rFonts w:ascii="Arial" w:hAnsi="Arial" w:cs="Arial"/>
          <w:sz w:val="18"/>
          <w:szCs w:val="18"/>
        </w:rPr>
        <w:t xml:space="preserve">po doliczeniu do ww. kwoty 8% (wersja </w:t>
      </w:r>
      <w:proofErr w:type="spellStart"/>
      <w:r w:rsidR="00AC129E" w:rsidRPr="006C1216">
        <w:rPr>
          <w:rFonts w:ascii="Arial" w:hAnsi="Arial" w:cs="Arial"/>
          <w:sz w:val="18"/>
          <w:szCs w:val="18"/>
        </w:rPr>
        <w:t>print</w:t>
      </w:r>
      <w:proofErr w:type="spellEnd"/>
      <w:r w:rsidR="00AC129E" w:rsidRPr="006C1216">
        <w:rPr>
          <w:rFonts w:ascii="Arial" w:hAnsi="Arial" w:cs="Arial"/>
          <w:sz w:val="18"/>
          <w:szCs w:val="18"/>
        </w:rPr>
        <w:t>) oraz 23% (płatna wersja online) podatku VAT w wysokości: .............</w:t>
      </w:r>
      <w:r w:rsidRPr="006C1216">
        <w:rPr>
          <w:rFonts w:ascii="Arial" w:hAnsi="Arial" w:cs="Arial"/>
          <w:sz w:val="18"/>
          <w:szCs w:val="18"/>
        </w:rPr>
        <w:t>...............................................</w:t>
      </w:r>
      <w:r w:rsidR="00AC129E" w:rsidRPr="006C1216">
        <w:rPr>
          <w:rFonts w:ascii="Arial" w:hAnsi="Arial" w:cs="Arial"/>
          <w:sz w:val="18"/>
          <w:szCs w:val="18"/>
        </w:rPr>
        <w:t xml:space="preserve">..euro                 </w:t>
      </w:r>
    </w:p>
    <w:p w:rsidR="00E02688" w:rsidRPr="006C1216" w:rsidRDefault="00F84979" w:rsidP="00E44365">
      <w:pPr>
        <w:pStyle w:val="Akapitzlist"/>
        <w:spacing w:line="48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6C1216">
        <w:rPr>
          <w:rFonts w:ascii="Arial" w:hAnsi="Arial" w:cs="Arial"/>
          <w:sz w:val="18"/>
          <w:szCs w:val="18"/>
        </w:rPr>
        <w:t xml:space="preserve">1.3 </w:t>
      </w:r>
      <w:r w:rsidR="00AC129E" w:rsidRPr="006C1216">
        <w:rPr>
          <w:rFonts w:ascii="Arial" w:hAnsi="Arial" w:cs="Arial"/>
          <w:sz w:val="18"/>
          <w:szCs w:val="18"/>
        </w:rPr>
        <w:t xml:space="preserve">cena </w:t>
      </w:r>
      <w:r w:rsidR="00E44365" w:rsidRPr="006C1216">
        <w:rPr>
          <w:rFonts w:ascii="Arial" w:hAnsi="Arial" w:cs="Arial"/>
          <w:sz w:val="18"/>
          <w:szCs w:val="18"/>
        </w:rPr>
        <w:t>prenumeraty za rok</w:t>
      </w:r>
      <w:r w:rsidR="003739D4">
        <w:rPr>
          <w:rFonts w:ascii="Arial" w:hAnsi="Arial" w:cs="Arial"/>
          <w:sz w:val="18"/>
          <w:szCs w:val="18"/>
        </w:rPr>
        <w:t xml:space="preserve"> 2017</w:t>
      </w:r>
      <w:r w:rsidR="00E44365" w:rsidRPr="006C1216">
        <w:rPr>
          <w:rFonts w:ascii="Arial" w:hAnsi="Arial" w:cs="Arial"/>
          <w:sz w:val="18"/>
          <w:szCs w:val="18"/>
        </w:rPr>
        <w:t xml:space="preserve"> brutto wynosić będzie</w:t>
      </w:r>
      <w:r w:rsidR="00AC129E" w:rsidRPr="006C1216">
        <w:rPr>
          <w:rFonts w:ascii="Arial" w:hAnsi="Arial" w:cs="Arial"/>
          <w:sz w:val="18"/>
          <w:szCs w:val="18"/>
        </w:rPr>
        <w:t>:........</w:t>
      </w:r>
      <w:r w:rsidR="00E44365" w:rsidRPr="006C1216">
        <w:rPr>
          <w:rFonts w:ascii="Arial" w:hAnsi="Arial" w:cs="Arial"/>
          <w:sz w:val="18"/>
          <w:szCs w:val="18"/>
        </w:rPr>
        <w:t>............</w:t>
      </w:r>
      <w:r w:rsidR="00AC129E" w:rsidRPr="006C1216">
        <w:rPr>
          <w:rFonts w:ascii="Arial" w:hAnsi="Arial" w:cs="Arial"/>
          <w:sz w:val="18"/>
          <w:szCs w:val="18"/>
        </w:rPr>
        <w:t>.</w:t>
      </w:r>
      <w:r w:rsidR="00E44365" w:rsidRPr="006C1216">
        <w:rPr>
          <w:rFonts w:ascii="Arial" w:hAnsi="Arial" w:cs="Arial"/>
          <w:sz w:val="18"/>
          <w:szCs w:val="18"/>
        </w:rPr>
        <w:t>.........................</w:t>
      </w:r>
      <w:r w:rsidR="005D468A" w:rsidRPr="006C1216">
        <w:rPr>
          <w:rFonts w:ascii="Arial" w:hAnsi="Arial" w:cs="Arial"/>
          <w:sz w:val="18"/>
          <w:szCs w:val="18"/>
        </w:rPr>
        <w:t>....</w:t>
      </w:r>
      <w:r w:rsidR="008A73C3" w:rsidRPr="006C1216">
        <w:rPr>
          <w:rFonts w:ascii="Arial" w:hAnsi="Arial" w:cs="Arial"/>
          <w:sz w:val="18"/>
          <w:szCs w:val="18"/>
        </w:rPr>
        <w:t>........</w:t>
      </w:r>
      <w:r w:rsidR="00AC129E" w:rsidRPr="006C1216">
        <w:rPr>
          <w:rFonts w:ascii="Arial" w:hAnsi="Arial" w:cs="Arial"/>
          <w:sz w:val="18"/>
          <w:szCs w:val="18"/>
        </w:rPr>
        <w:t>.</w:t>
      </w:r>
      <w:r w:rsidR="008A73C3" w:rsidRPr="006C1216">
        <w:rPr>
          <w:rFonts w:ascii="Arial" w:hAnsi="Arial" w:cs="Arial"/>
          <w:sz w:val="18"/>
          <w:szCs w:val="18"/>
        </w:rPr>
        <w:t>.</w:t>
      </w:r>
      <w:r w:rsidR="00AC129E" w:rsidRPr="006C1216">
        <w:rPr>
          <w:rFonts w:ascii="Arial" w:hAnsi="Arial" w:cs="Arial"/>
          <w:sz w:val="18"/>
          <w:szCs w:val="18"/>
        </w:rPr>
        <w:t>euro</w:t>
      </w:r>
    </w:p>
    <w:p w:rsidR="00976EDF" w:rsidRPr="006C1216" w:rsidRDefault="003739D4" w:rsidP="00510B74">
      <w:pPr>
        <w:pStyle w:val="Akapitzlist"/>
        <w:spacing w:line="480" w:lineRule="auto"/>
        <w:ind w:left="646"/>
        <w:jc w:val="center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ROK 2018</w:t>
      </w:r>
    </w:p>
    <w:p w:rsidR="00E44365" w:rsidRPr="006C1216" w:rsidRDefault="00510B74" w:rsidP="00E44365">
      <w:pPr>
        <w:pStyle w:val="Akapitzlist"/>
        <w:spacing w:line="480" w:lineRule="auto"/>
        <w:ind w:left="646"/>
        <w:rPr>
          <w:rFonts w:ascii="Arial" w:hAnsi="Arial" w:cs="Arial"/>
          <w:sz w:val="18"/>
          <w:szCs w:val="18"/>
        </w:rPr>
      </w:pPr>
      <w:r w:rsidRPr="006C1216">
        <w:rPr>
          <w:rFonts w:ascii="Arial" w:hAnsi="Arial" w:cs="Arial"/>
          <w:sz w:val="18"/>
          <w:szCs w:val="18"/>
        </w:rPr>
        <w:t xml:space="preserve"> </w:t>
      </w:r>
      <w:r w:rsidR="00F84979" w:rsidRPr="006C1216">
        <w:rPr>
          <w:rFonts w:ascii="Arial" w:hAnsi="Arial" w:cs="Arial"/>
          <w:sz w:val="18"/>
          <w:szCs w:val="18"/>
        </w:rPr>
        <w:t xml:space="preserve">1.4 </w:t>
      </w:r>
      <w:r w:rsidR="00E44365" w:rsidRPr="006C1216">
        <w:rPr>
          <w:rFonts w:ascii="Arial" w:hAnsi="Arial" w:cs="Arial"/>
          <w:sz w:val="18"/>
          <w:szCs w:val="18"/>
        </w:rPr>
        <w:t>zwiększenie o 13 % (13% z poz. 1.3</w:t>
      </w:r>
      <w:r w:rsidR="003739D4">
        <w:rPr>
          <w:rFonts w:ascii="Arial" w:hAnsi="Arial" w:cs="Arial"/>
          <w:sz w:val="18"/>
          <w:szCs w:val="18"/>
        </w:rPr>
        <w:t xml:space="preserve"> z zastrzeżeniem, że wzrost cen</w:t>
      </w:r>
      <w:r w:rsidR="001D683F">
        <w:rPr>
          <w:rFonts w:ascii="Arial" w:hAnsi="Arial" w:cs="Arial"/>
          <w:sz w:val="18"/>
          <w:szCs w:val="18"/>
        </w:rPr>
        <w:t xml:space="preserve"> o 13% </w:t>
      </w:r>
      <w:r w:rsidR="003739D4">
        <w:rPr>
          <w:rFonts w:ascii="Arial" w:hAnsi="Arial" w:cs="Arial"/>
          <w:sz w:val="18"/>
          <w:szCs w:val="18"/>
        </w:rPr>
        <w:t>dotyczy maksymalnie każdego tytułu z osobna</w:t>
      </w:r>
      <w:r w:rsidR="00E44365" w:rsidRPr="006C1216">
        <w:rPr>
          <w:rFonts w:ascii="Arial" w:hAnsi="Arial" w:cs="Arial"/>
          <w:sz w:val="18"/>
          <w:szCs w:val="18"/>
        </w:rPr>
        <w:t>)</w:t>
      </w:r>
      <w:r w:rsidR="003739D4">
        <w:rPr>
          <w:rFonts w:ascii="Arial" w:hAnsi="Arial" w:cs="Arial"/>
          <w:sz w:val="18"/>
          <w:szCs w:val="18"/>
        </w:rPr>
        <w:t xml:space="preserve"> </w:t>
      </w:r>
      <w:r w:rsidR="00E44365" w:rsidRPr="006C1216">
        <w:rPr>
          <w:rFonts w:ascii="Arial" w:hAnsi="Arial" w:cs="Arial"/>
          <w:sz w:val="18"/>
          <w:szCs w:val="18"/>
        </w:rPr>
        <w:t>……………………………………………….…………………………………</w:t>
      </w:r>
      <w:r w:rsidR="003739D4">
        <w:rPr>
          <w:rFonts w:ascii="Arial" w:hAnsi="Arial" w:cs="Arial"/>
          <w:sz w:val="18"/>
          <w:szCs w:val="18"/>
        </w:rPr>
        <w:t>………………………</w:t>
      </w:r>
      <w:r w:rsidR="00E44365" w:rsidRPr="006C1216">
        <w:rPr>
          <w:rFonts w:ascii="Arial" w:hAnsi="Arial" w:cs="Arial"/>
          <w:sz w:val="18"/>
          <w:szCs w:val="18"/>
        </w:rPr>
        <w:t>……euro</w:t>
      </w:r>
    </w:p>
    <w:p w:rsidR="00E44365" w:rsidRPr="006C1216" w:rsidRDefault="00E44365" w:rsidP="00E44365">
      <w:pPr>
        <w:pStyle w:val="Akapitzlist"/>
        <w:spacing w:line="480" w:lineRule="auto"/>
        <w:ind w:left="646"/>
        <w:rPr>
          <w:rFonts w:ascii="Arial" w:hAnsi="Arial" w:cs="Arial"/>
          <w:sz w:val="18"/>
          <w:szCs w:val="18"/>
        </w:rPr>
      </w:pPr>
      <w:r w:rsidRPr="006C1216">
        <w:rPr>
          <w:rFonts w:ascii="Arial" w:hAnsi="Arial" w:cs="Arial"/>
          <w:sz w:val="18"/>
          <w:szCs w:val="18"/>
        </w:rPr>
        <w:t xml:space="preserve"> 1.5 </w:t>
      </w:r>
      <w:r w:rsidR="005D468A" w:rsidRPr="006C1216">
        <w:rPr>
          <w:rFonts w:ascii="Arial" w:hAnsi="Arial" w:cs="Arial"/>
          <w:sz w:val="18"/>
          <w:szCs w:val="18"/>
        </w:rPr>
        <w:t xml:space="preserve">cena </w:t>
      </w:r>
      <w:r w:rsidRPr="006C1216">
        <w:rPr>
          <w:rFonts w:ascii="Arial" w:hAnsi="Arial" w:cs="Arial"/>
          <w:sz w:val="18"/>
          <w:szCs w:val="18"/>
        </w:rPr>
        <w:t xml:space="preserve">prenumeraty za </w:t>
      </w:r>
      <w:r w:rsidR="001D683F">
        <w:rPr>
          <w:rFonts w:ascii="Arial" w:hAnsi="Arial" w:cs="Arial"/>
          <w:sz w:val="18"/>
          <w:szCs w:val="18"/>
        </w:rPr>
        <w:t>rok 2018</w:t>
      </w:r>
      <w:r w:rsidR="005D468A" w:rsidRPr="006C1216">
        <w:rPr>
          <w:rFonts w:ascii="Arial" w:hAnsi="Arial" w:cs="Arial"/>
          <w:sz w:val="18"/>
          <w:szCs w:val="18"/>
        </w:rPr>
        <w:t xml:space="preserve"> </w:t>
      </w:r>
      <w:r w:rsidRPr="006C1216">
        <w:rPr>
          <w:rFonts w:ascii="Arial" w:hAnsi="Arial" w:cs="Arial"/>
          <w:sz w:val="18"/>
          <w:szCs w:val="18"/>
        </w:rPr>
        <w:t xml:space="preserve">brutto </w:t>
      </w:r>
      <w:r w:rsidR="005D468A" w:rsidRPr="006C1216">
        <w:rPr>
          <w:rFonts w:ascii="Arial" w:hAnsi="Arial" w:cs="Arial"/>
          <w:sz w:val="18"/>
          <w:szCs w:val="18"/>
        </w:rPr>
        <w:t>wynosić będzie</w:t>
      </w:r>
      <w:r w:rsidRPr="006C1216">
        <w:rPr>
          <w:rFonts w:ascii="Arial" w:hAnsi="Arial" w:cs="Arial"/>
          <w:sz w:val="18"/>
          <w:szCs w:val="18"/>
        </w:rPr>
        <w:t xml:space="preserve"> (suma poz. 1.3 i poz. 1.4)</w:t>
      </w:r>
      <w:r w:rsidR="005D468A" w:rsidRPr="006C1216">
        <w:rPr>
          <w:rFonts w:ascii="Arial" w:hAnsi="Arial" w:cs="Arial"/>
          <w:sz w:val="18"/>
          <w:szCs w:val="18"/>
        </w:rPr>
        <w:t>:</w:t>
      </w:r>
      <w:r w:rsidR="00F84979" w:rsidRPr="006C1216">
        <w:rPr>
          <w:rFonts w:ascii="Arial" w:hAnsi="Arial" w:cs="Arial"/>
          <w:sz w:val="18"/>
          <w:szCs w:val="18"/>
        </w:rPr>
        <w:t xml:space="preserve"> ………………………</w:t>
      </w:r>
      <w:r w:rsidRPr="006C1216">
        <w:rPr>
          <w:rFonts w:ascii="Arial" w:hAnsi="Arial" w:cs="Arial"/>
          <w:sz w:val="18"/>
          <w:szCs w:val="18"/>
        </w:rPr>
        <w:t>….</w:t>
      </w:r>
      <w:r w:rsidR="00F84979" w:rsidRPr="006C1216">
        <w:rPr>
          <w:rFonts w:ascii="Arial" w:hAnsi="Arial" w:cs="Arial"/>
          <w:sz w:val="18"/>
          <w:szCs w:val="18"/>
        </w:rPr>
        <w:t>…</w:t>
      </w:r>
      <w:r w:rsidRPr="006C1216">
        <w:rPr>
          <w:rFonts w:ascii="Arial" w:hAnsi="Arial" w:cs="Arial"/>
          <w:sz w:val="18"/>
          <w:szCs w:val="18"/>
        </w:rPr>
        <w:t xml:space="preserve">………euro </w:t>
      </w:r>
    </w:p>
    <w:p w:rsidR="00510B74" w:rsidRPr="006C1216" w:rsidRDefault="00510B74" w:rsidP="00510B74">
      <w:pPr>
        <w:pStyle w:val="Akapitzlist"/>
        <w:spacing w:line="360" w:lineRule="auto"/>
        <w:ind w:left="646"/>
        <w:jc w:val="center"/>
        <w:rPr>
          <w:rFonts w:ascii="Arial" w:hAnsi="Arial" w:cs="Arial"/>
          <w:b/>
          <w:i/>
          <w:sz w:val="18"/>
          <w:szCs w:val="18"/>
        </w:rPr>
      </w:pPr>
    </w:p>
    <w:p w:rsidR="00510B74" w:rsidRPr="006C1216" w:rsidRDefault="00510B74" w:rsidP="00510B74">
      <w:pPr>
        <w:pStyle w:val="Akapitzlist"/>
        <w:spacing w:line="480" w:lineRule="auto"/>
        <w:ind w:left="646"/>
        <w:jc w:val="center"/>
        <w:rPr>
          <w:rFonts w:ascii="Arial" w:hAnsi="Arial" w:cs="Arial"/>
          <w:b/>
          <w:i/>
          <w:sz w:val="18"/>
          <w:szCs w:val="18"/>
        </w:rPr>
      </w:pPr>
      <w:r w:rsidRPr="006C1216">
        <w:rPr>
          <w:rFonts w:ascii="Arial" w:hAnsi="Arial" w:cs="Arial"/>
          <w:b/>
          <w:i/>
          <w:sz w:val="18"/>
          <w:szCs w:val="18"/>
        </w:rPr>
        <w:t>w o</w:t>
      </w:r>
      <w:r w:rsidR="00CC7F5F">
        <w:rPr>
          <w:rFonts w:ascii="Arial" w:hAnsi="Arial" w:cs="Arial"/>
          <w:b/>
          <w:i/>
          <w:sz w:val="18"/>
          <w:szCs w:val="18"/>
        </w:rPr>
        <w:t>kresie obowiązywania umowy (2017-2018</w:t>
      </w:r>
      <w:r w:rsidRPr="006C1216">
        <w:rPr>
          <w:rFonts w:ascii="Arial" w:hAnsi="Arial" w:cs="Arial"/>
          <w:b/>
          <w:i/>
          <w:sz w:val="18"/>
          <w:szCs w:val="18"/>
        </w:rPr>
        <w:t>)</w:t>
      </w:r>
    </w:p>
    <w:p w:rsidR="00E44365" w:rsidRPr="006C1216" w:rsidRDefault="008D0965" w:rsidP="00510B74">
      <w:pPr>
        <w:pStyle w:val="Akapitzlist"/>
        <w:spacing w:line="480" w:lineRule="auto"/>
        <w:ind w:left="646"/>
        <w:rPr>
          <w:rFonts w:ascii="Arial" w:hAnsi="Arial" w:cs="Arial"/>
          <w:b/>
          <w:sz w:val="18"/>
          <w:szCs w:val="18"/>
        </w:rPr>
      </w:pPr>
      <w:r w:rsidRPr="006C1216">
        <w:rPr>
          <w:rFonts w:ascii="Arial" w:hAnsi="Arial" w:cs="Arial"/>
          <w:b/>
          <w:sz w:val="18"/>
          <w:szCs w:val="18"/>
        </w:rPr>
        <w:t xml:space="preserve"> </w:t>
      </w:r>
      <w:r w:rsidR="00E44365" w:rsidRPr="006C1216">
        <w:rPr>
          <w:rFonts w:ascii="Arial" w:hAnsi="Arial" w:cs="Arial"/>
          <w:b/>
          <w:sz w:val="18"/>
          <w:szCs w:val="18"/>
        </w:rPr>
        <w:t>1.6 cena oferty brutto (suma poz. 1.3 i 1.5): ……………………………………………………euro</w:t>
      </w:r>
      <w:r w:rsidR="00510B74" w:rsidRPr="006C1216">
        <w:rPr>
          <w:rFonts w:ascii="Arial" w:hAnsi="Arial" w:cs="Arial"/>
          <w:b/>
          <w:sz w:val="18"/>
          <w:szCs w:val="18"/>
        </w:rPr>
        <w:t xml:space="preserve"> (do porównania ofert)</w:t>
      </w:r>
    </w:p>
    <w:p w:rsidR="003D77AF" w:rsidRPr="006C1216" w:rsidRDefault="003D77AF" w:rsidP="003D77AF">
      <w:pPr>
        <w:pStyle w:val="Akapitzlist"/>
        <w:spacing w:line="360" w:lineRule="auto"/>
        <w:ind w:left="646"/>
        <w:jc w:val="center"/>
        <w:rPr>
          <w:rFonts w:ascii="Arial" w:hAnsi="Arial" w:cs="Arial"/>
          <w:i/>
          <w:sz w:val="18"/>
          <w:szCs w:val="18"/>
        </w:rPr>
      </w:pPr>
      <w:r w:rsidRPr="006C1216">
        <w:rPr>
          <w:rFonts w:ascii="Arial" w:hAnsi="Arial" w:cs="Arial"/>
          <w:i/>
          <w:sz w:val="18"/>
          <w:szCs w:val="18"/>
        </w:rPr>
        <w:t>słownie</w:t>
      </w:r>
      <w:r w:rsidR="00AC129E" w:rsidRPr="006C1216">
        <w:rPr>
          <w:rFonts w:ascii="Arial" w:hAnsi="Arial" w:cs="Arial"/>
          <w:i/>
          <w:sz w:val="18"/>
          <w:szCs w:val="18"/>
        </w:rPr>
        <w:t>:</w:t>
      </w:r>
      <w:r w:rsidRPr="006C1216">
        <w:rPr>
          <w:rFonts w:ascii="Arial" w:hAnsi="Arial" w:cs="Arial"/>
          <w:i/>
          <w:sz w:val="18"/>
          <w:szCs w:val="18"/>
        </w:rPr>
        <w:t>................................................................................................................................euro</w:t>
      </w:r>
    </w:p>
    <w:p w:rsidR="00E02688" w:rsidRPr="006C1216" w:rsidRDefault="00E02688" w:rsidP="00E02688">
      <w:pPr>
        <w:pStyle w:val="Akapitzlist"/>
        <w:spacing w:line="360" w:lineRule="auto"/>
        <w:ind w:left="993"/>
        <w:jc w:val="both"/>
        <w:rPr>
          <w:rFonts w:ascii="Arial" w:hAnsi="Arial" w:cs="Arial"/>
          <w:sz w:val="18"/>
          <w:szCs w:val="18"/>
        </w:rPr>
      </w:pPr>
    </w:p>
    <w:p w:rsidR="00E02688" w:rsidRPr="006C1216" w:rsidRDefault="00E02688" w:rsidP="00E02688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510B74" w:rsidRPr="006C1216" w:rsidRDefault="00510B74" w:rsidP="00E02688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E02688" w:rsidRPr="006C1216" w:rsidRDefault="00E02688" w:rsidP="00E02688">
      <w:pPr>
        <w:pStyle w:val="Akapitzlist"/>
        <w:spacing w:line="360" w:lineRule="auto"/>
        <w:ind w:left="644"/>
        <w:jc w:val="both"/>
        <w:rPr>
          <w:rFonts w:ascii="Arial" w:hAnsi="Arial" w:cs="Arial"/>
          <w:b/>
          <w:sz w:val="18"/>
          <w:szCs w:val="18"/>
        </w:rPr>
      </w:pPr>
      <w:r w:rsidRPr="006C1216">
        <w:rPr>
          <w:rFonts w:ascii="Arial" w:hAnsi="Arial" w:cs="Arial"/>
          <w:b/>
          <w:sz w:val="18"/>
          <w:szCs w:val="18"/>
        </w:rPr>
        <w:t>2)  Wykonawca zagraniczny:</w:t>
      </w:r>
    </w:p>
    <w:p w:rsidR="00E02688" w:rsidRPr="006C1216" w:rsidRDefault="00E02688" w:rsidP="008A73C3">
      <w:pPr>
        <w:pStyle w:val="Akapitzlist"/>
        <w:spacing w:line="480" w:lineRule="auto"/>
        <w:ind w:left="993" w:hanging="284"/>
        <w:jc w:val="both"/>
        <w:rPr>
          <w:rFonts w:ascii="Arial" w:hAnsi="Arial" w:cs="Arial"/>
          <w:sz w:val="18"/>
          <w:szCs w:val="18"/>
        </w:rPr>
      </w:pPr>
      <w:r w:rsidRPr="006C1216">
        <w:rPr>
          <w:rFonts w:ascii="Arial" w:hAnsi="Arial" w:cs="Arial"/>
          <w:sz w:val="18"/>
          <w:szCs w:val="18"/>
        </w:rPr>
        <w:t>a)</w:t>
      </w:r>
      <w:r w:rsidRPr="006C1216">
        <w:rPr>
          <w:rFonts w:ascii="Arial" w:hAnsi="Arial" w:cs="Arial"/>
          <w:sz w:val="18"/>
          <w:szCs w:val="18"/>
        </w:rPr>
        <w:tab/>
        <w:t xml:space="preserve">W przypadku Wykonawcy mającego siedzibę lub miejsce zamieszkania poza terytorium RP </w:t>
      </w:r>
      <w:r w:rsidR="008A73C3" w:rsidRPr="006C1216">
        <w:rPr>
          <w:rFonts w:ascii="Arial" w:hAnsi="Arial" w:cs="Arial"/>
          <w:sz w:val="18"/>
          <w:szCs w:val="18"/>
        </w:rPr>
        <w:t xml:space="preserve">                          </w:t>
      </w:r>
      <w:r w:rsidRPr="006C1216">
        <w:rPr>
          <w:rFonts w:ascii="Arial" w:hAnsi="Arial" w:cs="Arial"/>
          <w:sz w:val="18"/>
          <w:szCs w:val="18"/>
        </w:rPr>
        <w:t>(Wykonawca zagraniczny)</w:t>
      </w:r>
      <w:r w:rsidRPr="006C1216">
        <w:rPr>
          <w:rFonts w:ascii="Arial" w:hAnsi="Arial" w:cs="Arial"/>
          <w:b/>
          <w:sz w:val="18"/>
          <w:szCs w:val="18"/>
        </w:rPr>
        <w:t xml:space="preserve"> </w:t>
      </w:r>
      <w:r w:rsidRPr="006C1216">
        <w:rPr>
          <w:rFonts w:ascii="Arial" w:hAnsi="Arial" w:cs="Arial"/>
          <w:b/>
          <w:sz w:val="18"/>
          <w:szCs w:val="18"/>
          <w:u w:val="single"/>
        </w:rPr>
        <w:t>nieposiadającego oddziału na terenie RP</w:t>
      </w:r>
      <w:r w:rsidR="0056138F" w:rsidRPr="006C1216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56138F" w:rsidRPr="006C1216">
        <w:rPr>
          <w:rFonts w:ascii="Arial" w:hAnsi="Arial" w:cs="Arial"/>
          <w:b/>
          <w:sz w:val="18"/>
          <w:szCs w:val="18"/>
        </w:rPr>
        <w:t>(jeśli nie dotyczy - wykreślić)</w:t>
      </w:r>
      <w:r w:rsidRPr="006C1216">
        <w:rPr>
          <w:rFonts w:ascii="Arial" w:hAnsi="Arial" w:cs="Arial"/>
          <w:sz w:val="18"/>
          <w:szCs w:val="18"/>
        </w:rPr>
        <w:t>:</w:t>
      </w:r>
    </w:p>
    <w:p w:rsidR="004D7FA3" w:rsidRPr="006C1216" w:rsidRDefault="001D683F" w:rsidP="00510B74">
      <w:pPr>
        <w:pStyle w:val="Akapitzlist"/>
        <w:spacing w:line="480" w:lineRule="auto"/>
        <w:ind w:left="644"/>
        <w:jc w:val="center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ROK 2017</w:t>
      </w:r>
    </w:p>
    <w:p w:rsidR="004D7FA3" w:rsidRPr="006C1216" w:rsidRDefault="004D7FA3" w:rsidP="00332706">
      <w:pPr>
        <w:spacing w:line="480" w:lineRule="auto"/>
        <w:ind w:left="709" w:hanging="142"/>
        <w:jc w:val="both"/>
        <w:rPr>
          <w:rFonts w:ascii="Arial" w:hAnsi="Arial" w:cs="Arial"/>
          <w:sz w:val="18"/>
          <w:szCs w:val="18"/>
        </w:rPr>
      </w:pPr>
      <w:r w:rsidRPr="006C1216">
        <w:rPr>
          <w:rFonts w:ascii="Arial" w:hAnsi="Arial" w:cs="Arial"/>
          <w:sz w:val="18"/>
          <w:szCs w:val="18"/>
        </w:rPr>
        <w:t>1.1 łą</w:t>
      </w:r>
      <w:r w:rsidR="00BC2F5F">
        <w:rPr>
          <w:rFonts w:ascii="Arial" w:hAnsi="Arial" w:cs="Arial"/>
          <w:sz w:val="18"/>
          <w:szCs w:val="18"/>
        </w:rPr>
        <w:t>cznie za kwotę netto za rok 2017</w:t>
      </w:r>
      <w:r w:rsidRPr="006C1216">
        <w:rPr>
          <w:rFonts w:ascii="Arial" w:hAnsi="Arial" w:cs="Arial"/>
          <w:sz w:val="18"/>
          <w:szCs w:val="18"/>
        </w:rPr>
        <w:t>: ...........................................................................................................................euro</w:t>
      </w:r>
    </w:p>
    <w:p w:rsidR="00DB0795" w:rsidRPr="006C1216" w:rsidRDefault="00E02688" w:rsidP="00510B74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6C1216">
        <w:rPr>
          <w:rFonts w:ascii="Arial" w:hAnsi="Arial" w:cs="Arial"/>
          <w:sz w:val="18"/>
          <w:szCs w:val="18"/>
        </w:rPr>
        <w:t>oświadczamy, iż  ww. kwota zostanie powiększona odpowie</w:t>
      </w:r>
      <w:r w:rsidR="00DB0795" w:rsidRPr="006C1216">
        <w:rPr>
          <w:rFonts w:ascii="Arial" w:hAnsi="Arial" w:cs="Arial"/>
          <w:sz w:val="18"/>
          <w:szCs w:val="18"/>
        </w:rPr>
        <w:t>d</w:t>
      </w:r>
      <w:r w:rsidRPr="006C1216">
        <w:rPr>
          <w:rFonts w:ascii="Arial" w:hAnsi="Arial" w:cs="Arial"/>
          <w:sz w:val="18"/>
          <w:szCs w:val="18"/>
        </w:rPr>
        <w:t xml:space="preserve">nio o 8% (wersja </w:t>
      </w:r>
      <w:proofErr w:type="spellStart"/>
      <w:r w:rsidRPr="006C1216">
        <w:rPr>
          <w:rFonts w:ascii="Arial" w:hAnsi="Arial" w:cs="Arial"/>
          <w:sz w:val="18"/>
          <w:szCs w:val="18"/>
        </w:rPr>
        <w:t>print</w:t>
      </w:r>
      <w:proofErr w:type="spellEnd"/>
      <w:r w:rsidRPr="006C1216">
        <w:rPr>
          <w:rFonts w:ascii="Arial" w:hAnsi="Arial" w:cs="Arial"/>
          <w:sz w:val="18"/>
          <w:szCs w:val="18"/>
        </w:rPr>
        <w:t xml:space="preserve"> czasopism) oraz o 23% (płatna wersja online czasopism) </w:t>
      </w:r>
      <w:r w:rsidR="00AC129E" w:rsidRPr="006C1216">
        <w:rPr>
          <w:rFonts w:ascii="Arial" w:hAnsi="Arial" w:cs="Arial"/>
          <w:sz w:val="18"/>
          <w:szCs w:val="18"/>
        </w:rPr>
        <w:t xml:space="preserve"> </w:t>
      </w:r>
      <w:r w:rsidRPr="006C1216">
        <w:rPr>
          <w:rFonts w:ascii="Arial" w:hAnsi="Arial" w:cs="Arial"/>
          <w:sz w:val="18"/>
          <w:szCs w:val="18"/>
        </w:rPr>
        <w:t>– wartości podatku VAT, wyłącznie w celu dokonania porównania i oceny złożonych</w:t>
      </w:r>
      <w:r w:rsidR="00DB0795" w:rsidRPr="006C1216">
        <w:rPr>
          <w:rFonts w:ascii="Arial" w:hAnsi="Arial" w:cs="Arial"/>
          <w:sz w:val="18"/>
          <w:szCs w:val="18"/>
        </w:rPr>
        <w:t xml:space="preserve"> ofert i wynosić będzie:      </w:t>
      </w:r>
    </w:p>
    <w:p w:rsidR="004D7FA3" w:rsidRPr="006C1216" w:rsidRDefault="00510B74" w:rsidP="00510B74">
      <w:pPr>
        <w:spacing w:line="480" w:lineRule="auto"/>
        <w:ind w:left="709" w:hanging="142"/>
        <w:jc w:val="both"/>
        <w:rPr>
          <w:rFonts w:ascii="Arial" w:hAnsi="Arial" w:cs="Arial"/>
          <w:sz w:val="18"/>
          <w:szCs w:val="18"/>
        </w:rPr>
      </w:pPr>
      <w:r w:rsidRPr="006C1216">
        <w:rPr>
          <w:rFonts w:ascii="Arial" w:hAnsi="Arial" w:cs="Arial"/>
          <w:sz w:val="18"/>
          <w:szCs w:val="18"/>
        </w:rPr>
        <w:t xml:space="preserve"> 1.2</w:t>
      </w:r>
      <w:r w:rsidR="001D683F">
        <w:rPr>
          <w:rFonts w:ascii="Arial" w:hAnsi="Arial" w:cs="Arial"/>
          <w:sz w:val="18"/>
          <w:szCs w:val="18"/>
        </w:rPr>
        <w:t xml:space="preserve"> za rok 2017</w:t>
      </w:r>
      <w:r w:rsidR="004D7FA3" w:rsidRPr="006C1216">
        <w:rPr>
          <w:rFonts w:ascii="Arial" w:hAnsi="Arial" w:cs="Arial"/>
          <w:sz w:val="18"/>
          <w:szCs w:val="18"/>
        </w:rPr>
        <w:t xml:space="preserve"> :............................................................euro</w:t>
      </w:r>
    </w:p>
    <w:p w:rsidR="00510B74" w:rsidRPr="006C1216" w:rsidRDefault="001D683F" w:rsidP="00510B74">
      <w:pPr>
        <w:pStyle w:val="Akapitzlist"/>
        <w:spacing w:line="480" w:lineRule="auto"/>
        <w:ind w:left="646"/>
        <w:jc w:val="center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ROK 2018</w:t>
      </w:r>
    </w:p>
    <w:p w:rsidR="00510B74" w:rsidRPr="006C1216" w:rsidRDefault="00510B74" w:rsidP="00510B74">
      <w:pPr>
        <w:pStyle w:val="Akapitzlist"/>
        <w:spacing w:line="480" w:lineRule="auto"/>
        <w:ind w:left="646"/>
        <w:rPr>
          <w:rFonts w:ascii="Arial" w:hAnsi="Arial" w:cs="Arial"/>
          <w:sz w:val="18"/>
          <w:szCs w:val="18"/>
        </w:rPr>
      </w:pPr>
      <w:r w:rsidRPr="006C1216">
        <w:rPr>
          <w:rFonts w:ascii="Arial" w:hAnsi="Arial" w:cs="Arial"/>
          <w:sz w:val="18"/>
          <w:szCs w:val="18"/>
        </w:rPr>
        <w:t>1.3 zwiększenie o 13 % (13% z poz. 1.2</w:t>
      </w:r>
      <w:r w:rsidR="001D683F" w:rsidRPr="001D683F">
        <w:rPr>
          <w:rFonts w:ascii="Arial" w:hAnsi="Arial" w:cs="Arial"/>
          <w:sz w:val="18"/>
          <w:szCs w:val="18"/>
        </w:rPr>
        <w:t xml:space="preserve"> </w:t>
      </w:r>
      <w:r w:rsidR="001D683F">
        <w:rPr>
          <w:rFonts w:ascii="Arial" w:hAnsi="Arial" w:cs="Arial"/>
          <w:sz w:val="18"/>
          <w:szCs w:val="18"/>
        </w:rPr>
        <w:t xml:space="preserve">z zastrzeżeniem, że wzrost cen o 13% dotyczy maksymalnie każdego tytułu z osobna </w:t>
      </w:r>
      <w:r w:rsidRPr="006C1216">
        <w:rPr>
          <w:rFonts w:ascii="Arial" w:hAnsi="Arial" w:cs="Arial"/>
          <w:sz w:val="18"/>
          <w:szCs w:val="18"/>
        </w:rPr>
        <w:t>)……………………………………………….………………………………………euro</w:t>
      </w:r>
    </w:p>
    <w:p w:rsidR="00510B74" w:rsidRPr="006C1216" w:rsidRDefault="001D683F" w:rsidP="00510B74">
      <w:pPr>
        <w:pStyle w:val="Akapitzlist"/>
        <w:spacing w:line="480" w:lineRule="auto"/>
        <w:ind w:left="64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1.4 cena prenumeraty za rok 2018</w:t>
      </w:r>
      <w:r w:rsidR="00510B74" w:rsidRPr="006C1216">
        <w:rPr>
          <w:rFonts w:ascii="Arial" w:hAnsi="Arial" w:cs="Arial"/>
          <w:sz w:val="18"/>
          <w:szCs w:val="18"/>
        </w:rPr>
        <w:t xml:space="preserve"> wynosić będzie (suma poz. 1.2 i poz. 1.3): ………………………….…………euro </w:t>
      </w:r>
    </w:p>
    <w:p w:rsidR="00510B74" w:rsidRPr="006C1216" w:rsidRDefault="00510B74" w:rsidP="00510B74">
      <w:pPr>
        <w:pStyle w:val="Akapitzlist"/>
        <w:spacing w:line="360" w:lineRule="auto"/>
        <w:ind w:left="646"/>
        <w:rPr>
          <w:rFonts w:ascii="Arial" w:hAnsi="Arial" w:cs="Arial"/>
          <w:i/>
          <w:sz w:val="18"/>
          <w:szCs w:val="18"/>
        </w:rPr>
      </w:pPr>
    </w:p>
    <w:p w:rsidR="00510B74" w:rsidRPr="006C1216" w:rsidRDefault="00510B74" w:rsidP="00510B74">
      <w:pPr>
        <w:pStyle w:val="Akapitzlist"/>
        <w:spacing w:line="480" w:lineRule="auto"/>
        <w:ind w:left="646"/>
        <w:jc w:val="center"/>
        <w:rPr>
          <w:rFonts w:ascii="Arial" w:hAnsi="Arial" w:cs="Arial"/>
          <w:b/>
          <w:i/>
          <w:sz w:val="18"/>
          <w:szCs w:val="18"/>
        </w:rPr>
      </w:pPr>
      <w:r w:rsidRPr="006C1216">
        <w:rPr>
          <w:rFonts w:ascii="Arial" w:hAnsi="Arial" w:cs="Arial"/>
          <w:b/>
          <w:i/>
          <w:sz w:val="18"/>
          <w:szCs w:val="18"/>
        </w:rPr>
        <w:t>w o</w:t>
      </w:r>
      <w:r w:rsidR="001D683F">
        <w:rPr>
          <w:rFonts w:ascii="Arial" w:hAnsi="Arial" w:cs="Arial"/>
          <w:b/>
          <w:i/>
          <w:sz w:val="18"/>
          <w:szCs w:val="18"/>
        </w:rPr>
        <w:t>kresie obowiązywania umowy (2017-2018</w:t>
      </w:r>
      <w:r w:rsidRPr="006C1216">
        <w:rPr>
          <w:rFonts w:ascii="Arial" w:hAnsi="Arial" w:cs="Arial"/>
          <w:b/>
          <w:i/>
          <w:sz w:val="18"/>
          <w:szCs w:val="18"/>
        </w:rPr>
        <w:t>)</w:t>
      </w:r>
    </w:p>
    <w:p w:rsidR="00510B74" w:rsidRPr="006C1216" w:rsidRDefault="00510B74" w:rsidP="00510B74">
      <w:pPr>
        <w:pStyle w:val="Akapitzlist"/>
        <w:spacing w:line="480" w:lineRule="auto"/>
        <w:ind w:left="646"/>
        <w:rPr>
          <w:rFonts w:ascii="Arial" w:hAnsi="Arial" w:cs="Arial"/>
          <w:b/>
          <w:sz w:val="18"/>
          <w:szCs w:val="18"/>
        </w:rPr>
      </w:pPr>
      <w:r w:rsidRPr="006C1216">
        <w:rPr>
          <w:rFonts w:ascii="Arial" w:hAnsi="Arial" w:cs="Arial"/>
          <w:b/>
          <w:sz w:val="18"/>
          <w:szCs w:val="18"/>
        </w:rPr>
        <w:t>1.5 cena oferty (suma poz. 1.2 i 1.4): ………………………………………………………………euro (do porównania ofert)</w:t>
      </w:r>
    </w:p>
    <w:p w:rsidR="00510B74" w:rsidRPr="006C1216" w:rsidRDefault="00510B74" w:rsidP="00510B74">
      <w:pPr>
        <w:pStyle w:val="Akapitzlist"/>
        <w:spacing w:line="360" w:lineRule="auto"/>
        <w:ind w:left="646"/>
        <w:jc w:val="center"/>
        <w:rPr>
          <w:rFonts w:ascii="Arial" w:hAnsi="Arial" w:cs="Arial"/>
          <w:i/>
          <w:sz w:val="18"/>
          <w:szCs w:val="18"/>
        </w:rPr>
      </w:pPr>
      <w:r w:rsidRPr="006C1216">
        <w:rPr>
          <w:rFonts w:ascii="Arial" w:hAnsi="Arial" w:cs="Arial"/>
          <w:i/>
          <w:sz w:val="18"/>
          <w:szCs w:val="18"/>
        </w:rPr>
        <w:t>słownie:................................................................................................................................euro</w:t>
      </w:r>
    </w:p>
    <w:p w:rsidR="00E02688" w:rsidRPr="006C1216" w:rsidRDefault="00E02688" w:rsidP="00E02688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510B74" w:rsidRPr="006C1216" w:rsidRDefault="00510B74" w:rsidP="00E02688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510B74" w:rsidRPr="006C1216" w:rsidRDefault="00510B74" w:rsidP="00E02688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510B74" w:rsidRPr="006C1216" w:rsidRDefault="00510B74" w:rsidP="00E02688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E02688" w:rsidRPr="006C1216" w:rsidRDefault="00E02688" w:rsidP="008A73C3">
      <w:pPr>
        <w:pStyle w:val="Akapitzlist"/>
        <w:spacing w:line="480" w:lineRule="auto"/>
        <w:ind w:left="993" w:hanging="284"/>
        <w:jc w:val="both"/>
        <w:rPr>
          <w:rFonts w:ascii="Arial" w:hAnsi="Arial" w:cs="Arial"/>
          <w:sz w:val="18"/>
          <w:szCs w:val="18"/>
        </w:rPr>
      </w:pPr>
      <w:r w:rsidRPr="006C1216">
        <w:rPr>
          <w:rFonts w:ascii="Arial" w:hAnsi="Arial" w:cs="Arial"/>
          <w:sz w:val="18"/>
          <w:szCs w:val="18"/>
        </w:rPr>
        <w:t>b)</w:t>
      </w:r>
      <w:r w:rsidRPr="006C1216">
        <w:rPr>
          <w:rFonts w:ascii="Arial" w:hAnsi="Arial" w:cs="Arial"/>
          <w:sz w:val="18"/>
          <w:szCs w:val="18"/>
        </w:rPr>
        <w:tab/>
        <w:t>W przypadku Wykonawcy mającego siedzibę lub miejsce zamieszkania poza terytorium RP (Wykonawca zagraniczny)</w:t>
      </w:r>
      <w:r w:rsidRPr="006C1216">
        <w:rPr>
          <w:rFonts w:ascii="Arial" w:hAnsi="Arial" w:cs="Arial"/>
          <w:b/>
          <w:sz w:val="18"/>
          <w:szCs w:val="18"/>
        </w:rPr>
        <w:t xml:space="preserve"> </w:t>
      </w:r>
      <w:r w:rsidRPr="006C1216">
        <w:rPr>
          <w:rFonts w:ascii="Arial" w:hAnsi="Arial" w:cs="Arial"/>
          <w:b/>
          <w:sz w:val="18"/>
          <w:szCs w:val="18"/>
          <w:u w:val="single"/>
        </w:rPr>
        <w:t>posiadającego oddział na terenie RP</w:t>
      </w:r>
      <w:r w:rsidR="0056138F" w:rsidRPr="006C1216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56138F" w:rsidRPr="006C1216">
        <w:rPr>
          <w:rFonts w:ascii="Arial" w:hAnsi="Arial" w:cs="Arial"/>
          <w:b/>
          <w:sz w:val="18"/>
          <w:szCs w:val="18"/>
        </w:rPr>
        <w:t>(jeśli nie dotyczy - wykreślić)</w:t>
      </w:r>
      <w:r w:rsidRPr="006C1216">
        <w:rPr>
          <w:rFonts w:ascii="Arial" w:hAnsi="Arial" w:cs="Arial"/>
          <w:sz w:val="18"/>
          <w:szCs w:val="18"/>
        </w:rPr>
        <w:t>:</w:t>
      </w:r>
    </w:p>
    <w:p w:rsidR="00E02688" w:rsidRPr="006C1216" w:rsidRDefault="00E02688" w:rsidP="00E02688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510B74" w:rsidRPr="006C1216" w:rsidRDefault="001740C9" w:rsidP="00510B74">
      <w:pPr>
        <w:pStyle w:val="Akapitzlist"/>
        <w:spacing w:line="480" w:lineRule="auto"/>
        <w:ind w:left="644"/>
        <w:jc w:val="center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ROK 2017</w:t>
      </w:r>
    </w:p>
    <w:p w:rsidR="00510B74" w:rsidRPr="006C1216" w:rsidRDefault="00510B74" w:rsidP="00510B74">
      <w:pPr>
        <w:pStyle w:val="Akapitzlist"/>
        <w:spacing w:line="48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6C1216">
        <w:rPr>
          <w:rFonts w:ascii="Arial" w:hAnsi="Arial" w:cs="Arial"/>
          <w:sz w:val="18"/>
          <w:szCs w:val="18"/>
        </w:rPr>
        <w:t>1.1 łą</w:t>
      </w:r>
      <w:r w:rsidR="001740C9">
        <w:rPr>
          <w:rFonts w:ascii="Arial" w:hAnsi="Arial" w:cs="Arial"/>
          <w:sz w:val="18"/>
          <w:szCs w:val="18"/>
        </w:rPr>
        <w:t>cznie za kwotę netto za rok 2017</w:t>
      </w:r>
      <w:r w:rsidRPr="006C1216">
        <w:rPr>
          <w:rFonts w:ascii="Arial" w:hAnsi="Arial" w:cs="Arial"/>
          <w:sz w:val="18"/>
          <w:szCs w:val="18"/>
        </w:rPr>
        <w:t>: ...........................................................................................................................euro</w:t>
      </w:r>
    </w:p>
    <w:p w:rsidR="00510B74" w:rsidRPr="006C1216" w:rsidRDefault="00510B74" w:rsidP="00510B74">
      <w:pPr>
        <w:pStyle w:val="Akapitzlist"/>
        <w:spacing w:line="48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6C1216">
        <w:rPr>
          <w:rFonts w:ascii="Arial" w:hAnsi="Arial" w:cs="Arial"/>
          <w:sz w:val="18"/>
          <w:szCs w:val="18"/>
        </w:rPr>
        <w:t xml:space="preserve">1.2 po doliczeniu do ww. kwoty 8% (wersja </w:t>
      </w:r>
      <w:proofErr w:type="spellStart"/>
      <w:r w:rsidRPr="006C1216">
        <w:rPr>
          <w:rFonts w:ascii="Arial" w:hAnsi="Arial" w:cs="Arial"/>
          <w:sz w:val="18"/>
          <w:szCs w:val="18"/>
        </w:rPr>
        <w:t>print</w:t>
      </w:r>
      <w:proofErr w:type="spellEnd"/>
      <w:r w:rsidRPr="006C1216">
        <w:rPr>
          <w:rFonts w:ascii="Arial" w:hAnsi="Arial" w:cs="Arial"/>
          <w:sz w:val="18"/>
          <w:szCs w:val="18"/>
        </w:rPr>
        <w:t xml:space="preserve">) oraz 23% (płatna wersja online) podatku VAT w wysokości: ..............................................................euro                 </w:t>
      </w:r>
    </w:p>
    <w:p w:rsidR="00510B74" w:rsidRPr="006C1216" w:rsidRDefault="001740C9" w:rsidP="00510B74">
      <w:pPr>
        <w:pStyle w:val="Akapitzlist"/>
        <w:spacing w:line="480" w:lineRule="auto"/>
        <w:ind w:left="70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1.3 cena prenumeraty za rok 2017</w:t>
      </w:r>
      <w:r w:rsidR="00510B74" w:rsidRPr="006C1216">
        <w:rPr>
          <w:rFonts w:ascii="Arial" w:hAnsi="Arial" w:cs="Arial"/>
          <w:sz w:val="18"/>
          <w:szCs w:val="18"/>
        </w:rPr>
        <w:t xml:space="preserve"> brutto wynosić będzie:............................................................euro</w:t>
      </w:r>
    </w:p>
    <w:p w:rsidR="00510B74" w:rsidRPr="006C1216" w:rsidRDefault="001740C9" w:rsidP="00510B74">
      <w:pPr>
        <w:pStyle w:val="Akapitzlist"/>
        <w:spacing w:line="480" w:lineRule="auto"/>
        <w:ind w:left="646"/>
        <w:jc w:val="center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ROK 2018</w:t>
      </w:r>
    </w:p>
    <w:p w:rsidR="00510B74" w:rsidRPr="006C1216" w:rsidRDefault="00510B74" w:rsidP="00510B74">
      <w:pPr>
        <w:pStyle w:val="Akapitzlist"/>
        <w:spacing w:line="480" w:lineRule="auto"/>
        <w:ind w:left="646"/>
        <w:rPr>
          <w:rFonts w:ascii="Arial" w:hAnsi="Arial" w:cs="Arial"/>
          <w:sz w:val="18"/>
          <w:szCs w:val="18"/>
        </w:rPr>
      </w:pPr>
      <w:r w:rsidRPr="006C1216">
        <w:rPr>
          <w:rFonts w:ascii="Arial" w:hAnsi="Arial" w:cs="Arial"/>
          <w:sz w:val="18"/>
          <w:szCs w:val="18"/>
        </w:rPr>
        <w:t>1.4 zwiększenie o 13 % (13% z poz. 1.3</w:t>
      </w:r>
      <w:r w:rsidR="001740C9" w:rsidRPr="001740C9">
        <w:rPr>
          <w:rFonts w:ascii="Arial" w:hAnsi="Arial" w:cs="Arial"/>
          <w:sz w:val="18"/>
          <w:szCs w:val="18"/>
        </w:rPr>
        <w:t xml:space="preserve"> </w:t>
      </w:r>
      <w:r w:rsidR="001740C9">
        <w:rPr>
          <w:rFonts w:ascii="Arial" w:hAnsi="Arial" w:cs="Arial"/>
          <w:sz w:val="18"/>
          <w:szCs w:val="18"/>
        </w:rPr>
        <w:t xml:space="preserve">z zastrzeżeniem, że wzrost cen o 13% dotyczy maksymalnie każdego tytułu z osobna </w:t>
      </w:r>
      <w:r w:rsidRPr="006C1216">
        <w:rPr>
          <w:rFonts w:ascii="Arial" w:hAnsi="Arial" w:cs="Arial"/>
          <w:sz w:val="18"/>
          <w:szCs w:val="18"/>
        </w:rPr>
        <w:t>)……………………………………………….………………………………………euro</w:t>
      </w:r>
    </w:p>
    <w:p w:rsidR="00510B74" w:rsidRPr="006C1216" w:rsidRDefault="00510B74" w:rsidP="00510B74">
      <w:pPr>
        <w:pStyle w:val="Akapitzlist"/>
        <w:spacing w:line="480" w:lineRule="auto"/>
        <w:ind w:left="646"/>
        <w:rPr>
          <w:rFonts w:ascii="Arial" w:hAnsi="Arial" w:cs="Arial"/>
          <w:sz w:val="18"/>
          <w:szCs w:val="18"/>
        </w:rPr>
      </w:pPr>
      <w:r w:rsidRPr="006C1216">
        <w:rPr>
          <w:rFonts w:ascii="Arial" w:hAnsi="Arial" w:cs="Arial"/>
          <w:sz w:val="18"/>
          <w:szCs w:val="18"/>
        </w:rPr>
        <w:t xml:space="preserve"> </w:t>
      </w:r>
      <w:r w:rsidR="001740C9">
        <w:rPr>
          <w:rFonts w:ascii="Arial" w:hAnsi="Arial" w:cs="Arial"/>
          <w:sz w:val="18"/>
          <w:szCs w:val="18"/>
        </w:rPr>
        <w:t>1.5 cena prenumeraty za rok 2018</w:t>
      </w:r>
      <w:r w:rsidRPr="006C1216">
        <w:rPr>
          <w:rFonts w:ascii="Arial" w:hAnsi="Arial" w:cs="Arial"/>
          <w:sz w:val="18"/>
          <w:szCs w:val="18"/>
        </w:rPr>
        <w:t xml:space="preserve"> brutto wynosić będzie (suma poz. 1.3 i poz. 1.4): ………………………….…………euro </w:t>
      </w:r>
    </w:p>
    <w:p w:rsidR="00510B74" w:rsidRPr="006C1216" w:rsidRDefault="00510B74" w:rsidP="00510B74">
      <w:pPr>
        <w:pStyle w:val="Akapitzlist"/>
        <w:spacing w:line="360" w:lineRule="auto"/>
        <w:ind w:left="646"/>
        <w:jc w:val="center"/>
        <w:rPr>
          <w:rFonts w:ascii="Arial" w:hAnsi="Arial" w:cs="Arial"/>
          <w:b/>
          <w:i/>
          <w:sz w:val="18"/>
          <w:szCs w:val="18"/>
        </w:rPr>
      </w:pPr>
    </w:p>
    <w:p w:rsidR="00510B74" w:rsidRPr="006C1216" w:rsidRDefault="00510B74" w:rsidP="00510B74">
      <w:pPr>
        <w:pStyle w:val="Akapitzlist"/>
        <w:spacing w:line="480" w:lineRule="auto"/>
        <w:ind w:left="646"/>
        <w:jc w:val="center"/>
        <w:rPr>
          <w:rFonts w:ascii="Arial" w:hAnsi="Arial" w:cs="Arial"/>
          <w:b/>
          <w:i/>
          <w:sz w:val="18"/>
          <w:szCs w:val="18"/>
        </w:rPr>
      </w:pPr>
      <w:r w:rsidRPr="006C1216">
        <w:rPr>
          <w:rFonts w:ascii="Arial" w:hAnsi="Arial" w:cs="Arial"/>
          <w:b/>
          <w:i/>
          <w:sz w:val="18"/>
          <w:szCs w:val="18"/>
        </w:rPr>
        <w:t xml:space="preserve">w okresie </w:t>
      </w:r>
      <w:r w:rsidR="001740C9">
        <w:rPr>
          <w:rFonts w:ascii="Arial" w:hAnsi="Arial" w:cs="Arial"/>
          <w:b/>
          <w:i/>
          <w:sz w:val="18"/>
          <w:szCs w:val="18"/>
        </w:rPr>
        <w:t>obowiązywania umowy (2017-2018</w:t>
      </w:r>
      <w:r w:rsidRPr="006C1216">
        <w:rPr>
          <w:rFonts w:ascii="Arial" w:hAnsi="Arial" w:cs="Arial"/>
          <w:b/>
          <w:i/>
          <w:sz w:val="18"/>
          <w:szCs w:val="18"/>
        </w:rPr>
        <w:t>)</w:t>
      </w:r>
    </w:p>
    <w:p w:rsidR="00510B74" w:rsidRPr="006C1216" w:rsidRDefault="00510B74" w:rsidP="00510B74">
      <w:pPr>
        <w:pStyle w:val="Akapitzlist"/>
        <w:spacing w:line="480" w:lineRule="auto"/>
        <w:ind w:left="646"/>
        <w:rPr>
          <w:rFonts w:ascii="Arial" w:hAnsi="Arial" w:cs="Arial"/>
          <w:b/>
          <w:sz w:val="18"/>
          <w:szCs w:val="18"/>
        </w:rPr>
      </w:pPr>
      <w:r w:rsidRPr="006C1216">
        <w:rPr>
          <w:rFonts w:ascii="Arial" w:hAnsi="Arial" w:cs="Arial"/>
          <w:b/>
          <w:sz w:val="18"/>
          <w:szCs w:val="18"/>
        </w:rPr>
        <w:t xml:space="preserve"> 1.6 cena oferty brutto (suma poz. 1.3 i </w:t>
      </w:r>
      <w:r w:rsidR="006C1216" w:rsidRPr="006C1216">
        <w:rPr>
          <w:rFonts w:ascii="Arial" w:hAnsi="Arial" w:cs="Arial"/>
          <w:b/>
          <w:sz w:val="18"/>
          <w:szCs w:val="18"/>
        </w:rPr>
        <w:t>1.5): ……………………………………………………</w:t>
      </w:r>
      <w:r w:rsidRPr="006C1216">
        <w:rPr>
          <w:rFonts w:ascii="Arial" w:hAnsi="Arial" w:cs="Arial"/>
          <w:b/>
          <w:sz w:val="18"/>
          <w:szCs w:val="18"/>
        </w:rPr>
        <w:t>euro</w:t>
      </w:r>
      <w:r w:rsidR="006C1216" w:rsidRPr="006C1216">
        <w:rPr>
          <w:rFonts w:ascii="Arial" w:hAnsi="Arial" w:cs="Arial"/>
          <w:b/>
          <w:sz w:val="18"/>
          <w:szCs w:val="18"/>
        </w:rPr>
        <w:t xml:space="preserve"> (do porównania ofert)</w:t>
      </w:r>
    </w:p>
    <w:p w:rsidR="00E02688" w:rsidRPr="00E02688" w:rsidRDefault="00510B74" w:rsidP="00510B74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6C1216">
        <w:rPr>
          <w:rFonts w:ascii="Arial" w:hAnsi="Arial" w:cs="Arial"/>
          <w:i/>
          <w:sz w:val="18"/>
          <w:szCs w:val="18"/>
        </w:rPr>
        <w:t>słownie:................................................................................................................................euro</w:t>
      </w:r>
    </w:p>
    <w:p w:rsidR="00E02688" w:rsidRPr="00E02688" w:rsidRDefault="00E02688" w:rsidP="00E02688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02688">
        <w:rPr>
          <w:rFonts w:ascii="Arial" w:hAnsi="Arial" w:cs="Arial"/>
          <w:sz w:val="18"/>
          <w:szCs w:val="18"/>
        </w:rPr>
        <w:tab/>
      </w:r>
      <w:r w:rsidRPr="00E02688">
        <w:rPr>
          <w:rFonts w:ascii="Arial" w:hAnsi="Arial" w:cs="Arial"/>
          <w:sz w:val="18"/>
          <w:szCs w:val="18"/>
        </w:rPr>
        <w:tab/>
      </w:r>
    </w:p>
    <w:p w:rsidR="00EB4D7A" w:rsidRPr="00160FE1" w:rsidRDefault="00EB4D7A" w:rsidP="00EB4D7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1740C9" w:rsidRDefault="001740C9" w:rsidP="001740C9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  <w:r w:rsidRPr="002E742E">
        <w:rPr>
          <w:rFonts w:ascii="Arial" w:hAnsi="Arial" w:cs="Arial"/>
          <w:i/>
          <w:iCs/>
          <w:sz w:val="18"/>
          <w:szCs w:val="18"/>
        </w:rPr>
        <w:t>Wyżej podana cena stanowi cenę w rozumieniu art. 3 ust. 1 pkt 1 i ust. 2 ustawy z dnia 9 maja 2014 r. o informowaniu o</w:t>
      </w:r>
      <w:r>
        <w:rPr>
          <w:rFonts w:ascii="Arial" w:hAnsi="Arial" w:cs="Arial"/>
          <w:i/>
          <w:iCs/>
          <w:sz w:val="18"/>
          <w:szCs w:val="18"/>
        </w:rPr>
        <w:t> </w:t>
      </w:r>
      <w:r w:rsidRPr="002E742E">
        <w:rPr>
          <w:rFonts w:ascii="Arial" w:hAnsi="Arial" w:cs="Arial"/>
          <w:i/>
          <w:iCs/>
          <w:sz w:val="18"/>
          <w:szCs w:val="18"/>
        </w:rPr>
        <w:t>cenach towarów i usług (Dz. U. poz. 915), a więc</w:t>
      </w:r>
      <w:r w:rsidRPr="002E742E"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r w:rsidRPr="002E742E">
        <w:rPr>
          <w:rFonts w:ascii="Arial" w:hAnsi="Arial" w:cs="Arial"/>
          <w:i/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533BFF" w:rsidRDefault="00DD375E" w:rsidP="007847F6">
      <w:pPr>
        <w:pStyle w:val="Akapitzlist"/>
        <w:spacing w:line="360" w:lineRule="auto"/>
        <w:ind w:left="709" w:firstLine="425"/>
        <w:jc w:val="both"/>
        <w:rPr>
          <w:rFonts w:ascii="Arial" w:hAnsi="Arial" w:cs="Arial"/>
          <w:i/>
          <w:sz w:val="18"/>
          <w:szCs w:val="18"/>
        </w:rPr>
      </w:pPr>
      <w:r w:rsidRPr="00C01147">
        <w:rPr>
          <w:rFonts w:ascii="Arial" w:hAnsi="Arial" w:cs="Arial"/>
          <w:b/>
          <w:i/>
          <w:sz w:val="18"/>
          <w:szCs w:val="18"/>
        </w:rPr>
        <w:t xml:space="preserve">Cena podana w ofercie jest sumą kwot wszystkich elementów składających się na przedmiot zamówienia </w:t>
      </w:r>
      <w:r w:rsidR="00B37E5C" w:rsidRPr="00C01147">
        <w:rPr>
          <w:rFonts w:ascii="Arial" w:hAnsi="Arial" w:cs="Arial"/>
          <w:b/>
          <w:i/>
          <w:sz w:val="18"/>
          <w:szCs w:val="18"/>
        </w:rPr>
        <w:t>i obejmuje wszelkie koszty poniesione w celu należytego wykonania zamówienia wraz z pochodnymi w tym w szczególności</w:t>
      </w:r>
      <w:r w:rsidR="00903DE1" w:rsidRPr="00C01147">
        <w:rPr>
          <w:rFonts w:ascii="Arial" w:hAnsi="Arial" w:cs="Arial"/>
          <w:b/>
          <w:i/>
          <w:sz w:val="18"/>
          <w:szCs w:val="18"/>
        </w:rPr>
        <w:t>:</w:t>
      </w:r>
      <w:r w:rsidRPr="00B37E5C">
        <w:rPr>
          <w:rFonts w:ascii="Arial" w:hAnsi="Arial" w:cs="Arial"/>
          <w:i/>
          <w:sz w:val="18"/>
          <w:szCs w:val="18"/>
        </w:rPr>
        <w:t xml:space="preserve"> </w:t>
      </w:r>
      <w:r w:rsidR="00B37E5C">
        <w:rPr>
          <w:rFonts w:ascii="Arial" w:hAnsi="Arial" w:cs="Arial"/>
          <w:i/>
          <w:sz w:val="18"/>
          <w:szCs w:val="18"/>
        </w:rPr>
        <w:t xml:space="preserve"> </w:t>
      </w:r>
      <w:r w:rsidR="00B37E5C" w:rsidRPr="00B37E5C">
        <w:rPr>
          <w:rFonts w:ascii="Arial" w:hAnsi="Arial" w:cs="Arial"/>
          <w:i/>
          <w:sz w:val="18"/>
          <w:szCs w:val="18"/>
        </w:rPr>
        <w:t>uwzględnia wszystkie czasopisma,</w:t>
      </w:r>
      <w:r w:rsidR="00B37E5C" w:rsidRPr="00B37E5C">
        <w:rPr>
          <w:rFonts w:ascii="Arial" w:hAnsi="Arial" w:cs="Arial"/>
          <w:sz w:val="18"/>
          <w:szCs w:val="18"/>
        </w:rPr>
        <w:t xml:space="preserve"> </w:t>
      </w:r>
      <w:r w:rsidR="00903DE1" w:rsidRPr="008A73C3">
        <w:rPr>
          <w:rFonts w:ascii="Arial" w:hAnsi="Arial" w:cs="Arial"/>
          <w:i/>
          <w:sz w:val="18"/>
          <w:szCs w:val="18"/>
        </w:rPr>
        <w:t xml:space="preserve">koszt </w:t>
      </w:r>
      <w:r w:rsidR="00B37E5C" w:rsidRPr="008A73C3">
        <w:rPr>
          <w:rFonts w:ascii="Arial" w:hAnsi="Arial" w:cs="Arial"/>
          <w:i/>
          <w:sz w:val="18"/>
          <w:szCs w:val="18"/>
        </w:rPr>
        <w:t xml:space="preserve">ich </w:t>
      </w:r>
      <w:r w:rsidR="00533BFF" w:rsidRPr="008A73C3">
        <w:rPr>
          <w:rFonts w:ascii="Arial" w:hAnsi="Arial" w:cs="Arial"/>
          <w:i/>
          <w:sz w:val="18"/>
          <w:szCs w:val="18"/>
        </w:rPr>
        <w:t>dostawy</w:t>
      </w:r>
      <w:r w:rsidR="007847F6" w:rsidRPr="008A73C3">
        <w:rPr>
          <w:rFonts w:ascii="Arial" w:hAnsi="Arial" w:cs="Arial"/>
          <w:i/>
          <w:sz w:val="18"/>
          <w:szCs w:val="18"/>
        </w:rPr>
        <w:t>,</w:t>
      </w:r>
      <w:r w:rsidR="00533BFF" w:rsidRPr="008A73C3">
        <w:rPr>
          <w:rFonts w:ascii="Arial" w:hAnsi="Arial" w:cs="Arial"/>
          <w:i/>
          <w:sz w:val="18"/>
          <w:szCs w:val="18"/>
        </w:rPr>
        <w:t xml:space="preserve"> koszt przesyłki, koszt obsługi celnej, rabaty, upusty, a także podatki, opłaty, koszty innych obowiązków wynikających z dokumentacji dotyczącej niniejszego postępowania </w:t>
      </w:r>
      <w:r w:rsidR="00B37E5C" w:rsidRPr="00B37E5C">
        <w:rPr>
          <w:rFonts w:ascii="Arial" w:hAnsi="Arial" w:cs="Arial"/>
          <w:i/>
          <w:sz w:val="18"/>
          <w:szCs w:val="18"/>
        </w:rPr>
        <w:t xml:space="preserve">wskazane m. in. </w:t>
      </w:r>
      <w:r w:rsidR="008A73C3" w:rsidRPr="0090272A">
        <w:rPr>
          <w:rFonts w:ascii="Arial" w:hAnsi="Arial" w:cs="Arial"/>
          <w:i/>
          <w:sz w:val="18"/>
          <w:szCs w:val="18"/>
        </w:rPr>
        <w:t>w §1 ust. 5</w:t>
      </w:r>
      <w:r w:rsidR="008A73C3"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 w:rsidR="00B37E5C" w:rsidRPr="00B37E5C">
        <w:rPr>
          <w:rFonts w:ascii="Arial" w:hAnsi="Arial" w:cs="Arial"/>
          <w:i/>
          <w:sz w:val="18"/>
          <w:szCs w:val="18"/>
        </w:rPr>
        <w:t xml:space="preserve"> wzoru umowy (załącznik nr 3 do SIWZ)</w:t>
      </w:r>
      <w:r w:rsidR="00B37E5C" w:rsidRPr="00B37E5C">
        <w:rPr>
          <w:rFonts w:ascii="Arial" w:hAnsi="Arial" w:cs="Arial"/>
          <w:sz w:val="18"/>
          <w:szCs w:val="18"/>
        </w:rPr>
        <w:t xml:space="preserve"> </w:t>
      </w:r>
      <w:r w:rsidR="00533BFF" w:rsidRPr="008A73C3">
        <w:rPr>
          <w:rFonts w:ascii="Arial" w:hAnsi="Arial" w:cs="Arial"/>
          <w:i/>
          <w:sz w:val="18"/>
          <w:szCs w:val="18"/>
        </w:rPr>
        <w:t xml:space="preserve">oraz wszelkie elementy ryzyka związane z realizacją zamówienia, koszty ogólne i ewentualny zysk Wykonawcy. </w:t>
      </w:r>
    </w:p>
    <w:p w:rsidR="00B37E5C" w:rsidRPr="007847F6" w:rsidRDefault="00B37E5C" w:rsidP="00B37E5C">
      <w:pPr>
        <w:pStyle w:val="Akapitzlist"/>
        <w:spacing w:before="40" w:after="40" w:line="360" w:lineRule="auto"/>
        <w:ind w:firstLine="414"/>
        <w:jc w:val="both"/>
        <w:rPr>
          <w:rFonts w:ascii="Arial" w:eastAsia="Arial Unicode MS" w:hAnsi="Arial" w:cs="Arial"/>
          <w:i/>
          <w:sz w:val="18"/>
          <w:szCs w:val="18"/>
        </w:rPr>
      </w:pPr>
      <w:r>
        <w:rPr>
          <w:rFonts w:ascii="Arial" w:eastAsia="Arial Unicode MS" w:hAnsi="Arial" w:cs="Arial"/>
          <w:i/>
          <w:sz w:val="18"/>
          <w:szCs w:val="18"/>
        </w:rPr>
        <w:t>Jeżeli Wykonawca udziela rabatu, winien być on uwzględniony w cenie. Wykonawca winien wycenić wszystkie tytuły z formularza cenowego przedstawionego w pkt. 2 poniżej, pod rygorem odrzucenia oferty.</w:t>
      </w:r>
    </w:p>
    <w:p w:rsidR="001740C9" w:rsidRPr="00B91000" w:rsidRDefault="00B37E5C" w:rsidP="00B91000">
      <w:pPr>
        <w:pStyle w:val="Akapitzlist"/>
        <w:spacing w:line="360" w:lineRule="auto"/>
        <w:ind w:left="644" w:firstLine="490"/>
        <w:jc w:val="both"/>
        <w:rPr>
          <w:rFonts w:ascii="Arial" w:hAnsi="Arial" w:cs="Arial"/>
          <w:i/>
          <w:iCs/>
          <w:sz w:val="18"/>
          <w:szCs w:val="18"/>
        </w:rPr>
      </w:pPr>
      <w:r w:rsidRPr="00954C1D">
        <w:rPr>
          <w:rFonts w:ascii="Arial" w:hAnsi="Arial" w:cs="Arial"/>
          <w:i/>
          <w:iCs/>
          <w:sz w:val="18"/>
          <w:szCs w:val="18"/>
        </w:rPr>
        <w:t>Wszystkie ceny, ceny jednostkowe i wartości winny być podane po zaokrągleniu do dwóch (2) miejsc po przecinku zgodnie z matematycznymi zasadami zaokrąglania tj. „5” i więcej na trzecim miejscu po przecinku – zaokrąglenie w górę, poniżej „5” – zaokrąglenie w dół.</w:t>
      </w:r>
    </w:p>
    <w:p w:rsidR="0065423D" w:rsidRDefault="007847F6" w:rsidP="007847F6">
      <w:pPr>
        <w:pStyle w:val="Akapitzlist"/>
        <w:spacing w:before="40" w:after="40" w:line="360" w:lineRule="auto"/>
        <w:ind w:firstLine="414"/>
        <w:jc w:val="both"/>
        <w:rPr>
          <w:rFonts w:ascii="Arial" w:eastAsia="Arial Unicode MS" w:hAnsi="Arial" w:cs="Arial"/>
          <w:i/>
          <w:sz w:val="18"/>
          <w:szCs w:val="18"/>
        </w:rPr>
      </w:pPr>
      <w:r w:rsidRPr="007847F6">
        <w:rPr>
          <w:rFonts w:ascii="Arial" w:eastAsia="Arial Unicode MS" w:hAnsi="Arial" w:cs="Arial"/>
          <w:i/>
          <w:sz w:val="18"/>
          <w:szCs w:val="18"/>
        </w:rPr>
        <w:t xml:space="preserve">Wykonawcy </w:t>
      </w:r>
      <w:r w:rsidRPr="008A73C3">
        <w:rPr>
          <w:rFonts w:ascii="Arial" w:eastAsia="Arial Unicode MS" w:hAnsi="Arial" w:cs="Arial"/>
          <w:i/>
          <w:sz w:val="18"/>
          <w:szCs w:val="18"/>
        </w:rPr>
        <w:t>mający siedzibę lub miejsce zamieszkania poza terytorium RP</w:t>
      </w:r>
      <w:r w:rsidRPr="007847F6">
        <w:rPr>
          <w:rFonts w:ascii="Arial" w:eastAsia="Arial Unicode MS" w:hAnsi="Arial" w:cs="Arial"/>
          <w:i/>
          <w:sz w:val="18"/>
          <w:szCs w:val="18"/>
        </w:rPr>
        <w:t xml:space="preserve"> (Wykonawcy zagraniczni) biorący udział w postępowaniu winni do wartości netto oferowanych przez siebie czasopism doliczyć (wyłącznie w celu umożliwienia Zamawiającemu dokonania porównania i oceny złożonych ofert) podatek VAT w wysokości 8% (wersja </w:t>
      </w:r>
      <w:proofErr w:type="spellStart"/>
      <w:r w:rsidRPr="007847F6">
        <w:rPr>
          <w:rFonts w:ascii="Arial" w:eastAsia="Arial Unicode MS" w:hAnsi="Arial" w:cs="Arial"/>
          <w:i/>
          <w:sz w:val="18"/>
          <w:szCs w:val="18"/>
        </w:rPr>
        <w:t>print</w:t>
      </w:r>
      <w:proofErr w:type="spellEnd"/>
      <w:r w:rsidRPr="007847F6">
        <w:rPr>
          <w:rFonts w:ascii="Arial" w:eastAsia="Arial Unicode MS" w:hAnsi="Arial" w:cs="Arial"/>
          <w:i/>
          <w:sz w:val="18"/>
          <w:szCs w:val="18"/>
        </w:rPr>
        <w:t xml:space="preserve"> czasopism), natomiast w przypadku płatnej wersji online w wysokości 23%. Wyliczona w ten sposób kwota stanowić będzie cenę brutto oferty Wykonawcy zagranicznego, która będzie brana pod uwagę przy dokonywaniu oceny i porównania ofert. Umowa  zostanie zawarta na kwotę netto</w:t>
      </w:r>
      <w:r w:rsidR="0065423D">
        <w:rPr>
          <w:rFonts w:ascii="Arial" w:eastAsia="Arial Unicode MS" w:hAnsi="Arial" w:cs="Arial"/>
          <w:i/>
          <w:sz w:val="18"/>
          <w:szCs w:val="18"/>
        </w:rPr>
        <w:t xml:space="preserve"> (bez wartości dodanej)</w:t>
      </w:r>
      <w:r w:rsidRPr="007847F6">
        <w:rPr>
          <w:rFonts w:ascii="Arial" w:eastAsia="Arial Unicode MS" w:hAnsi="Arial" w:cs="Arial"/>
          <w:i/>
          <w:sz w:val="18"/>
          <w:szCs w:val="18"/>
        </w:rPr>
        <w:t xml:space="preserve">, natomiast należny podatek VAT </w:t>
      </w:r>
      <w:r w:rsidR="0065423D">
        <w:rPr>
          <w:rFonts w:ascii="Arial" w:eastAsia="Arial Unicode MS" w:hAnsi="Arial" w:cs="Arial"/>
          <w:i/>
          <w:sz w:val="18"/>
          <w:szCs w:val="18"/>
        </w:rPr>
        <w:t xml:space="preserve">we właściwej wysokości </w:t>
      </w:r>
      <w:r w:rsidRPr="007847F6">
        <w:rPr>
          <w:rFonts w:ascii="Arial" w:eastAsia="Arial Unicode MS" w:hAnsi="Arial" w:cs="Arial"/>
          <w:i/>
          <w:sz w:val="18"/>
          <w:szCs w:val="18"/>
        </w:rPr>
        <w:t>Zamawiający odprowadzi we własnym zakresie.</w:t>
      </w:r>
    </w:p>
    <w:p w:rsidR="007847F6" w:rsidRPr="00AA0758" w:rsidRDefault="007847F6" w:rsidP="007847F6">
      <w:pPr>
        <w:pStyle w:val="Akapitzlist"/>
        <w:spacing w:before="40" w:after="40" w:line="360" w:lineRule="auto"/>
        <w:ind w:firstLine="414"/>
        <w:jc w:val="both"/>
        <w:rPr>
          <w:rFonts w:ascii="Arial" w:eastAsia="Arial Unicode MS" w:hAnsi="Arial" w:cs="Arial"/>
          <w:b/>
          <w:i/>
          <w:sz w:val="18"/>
          <w:szCs w:val="18"/>
          <w:u w:val="single"/>
        </w:rPr>
      </w:pPr>
      <w:r w:rsidRPr="007847F6">
        <w:rPr>
          <w:rFonts w:ascii="Arial" w:eastAsia="Arial Unicode MS" w:hAnsi="Arial" w:cs="Arial"/>
          <w:i/>
          <w:sz w:val="18"/>
          <w:szCs w:val="18"/>
        </w:rPr>
        <w:t xml:space="preserve">  W przypadku publikacji łączonych (wersja </w:t>
      </w:r>
      <w:proofErr w:type="spellStart"/>
      <w:r w:rsidRPr="007847F6">
        <w:rPr>
          <w:rFonts w:ascii="Arial" w:eastAsia="Arial Unicode MS" w:hAnsi="Arial" w:cs="Arial"/>
          <w:i/>
          <w:sz w:val="18"/>
          <w:szCs w:val="18"/>
        </w:rPr>
        <w:t>print</w:t>
      </w:r>
      <w:proofErr w:type="spellEnd"/>
      <w:r w:rsidRPr="007847F6">
        <w:rPr>
          <w:rFonts w:ascii="Arial" w:eastAsia="Arial Unicode MS" w:hAnsi="Arial" w:cs="Arial"/>
          <w:i/>
          <w:sz w:val="18"/>
          <w:szCs w:val="18"/>
        </w:rPr>
        <w:t xml:space="preserve"> i online) Wykonawca określa samodzielnie wartości w poszczególnych pozycjach dokonując podziału wartości sprzedawanego czasopisma na część drukowaną (stawka VAT 8%) i część „on-line” (stawka VAT 23%) kierując się posiadaną wiedzą i doświadczeniem. </w:t>
      </w:r>
      <w:r w:rsidRPr="001740C9">
        <w:rPr>
          <w:rFonts w:ascii="Arial" w:eastAsia="Arial Unicode MS" w:hAnsi="Arial" w:cs="Arial"/>
          <w:b/>
          <w:sz w:val="18"/>
          <w:szCs w:val="18"/>
        </w:rPr>
        <w:t xml:space="preserve">W przypadku czasopism, dla </w:t>
      </w:r>
      <w:r w:rsidRPr="001740C9">
        <w:rPr>
          <w:rFonts w:ascii="Arial" w:eastAsia="Arial Unicode MS" w:hAnsi="Arial" w:cs="Arial"/>
          <w:b/>
          <w:sz w:val="18"/>
          <w:szCs w:val="18"/>
        </w:rPr>
        <w:lastRenderedPageBreak/>
        <w:t xml:space="preserve">których wersja on-line jest bezpłatnym dodatkiem do wersji drukowanej, Wykonawca dla wersji on-line podaje informację o treści: wersja bezpłatna. </w:t>
      </w:r>
    </w:p>
    <w:p w:rsidR="008D63BD" w:rsidRDefault="001740C9" w:rsidP="001740C9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Oferujemy poniższe czasopisma:</w:t>
      </w:r>
    </w:p>
    <w:tbl>
      <w:tblPr>
        <w:tblStyle w:val="Tabela-Siatka"/>
        <w:tblW w:w="0" w:type="auto"/>
        <w:tblInd w:w="786" w:type="dxa"/>
        <w:tblLayout w:type="fixed"/>
        <w:tblLook w:val="04A0" w:firstRow="1" w:lastRow="0" w:firstColumn="1" w:lastColumn="0" w:noHBand="0" w:noVBand="1"/>
      </w:tblPr>
      <w:tblGrid>
        <w:gridCol w:w="517"/>
        <w:gridCol w:w="2338"/>
        <w:gridCol w:w="870"/>
        <w:gridCol w:w="30"/>
        <w:gridCol w:w="958"/>
        <w:gridCol w:w="1155"/>
        <w:gridCol w:w="50"/>
        <w:gridCol w:w="1205"/>
        <w:gridCol w:w="10"/>
        <w:gridCol w:w="1194"/>
        <w:gridCol w:w="21"/>
        <w:gridCol w:w="1184"/>
        <w:gridCol w:w="23"/>
      </w:tblGrid>
      <w:tr w:rsidR="00AA0758" w:rsidRPr="00252FB0" w:rsidTr="005A4D6E">
        <w:trPr>
          <w:gridAfter w:val="1"/>
          <w:wAfter w:w="23" w:type="dxa"/>
          <w:trHeight w:val="702"/>
        </w:trPr>
        <w:tc>
          <w:tcPr>
            <w:tcW w:w="517" w:type="dxa"/>
            <w:vAlign w:val="center"/>
          </w:tcPr>
          <w:p w:rsidR="00AA0758" w:rsidRPr="00252FB0" w:rsidRDefault="00AA0758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52FB0">
              <w:rPr>
                <w:rFonts w:ascii="Arial" w:eastAsia="Calibri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2338" w:type="dxa"/>
            <w:vAlign w:val="center"/>
          </w:tcPr>
          <w:p w:rsidR="00AA0758" w:rsidRPr="00252FB0" w:rsidRDefault="00AA0758" w:rsidP="007C4C5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52FB0">
              <w:rPr>
                <w:rFonts w:ascii="Arial" w:eastAsia="Calibri" w:hAnsi="Arial" w:cs="Arial"/>
                <w:b/>
                <w:sz w:val="18"/>
                <w:szCs w:val="18"/>
              </w:rPr>
              <w:t>Tytuł czasopisma, numer ISSN</w:t>
            </w:r>
          </w:p>
        </w:tc>
        <w:tc>
          <w:tcPr>
            <w:tcW w:w="1858" w:type="dxa"/>
            <w:gridSpan w:val="3"/>
            <w:vAlign w:val="center"/>
          </w:tcPr>
          <w:p w:rsidR="00AA0758" w:rsidRPr="00252FB0" w:rsidRDefault="00AA0758" w:rsidP="007C4C5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52FB0">
              <w:rPr>
                <w:rFonts w:ascii="Arial" w:eastAsia="Calibri" w:hAnsi="Arial" w:cs="Arial"/>
                <w:b/>
                <w:sz w:val="18"/>
                <w:szCs w:val="18"/>
              </w:rPr>
              <w:t>Stawka podatku VAT %</w:t>
            </w:r>
          </w:p>
        </w:tc>
        <w:tc>
          <w:tcPr>
            <w:tcW w:w="2410" w:type="dxa"/>
            <w:gridSpan w:val="3"/>
            <w:vAlign w:val="center"/>
          </w:tcPr>
          <w:p w:rsidR="00AA0758" w:rsidRPr="00252FB0" w:rsidRDefault="00AA0758" w:rsidP="007C4C5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52FB0">
              <w:rPr>
                <w:rFonts w:ascii="Arial" w:eastAsia="Calibri" w:hAnsi="Arial" w:cs="Arial"/>
                <w:b/>
                <w:sz w:val="18"/>
                <w:szCs w:val="18"/>
              </w:rPr>
              <w:t>Wartość netto prenumeraty</w:t>
            </w:r>
          </w:p>
          <w:p w:rsidR="00AA0758" w:rsidRPr="00252FB0" w:rsidRDefault="001740C9" w:rsidP="007C4C5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52FB0">
              <w:rPr>
                <w:rFonts w:ascii="Arial" w:eastAsia="Calibri" w:hAnsi="Arial" w:cs="Arial"/>
                <w:b/>
                <w:sz w:val="18"/>
                <w:szCs w:val="18"/>
              </w:rPr>
              <w:t>na rok 2017</w:t>
            </w:r>
            <w:r w:rsidR="00AA0758" w:rsidRPr="00252FB0">
              <w:rPr>
                <w:rFonts w:ascii="Arial" w:eastAsia="Calibri" w:hAnsi="Arial" w:cs="Arial"/>
                <w:b/>
                <w:sz w:val="18"/>
                <w:szCs w:val="18"/>
              </w:rPr>
              <w:t xml:space="preserve">                      (z uwzględnieniem rabatu)</w:t>
            </w:r>
          </w:p>
        </w:tc>
        <w:tc>
          <w:tcPr>
            <w:tcW w:w="2409" w:type="dxa"/>
            <w:gridSpan w:val="4"/>
            <w:vAlign w:val="center"/>
          </w:tcPr>
          <w:p w:rsidR="00AA0758" w:rsidRPr="00252FB0" w:rsidRDefault="00AA0758" w:rsidP="007C4C5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52FB0">
              <w:rPr>
                <w:rFonts w:ascii="Arial" w:eastAsia="Calibri" w:hAnsi="Arial" w:cs="Arial"/>
                <w:b/>
                <w:sz w:val="18"/>
                <w:szCs w:val="18"/>
              </w:rPr>
              <w:t>Wartość brutto prenumeraty</w:t>
            </w:r>
          </w:p>
          <w:p w:rsidR="00AA0758" w:rsidRPr="00252FB0" w:rsidRDefault="00571610" w:rsidP="007C4C5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na rok 2017</w:t>
            </w:r>
          </w:p>
          <w:p w:rsidR="00AA0758" w:rsidRPr="00252FB0" w:rsidRDefault="00AA0758" w:rsidP="007C4C5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52FB0">
              <w:rPr>
                <w:rFonts w:ascii="Arial" w:eastAsia="Calibri" w:hAnsi="Arial" w:cs="Arial"/>
                <w:b/>
                <w:sz w:val="18"/>
                <w:szCs w:val="18"/>
              </w:rPr>
              <w:t>(z uwzględnieniem rabatu)</w:t>
            </w:r>
          </w:p>
        </w:tc>
      </w:tr>
      <w:tr w:rsidR="003C3D42" w:rsidRPr="00252FB0" w:rsidTr="005A4D6E">
        <w:trPr>
          <w:gridAfter w:val="1"/>
          <w:wAfter w:w="23" w:type="dxa"/>
        </w:trPr>
        <w:tc>
          <w:tcPr>
            <w:tcW w:w="517" w:type="dxa"/>
            <w:vAlign w:val="center"/>
          </w:tcPr>
          <w:p w:rsidR="003C3D42" w:rsidRPr="00252FB0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52FB0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2338" w:type="dxa"/>
            <w:vAlign w:val="center"/>
          </w:tcPr>
          <w:p w:rsidR="003C3D42" w:rsidRPr="00252FB0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Acta</w:t>
            </w:r>
            <w:proofErr w:type="spellEnd"/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Apostolicae</w:t>
            </w:r>
            <w:proofErr w:type="spellEnd"/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Sedis</w:t>
            </w:r>
            <w:proofErr w:type="spellEnd"/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Vatican : </w:t>
            </w:r>
            <w:proofErr w:type="spellStart"/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Libreria</w:t>
            </w:r>
            <w:proofErr w:type="spellEnd"/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Editricae</w:t>
            </w:r>
            <w:proofErr w:type="spellEnd"/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Vaticana</w:t>
            </w:r>
            <w:proofErr w:type="spellEnd"/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– (</w:t>
            </w:r>
            <w:proofErr w:type="spellStart"/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vc</w:t>
            </w:r>
            <w:proofErr w:type="spellEnd"/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0001-5199. </w:t>
            </w:r>
            <w:r w:rsidRPr="00252FB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Vol. 109</w:t>
            </w:r>
          </w:p>
        </w:tc>
        <w:tc>
          <w:tcPr>
            <w:tcW w:w="1858" w:type="dxa"/>
            <w:gridSpan w:val="3"/>
          </w:tcPr>
          <w:p w:rsidR="003C3D42" w:rsidRPr="00252FB0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3C3D42" w:rsidRPr="00252FB0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gridSpan w:val="4"/>
            <w:vAlign w:val="center"/>
          </w:tcPr>
          <w:p w:rsidR="003C3D42" w:rsidRPr="00252FB0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3C3D42" w:rsidRPr="00252FB0" w:rsidTr="005A4D6E">
        <w:trPr>
          <w:gridAfter w:val="1"/>
          <w:wAfter w:w="23" w:type="dxa"/>
        </w:trPr>
        <w:tc>
          <w:tcPr>
            <w:tcW w:w="517" w:type="dxa"/>
            <w:vAlign w:val="center"/>
          </w:tcPr>
          <w:p w:rsidR="003C3D42" w:rsidRPr="00252FB0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252FB0">
              <w:rPr>
                <w:rFonts w:ascii="Arial" w:eastAsia="Calibri" w:hAnsi="Arial" w:cs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2338" w:type="dxa"/>
            <w:vAlign w:val="center"/>
          </w:tcPr>
          <w:p w:rsidR="003C3D42" w:rsidRPr="00252FB0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American Cinematographer. - Hollywood : ASC Holding Corporation. – (</w:t>
            </w:r>
            <w:proofErr w:type="spellStart"/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xxu</w:t>
            </w:r>
            <w:proofErr w:type="spellEnd"/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– ISSN 0002-7928. </w:t>
            </w:r>
            <w:r w:rsidRPr="00252FB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Vol. 98</w:t>
            </w:r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</w:t>
            </w:r>
          </w:p>
        </w:tc>
        <w:tc>
          <w:tcPr>
            <w:tcW w:w="1858" w:type="dxa"/>
            <w:gridSpan w:val="3"/>
          </w:tcPr>
          <w:p w:rsidR="003C3D42" w:rsidRPr="00252FB0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3C3D42" w:rsidRPr="00252FB0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gridSpan w:val="4"/>
            <w:vAlign w:val="center"/>
          </w:tcPr>
          <w:p w:rsidR="003C3D42" w:rsidRPr="00252FB0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3C3D42" w:rsidRPr="00252FB0" w:rsidTr="005A4D6E">
        <w:trPr>
          <w:gridAfter w:val="1"/>
          <w:wAfter w:w="23" w:type="dxa"/>
          <w:trHeight w:val="1357"/>
        </w:trPr>
        <w:tc>
          <w:tcPr>
            <w:tcW w:w="517" w:type="dxa"/>
            <w:vAlign w:val="center"/>
          </w:tcPr>
          <w:p w:rsidR="003C3D42" w:rsidRPr="00252FB0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252FB0">
              <w:rPr>
                <w:rFonts w:ascii="Arial" w:eastAsia="Calibri" w:hAnsi="Arial" w:cs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2338" w:type="dxa"/>
            <w:vAlign w:val="center"/>
          </w:tcPr>
          <w:p w:rsidR="003C3D42" w:rsidRPr="00252FB0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American Journal of Sociology </w:t>
            </w:r>
            <w:r w:rsidRPr="00252FB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+ online</w:t>
            </w:r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Chicago : The University of Chicago Press. - (</w:t>
            </w:r>
            <w:proofErr w:type="spellStart"/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xxu</w:t>
            </w:r>
            <w:proofErr w:type="spellEnd"/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0002-9602.  </w:t>
            </w:r>
            <w:r w:rsidRPr="00252FB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Vol. 123</w:t>
            </w:r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</w:t>
            </w:r>
          </w:p>
        </w:tc>
        <w:tc>
          <w:tcPr>
            <w:tcW w:w="900" w:type="dxa"/>
            <w:gridSpan w:val="2"/>
          </w:tcPr>
          <w:p w:rsidR="003C3D42" w:rsidRPr="00252FB0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252FB0" w:rsidRDefault="003C3D42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58" w:type="dxa"/>
          </w:tcPr>
          <w:p w:rsidR="003C3D42" w:rsidRPr="00252FB0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5" w:type="dxa"/>
            <w:gridSpan w:val="2"/>
          </w:tcPr>
          <w:p w:rsidR="003C3D42" w:rsidRPr="00252FB0" w:rsidRDefault="003C3D42" w:rsidP="00AA0758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252FB0" w:rsidRDefault="003C3D42" w:rsidP="00AA0758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</w:tcPr>
          <w:p w:rsidR="003C3D42" w:rsidRPr="00252FB0" w:rsidRDefault="003C3D42" w:rsidP="00AA0758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4" w:type="dxa"/>
            <w:gridSpan w:val="2"/>
          </w:tcPr>
          <w:p w:rsidR="003C3D42" w:rsidRPr="00252FB0" w:rsidRDefault="003C3D42" w:rsidP="00AA0758">
            <w:pPr>
              <w:rPr>
                <w:rFonts w:ascii="Arial" w:hAnsi="Arial" w:cs="Arial"/>
                <w:sz w:val="16"/>
                <w:szCs w:val="16"/>
              </w:rPr>
            </w:pPr>
            <w:r w:rsidRPr="00252FB0">
              <w:rPr>
                <w:rFonts w:ascii="Arial" w:hAnsi="Arial" w:cs="Arial"/>
                <w:sz w:val="16"/>
                <w:szCs w:val="16"/>
              </w:rPr>
              <w:t>PRINT</w:t>
            </w:r>
          </w:p>
        </w:tc>
        <w:tc>
          <w:tcPr>
            <w:tcW w:w="1205" w:type="dxa"/>
            <w:gridSpan w:val="2"/>
          </w:tcPr>
          <w:p w:rsidR="003C3D42" w:rsidRPr="00252FB0" w:rsidRDefault="003C3D42" w:rsidP="00AA0758">
            <w:pPr>
              <w:rPr>
                <w:rFonts w:ascii="Arial" w:hAnsi="Arial" w:cs="Arial"/>
                <w:sz w:val="16"/>
                <w:szCs w:val="16"/>
              </w:rPr>
            </w:pPr>
            <w:r w:rsidRPr="00252FB0">
              <w:rPr>
                <w:rFonts w:ascii="Arial" w:hAnsi="Arial" w:cs="Arial"/>
                <w:sz w:val="16"/>
                <w:szCs w:val="16"/>
              </w:rPr>
              <w:t>ON-LINE</w:t>
            </w:r>
          </w:p>
        </w:tc>
      </w:tr>
      <w:tr w:rsidR="003C3D42" w:rsidRPr="00252FB0" w:rsidTr="005A4D6E">
        <w:trPr>
          <w:gridAfter w:val="1"/>
          <w:wAfter w:w="23" w:type="dxa"/>
        </w:trPr>
        <w:tc>
          <w:tcPr>
            <w:tcW w:w="517" w:type="dxa"/>
            <w:vAlign w:val="center"/>
          </w:tcPr>
          <w:p w:rsidR="003C3D42" w:rsidRPr="00252FB0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252FB0">
              <w:rPr>
                <w:rFonts w:ascii="Arial" w:eastAsia="Calibri" w:hAnsi="Arial" w:cs="Arial"/>
                <w:sz w:val="18"/>
                <w:szCs w:val="18"/>
                <w:lang w:val="en-US"/>
              </w:rPr>
              <w:t>4</w:t>
            </w:r>
          </w:p>
        </w:tc>
        <w:tc>
          <w:tcPr>
            <w:tcW w:w="2338" w:type="dxa"/>
            <w:vAlign w:val="center"/>
          </w:tcPr>
          <w:p w:rsidR="003C3D42" w:rsidRPr="00252FB0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American Mathematical Monthly. - Washington : The Mathematical Association of America. – (</w:t>
            </w:r>
            <w:proofErr w:type="spellStart"/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xxu</w:t>
            </w:r>
            <w:proofErr w:type="spellEnd"/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0002-9890                                                                          </w:t>
            </w:r>
          </w:p>
        </w:tc>
        <w:tc>
          <w:tcPr>
            <w:tcW w:w="1858" w:type="dxa"/>
            <w:gridSpan w:val="3"/>
          </w:tcPr>
          <w:p w:rsidR="003C3D42" w:rsidRPr="00252FB0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3C3D42" w:rsidRPr="00252FB0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gridSpan w:val="4"/>
            <w:vAlign w:val="center"/>
          </w:tcPr>
          <w:p w:rsidR="003C3D42" w:rsidRPr="00252FB0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3C3D42" w:rsidRPr="00252FB0" w:rsidTr="005A4D6E">
        <w:trPr>
          <w:gridAfter w:val="1"/>
          <w:wAfter w:w="23" w:type="dxa"/>
        </w:trPr>
        <w:tc>
          <w:tcPr>
            <w:tcW w:w="517" w:type="dxa"/>
            <w:vAlign w:val="center"/>
          </w:tcPr>
          <w:p w:rsidR="003C3D42" w:rsidRPr="00252FB0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252FB0">
              <w:rPr>
                <w:rFonts w:ascii="Arial" w:eastAsia="Calibri" w:hAnsi="Arial" w:cs="Arial"/>
                <w:sz w:val="18"/>
                <w:szCs w:val="18"/>
                <w:lang w:val="en-US"/>
              </w:rPr>
              <w:t>5</w:t>
            </w:r>
          </w:p>
        </w:tc>
        <w:tc>
          <w:tcPr>
            <w:tcW w:w="2338" w:type="dxa"/>
            <w:vAlign w:val="center"/>
          </w:tcPr>
          <w:p w:rsidR="003C3D42" w:rsidRPr="00252FB0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American Sociological Review </w:t>
            </w:r>
            <w:r w:rsidRPr="00252FB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+ online</w:t>
            </w:r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Thousand Oaks : Sage Publications Inc. - (</w:t>
            </w:r>
            <w:proofErr w:type="spellStart"/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xxu</w:t>
            </w:r>
            <w:proofErr w:type="spellEnd"/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0003-1224. </w:t>
            </w:r>
            <w:r w:rsidRPr="00252FB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Vol. 82</w:t>
            </w:r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</w:t>
            </w:r>
          </w:p>
        </w:tc>
        <w:tc>
          <w:tcPr>
            <w:tcW w:w="900" w:type="dxa"/>
            <w:gridSpan w:val="2"/>
          </w:tcPr>
          <w:p w:rsidR="003C3D42" w:rsidRPr="00252FB0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252FB0" w:rsidRDefault="003C3D42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58" w:type="dxa"/>
          </w:tcPr>
          <w:p w:rsidR="003C3D42" w:rsidRPr="00252FB0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5" w:type="dxa"/>
            <w:gridSpan w:val="2"/>
          </w:tcPr>
          <w:p w:rsidR="003C3D42" w:rsidRPr="00252FB0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252FB0" w:rsidRDefault="003C3D42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</w:tcPr>
          <w:p w:rsidR="003C3D42" w:rsidRPr="00252FB0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4" w:type="dxa"/>
            <w:gridSpan w:val="2"/>
          </w:tcPr>
          <w:p w:rsidR="003C3D42" w:rsidRPr="00252FB0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252FB0" w:rsidRDefault="003C3D42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  <w:gridSpan w:val="2"/>
          </w:tcPr>
          <w:p w:rsidR="003C3D42" w:rsidRPr="00252FB0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3C3D42" w:rsidRPr="00252FB0" w:rsidTr="005A4D6E">
        <w:trPr>
          <w:gridAfter w:val="1"/>
          <w:wAfter w:w="23" w:type="dxa"/>
        </w:trPr>
        <w:tc>
          <w:tcPr>
            <w:tcW w:w="517" w:type="dxa"/>
            <w:vAlign w:val="center"/>
          </w:tcPr>
          <w:p w:rsidR="003C3D42" w:rsidRPr="00252FB0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252FB0">
              <w:rPr>
                <w:rFonts w:ascii="Arial" w:eastAsia="Calibri" w:hAnsi="Arial" w:cs="Arial"/>
                <w:sz w:val="18"/>
                <w:szCs w:val="18"/>
                <w:lang w:val="en-US"/>
              </w:rPr>
              <w:t>6</w:t>
            </w:r>
          </w:p>
        </w:tc>
        <w:tc>
          <w:tcPr>
            <w:tcW w:w="2338" w:type="dxa"/>
            <w:vAlign w:val="center"/>
          </w:tcPr>
          <w:p w:rsidR="003C3D42" w:rsidRPr="00252FB0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Annals of Botany </w:t>
            </w:r>
            <w:r w:rsidRPr="00252FB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+ online</w:t>
            </w:r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Oxford : Oxford University Press. - (</w:t>
            </w:r>
            <w:proofErr w:type="spellStart"/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xxk</w:t>
            </w:r>
            <w:proofErr w:type="spellEnd"/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). - ISSN 0305-7364</w:t>
            </w:r>
            <w:r w:rsidRPr="00252FB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. Od Vol. 119</w:t>
            </w:r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</w:t>
            </w:r>
          </w:p>
        </w:tc>
        <w:tc>
          <w:tcPr>
            <w:tcW w:w="900" w:type="dxa"/>
            <w:gridSpan w:val="2"/>
          </w:tcPr>
          <w:p w:rsidR="003C3D42" w:rsidRPr="00252FB0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252FB0" w:rsidRDefault="003C3D42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58" w:type="dxa"/>
          </w:tcPr>
          <w:p w:rsidR="003C3D42" w:rsidRPr="00252FB0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5" w:type="dxa"/>
            <w:gridSpan w:val="2"/>
          </w:tcPr>
          <w:p w:rsidR="003C3D42" w:rsidRPr="00252FB0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252FB0" w:rsidRDefault="003C3D42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</w:tcPr>
          <w:p w:rsidR="003C3D42" w:rsidRPr="00252FB0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4" w:type="dxa"/>
            <w:gridSpan w:val="2"/>
          </w:tcPr>
          <w:p w:rsidR="003C3D42" w:rsidRPr="00252FB0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252FB0" w:rsidRDefault="003C3D42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  <w:gridSpan w:val="2"/>
          </w:tcPr>
          <w:p w:rsidR="003C3D42" w:rsidRPr="00252FB0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3C3D42" w:rsidRPr="00252FB0" w:rsidTr="005A4D6E">
        <w:trPr>
          <w:gridAfter w:val="1"/>
          <w:wAfter w:w="23" w:type="dxa"/>
        </w:trPr>
        <w:tc>
          <w:tcPr>
            <w:tcW w:w="517" w:type="dxa"/>
            <w:vAlign w:val="center"/>
          </w:tcPr>
          <w:p w:rsidR="003C3D42" w:rsidRPr="00252FB0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252FB0">
              <w:rPr>
                <w:rFonts w:ascii="Arial" w:eastAsia="Calibri" w:hAnsi="Arial" w:cs="Arial"/>
                <w:sz w:val="18"/>
                <w:szCs w:val="18"/>
                <w:lang w:val="en-US"/>
              </w:rPr>
              <w:t>7</w:t>
            </w:r>
          </w:p>
        </w:tc>
        <w:tc>
          <w:tcPr>
            <w:tcW w:w="2338" w:type="dxa"/>
            <w:vAlign w:val="center"/>
          </w:tcPr>
          <w:p w:rsidR="003C3D42" w:rsidRPr="00252FB0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Annual Review of Plant Biology </w:t>
            </w:r>
            <w:r w:rsidRPr="00252FB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+ online</w:t>
            </w:r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Palo Alto : Annual Reviews. - (</w:t>
            </w:r>
            <w:proofErr w:type="spellStart"/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xxu</w:t>
            </w:r>
            <w:proofErr w:type="spellEnd"/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). - ISSN 1543-5008</w:t>
            </w:r>
            <w:r w:rsidRPr="00252FB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. Vol. 68</w:t>
            </w:r>
          </w:p>
        </w:tc>
        <w:tc>
          <w:tcPr>
            <w:tcW w:w="900" w:type="dxa"/>
            <w:gridSpan w:val="2"/>
          </w:tcPr>
          <w:p w:rsidR="003C3D42" w:rsidRPr="00252FB0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252FB0" w:rsidRDefault="003C3D42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58" w:type="dxa"/>
          </w:tcPr>
          <w:p w:rsidR="003C3D42" w:rsidRPr="00252FB0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5" w:type="dxa"/>
            <w:gridSpan w:val="2"/>
          </w:tcPr>
          <w:p w:rsidR="003C3D42" w:rsidRPr="00252FB0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252FB0" w:rsidRDefault="003C3D42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</w:tcPr>
          <w:p w:rsidR="003C3D42" w:rsidRPr="00252FB0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4" w:type="dxa"/>
            <w:gridSpan w:val="2"/>
          </w:tcPr>
          <w:p w:rsidR="003C3D42" w:rsidRPr="00252FB0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252FB0" w:rsidRDefault="003C3D42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  <w:gridSpan w:val="2"/>
          </w:tcPr>
          <w:p w:rsidR="003C3D42" w:rsidRPr="00252FB0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3C3D42" w:rsidRPr="00252FB0" w:rsidTr="005A4D6E">
        <w:trPr>
          <w:gridAfter w:val="1"/>
          <w:wAfter w:w="23" w:type="dxa"/>
        </w:trPr>
        <w:tc>
          <w:tcPr>
            <w:tcW w:w="517" w:type="dxa"/>
            <w:vAlign w:val="center"/>
          </w:tcPr>
          <w:p w:rsidR="003C3D42" w:rsidRPr="00252FB0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252FB0">
              <w:rPr>
                <w:rFonts w:ascii="Arial" w:eastAsia="Calibri" w:hAnsi="Arial" w:cs="Arial"/>
                <w:sz w:val="18"/>
                <w:szCs w:val="18"/>
                <w:lang w:val="en-US"/>
              </w:rPr>
              <w:t>8</w:t>
            </w:r>
          </w:p>
        </w:tc>
        <w:tc>
          <w:tcPr>
            <w:tcW w:w="2338" w:type="dxa"/>
            <w:vAlign w:val="center"/>
          </w:tcPr>
          <w:p w:rsidR="003C3D42" w:rsidRPr="00252FB0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Anthropocene Review. - London : Sage Publications. - (</w:t>
            </w:r>
            <w:proofErr w:type="spellStart"/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xxk</w:t>
            </w:r>
            <w:proofErr w:type="spellEnd"/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2053-0196         </w:t>
            </w:r>
          </w:p>
        </w:tc>
        <w:tc>
          <w:tcPr>
            <w:tcW w:w="1858" w:type="dxa"/>
            <w:gridSpan w:val="3"/>
          </w:tcPr>
          <w:p w:rsidR="003C3D42" w:rsidRPr="00252FB0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3C3D42" w:rsidRPr="00252FB0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gridSpan w:val="4"/>
            <w:vAlign w:val="center"/>
          </w:tcPr>
          <w:p w:rsidR="003C3D42" w:rsidRPr="00252FB0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3C3D42" w:rsidRPr="00252FB0" w:rsidTr="005A4D6E">
        <w:trPr>
          <w:gridAfter w:val="1"/>
          <w:wAfter w:w="23" w:type="dxa"/>
        </w:trPr>
        <w:tc>
          <w:tcPr>
            <w:tcW w:w="517" w:type="dxa"/>
            <w:vAlign w:val="center"/>
          </w:tcPr>
          <w:p w:rsidR="003C3D42" w:rsidRPr="00252FB0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252FB0">
              <w:rPr>
                <w:rFonts w:ascii="Arial" w:eastAsia="Calibri" w:hAnsi="Arial" w:cs="Arial"/>
                <w:sz w:val="18"/>
                <w:szCs w:val="18"/>
                <w:lang w:val="en-US"/>
              </w:rPr>
              <w:t>9</w:t>
            </w:r>
          </w:p>
        </w:tc>
        <w:tc>
          <w:tcPr>
            <w:tcW w:w="2338" w:type="dxa"/>
            <w:vAlign w:val="center"/>
          </w:tcPr>
          <w:p w:rsidR="003C3D42" w:rsidRPr="00252FB0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Archiv</w:t>
            </w:r>
            <w:proofErr w:type="spellEnd"/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des </w:t>
            </w:r>
            <w:proofErr w:type="spellStart"/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öffentlichen</w:t>
            </w:r>
            <w:proofErr w:type="spellEnd"/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Rechts</w:t>
            </w:r>
            <w:proofErr w:type="spellEnd"/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252FB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+ online</w:t>
            </w:r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</w:t>
            </w:r>
            <w:proofErr w:type="spellStart"/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Tübingen</w:t>
            </w:r>
            <w:proofErr w:type="spellEnd"/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: Mohr </w:t>
            </w:r>
            <w:proofErr w:type="spellStart"/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Siebeck</w:t>
            </w:r>
            <w:proofErr w:type="spellEnd"/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(</w:t>
            </w:r>
            <w:proofErr w:type="spellStart"/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gw</w:t>
            </w:r>
            <w:proofErr w:type="spellEnd"/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). - ISSN 0003-8911</w:t>
            </w:r>
            <w:r w:rsidRPr="00252FB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. Vol. 142</w:t>
            </w:r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</w:t>
            </w:r>
          </w:p>
        </w:tc>
        <w:tc>
          <w:tcPr>
            <w:tcW w:w="900" w:type="dxa"/>
            <w:gridSpan w:val="2"/>
          </w:tcPr>
          <w:p w:rsidR="003C3D42" w:rsidRPr="00252FB0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252FB0" w:rsidRDefault="003C3D42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58" w:type="dxa"/>
          </w:tcPr>
          <w:p w:rsidR="003C3D42" w:rsidRPr="00252FB0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5" w:type="dxa"/>
            <w:gridSpan w:val="2"/>
          </w:tcPr>
          <w:p w:rsidR="003C3D42" w:rsidRPr="00252FB0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252FB0" w:rsidRDefault="003C3D42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</w:tcPr>
          <w:p w:rsidR="003C3D42" w:rsidRPr="00252FB0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4" w:type="dxa"/>
            <w:gridSpan w:val="2"/>
          </w:tcPr>
          <w:p w:rsidR="003C3D42" w:rsidRPr="00252FB0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252FB0" w:rsidRDefault="003C3D42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  <w:gridSpan w:val="2"/>
          </w:tcPr>
          <w:p w:rsidR="003C3D42" w:rsidRPr="00252FB0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3C3D42" w:rsidRPr="001740C9" w:rsidTr="005A4D6E">
        <w:trPr>
          <w:gridAfter w:val="1"/>
          <w:wAfter w:w="23" w:type="dxa"/>
        </w:trPr>
        <w:tc>
          <w:tcPr>
            <w:tcW w:w="517" w:type="dxa"/>
            <w:vAlign w:val="center"/>
          </w:tcPr>
          <w:p w:rsidR="003C3D42" w:rsidRPr="00252FB0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252FB0">
              <w:rPr>
                <w:rFonts w:ascii="Arial" w:eastAsia="Calibri" w:hAnsi="Arial" w:cs="Arial"/>
                <w:sz w:val="18"/>
                <w:szCs w:val="18"/>
                <w:lang w:val="en-US"/>
              </w:rPr>
              <w:t>10</w:t>
            </w:r>
          </w:p>
        </w:tc>
        <w:tc>
          <w:tcPr>
            <w:tcW w:w="2338" w:type="dxa"/>
            <w:vAlign w:val="center"/>
          </w:tcPr>
          <w:p w:rsidR="003C3D42" w:rsidRPr="00252FB0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Archiv</w:t>
            </w:r>
            <w:proofErr w:type="spellEnd"/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für</w:t>
            </w:r>
            <w:proofErr w:type="spellEnd"/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die </w:t>
            </w:r>
            <w:proofErr w:type="spellStart"/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Civilistische</w:t>
            </w:r>
            <w:proofErr w:type="spellEnd"/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Praxis </w:t>
            </w:r>
            <w:r w:rsidRPr="00252FB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+ online</w:t>
            </w:r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</w:t>
            </w:r>
            <w:proofErr w:type="spellStart"/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Tübingen</w:t>
            </w:r>
            <w:proofErr w:type="spellEnd"/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: Mohr </w:t>
            </w:r>
            <w:proofErr w:type="spellStart"/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Siebeck</w:t>
            </w:r>
            <w:proofErr w:type="spellEnd"/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(</w:t>
            </w:r>
            <w:proofErr w:type="spellStart"/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gw</w:t>
            </w:r>
            <w:proofErr w:type="spellEnd"/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). - ISSN 0003-8997</w:t>
            </w:r>
            <w:r w:rsidRPr="00252FB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. Vol. 217</w:t>
            </w:r>
            <w:r w:rsidRPr="00252FB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</w:t>
            </w:r>
          </w:p>
        </w:tc>
        <w:tc>
          <w:tcPr>
            <w:tcW w:w="900" w:type="dxa"/>
            <w:gridSpan w:val="2"/>
          </w:tcPr>
          <w:p w:rsidR="003C3D42" w:rsidRPr="00252FB0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252FB0" w:rsidRDefault="003C3D42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58" w:type="dxa"/>
          </w:tcPr>
          <w:p w:rsidR="003C3D42" w:rsidRPr="00252FB0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5" w:type="dxa"/>
            <w:gridSpan w:val="2"/>
          </w:tcPr>
          <w:p w:rsidR="003C3D42" w:rsidRPr="00252FB0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252FB0" w:rsidRDefault="003C3D42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</w:tcPr>
          <w:p w:rsidR="003C3D42" w:rsidRPr="00252FB0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4" w:type="dxa"/>
            <w:gridSpan w:val="2"/>
          </w:tcPr>
          <w:p w:rsidR="003C3D42" w:rsidRPr="00252FB0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252FB0" w:rsidRDefault="003C3D42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  <w:gridSpan w:val="2"/>
          </w:tcPr>
          <w:p w:rsidR="003C3D42" w:rsidRPr="00252FB0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3C3D42" w:rsidRPr="001740C9" w:rsidTr="005A4D6E">
        <w:trPr>
          <w:gridAfter w:val="1"/>
          <w:wAfter w:w="23" w:type="dxa"/>
        </w:trPr>
        <w:tc>
          <w:tcPr>
            <w:tcW w:w="517" w:type="dxa"/>
            <w:vAlign w:val="center"/>
          </w:tcPr>
          <w:p w:rsidR="003C3D42" w:rsidRPr="009E1682" w:rsidRDefault="00D62816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>
              <w:br w:type="page"/>
            </w:r>
            <w:r w:rsidR="003C3D42"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11</w:t>
            </w:r>
          </w:p>
        </w:tc>
        <w:tc>
          <w:tcPr>
            <w:tcW w:w="2338" w:type="dxa"/>
            <w:vAlign w:val="center"/>
          </w:tcPr>
          <w:p w:rsidR="003C3D42" w:rsidRPr="009E1682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Archiv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für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Kriminologie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Lübeck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: Schmidt-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Römhild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Verlag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(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gw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). - ISSN 0003-9225</w:t>
            </w:r>
            <w:r w:rsidRPr="009E168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.  Od Vol. 239</w:t>
            </w: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</w:t>
            </w:r>
          </w:p>
        </w:tc>
        <w:tc>
          <w:tcPr>
            <w:tcW w:w="1858" w:type="dxa"/>
            <w:gridSpan w:val="3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gridSpan w:val="4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3C3D42" w:rsidRPr="001740C9" w:rsidTr="005A4D6E">
        <w:trPr>
          <w:gridAfter w:val="1"/>
          <w:wAfter w:w="23" w:type="dxa"/>
        </w:trPr>
        <w:tc>
          <w:tcPr>
            <w:tcW w:w="517" w:type="dxa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12</w:t>
            </w:r>
          </w:p>
        </w:tc>
        <w:tc>
          <w:tcPr>
            <w:tcW w:w="2338" w:type="dxa"/>
            <w:vAlign w:val="center"/>
          </w:tcPr>
          <w:p w:rsidR="003C3D42" w:rsidRPr="009E1682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Art Review. - London : Art Review Ltd. – (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xxk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). -  ISSN 1745-9303</w:t>
            </w:r>
            <w:r w:rsidRPr="009E168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. Vol. 69</w:t>
            </w: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                       </w:t>
            </w:r>
          </w:p>
        </w:tc>
        <w:tc>
          <w:tcPr>
            <w:tcW w:w="1858" w:type="dxa"/>
            <w:gridSpan w:val="3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gridSpan w:val="4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3C3D42" w:rsidRPr="001740C9" w:rsidTr="005A4D6E">
        <w:trPr>
          <w:gridAfter w:val="1"/>
          <w:wAfter w:w="23" w:type="dxa"/>
        </w:trPr>
        <w:tc>
          <w:tcPr>
            <w:tcW w:w="517" w:type="dxa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13</w:t>
            </w:r>
          </w:p>
        </w:tc>
        <w:tc>
          <w:tcPr>
            <w:tcW w:w="2338" w:type="dxa"/>
            <w:vAlign w:val="center"/>
          </w:tcPr>
          <w:p w:rsidR="003C3D42" w:rsidRPr="009E1682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Artforum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International. - New York :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Artforum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International Magazine, Inc. - (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xxu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). - ISSN 1086-7058</w:t>
            </w:r>
            <w:r w:rsidRPr="009E168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. Od </w:t>
            </w:r>
            <w:proofErr w:type="spellStart"/>
            <w:r w:rsidRPr="009E168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nr</w:t>
            </w:r>
            <w:proofErr w:type="spellEnd"/>
            <w:r w:rsidRPr="009E168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5 (</w:t>
            </w:r>
            <w:proofErr w:type="spellStart"/>
            <w:r w:rsidRPr="009E168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styczeń</w:t>
            </w:r>
            <w:proofErr w:type="spellEnd"/>
            <w:r w:rsidRPr="009E168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), Vol. 55/56</w:t>
            </w: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                                                                   </w:t>
            </w:r>
          </w:p>
        </w:tc>
        <w:tc>
          <w:tcPr>
            <w:tcW w:w="1858" w:type="dxa"/>
            <w:gridSpan w:val="3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gridSpan w:val="4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3C3D42" w:rsidRPr="001740C9" w:rsidTr="005A4D6E">
        <w:trPr>
          <w:gridAfter w:val="1"/>
          <w:wAfter w:w="23" w:type="dxa"/>
        </w:trPr>
        <w:tc>
          <w:tcPr>
            <w:tcW w:w="517" w:type="dxa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lastRenderedPageBreak/>
              <w:t>14</w:t>
            </w:r>
          </w:p>
        </w:tc>
        <w:tc>
          <w:tcPr>
            <w:tcW w:w="2338" w:type="dxa"/>
            <w:vAlign w:val="center"/>
          </w:tcPr>
          <w:p w:rsidR="003C3D42" w:rsidRPr="009E1682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Biblica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Rome :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Pontificio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Istituto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Biblico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(it). - ISSN 0006-0887</w:t>
            </w:r>
            <w:r w:rsidRPr="009E168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. Vol. 98</w:t>
            </w: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        </w:t>
            </w:r>
          </w:p>
        </w:tc>
        <w:tc>
          <w:tcPr>
            <w:tcW w:w="1858" w:type="dxa"/>
            <w:gridSpan w:val="3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gridSpan w:val="4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3C3D42" w:rsidRPr="001740C9" w:rsidTr="005A4D6E">
        <w:trPr>
          <w:gridAfter w:val="1"/>
          <w:wAfter w:w="23" w:type="dxa"/>
        </w:trPr>
        <w:tc>
          <w:tcPr>
            <w:tcW w:w="517" w:type="dxa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15</w:t>
            </w:r>
          </w:p>
        </w:tc>
        <w:tc>
          <w:tcPr>
            <w:tcW w:w="2338" w:type="dxa"/>
            <w:vAlign w:val="center"/>
          </w:tcPr>
          <w:p w:rsidR="003C3D42" w:rsidRPr="009E1682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B"lgarski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Ezik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Sofiâ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: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B"lgarska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akademiâ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na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naukite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(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bu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0005-4283              </w:t>
            </w:r>
          </w:p>
        </w:tc>
        <w:tc>
          <w:tcPr>
            <w:tcW w:w="1858" w:type="dxa"/>
            <w:gridSpan w:val="3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409" w:type="dxa"/>
            <w:gridSpan w:val="4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3C3D42" w:rsidRPr="001740C9" w:rsidTr="005A4D6E">
        <w:trPr>
          <w:gridAfter w:val="1"/>
          <w:wAfter w:w="23" w:type="dxa"/>
        </w:trPr>
        <w:tc>
          <w:tcPr>
            <w:tcW w:w="517" w:type="dxa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16</w:t>
            </w:r>
          </w:p>
        </w:tc>
        <w:tc>
          <w:tcPr>
            <w:tcW w:w="2338" w:type="dxa"/>
            <w:vAlign w:val="center"/>
          </w:tcPr>
          <w:p w:rsidR="003C3D42" w:rsidRPr="009E1682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British Journal of Political Science </w:t>
            </w:r>
            <w:r w:rsidRPr="009E168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+ online</w:t>
            </w: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Cambridge : Cambridge University Press. - (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xxk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0007-1234   </w:t>
            </w:r>
          </w:p>
        </w:tc>
        <w:tc>
          <w:tcPr>
            <w:tcW w:w="900" w:type="dxa"/>
            <w:gridSpan w:val="2"/>
          </w:tcPr>
          <w:p w:rsidR="003C3D42" w:rsidRPr="009E1682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9E1682" w:rsidRDefault="003C3D42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58" w:type="dxa"/>
          </w:tcPr>
          <w:p w:rsidR="003C3D42" w:rsidRPr="009E1682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5" w:type="dxa"/>
            <w:gridSpan w:val="2"/>
          </w:tcPr>
          <w:p w:rsidR="003C3D42" w:rsidRPr="009E1682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9E1682" w:rsidRDefault="003C3D42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</w:tcPr>
          <w:p w:rsidR="003C3D42" w:rsidRPr="009E1682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4" w:type="dxa"/>
            <w:gridSpan w:val="2"/>
          </w:tcPr>
          <w:p w:rsidR="003C3D42" w:rsidRPr="009E1682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9E1682" w:rsidRDefault="003C3D42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  <w:gridSpan w:val="2"/>
          </w:tcPr>
          <w:p w:rsidR="003C3D42" w:rsidRPr="009E1682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3C3D42" w:rsidRPr="001740C9" w:rsidTr="005A4D6E">
        <w:trPr>
          <w:gridAfter w:val="1"/>
          <w:wAfter w:w="23" w:type="dxa"/>
        </w:trPr>
        <w:tc>
          <w:tcPr>
            <w:tcW w:w="517" w:type="dxa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17</w:t>
            </w:r>
          </w:p>
        </w:tc>
        <w:tc>
          <w:tcPr>
            <w:tcW w:w="2338" w:type="dxa"/>
            <w:vAlign w:val="center"/>
          </w:tcPr>
          <w:p w:rsidR="003C3D42" w:rsidRPr="009E1682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British Journal of Sociology - Oxford : Wiley-Blackwell Publishing Ltd. - (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xxk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– ISSN 0007-1315                                                                                        </w:t>
            </w:r>
          </w:p>
        </w:tc>
        <w:tc>
          <w:tcPr>
            <w:tcW w:w="1858" w:type="dxa"/>
            <w:gridSpan w:val="3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gridSpan w:val="4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3C3D42" w:rsidRPr="001740C9" w:rsidTr="005A4D6E">
        <w:trPr>
          <w:gridAfter w:val="1"/>
          <w:wAfter w:w="23" w:type="dxa"/>
        </w:trPr>
        <w:tc>
          <w:tcPr>
            <w:tcW w:w="517" w:type="dxa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18</w:t>
            </w:r>
          </w:p>
        </w:tc>
        <w:tc>
          <w:tcPr>
            <w:tcW w:w="2338" w:type="dxa"/>
            <w:vAlign w:val="center"/>
          </w:tcPr>
          <w:p w:rsidR="003C3D42" w:rsidRPr="009E1682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Catholic Biblical Quarterly </w:t>
            </w:r>
            <w:r w:rsidRPr="009E168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+ online</w:t>
            </w: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Washington : Catholic University of America. - (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xxu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0008-7912   </w:t>
            </w:r>
          </w:p>
        </w:tc>
        <w:tc>
          <w:tcPr>
            <w:tcW w:w="900" w:type="dxa"/>
            <w:gridSpan w:val="2"/>
          </w:tcPr>
          <w:p w:rsidR="003C3D42" w:rsidRPr="009E1682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9E1682" w:rsidRDefault="003C3D42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58" w:type="dxa"/>
          </w:tcPr>
          <w:p w:rsidR="003C3D42" w:rsidRPr="009E1682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5" w:type="dxa"/>
            <w:gridSpan w:val="2"/>
          </w:tcPr>
          <w:p w:rsidR="003C3D42" w:rsidRPr="009E1682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9E1682" w:rsidRDefault="003C3D42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</w:tcPr>
          <w:p w:rsidR="003C3D42" w:rsidRPr="009E1682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4" w:type="dxa"/>
            <w:gridSpan w:val="2"/>
          </w:tcPr>
          <w:p w:rsidR="003C3D42" w:rsidRPr="009E1682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9E1682" w:rsidRDefault="003C3D42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  <w:gridSpan w:val="2"/>
          </w:tcPr>
          <w:p w:rsidR="003C3D42" w:rsidRPr="009E1682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3C3D42" w:rsidRPr="001740C9" w:rsidTr="005A4D6E">
        <w:trPr>
          <w:gridAfter w:val="1"/>
          <w:wAfter w:w="23" w:type="dxa"/>
        </w:trPr>
        <w:tc>
          <w:tcPr>
            <w:tcW w:w="517" w:type="dxa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19</w:t>
            </w:r>
          </w:p>
        </w:tc>
        <w:tc>
          <w:tcPr>
            <w:tcW w:w="2338" w:type="dxa"/>
            <w:vAlign w:val="center"/>
          </w:tcPr>
          <w:p w:rsidR="003C3D42" w:rsidRPr="009E1682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Common Market Law Review. - The Hague : Kluwer Law International. - (ne). - ISSN 0165-0750      </w:t>
            </w:r>
          </w:p>
        </w:tc>
        <w:tc>
          <w:tcPr>
            <w:tcW w:w="1858" w:type="dxa"/>
            <w:gridSpan w:val="3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gridSpan w:val="4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3C3D42" w:rsidRPr="001740C9" w:rsidTr="005A4D6E">
        <w:trPr>
          <w:gridAfter w:val="1"/>
          <w:wAfter w:w="23" w:type="dxa"/>
        </w:trPr>
        <w:tc>
          <w:tcPr>
            <w:tcW w:w="517" w:type="dxa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20</w:t>
            </w:r>
          </w:p>
        </w:tc>
        <w:tc>
          <w:tcPr>
            <w:tcW w:w="2338" w:type="dxa"/>
            <w:vAlign w:val="center"/>
          </w:tcPr>
          <w:p w:rsidR="003C3D42" w:rsidRPr="009E1682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Concilium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Ostfildern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: Matthias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Grünewald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Verlag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(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gw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0588-9804                  </w:t>
            </w:r>
          </w:p>
        </w:tc>
        <w:tc>
          <w:tcPr>
            <w:tcW w:w="1858" w:type="dxa"/>
            <w:gridSpan w:val="3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gridSpan w:val="4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3C3D42" w:rsidRPr="001740C9" w:rsidTr="005A4D6E">
        <w:trPr>
          <w:gridAfter w:val="1"/>
          <w:wAfter w:w="23" w:type="dxa"/>
        </w:trPr>
        <w:tc>
          <w:tcPr>
            <w:tcW w:w="517" w:type="dxa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21</w:t>
            </w:r>
          </w:p>
        </w:tc>
        <w:tc>
          <w:tcPr>
            <w:tcW w:w="2338" w:type="dxa"/>
            <w:vAlign w:val="center"/>
          </w:tcPr>
          <w:p w:rsidR="003C3D42" w:rsidRPr="009E1682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Critical Inquiry </w:t>
            </w:r>
            <w:r w:rsidRPr="009E168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+ online</w:t>
            </w: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Chicago : University of Chicago. - (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xxu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). - ISSN 0093-1896</w:t>
            </w:r>
            <w:r w:rsidRPr="009E168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. Od Vol. 44</w:t>
            </w: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</w:t>
            </w:r>
          </w:p>
        </w:tc>
        <w:tc>
          <w:tcPr>
            <w:tcW w:w="900" w:type="dxa"/>
            <w:gridSpan w:val="2"/>
          </w:tcPr>
          <w:p w:rsidR="003C3D42" w:rsidRPr="009E1682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9E1682" w:rsidRDefault="003C3D42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58" w:type="dxa"/>
          </w:tcPr>
          <w:p w:rsidR="003C3D42" w:rsidRPr="009E1682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5" w:type="dxa"/>
            <w:gridSpan w:val="2"/>
          </w:tcPr>
          <w:p w:rsidR="003C3D42" w:rsidRPr="009E1682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9E1682" w:rsidRDefault="003C3D42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</w:tcPr>
          <w:p w:rsidR="003C3D42" w:rsidRPr="009E1682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4" w:type="dxa"/>
            <w:gridSpan w:val="2"/>
          </w:tcPr>
          <w:p w:rsidR="003C3D42" w:rsidRPr="009E1682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9E1682" w:rsidRDefault="003C3D42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  <w:gridSpan w:val="2"/>
          </w:tcPr>
          <w:p w:rsidR="003C3D42" w:rsidRPr="009E1682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3C3D42" w:rsidRPr="001740C9" w:rsidTr="005A4D6E">
        <w:trPr>
          <w:gridAfter w:val="1"/>
          <w:wAfter w:w="23" w:type="dxa"/>
        </w:trPr>
        <w:tc>
          <w:tcPr>
            <w:tcW w:w="517" w:type="dxa"/>
            <w:vAlign w:val="center"/>
          </w:tcPr>
          <w:p w:rsidR="003C3D42" w:rsidRPr="009E1682" w:rsidRDefault="003C3D42" w:rsidP="009F32EC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22</w:t>
            </w:r>
          </w:p>
        </w:tc>
        <w:tc>
          <w:tcPr>
            <w:tcW w:w="2338" w:type="dxa"/>
            <w:vAlign w:val="center"/>
          </w:tcPr>
          <w:p w:rsidR="003C3D42" w:rsidRPr="009E1682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Current History </w:t>
            </w:r>
            <w:r w:rsidRPr="009E168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+ online</w:t>
            </w: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Philadelphia : Current History Incorporation. - (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xxu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0011-3530      </w:t>
            </w:r>
          </w:p>
        </w:tc>
        <w:tc>
          <w:tcPr>
            <w:tcW w:w="900" w:type="dxa"/>
            <w:gridSpan w:val="2"/>
          </w:tcPr>
          <w:p w:rsidR="003C3D42" w:rsidRPr="009E1682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9E1682" w:rsidRDefault="003C3D42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58" w:type="dxa"/>
          </w:tcPr>
          <w:p w:rsidR="003C3D42" w:rsidRPr="009E1682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5" w:type="dxa"/>
            <w:gridSpan w:val="2"/>
          </w:tcPr>
          <w:p w:rsidR="003C3D42" w:rsidRPr="009E1682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9E1682" w:rsidRDefault="003C3D42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</w:tcPr>
          <w:p w:rsidR="003C3D42" w:rsidRPr="009E1682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4" w:type="dxa"/>
            <w:gridSpan w:val="2"/>
          </w:tcPr>
          <w:p w:rsidR="003C3D42" w:rsidRPr="009E1682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9E1682" w:rsidRDefault="003C3D42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  <w:gridSpan w:val="2"/>
          </w:tcPr>
          <w:p w:rsidR="003C3D42" w:rsidRPr="009E1682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3C3D42" w:rsidRPr="001740C9" w:rsidTr="005A4D6E">
        <w:trPr>
          <w:gridAfter w:val="1"/>
          <w:wAfter w:w="23" w:type="dxa"/>
        </w:trPr>
        <w:tc>
          <w:tcPr>
            <w:tcW w:w="517" w:type="dxa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23</w:t>
            </w:r>
          </w:p>
        </w:tc>
        <w:tc>
          <w:tcPr>
            <w:tcW w:w="2338" w:type="dxa"/>
            <w:vAlign w:val="center"/>
          </w:tcPr>
          <w:p w:rsidR="003C3D42" w:rsidRPr="009E1682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Deutsch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als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Fremdsprache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: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Zeitschrift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zur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Theorie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und Praxis des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Deutschunterrichts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für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Ausländer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(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gw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). - ISSN 0011-9741</w:t>
            </w:r>
            <w:r w:rsidRPr="009E168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. Vol. 54</w:t>
            </w: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                                           </w:t>
            </w:r>
          </w:p>
        </w:tc>
        <w:tc>
          <w:tcPr>
            <w:tcW w:w="1858" w:type="dxa"/>
            <w:gridSpan w:val="3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gridSpan w:val="4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3C3D42" w:rsidRPr="001740C9" w:rsidTr="005A4D6E">
        <w:trPr>
          <w:gridAfter w:val="1"/>
          <w:wAfter w:w="23" w:type="dxa"/>
        </w:trPr>
        <w:tc>
          <w:tcPr>
            <w:tcW w:w="517" w:type="dxa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24</w:t>
            </w:r>
          </w:p>
        </w:tc>
        <w:tc>
          <w:tcPr>
            <w:tcW w:w="2338" w:type="dxa"/>
            <w:vAlign w:val="center"/>
          </w:tcPr>
          <w:p w:rsidR="003C3D42" w:rsidRPr="009E1682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Droits. - Paris : Presses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Universitaires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de France. - (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fr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). - ISSN 0766-3838</w:t>
            </w:r>
            <w:r w:rsidRPr="009E168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. Od No 65</w:t>
            </w: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   </w:t>
            </w:r>
          </w:p>
        </w:tc>
        <w:tc>
          <w:tcPr>
            <w:tcW w:w="1858" w:type="dxa"/>
            <w:gridSpan w:val="3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gridSpan w:val="4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3C3D42" w:rsidRPr="001740C9" w:rsidTr="005A4D6E">
        <w:trPr>
          <w:gridAfter w:val="1"/>
          <w:wAfter w:w="23" w:type="dxa"/>
        </w:trPr>
        <w:tc>
          <w:tcPr>
            <w:tcW w:w="517" w:type="dxa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25</w:t>
            </w:r>
          </w:p>
        </w:tc>
        <w:tc>
          <w:tcPr>
            <w:tcW w:w="2338" w:type="dxa"/>
            <w:vAlign w:val="center"/>
          </w:tcPr>
          <w:p w:rsidR="003C3D42" w:rsidRPr="009E1682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Ephemerides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Theologicae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Lovanienses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9E168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+ online</w:t>
            </w: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Leuven :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Peeters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Publishers. - (be). - ISSN 0013-9513</w:t>
            </w:r>
            <w:r w:rsidRPr="009E168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. Vol. 93</w:t>
            </w: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900" w:type="dxa"/>
            <w:gridSpan w:val="2"/>
          </w:tcPr>
          <w:p w:rsidR="003C3D42" w:rsidRPr="009E1682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9E1682" w:rsidRDefault="003C3D42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58" w:type="dxa"/>
          </w:tcPr>
          <w:p w:rsidR="003C3D42" w:rsidRPr="009E1682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5" w:type="dxa"/>
            <w:gridSpan w:val="2"/>
          </w:tcPr>
          <w:p w:rsidR="003C3D42" w:rsidRPr="009E1682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9E1682" w:rsidRDefault="003C3D42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</w:tcPr>
          <w:p w:rsidR="003C3D42" w:rsidRPr="009E1682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4" w:type="dxa"/>
            <w:gridSpan w:val="2"/>
          </w:tcPr>
          <w:p w:rsidR="003C3D42" w:rsidRPr="009E1682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9E1682" w:rsidRDefault="003C3D42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  <w:gridSpan w:val="2"/>
          </w:tcPr>
          <w:p w:rsidR="003C3D42" w:rsidRPr="009E1682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3C3D42" w:rsidRPr="001740C9" w:rsidTr="005A4D6E">
        <w:trPr>
          <w:gridAfter w:val="1"/>
          <w:wAfter w:w="23" w:type="dxa"/>
        </w:trPr>
        <w:tc>
          <w:tcPr>
            <w:tcW w:w="517" w:type="dxa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26</w:t>
            </w:r>
          </w:p>
        </w:tc>
        <w:tc>
          <w:tcPr>
            <w:tcW w:w="2338" w:type="dxa"/>
            <w:vAlign w:val="center"/>
          </w:tcPr>
          <w:p w:rsidR="003C3D42" w:rsidRPr="009E1682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Europäische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Grundrechte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Zeitschrift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Kehl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: N. P. Engel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Verlag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(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gw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). - ISSN 0341-9800</w:t>
            </w:r>
            <w:r w:rsidRPr="009E168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. – Vol. 44</w:t>
            </w: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</w:t>
            </w:r>
          </w:p>
        </w:tc>
        <w:tc>
          <w:tcPr>
            <w:tcW w:w="1858" w:type="dxa"/>
            <w:gridSpan w:val="3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09" w:type="dxa"/>
            <w:gridSpan w:val="4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2F09A0" w:rsidRPr="001740C9" w:rsidTr="005A4D6E">
        <w:tc>
          <w:tcPr>
            <w:tcW w:w="517" w:type="dxa"/>
            <w:vAlign w:val="center"/>
          </w:tcPr>
          <w:p w:rsidR="002F09A0" w:rsidRPr="009E1682" w:rsidRDefault="002F09A0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>
              <w:br w:type="page"/>
            </w: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27</w:t>
            </w:r>
          </w:p>
        </w:tc>
        <w:tc>
          <w:tcPr>
            <w:tcW w:w="2338" w:type="dxa"/>
            <w:vAlign w:val="center"/>
          </w:tcPr>
          <w:p w:rsidR="002F09A0" w:rsidRPr="009E1682" w:rsidRDefault="002F09A0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European Journal of Mineralogy </w:t>
            </w:r>
            <w:r w:rsidRPr="009E168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+ online</w:t>
            </w: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Stuttgart :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Schweizerbart'sche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Verlagsbuchhandlung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(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gw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0935-1221                                                                           </w:t>
            </w:r>
          </w:p>
        </w:tc>
        <w:tc>
          <w:tcPr>
            <w:tcW w:w="870" w:type="dxa"/>
          </w:tcPr>
          <w:p w:rsidR="002F09A0" w:rsidRPr="009E1682" w:rsidRDefault="002F09A0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F09A0" w:rsidRPr="009E1682" w:rsidRDefault="002F09A0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88" w:type="dxa"/>
            <w:gridSpan w:val="2"/>
          </w:tcPr>
          <w:p w:rsidR="002F09A0" w:rsidRPr="009E1682" w:rsidRDefault="002F09A0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155" w:type="dxa"/>
          </w:tcPr>
          <w:p w:rsidR="002F09A0" w:rsidRPr="009E1682" w:rsidRDefault="002F09A0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F09A0" w:rsidRPr="009E1682" w:rsidRDefault="002F09A0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65" w:type="dxa"/>
            <w:gridSpan w:val="3"/>
          </w:tcPr>
          <w:p w:rsidR="002F09A0" w:rsidRPr="009E1682" w:rsidRDefault="002F09A0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15" w:type="dxa"/>
            <w:gridSpan w:val="2"/>
          </w:tcPr>
          <w:p w:rsidR="002F09A0" w:rsidRPr="009E1682" w:rsidRDefault="002F09A0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F09A0" w:rsidRPr="009E1682" w:rsidRDefault="002F09A0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7" w:type="dxa"/>
            <w:gridSpan w:val="2"/>
          </w:tcPr>
          <w:p w:rsidR="002F09A0" w:rsidRPr="009E1682" w:rsidRDefault="002F09A0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8E58BA" w:rsidRPr="001740C9" w:rsidTr="005A4D6E">
        <w:tc>
          <w:tcPr>
            <w:tcW w:w="517" w:type="dxa"/>
            <w:vAlign w:val="center"/>
          </w:tcPr>
          <w:p w:rsidR="008E58BA" w:rsidRPr="009E1682" w:rsidRDefault="008E58BA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28</w:t>
            </w:r>
          </w:p>
        </w:tc>
        <w:tc>
          <w:tcPr>
            <w:tcW w:w="2338" w:type="dxa"/>
            <w:vAlign w:val="center"/>
          </w:tcPr>
          <w:p w:rsidR="008E58BA" w:rsidRPr="009E1682" w:rsidRDefault="008E58BA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European Review of Private Law.. - Hague : Kluwer Law International. - (ne). - ISSN 0928-9801       </w:t>
            </w:r>
          </w:p>
        </w:tc>
        <w:tc>
          <w:tcPr>
            <w:tcW w:w="1858" w:type="dxa"/>
            <w:gridSpan w:val="3"/>
          </w:tcPr>
          <w:p w:rsidR="008E58BA" w:rsidRPr="009E1682" w:rsidRDefault="008E58BA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0" w:type="dxa"/>
            <w:gridSpan w:val="4"/>
          </w:tcPr>
          <w:p w:rsidR="008E58BA" w:rsidRPr="009E1682" w:rsidRDefault="008E58BA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2" w:type="dxa"/>
            <w:gridSpan w:val="4"/>
          </w:tcPr>
          <w:p w:rsidR="008E58BA" w:rsidRPr="009E1682" w:rsidRDefault="008E58BA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3C3D42" w:rsidRPr="001740C9" w:rsidTr="005A4D6E">
        <w:tc>
          <w:tcPr>
            <w:tcW w:w="517" w:type="dxa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29</w:t>
            </w:r>
          </w:p>
        </w:tc>
        <w:tc>
          <w:tcPr>
            <w:tcW w:w="2338" w:type="dxa"/>
            <w:vAlign w:val="center"/>
          </w:tcPr>
          <w:p w:rsidR="003C3D42" w:rsidRPr="009E1682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European Transport Law/. -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Antwerpen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: European Transport Law. - (be). - ISSN 0014-3154</w:t>
            </w:r>
          </w:p>
        </w:tc>
        <w:tc>
          <w:tcPr>
            <w:tcW w:w="1858" w:type="dxa"/>
            <w:gridSpan w:val="3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0" w:type="dxa"/>
            <w:gridSpan w:val="4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2" w:type="dxa"/>
            <w:gridSpan w:val="4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</w:tbl>
    <w:p w:rsidR="005A4D6E" w:rsidRDefault="005A4D6E">
      <w:r>
        <w:br w:type="page"/>
      </w:r>
    </w:p>
    <w:tbl>
      <w:tblPr>
        <w:tblStyle w:val="Tabela-Siatka"/>
        <w:tblW w:w="0" w:type="auto"/>
        <w:tblInd w:w="786" w:type="dxa"/>
        <w:tblLayout w:type="fixed"/>
        <w:tblLook w:val="04A0" w:firstRow="1" w:lastRow="0" w:firstColumn="1" w:lastColumn="0" w:noHBand="0" w:noVBand="1"/>
      </w:tblPr>
      <w:tblGrid>
        <w:gridCol w:w="517"/>
        <w:gridCol w:w="2338"/>
        <w:gridCol w:w="856"/>
        <w:gridCol w:w="6"/>
        <w:gridCol w:w="8"/>
        <w:gridCol w:w="13"/>
        <w:gridCol w:w="17"/>
        <w:gridCol w:w="958"/>
        <w:gridCol w:w="39"/>
        <w:gridCol w:w="1131"/>
        <w:gridCol w:w="35"/>
        <w:gridCol w:w="29"/>
        <w:gridCol w:w="14"/>
        <w:gridCol w:w="1172"/>
        <w:gridCol w:w="43"/>
        <w:gridCol w:w="1151"/>
        <w:gridCol w:w="10"/>
        <w:gridCol w:w="34"/>
        <w:gridCol w:w="14"/>
        <w:gridCol w:w="1170"/>
        <w:gridCol w:w="39"/>
      </w:tblGrid>
      <w:tr w:rsidR="003C3D42" w:rsidRPr="001740C9" w:rsidTr="005A4D6E">
        <w:trPr>
          <w:gridAfter w:val="1"/>
          <w:wAfter w:w="39" w:type="dxa"/>
        </w:trPr>
        <w:tc>
          <w:tcPr>
            <w:tcW w:w="517" w:type="dxa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lastRenderedPageBreak/>
              <w:t>30</w:t>
            </w:r>
          </w:p>
        </w:tc>
        <w:tc>
          <w:tcPr>
            <w:tcW w:w="2338" w:type="dxa"/>
            <w:vAlign w:val="center"/>
          </w:tcPr>
          <w:p w:rsidR="003C3D42" w:rsidRPr="009E1682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Evangelische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Theologie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Gütersloh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: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Gütersloher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Verlagshaus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/ Chr. Kaiser. - (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gw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0014-3502    </w:t>
            </w:r>
          </w:p>
        </w:tc>
        <w:tc>
          <w:tcPr>
            <w:tcW w:w="1858" w:type="dxa"/>
            <w:gridSpan w:val="6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0" w:type="dxa"/>
            <w:gridSpan w:val="6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2" w:type="dxa"/>
            <w:gridSpan w:val="6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3C3D42" w:rsidRPr="001740C9" w:rsidTr="005A4D6E">
        <w:trPr>
          <w:gridAfter w:val="1"/>
          <w:wAfter w:w="39" w:type="dxa"/>
        </w:trPr>
        <w:tc>
          <w:tcPr>
            <w:tcW w:w="517" w:type="dxa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31</w:t>
            </w:r>
          </w:p>
        </w:tc>
        <w:tc>
          <w:tcPr>
            <w:tcW w:w="2338" w:type="dxa"/>
            <w:vAlign w:val="center"/>
          </w:tcPr>
          <w:p w:rsidR="003C3D42" w:rsidRPr="009E1682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Fremdsprache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Deutsch. - Stuttgart : Ernst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Klett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Verlag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ISSN 0937-3160.</w:t>
            </w:r>
            <w:r w:rsidRPr="009E168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Od H. 56</w:t>
            </w: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       </w:t>
            </w:r>
          </w:p>
        </w:tc>
        <w:tc>
          <w:tcPr>
            <w:tcW w:w="1858" w:type="dxa"/>
            <w:gridSpan w:val="6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0" w:type="dxa"/>
            <w:gridSpan w:val="6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2" w:type="dxa"/>
            <w:gridSpan w:val="6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3C3D42" w:rsidRPr="001740C9" w:rsidTr="005A4D6E">
        <w:trPr>
          <w:gridAfter w:val="1"/>
          <w:wAfter w:w="39" w:type="dxa"/>
        </w:trPr>
        <w:tc>
          <w:tcPr>
            <w:tcW w:w="517" w:type="dxa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32</w:t>
            </w:r>
          </w:p>
        </w:tc>
        <w:tc>
          <w:tcPr>
            <w:tcW w:w="2338" w:type="dxa"/>
            <w:vAlign w:val="center"/>
          </w:tcPr>
          <w:p w:rsidR="003C3D42" w:rsidRPr="009E1682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Frieze. - London : Durian Publications. - (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xxk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). - ISSN 0962-0672</w:t>
            </w:r>
            <w:r w:rsidRPr="009E168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. Od No 184</w:t>
            </w: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              </w:t>
            </w:r>
          </w:p>
        </w:tc>
        <w:tc>
          <w:tcPr>
            <w:tcW w:w="1858" w:type="dxa"/>
            <w:gridSpan w:val="6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0" w:type="dxa"/>
            <w:gridSpan w:val="6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2" w:type="dxa"/>
            <w:gridSpan w:val="6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8E58BA" w:rsidRPr="001740C9" w:rsidTr="005A4D6E">
        <w:trPr>
          <w:gridAfter w:val="1"/>
          <w:wAfter w:w="39" w:type="dxa"/>
        </w:trPr>
        <w:tc>
          <w:tcPr>
            <w:tcW w:w="517" w:type="dxa"/>
            <w:vAlign w:val="center"/>
          </w:tcPr>
          <w:p w:rsidR="008E58BA" w:rsidRPr="009E1682" w:rsidRDefault="008E58BA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33</w:t>
            </w:r>
          </w:p>
        </w:tc>
        <w:tc>
          <w:tcPr>
            <w:tcW w:w="2338" w:type="dxa"/>
            <w:vAlign w:val="center"/>
          </w:tcPr>
          <w:p w:rsidR="008E58BA" w:rsidRPr="009E1682" w:rsidRDefault="008E58BA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Geografiâ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Prirodnye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Resursy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Novosibirsk :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Rossijkaâ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Akademiâ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Nauk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Sibirskoe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otdelenie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(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0206-1619                                                              </w:t>
            </w:r>
          </w:p>
        </w:tc>
        <w:tc>
          <w:tcPr>
            <w:tcW w:w="1858" w:type="dxa"/>
            <w:gridSpan w:val="6"/>
          </w:tcPr>
          <w:p w:rsidR="008E58BA" w:rsidRPr="009E1682" w:rsidRDefault="008E58BA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0" w:type="dxa"/>
            <w:gridSpan w:val="6"/>
          </w:tcPr>
          <w:p w:rsidR="008E58BA" w:rsidRPr="009E1682" w:rsidRDefault="008E58BA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2" w:type="dxa"/>
            <w:gridSpan w:val="6"/>
          </w:tcPr>
          <w:p w:rsidR="008E58BA" w:rsidRPr="009E1682" w:rsidRDefault="008E58BA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3C3D42" w:rsidRPr="001740C9" w:rsidTr="005A4D6E">
        <w:trPr>
          <w:gridAfter w:val="1"/>
          <w:wAfter w:w="39" w:type="dxa"/>
        </w:trPr>
        <w:tc>
          <w:tcPr>
            <w:tcW w:w="517" w:type="dxa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34</w:t>
            </w:r>
          </w:p>
        </w:tc>
        <w:tc>
          <w:tcPr>
            <w:tcW w:w="2338" w:type="dxa"/>
            <w:vAlign w:val="center"/>
          </w:tcPr>
          <w:p w:rsidR="003C3D42" w:rsidRPr="009E1682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Geohimiâ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Moskva :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Izdatel'stvo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Nauka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(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0016-7525                              </w:t>
            </w:r>
          </w:p>
        </w:tc>
        <w:tc>
          <w:tcPr>
            <w:tcW w:w="1858" w:type="dxa"/>
            <w:gridSpan w:val="6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0" w:type="dxa"/>
            <w:gridSpan w:val="6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2" w:type="dxa"/>
            <w:gridSpan w:val="6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8E58BA" w:rsidRPr="001740C9" w:rsidTr="005A4D6E">
        <w:trPr>
          <w:gridAfter w:val="1"/>
          <w:wAfter w:w="39" w:type="dxa"/>
        </w:trPr>
        <w:tc>
          <w:tcPr>
            <w:tcW w:w="517" w:type="dxa"/>
            <w:vAlign w:val="center"/>
          </w:tcPr>
          <w:p w:rsidR="008E58BA" w:rsidRPr="009E1682" w:rsidRDefault="008E58BA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35</w:t>
            </w:r>
          </w:p>
        </w:tc>
        <w:tc>
          <w:tcPr>
            <w:tcW w:w="2338" w:type="dxa"/>
            <w:vAlign w:val="center"/>
          </w:tcPr>
          <w:p w:rsidR="008E58BA" w:rsidRPr="009E1682" w:rsidRDefault="008E58BA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Geological Society of America Bulletin </w:t>
            </w:r>
            <w:r w:rsidRPr="009E168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+ online</w:t>
            </w: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Boulder : Geological Society of America. - (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xxu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0016-7606                                                                          </w:t>
            </w:r>
          </w:p>
        </w:tc>
        <w:tc>
          <w:tcPr>
            <w:tcW w:w="870" w:type="dxa"/>
            <w:gridSpan w:val="3"/>
          </w:tcPr>
          <w:p w:rsidR="008E58BA" w:rsidRPr="009E1682" w:rsidRDefault="008E58BA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8E58BA" w:rsidRPr="009E1682" w:rsidRDefault="008E58BA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88" w:type="dxa"/>
            <w:gridSpan w:val="3"/>
          </w:tcPr>
          <w:p w:rsidR="008E58BA" w:rsidRPr="009E1682" w:rsidRDefault="008E58BA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170" w:type="dxa"/>
            <w:gridSpan w:val="2"/>
          </w:tcPr>
          <w:p w:rsidR="008E58BA" w:rsidRPr="009E1682" w:rsidRDefault="008E58BA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8E58BA" w:rsidRPr="009E1682" w:rsidRDefault="008E58BA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50" w:type="dxa"/>
            <w:gridSpan w:val="4"/>
          </w:tcPr>
          <w:p w:rsidR="008E58BA" w:rsidRPr="009E1682" w:rsidRDefault="008E58BA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4" w:type="dxa"/>
            <w:gridSpan w:val="3"/>
          </w:tcPr>
          <w:p w:rsidR="008E58BA" w:rsidRPr="009E1682" w:rsidRDefault="008E58BA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8E58BA" w:rsidRPr="009E1682" w:rsidRDefault="008E58BA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8" w:type="dxa"/>
            <w:gridSpan w:val="3"/>
          </w:tcPr>
          <w:p w:rsidR="008E58BA" w:rsidRPr="009E1682" w:rsidRDefault="008E58BA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8E58BA" w:rsidRPr="001740C9" w:rsidTr="005A4D6E">
        <w:trPr>
          <w:gridAfter w:val="1"/>
          <w:wAfter w:w="39" w:type="dxa"/>
        </w:trPr>
        <w:tc>
          <w:tcPr>
            <w:tcW w:w="517" w:type="dxa"/>
            <w:vAlign w:val="center"/>
          </w:tcPr>
          <w:p w:rsidR="008E58BA" w:rsidRPr="009E1682" w:rsidRDefault="008E58BA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36</w:t>
            </w:r>
          </w:p>
        </w:tc>
        <w:tc>
          <w:tcPr>
            <w:tcW w:w="2338" w:type="dxa"/>
            <w:vAlign w:val="center"/>
          </w:tcPr>
          <w:p w:rsidR="008E58BA" w:rsidRPr="009E1682" w:rsidRDefault="008E58BA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Geology </w:t>
            </w:r>
            <w:r w:rsidRPr="009E168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+ online</w:t>
            </w: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Boulder : Geological Society of America. - (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xxu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0091-7613                  </w:t>
            </w:r>
          </w:p>
        </w:tc>
        <w:tc>
          <w:tcPr>
            <w:tcW w:w="900" w:type="dxa"/>
            <w:gridSpan w:val="5"/>
          </w:tcPr>
          <w:p w:rsidR="008E58BA" w:rsidRPr="009E1682" w:rsidRDefault="008E58BA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8E58BA" w:rsidRPr="009E1682" w:rsidRDefault="008E58BA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58" w:type="dxa"/>
          </w:tcPr>
          <w:p w:rsidR="008E58BA" w:rsidRPr="009E1682" w:rsidRDefault="008E58BA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5" w:type="dxa"/>
            <w:gridSpan w:val="3"/>
          </w:tcPr>
          <w:p w:rsidR="008E58BA" w:rsidRPr="009E1682" w:rsidRDefault="008E58BA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8E58BA" w:rsidRPr="009E1682" w:rsidRDefault="008E58BA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  <w:gridSpan w:val="3"/>
          </w:tcPr>
          <w:p w:rsidR="008E58BA" w:rsidRPr="009E1682" w:rsidRDefault="008E58BA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4" w:type="dxa"/>
            <w:gridSpan w:val="3"/>
          </w:tcPr>
          <w:p w:rsidR="008E58BA" w:rsidRPr="009E1682" w:rsidRDefault="008E58BA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8E58BA" w:rsidRPr="009E1682" w:rsidRDefault="008E58BA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8" w:type="dxa"/>
            <w:gridSpan w:val="3"/>
          </w:tcPr>
          <w:p w:rsidR="008E58BA" w:rsidRPr="009E1682" w:rsidRDefault="008E58BA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8E58BA" w:rsidRPr="001740C9" w:rsidTr="005A4D6E">
        <w:trPr>
          <w:gridAfter w:val="1"/>
          <w:wAfter w:w="39" w:type="dxa"/>
        </w:trPr>
        <w:tc>
          <w:tcPr>
            <w:tcW w:w="517" w:type="dxa"/>
            <w:vAlign w:val="center"/>
          </w:tcPr>
          <w:p w:rsidR="008E58BA" w:rsidRPr="009E1682" w:rsidRDefault="008E58BA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37</w:t>
            </w:r>
          </w:p>
        </w:tc>
        <w:tc>
          <w:tcPr>
            <w:tcW w:w="2338" w:type="dxa"/>
            <w:vAlign w:val="center"/>
          </w:tcPr>
          <w:p w:rsidR="008E58BA" w:rsidRPr="009E1682" w:rsidRDefault="008E58BA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Gewerblicher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Rechtsschutz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und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Urheberrecht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München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: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Verlag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C.H. Beck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oHG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(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gw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0435-8600                                                                                   </w:t>
            </w:r>
          </w:p>
        </w:tc>
        <w:tc>
          <w:tcPr>
            <w:tcW w:w="1858" w:type="dxa"/>
            <w:gridSpan w:val="6"/>
          </w:tcPr>
          <w:p w:rsidR="008E58BA" w:rsidRPr="009E1682" w:rsidRDefault="008E58BA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0" w:type="dxa"/>
            <w:gridSpan w:val="6"/>
          </w:tcPr>
          <w:p w:rsidR="008E58BA" w:rsidRPr="009E1682" w:rsidRDefault="008E58BA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2" w:type="dxa"/>
            <w:gridSpan w:val="6"/>
          </w:tcPr>
          <w:p w:rsidR="008E58BA" w:rsidRPr="009E1682" w:rsidRDefault="008E58BA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8E58BA" w:rsidRPr="001740C9" w:rsidTr="005A4D6E">
        <w:trPr>
          <w:gridAfter w:val="1"/>
          <w:wAfter w:w="39" w:type="dxa"/>
        </w:trPr>
        <w:tc>
          <w:tcPr>
            <w:tcW w:w="517" w:type="dxa"/>
            <w:vAlign w:val="center"/>
          </w:tcPr>
          <w:p w:rsidR="008E58BA" w:rsidRPr="009E1682" w:rsidRDefault="008E58BA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38</w:t>
            </w:r>
          </w:p>
        </w:tc>
        <w:tc>
          <w:tcPr>
            <w:tcW w:w="2338" w:type="dxa"/>
            <w:vAlign w:val="center"/>
          </w:tcPr>
          <w:p w:rsidR="008E58BA" w:rsidRPr="009E1682" w:rsidRDefault="008E58BA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Goltdammer's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Archiv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für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Strafrecht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Heidelberg : R. v. Decker. - (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gw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0017-1956      </w:t>
            </w:r>
          </w:p>
        </w:tc>
        <w:tc>
          <w:tcPr>
            <w:tcW w:w="1858" w:type="dxa"/>
            <w:gridSpan w:val="6"/>
          </w:tcPr>
          <w:p w:rsidR="008E58BA" w:rsidRPr="009E1682" w:rsidRDefault="008E58BA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0" w:type="dxa"/>
            <w:gridSpan w:val="6"/>
          </w:tcPr>
          <w:p w:rsidR="008E58BA" w:rsidRPr="009E1682" w:rsidRDefault="008E58BA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2" w:type="dxa"/>
            <w:gridSpan w:val="6"/>
          </w:tcPr>
          <w:p w:rsidR="008E58BA" w:rsidRPr="009E1682" w:rsidRDefault="008E58BA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3C3D42" w:rsidRPr="001740C9" w:rsidTr="005A4D6E">
        <w:trPr>
          <w:gridAfter w:val="1"/>
          <w:wAfter w:w="39" w:type="dxa"/>
        </w:trPr>
        <w:tc>
          <w:tcPr>
            <w:tcW w:w="517" w:type="dxa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39</w:t>
            </w:r>
          </w:p>
        </w:tc>
        <w:tc>
          <w:tcPr>
            <w:tcW w:w="2338" w:type="dxa"/>
            <w:vAlign w:val="center"/>
          </w:tcPr>
          <w:p w:rsidR="003C3D42" w:rsidRPr="009E1682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Gosudarstvo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Pravo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Moskva :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Izdatel'stvo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Nauka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(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1026-9452                   </w:t>
            </w:r>
          </w:p>
        </w:tc>
        <w:tc>
          <w:tcPr>
            <w:tcW w:w="1858" w:type="dxa"/>
            <w:gridSpan w:val="6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0" w:type="dxa"/>
            <w:gridSpan w:val="6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2" w:type="dxa"/>
            <w:gridSpan w:val="6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3C3D42" w:rsidRPr="001740C9" w:rsidTr="005A4D6E">
        <w:trPr>
          <w:gridAfter w:val="1"/>
          <w:wAfter w:w="39" w:type="dxa"/>
        </w:trPr>
        <w:tc>
          <w:tcPr>
            <w:tcW w:w="517" w:type="dxa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40</w:t>
            </w:r>
          </w:p>
        </w:tc>
        <w:tc>
          <w:tcPr>
            <w:tcW w:w="2338" w:type="dxa"/>
            <w:vAlign w:val="center"/>
          </w:tcPr>
          <w:p w:rsidR="003C3D42" w:rsidRPr="009E1682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GPR -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Zeitschrift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für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Gemeinschaftsprivatrecht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Sellier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: European Law Publishers GmbH. - (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gw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1612-9229. </w:t>
            </w:r>
            <w:r w:rsidRPr="009E168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Vol. 14</w:t>
            </w: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                                                         </w:t>
            </w:r>
          </w:p>
        </w:tc>
        <w:tc>
          <w:tcPr>
            <w:tcW w:w="1858" w:type="dxa"/>
            <w:gridSpan w:val="6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0" w:type="dxa"/>
            <w:gridSpan w:val="6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2" w:type="dxa"/>
            <w:gridSpan w:val="6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3C3D42" w:rsidRPr="001740C9" w:rsidTr="005A4D6E">
        <w:trPr>
          <w:gridAfter w:val="1"/>
          <w:wAfter w:w="39" w:type="dxa"/>
        </w:trPr>
        <w:tc>
          <w:tcPr>
            <w:tcW w:w="517" w:type="dxa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41</w:t>
            </w:r>
          </w:p>
        </w:tc>
        <w:tc>
          <w:tcPr>
            <w:tcW w:w="2338" w:type="dxa"/>
            <w:vAlign w:val="center"/>
          </w:tcPr>
          <w:p w:rsidR="003C3D42" w:rsidRPr="009E1682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Gregorianum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Roma : Gregorian University Press. - (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vc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0017-4114                     </w:t>
            </w:r>
          </w:p>
        </w:tc>
        <w:tc>
          <w:tcPr>
            <w:tcW w:w="1858" w:type="dxa"/>
            <w:gridSpan w:val="6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420" w:type="dxa"/>
            <w:gridSpan w:val="6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422" w:type="dxa"/>
            <w:gridSpan w:val="6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8E58BA" w:rsidRPr="001740C9" w:rsidTr="005A4D6E">
        <w:trPr>
          <w:gridAfter w:val="1"/>
          <w:wAfter w:w="39" w:type="dxa"/>
        </w:trPr>
        <w:tc>
          <w:tcPr>
            <w:tcW w:w="517" w:type="dxa"/>
            <w:vAlign w:val="center"/>
          </w:tcPr>
          <w:p w:rsidR="008E58BA" w:rsidRPr="009E1682" w:rsidRDefault="008E58BA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</w:rPr>
              <w:t>42</w:t>
            </w:r>
          </w:p>
        </w:tc>
        <w:tc>
          <w:tcPr>
            <w:tcW w:w="2338" w:type="dxa"/>
            <w:vAlign w:val="center"/>
          </w:tcPr>
          <w:p w:rsidR="008E58BA" w:rsidRPr="009E1682" w:rsidRDefault="008E58BA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Holocene </w:t>
            </w:r>
            <w:r w:rsidRPr="009E168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+ online</w:t>
            </w: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London : Sage Publications Ltd. - (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xxk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0959-6836                          </w:t>
            </w:r>
          </w:p>
        </w:tc>
        <w:tc>
          <w:tcPr>
            <w:tcW w:w="862" w:type="dxa"/>
            <w:gridSpan w:val="2"/>
          </w:tcPr>
          <w:p w:rsidR="008E58BA" w:rsidRPr="009E1682" w:rsidRDefault="008E58BA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8E58BA" w:rsidRPr="009E1682" w:rsidRDefault="008E58BA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6" w:type="dxa"/>
            <w:gridSpan w:val="4"/>
          </w:tcPr>
          <w:p w:rsidR="008E58BA" w:rsidRPr="009E1682" w:rsidRDefault="008E58BA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5" w:type="dxa"/>
            <w:gridSpan w:val="3"/>
          </w:tcPr>
          <w:p w:rsidR="008E58BA" w:rsidRPr="009E1682" w:rsidRDefault="008E58BA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8E58BA" w:rsidRPr="009E1682" w:rsidRDefault="008E58BA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  <w:gridSpan w:val="3"/>
          </w:tcPr>
          <w:p w:rsidR="008E58BA" w:rsidRPr="009E1682" w:rsidRDefault="008E58BA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194" w:type="dxa"/>
            <w:gridSpan w:val="2"/>
          </w:tcPr>
          <w:p w:rsidR="008E58BA" w:rsidRPr="009E1682" w:rsidRDefault="008E58BA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8E58BA" w:rsidRPr="009E1682" w:rsidRDefault="008E58BA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28" w:type="dxa"/>
            <w:gridSpan w:val="4"/>
          </w:tcPr>
          <w:p w:rsidR="008E58BA" w:rsidRPr="009E1682" w:rsidRDefault="008E58BA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8E58BA" w:rsidRPr="001740C9" w:rsidTr="005A4D6E">
        <w:trPr>
          <w:gridAfter w:val="1"/>
          <w:wAfter w:w="39" w:type="dxa"/>
        </w:trPr>
        <w:tc>
          <w:tcPr>
            <w:tcW w:w="517" w:type="dxa"/>
            <w:vAlign w:val="center"/>
          </w:tcPr>
          <w:p w:rsidR="008E58BA" w:rsidRPr="009E1682" w:rsidRDefault="008E58BA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43</w:t>
            </w:r>
          </w:p>
        </w:tc>
        <w:tc>
          <w:tcPr>
            <w:tcW w:w="2338" w:type="dxa"/>
            <w:vAlign w:val="center"/>
          </w:tcPr>
          <w:p w:rsidR="008E58BA" w:rsidRPr="009E1682" w:rsidRDefault="008E58BA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HRLJ Human Rights Law Journal. -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Kehl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: N.P. Engel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Verlag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– (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gw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). -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dan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ISSN 0174-4704. </w:t>
            </w:r>
            <w:r w:rsidRPr="009E168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Vol. 38</w:t>
            </w: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     </w:t>
            </w:r>
          </w:p>
        </w:tc>
        <w:tc>
          <w:tcPr>
            <w:tcW w:w="1858" w:type="dxa"/>
            <w:gridSpan w:val="6"/>
          </w:tcPr>
          <w:p w:rsidR="008E58BA" w:rsidRPr="009E1682" w:rsidRDefault="008E58BA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0" w:type="dxa"/>
            <w:gridSpan w:val="6"/>
            <w:vAlign w:val="center"/>
          </w:tcPr>
          <w:p w:rsidR="008E58BA" w:rsidRPr="009E1682" w:rsidRDefault="008E58BA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2" w:type="dxa"/>
            <w:gridSpan w:val="6"/>
            <w:vAlign w:val="center"/>
          </w:tcPr>
          <w:p w:rsidR="008E58BA" w:rsidRPr="009E1682" w:rsidRDefault="008E58BA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9E1682" w:rsidRDefault="008E58BA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>
              <w:br w:type="page"/>
            </w:r>
            <w:r w:rsidR="003C3D42"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44</w:t>
            </w:r>
          </w:p>
        </w:tc>
        <w:tc>
          <w:tcPr>
            <w:tcW w:w="2338" w:type="dxa"/>
            <w:vAlign w:val="center"/>
          </w:tcPr>
          <w:p w:rsidR="003C3D42" w:rsidRPr="009E1682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Hydrology Research </w:t>
            </w:r>
            <w:r w:rsidRPr="009E168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+ online</w:t>
            </w: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London :  IWA Publishing ;Nordic Association of Hydrology. - (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xxk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1998-9563                                                                                 </w:t>
            </w:r>
          </w:p>
        </w:tc>
        <w:tc>
          <w:tcPr>
            <w:tcW w:w="900" w:type="dxa"/>
            <w:gridSpan w:val="5"/>
          </w:tcPr>
          <w:p w:rsidR="003C3D42" w:rsidRPr="009E1682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9E1682" w:rsidRDefault="003C3D42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7" w:type="dxa"/>
            <w:gridSpan w:val="2"/>
          </w:tcPr>
          <w:p w:rsidR="003C3D42" w:rsidRPr="009E1682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4"/>
          </w:tcPr>
          <w:p w:rsidR="003C3D42" w:rsidRPr="009E1682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9E1682" w:rsidRDefault="003C3D42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  <w:gridSpan w:val="2"/>
          </w:tcPr>
          <w:p w:rsidR="003C3D42" w:rsidRPr="009E1682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4"/>
          </w:tcPr>
          <w:p w:rsidR="003C3D42" w:rsidRPr="009E1682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9E1682" w:rsidRDefault="003C3D42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9" w:type="dxa"/>
            <w:gridSpan w:val="2"/>
          </w:tcPr>
          <w:p w:rsidR="003C3D42" w:rsidRPr="009E1682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45</w:t>
            </w:r>
          </w:p>
        </w:tc>
        <w:tc>
          <w:tcPr>
            <w:tcW w:w="2338" w:type="dxa"/>
            <w:vAlign w:val="center"/>
          </w:tcPr>
          <w:p w:rsidR="003C3D42" w:rsidRPr="009E1682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Internationale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Politik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9E168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+ online</w:t>
            </w: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Frankfurt am Main : Frankfurter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Societäts-Druckerei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GmbH. - (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gw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1430-175X                                                                           </w:t>
            </w:r>
          </w:p>
        </w:tc>
        <w:tc>
          <w:tcPr>
            <w:tcW w:w="900" w:type="dxa"/>
            <w:gridSpan w:val="5"/>
          </w:tcPr>
          <w:p w:rsidR="003C3D42" w:rsidRPr="009E1682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9E1682" w:rsidRDefault="003C3D42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7" w:type="dxa"/>
            <w:gridSpan w:val="2"/>
          </w:tcPr>
          <w:p w:rsidR="003C3D42" w:rsidRPr="009E1682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4"/>
          </w:tcPr>
          <w:p w:rsidR="003C3D42" w:rsidRPr="009E1682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9E1682" w:rsidRDefault="003C3D42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  <w:gridSpan w:val="2"/>
          </w:tcPr>
          <w:p w:rsidR="003C3D42" w:rsidRPr="009E1682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4"/>
          </w:tcPr>
          <w:p w:rsidR="003C3D42" w:rsidRPr="009E1682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9E1682" w:rsidRDefault="003C3D42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9" w:type="dxa"/>
            <w:gridSpan w:val="2"/>
          </w:tcPr>
          <w:p w:rsidR="003C3D42" w:rsidRPr="009E1682" w:rsidRDefault="003C3D42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46</w:t>
            </w:r>
          </w:p>
        </w:tc>
        <w:tc>
          <w:tcPr>
            <w:tcW w:w="2338" w:type="dxa"/>
            <w:vAlign w:val="center"/>
          </w:tcPr>
          <w:p w:rsidR="003C3D42" w:rsidRPr="009E1682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Interpreter and Translator Trainer. - Manchester : St. Jerome Publishing. – (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xxk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1750-399X      </w:t>
            </w:r>
          </w:p>
        </w:tc>
        <w:tc>
          <w:tcPr>
            <w:tcW w:w="1897" w:type="dxa"/>
            <w:gridSpan w:val="7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  <w:gridSpan w:val="6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8" w:type="dxa"/>
            <w:gridSpan w:val="6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lastRenderedPageBreak/>
              <w:t>47</w:t>
            </w:r>
          </w:p>
        </w:tc>
        <w:tc>
          <w:tcPr>
            <w:tcW w:w="2338" w:type="dxa"/>
            <w:vAlign w:val="center"/>
          </w:tcPr>
          <w:p w:rsidR="003C3D42" w:rsidRPr="009E1682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Interpreting </w:t>
            </w:r>
            <w:r w:rsidRPr="009E168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+ online</w:t>
            </w: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Amsterdam : John Benjamins Publishing Company. - (ne). - ISSN 1384-6647        </w:t>
            </w:r>
          </w:p>
        </w:tc>
        <w:tc>
          <w:tcPr>
            <w:tcW w:w="900" w:type="dxa"/>
            <w:gridSpan w:val="5"/>
          </w:tcPr>
          <w:p w:rsidR="003C3D42" w:rsidRPr="009E1682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9E1682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7" w:type="dxa"/>
            <w:gridSpan w:val="2"/>
          </w:tcPr>
          <w:p w:rsidR="003C3D42" w:rsidRPr="009E1682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4"/>
          </w:tcPr>
          <w:p w:rsidR="003C3D42" w:rsidRPr="009E1682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9E1682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  <w:gridSpan w:val="2"/>
          </w:tcPr>
          <w:p w:rsidR="003C3D42" w:rsidRPr="009E1682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4"/>
          </w:tcPr>
          <w:p w:rsidR="003C3D42" w:rsidRPr="009E1682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9E1682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9" w:type="dxa"/>
            <w:gridSpan w:val="2"/>
          </w:tcPr>
          <w:p w:rsidR="003C3D42" w:rsidRPr="009E1682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8E58BA" w:rsidRPr="001740C9" w:rsidTr="002E1730">
        <w:tc>
          <w:tcPr>
            <w:tcW w:w="517" w:type="dxa"/>
            <w:vAlign w:val="center"/>
          </w:tcPr>
          <w:p w:rsidR="008E58BA" w:rsidRPr="009E1682" w:rsidRDefault="008E58BA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48</w:t>
            </w:r>
          </w:p>
        </w:tc>
        <w:tc>
          <w:tcPr>
            <w:tcW w:w="2338" w:type="dxa"/>
            <w:vAlign w:val="center"/>
          </w:tcPr>
          <w:p w:rsidR="008E58BA" w:rsidRPr="009E1682" w:rsidRDefault="008E58BA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IPRax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Bielefeld :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Gieseking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Verlag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– (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gw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0720-6585                                        </w:t>
            </w:r>
          </w:p>
        </w:tc>
        <w:tc>
          <w:tcPr>
            <w:tcW w:w="1897" w:type="dxa"/>
            <w:gridSpan w:val="7"/>
          </w:tcPr>
          <w:p w:rsidR="008E58BA" w:rsidRPr="009E1682" w:rsidRDefault="008E58BA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4" w:type="dxa"/>
            <w:gridSpan w:val="6"/>
          </w:tcPr>
          <w:p w:rsidR="008E58BA" w:rsidRPr="009E1682" w:rsidRDefault="008E58BA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18" w:type="dxa"/>
            <w:gridSpan w:val="6"/>
          </w:tcPr>
          <w:p w:rsidR="008E58BA" w:rsidRPr="009E1682" w:rsidRDefault="008E58BA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49</w:t>
            </w:r>
          </w:p>
        </w:tc>
        <w:tc>
          <w:tcPr>
            <w:tcW w:w="2338" w:type="dxa"/>
            <w:vAlign w:val="center"/>
          </w:tcPr>
          <w:p w:rsidR="003C3D42" w:rsidRPr="009E1682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IRAL International Review of Applied Linguistics in Language Teaching </w:t>
            </w:r>
            <w:r w:rsidRPr="009E168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+ online</w:t>
            </w: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Berlin : Mouton de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Gruyter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(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gw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0019-042X                                                             </w:t>
            </w:r>
          </w:p>
        </w:tc>
        <w:tc>
          <w:tcPr>
            <w:tcW w:w="900" w:type="dxa"/>
            <w:gridSpan w:val="5"/>
          </w:tcPr>
          <w:p w:rsidR="003C3D42" w:rsidRPr="009E1682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9E1682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7" w:type="dxa"/>
            <w:gridSpan w:val="2"/>
          </w:tcPr>
          <w:p w:rsidR="003C3D42" w:rsidRPr="009E1682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4"/>
          </w:tcPr>
          <w:p w:rsidR="003C3D42" w:rsidRPr="009E1682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9E1682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  <w:gridSpan w:val="2"/>
          </w:tcPr>
          <w:p w:rsidR="003C3D42" w:rsidRPr="009E1682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4"/>
          </w:tcPr>
          <w:p w:rsidR="003C3D42" w:rsidRPr="009E1682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9E1682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9" w:type="dxa"/>
            <w:gridSpan w:val="2"/>
          </w:tcPr>
          <w:p w:rsidR="003C3D42" w:rsidRPr="009E1682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50</w:t>
            </w:r>
          </w:p>
        </w:tc>
        <w:tc>
          <w:tcPr>
            <w:tcW w:w="2338" w:type="dxa"/>
            <w:vAlign w:val="center"/>
          </w:tcPr>
          <w:p w:rsidR="003C3D42" w:rsidRPr="009E1682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Izvestiâ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Akademii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Nauk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: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Seriâ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Literatury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Âzyka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Moskva :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Izdatel'stvo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Nauka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(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). - ISSN 1605-7880</w:t>
            </w:r>
            <w:r w:rsidRPr="009E168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. Vol. 76</w:t>
            </w: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 </w:t>
            </w:r>
          </w:p>
        </w:tc>
        <w:tc>
          <w:tcPr>
            <w:tcW w:w="1897" w:type="dxa"/>
            <w:gridSpan w:val="7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  <w:gridSpan w:val="6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8" w:type="dxa"/>
            <w:gridSpan w:val="6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8E58BA" w:rsidRPr="001740C9" w:rsidTr="002E1730">
        <w:tc>
          <w:tcPr>
            <w:tcW w:w="517" w:type="dxa"/>
            <w:vAlign w:val="center"/>
          </w:tcPr>
          <w:p w:rsidR="008E58BA" w:rsidRPr="009E1682" w:rsidRDefault="008E58BA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51</w:t>
            </w:r>
          </w:p>
        </w:tc>
        <w:tc>
          <w:tcPr>
            <w:tcW w:w="2338" w:type="dxa"/>
            <w:vAlign w:val="center"/>
          </w:tcPr>
          <w:p w:rsidR="008E58BA" w:rsidRPr="009E1682" w:rsidRDefault="008E58BA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Jahrbuch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für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Antike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und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Christentum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Münster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: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Aschendorff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Verlag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(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gw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– ISSN 0075-2541. </w:t>
            </w:r>
            <w:r w:rsidRPr="009E168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Vol. 59                                                                                   </w:t>
            </w:r>
          </w:p>
        </w:tc>
        <w:tc>
          <w:tcPr>
            <w:tcW w:w="1897" w:type="dxa"/>
            <w:gridSpan w:val="7"/>
          </w:tcPr>
          <w:p w:rsidR="008E58BA" w:rsidRPr="009E1682" w:rsidRDefault="008E58BA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4" w:type="dxa"/>
            <w:gridSpan w:val="6"/>
          </w:tcPr>
          <w:p w:rsidR="008E58BA" w:rsidRPr="009E1682" w:rsidRDefault="008E58BA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18" w:type="dxa"/>
            <w:gridSpan w:val="6"/>
          </w:tcPr>
          <w:p w:rsidR="008E58BA" w:rsidRPr="009E1682" w:rsidRDefault="008E58BA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52</w:t>
            </w:r>
          </w:p>
        </w:tc>
        <w:tc>
          <w:tcPr>
            <w:tcW w:w="2338" w:type="dxa"/>
            <w:vAlign w:val="center"/>
          </w:tcPr>
          <w:p w:rsidR="003C3D42" w:rsidRPr="009E1682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Jahrbücher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für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Geschichte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Osteuropas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Stuttgart : Franz Steiner 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Verlag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(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gw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). - ISSN 0021-4019</w:t>
            </w:r>
            <w:r w:rsidRPr="009E168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. Vol. 65</w:t>
            </w: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                                                                      </w:t>
            </w:r>
          </w:p>
        </w:tc>
        <w:tc>
          <w:tcPr>
            <w:tcW w:w="1897" w:type="dxa"/>
            <w:gridSpan w:val="7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  <w:gridSpan w:val="6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8" w:type="dxa"/>
            <w:gridSpan w:val="6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53</w:t>
            </w:r>
          </w:p>
        </w:tc>
        <w:tc>
          <w:tcPr>
            <w:tcW w:w="2338" w:type="dxa"/>
            <w:vAlign w:val="center"/>
          </w:tcPr>
          <w:p w:rsidR="003C3D42" w:rsidRPr="009E1682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Journal of Climate </w:t>
            </w:r>
            <w:r w:rsidRPr="009E168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+ online</w:t>
            </w: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Boston : American Meteorological Society. - (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xxu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0894-8755. </w:t>
            </w:r>
            <w:r w:rsidRPr="009E168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Vol. 30</w:t>
            </w: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</w:t>
            </w:r>
          </w:p>
        </w:tc>
        <w:tc>
          <w:tcPr>
            <w:tcW w:w="900" w:type="dxa"/>
            <w:gridSpan w:val="5"/>
          </w:tcPr>
          <w:p w:rsidR="003C3D42" w:rsidRPr="009E1682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9E1682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7" w:type="dxa"/>
            <w:gridSpan w:val="2"/>
          </w:tcPr>
          <w:p w:rsidR="003C3D42" w:rsidRPr="009E1682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4"/>
          </w:tcPr>
          <w:p w:rsidR="003C3D42" w:rsidRPr="009E1682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9E1682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  <w:gridSpan w:val="2"/>
          </w:tcPr>
          <w:p w:rsidR="003C3D42" w:rsidRPr="009E1682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4"/>
          </w:tcPr>
          <w:p w:rsidR="003C3D42" w:rsidRPr="009E1682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9E1682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9" w:type="dxa"/>
            <w:gridSpan w:val="2"/>
          </w:tcPr>
          <w:p w:rsidR="003C3D42" w:rsidRPr="009E1682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54</w:t>
            </w:r>
          </w:p>
        </w:tc>
        <w:tc>
          <w:tcPr>
            <w:tcW w:w="2338" w:type="dxa"/>
            <w:vAlign w:val="center"/>
          </w:tcPr>
          <w:p w:rsidR="003C3D42" w:rsidRPr="009E1682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Journal of Energy and Natural Resources Law. - London : International Bar Association. - (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xxk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0264-6811                                                                          </w:t>
            </w:r>
          </w:p>
        </w:tc>
        <w:tc>
          <w:tcPr>
            <w:tcW w:w="1897" w:type="dxa"/>
            <w:gridSpan w:val="7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  <w:gridSpan w:val="6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8" w:type="dxa"/>
            <w:gridSpan w:val="6"/>
            <w:vAlign w:val="center"/>
          </w:tcPr>
          <w:p w:rsidR="003C3D42" w:rsidRPr="009E1682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171C8B" w:rsidRPr="001740C9" w:rsidTr="002E1730">
        <w:tc>
          <w:tcPr>
            <w:tcW w:w="517" w:type="dxa"/>
            <w:vAlign w:val="center"/>
          </w:tcPr>
          <w:p w:rsidR="00171C8B" w:rsidRPr="009E1682" w:rsidRDefault="00171C8B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55</w:t>
            </w:r>
          </w:p>
        </w:tc>
        <w:tc>
          <w:tcPr>
            <w:tcW w:w="2338" w:type="dxa"/>
            <w:vAlign w:val="center"/>
          </w:tcPr>
          <w:p w:rsidR="00171C8B" w:rsidRPr="009E1682" w:rsidRDefault="00171C8B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Journal of Experimental Botany </w:t>
            </w:r>
            <w:r w:rsidRPr="009E168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+ online</w:t>
            </w: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Oxford : Oxford University Press. - (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xxk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0022-0957                                                                                      </w:t>
            </w:r>
          </w:p>
        </w:tc>
        <w:tc>
          <w:tcPr>
            <w:tcW w:w="856" w:type="dxa"/>
          </w:tcPr>
          <w:p w:rsidR="00171C8B" w:rsidRPr="009E1682" w:rsidRDefault="00171C8B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171C8B" w:rsidRPr="009E1682" w:rsidRDefault="00171C8B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041" w:type="dxa"/>
            <w:gridSpan w:val="6"/>
          </w:tcPr>
          <w:p w:rsidR="00171C8B" w:rsidRPr="009E1682" w:rsidRDefault="00171C8B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195" w:type="dxa"/>
            <w:gridSpan w:val="3"/>
          </w:tcPr>
          <w:p w:rsidR="00171C8B" w:rsidRPr="009E1682" w:rsidRDefault="00171C8B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171C8B" w:rsidRPr="009E1682" w:rsidRDefault="00171C8B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29" w:type="dxa"/>
            <w:gridSpan w:val="3"/>
          </w:tcPr>
          <w:p w:rsidR="00171C8B" w:rsidRPr="009E1682" w:rsidRDefault="00171C8B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195" w:type="dxa"/>
            <w:gridSpan w:val="3"/>
          </w:tcPr>
          <w:p w:rsidR="00171C8B" w:rsidRPr="009E1682" w:rsidRDefault="00171C8B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171C8B" w:rsidRPr="009E1682" w:rsidRDefault="00171C8B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23" w:type="dxa"/>
            <w:gridSpan w:val="3"/>
          </w:tcPr>
          <w:p w:rsidR="00171C8B" w:rsidRPr="009E1682" w:rsidRDefault="00171C8B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9E1682" w:rsidRPr="001740C9" w:rsidTr="00F24763">
        <w:tc>
          <w:tcPr>
            <w:tcW w:w="517" w:type="dxa"/>
            <w:vAlign w:val="center"/>
          </w:tcPr>
          <w:p w:rsidR="009E1682" w:rsidRPr="009E1682" w:rsidRDefault="009E168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</w:rPr>
              <w:t>56</w:t>
            </w:r>
          </w:p>
        </w:tc>
        <w:tc>
          <w:tcPr>
            <w:tcW w:w="2338" w:type="dxa"/>
            <w:vAlign w:val="center"/>
          </w:tcPr>
          <w:p w:rsidR="009E1682" w:rsidRPr="009E1682" w:rsidRDefault="009E168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Journal of Geophysical Research. Solid Earth </w:t>
            </w:r>
            <w:r w:rsidRPr="009E168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+ online (ISSN online 2169-9356)</w:t>
            </w: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Washington : American Geophysical Union. - (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xxu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). - ISSN 2169-9313</w:t>
            </w:r>
            <w:r w:rsidRPr="009E168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. – Vol. 122</w:t>
            </w: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</w:t>
            </w:r>
          </w:p>
        </w:tc>
        <w:tc>
          <w:tcPr>
            <w:tcW w:w="856" w:type="dxa"/>
          </w:tcPr>
          <w:p w:rsidR="009E1682" w:rsidRPr="009E1682" w:rsidRDefault="009E1682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9E1682" w:rsidRPr="009E1682" w:rsidRDefault="009E1682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041" w:type="dxa"/>
            <w:gridSpan w:val="6"/>
          </w:tcPr>
          <w:p w:rsidR="009E1682" w:rsidRPr="009E1682" w:rsidRDefault="009E1682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195" w:type="dxa"/>
            <w:gridSpan w:val="3"/>
          </w:tcPr>
          <w:p w:rsidR="009E1682" w:rsidRPr="009E1682" w:rsidRDefault="009E1682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9E1682" w:rsidRPr="009E1682" w:rsidRDefault="009E1682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29" w:type="dxa"/>
            <w:gridSpan w:val="3"/>
          </w:tcPr>
          <w:p w:rsidR="009E1682" w:rsidRPr="009E1682" w:rsidRDefault="009E1682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195" w:type="dxa"/>
            <w:gridSpan w:val="3"/>
          </w:tcPr>
          <w:p w:rsidR="009E1682" w:rsidRPr="009E1682" w:rsidRDefault="009E1682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9E1682" w:rsidRPr="009E1682" w:rsidRDefault="009E1682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23" w:type="dxa"/>
            <w:gridSpan w:val="3"/>
          </w:tcPr>
          <w:p w:rsidR="009E1682" w:rsidRPr="009E1682" w:rsidRDefault="009E1682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9E1682" w:rsidRPr="001740C9" w:rsidTr="00DB7D4E">
        <w:tc>
          <w:tcPr>
            <w:tcW w:w="517" w:type="dxa"/>
            <w:vAlign w:val="center"/>
          </w:tcPr>
          <w:p w:rsidR="009E1682" w:rsidRPr="009E1682" w:rsidRDefault="009E168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57</w:t>
            </w:r>
          </w:p>
        </w:tc>
        <w:tc>
          <w:tcPr>
            <w:tcW w:w="2338" w:type="dxa"/>
            <w:vAlign w:val="center"/>
          </w:tcPr>
          <w:p w:rsidR="009E1682" w:rsidRPr="009E1682" w:rsidRDefault="009E168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Journal of Glaciology</w:t>
            </w:r>
            <w:r w:rsidRPr="009E168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+ online</w:t>
            </w:r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Cambridge : International Glaciological Society. - (</w:t>
            </w:r>
            <w:proofErr w:type="spellStart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xxk</w:t>
            </w:r>
            <w:proofErr w:type="spellEnd"/>
            <w:r w:rsidRPr="009E168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0022-1430                                                                            </w:t>
            </w:r>
          </w:p>
        </w:tc>
        <w:tc>
          <w:tcPr>
            <w:tcW w:w="856" w:type="dxa"/>
          </w:tcPr>
          <w:p w:rsidR="009E1682" w:rsidRPr="009E1682" w:rsidRDefault="009E1682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9E1682" w:rsidRPr="009E1682" w:rsidRDefault="009E1682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041" w:type="dxa"/>
            <w:gridSpan w:val="6"/>
          </w:tcPr>
          <w:p w:rsidR="009E1682" w:rsidRPr="009E1682" w:rsidRDefault="009E1682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195" w:type="dxa"/>
            <w:gridSpan w:val="3"/>
          </w:tcPr>
          <w:p w:rsidR="009E1682" w:rsidRPr="009E1682" w:rsidRDefault="009E1682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9E1682" w:rsidRPr="009E1682" w:rsidRDefault="009E1682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29" w:type="dxa"/>
            <w:gridSpan w:val="3"/>
          </w:tcPr>
          <w:p w:rsidR="009E1682" w:rsidRPr="009E1682" w:rsidRDefault="009E1682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195" w:type="dxa"/>
            <w:gridSpan w:val="3"/>
          </w:tcPr>
          <w:p w:rsidR="009E1682" w:rsidRPr="009E1682" w:rsidRDefault="009E1682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9E1682" w:rsidRPr="009E1682" w:rsidRDefault="009E1682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23" w:type="dxa"/>
            <w:gridSpan w:val="3"/>
          </w:tcPr>
          <w:p w:rsidR="009E1682" w:rsidRPr="009E1682" w:rsidRDefault="009E1682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9E1682" w:rsidRPr="001740C9" w:rsidTr="007F5357">
        <w:tc>
          <w:tcPr>
            <w:tcW w:w="517" w:type="dxa"/>
            <w:vAlign w:val="center"/>
          </w:tcPr>
          <w:p w:rsidR="009E1682" w:rsidRPr="0058359E" w:rsidRDefault="009E168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>
              <w:br w:type="page"/>
            </w:r>
            <w:r w:rsidRPr="0058359E">
              <w:rPr>
                <w:rFonts w:ascii="Arial" w:eastAsia="Calibri" w:hAnsi="Arial" w:cs="Arial"/>
                <w:sz w:val="18"/>
                <w:szCs w:val="18"/>
                <w:lang w:val="en-US"/>
              </w:rPr>
              <w:t>58</w:t>
            </w:r>
          </w:p>
        </w:tc>
        <w:tc>
          <w:tcPr>
            <w:tcW w:w="2338" w:type="dxa"/>
            <w:vAlign w:val="center"/>
          </w:tcPr>
          <w:p w:rsidR="009E1682" w:rsidRPr="0058359E" w:rsidRDefault="009E168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Journal of Information Science </w:t>
            </w:r>
            <w:r w:rsidRPr="0058359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+ online</w:t>
            </w:r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London : Sage Publications. - (</w:t>
            </w:r>
            <w:proofErr w:type="spellStart"/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xxk</w:t>
            </w:r>
            <w:proofErr w:type="spellEnd"/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0165-5515        </w:t>
            </w:r>
          </w:p>
        </w:tc>
        <w:tc>
          <w:tcPr>
            <w:tcW w:w="856" w:type="dxa"/>
          </w:tcPr>
          <w:p w:rsidR="009E1682" w:rsidRPr="0058359E" w:rsidRDefault="009E1682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9E1682" w:rsidRPr="0058359E" w:rsidRDefault="009E1682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041" w:type="dxa"/>
            <w:gridSpan w:val="6"/>
          </w:tcPr>
          <w:p w:rsidR="009E1682" w:rsidRPr="0058359E" w:rsidRDefault="009E1682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195" w:type="dxa"/>
            <w:gridSpan w:val="3"/>
          </w:tcPr>
          <w:p w:rsidR="009E1682" w:rsidRPr="0058359E" w:rsidRDefault="009E1682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9E1682" w:rsidRPr="0058359E" w:rsidRDefault="009E1682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29" w:type="dxa"/>
            <w:gridSpan w:val="3"/>
          </w:tcPr>
          <w:p w:rsidR="009E1682" w:rsidRPr="0058359E" w:rsidRDefault="009E1682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195" w:type="dxa"/>
            <w:gridSpan w:val="3"/>
          </w:tcPr>
          <w:p w:rsidR="009E1682" w:rsidRPr="0058359E" w:rsidRDefault="009E1682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9E1682" w:rsidRPr="0058359E" w:rsidRDefault="009E1682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23" w:type="dxa"/>
            <w:gridSpan w:val="3"/>
          </w:tcPr>
          <w:p w:rsidR="009E1682" w:rsidRPr="0058359E" w:rsidRDefault="009E1682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58359E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58359E">
              <w:rPr>
                <w:rFonts w:ascii="Arial" w:eastAsia="Calibri" w:hAnsi="Arial" w:cs="Arial"/>
                <w:sz w:val="18"/>
                <w:szCs w:val="18"/>
                <w:lang w:val="en-US"/>
              </w:rPr>
              <w:t>59</w:t>
            </w:r>
          </w:p>
        </w:tc>
        <w:tc>
          <w:tcPr>
            <w:tcW w:w="2338" w:type="dxa"/>
            <w:vAlign w:val="center"/>
          </w:tcPr>
          <w:p w:rsidR="003C3D42" w:rsidRPr="0058359E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Journal of Linguistics </w:t>
            </w:r>
            <w:r w:rsidRPr="0058359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+ online</w:t>
            </w:r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Cambridge : Cambridge University Press. - (</w:t>
            </w:r>
            <w:proofErr w:type="spellStart"/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xxk</w:t>
            </w:r>
            <w:proofErr w:type="spellEnd"/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0022-2267                                                                                        </w:t>
            </w:r>
          </w:p>
        </w:tc>
        <w:tc>
          <w:tcPr>
            <w:tcW w:w="900" w:type="dxa"/>
            <w:gridSpan w:val="5"/>
          </w:tcPr>
          <w:p w:rsidR="003C3D42" w:rsidRPr="0058359E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58359E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7" w:type="dxa"/>
            <w:gridSpan w:val="2"/>
          </w:tcPr>
          <w:p w:rsidR="003C3D42" w:rsidRPr="0058359E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4"/>
          </w:tcPr>
          <w:p w:rsidR="003C3D42" w:rsidRPr="0058359E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58359E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  <w:gridSpan w:val="2"/>
          </w:tcPr>
          <w:p w:rsidR="003C3D42" w:rsidRPr="0058359E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4"/>
          </w:tcPr>
          <w:p w:rsidR="003C3D42" w:rsidRPr="0058359E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58359E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9" w:type="dxa"/>
            <w:gridSpan w:val="2"/>
          </w:tcPr>
          <w:p w:rsidR="003C3D42" w:rsidRPr="0058359E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58359E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58359E">
              <w:rPr>
                <w:rFonts w:ascii="Arial" w:eastAsia="Calibri" w:hAnsi="Arial" w:cs="Arial"/>
                <w:sz w:val="18"/>
                <w:szCs w:val="18"/>
                <w:lang w:val="en-US"/>
              </w:rPr>
              <w:t>60</w:t>
            </w:r>
          </w:p>
        </w:tc>
        <w:tc>
          <w:tcPr>
            <w:tcW w:w="2338" w:type="dxa"/>
            <w:vAlign w:val="center"/>
          </w:tcPr>
          <w:p w:rsidR="003C3D42" w:rsidRPr="0058359E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Journal of Paleontology. - Lawrence : Paleontological Society. - (</w:t>
            </w:r>
            <w:proofErr w:type="spellStart"/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xxu</w:t>
            </w:r>
            <w:proofErr w:type="spellEnd"/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). - ISSN 0022-3360</w:t>
            </w:r>
            <w:r w:rsidRPr="0058359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. Vol. 91</w:t>
            </w:r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</w:t>
            </w:r>
          </w:p>
        </w:tc>
        <w:tc>
          <w:tcPr>
            <w:tcW w:w="1897" w:type="dxa"/>
            <w:gridSpan w:val="7"/>
          </w:tcPr>
          <w:p w:rsidR="003C3D42" w:rsidRPr="0058359E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  <w:gridSpan w:val="6"/>
            <w:vAlign w:val="center"/>
          </w:tcPr>
          <w:p w:rsidR="003C3D42" w:rsidRPr="0058359E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8" w:type="dxa"/>
            <w:gridSpan w:val="6"/>
            <w:vAlign w:val="center"/>
          </w:tcPr>
          <w:p w:rsidR="003C3D42" w:rsidRPr="0058359E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58359E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58359E">
              <w:rPr>
                <w:rFonts w:ascii="Arial" w:eastAsia="Calibri" w:hAnsi="Arial" w:cs="Arial"/>
                <w:sz w:val="18"/>
                <w:szCs w:val="18"/>
                <w:lang w:val="en-US"/>
              </w:rPr>
              <w:t>61</w:t>
            </w:r>
          </w:p>
        </w:tc>
        <w:tc>
          <w:tcPr>
            <w:tcW w:w="2338" w:type="dxa"/>
            <w:vAlign w:val="center"/>
          </w:tcPr>
          <w:p w:rsidR="003C3D42" w:rsidRPr="0058359E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Journal of Petrology </w:t>
            </w:r>
            <w:r w:rsidRPr="0058359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+ online</w:t>
            </w:r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Oxford : Oxford University Press. - (</w:t>
            </w:r>
            <w:proofErr w:type="spellStart"/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xxk</w:t>
            </w:r>
            <w:proofErr w:type="spellEnd"/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0022-3530             </w:t>
            </w:r>
          </w:p>
        </w:tc>
        <w:tc>
          <w:tcPr>
            <w:tcW w:w="900" w:type="dxa"/>
            <w:gridSpan w:val="5"/>
          </w:tcPr>
          <w:p w:rsidR="003C3D42" w:rsidRPr="0058359E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58359E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7" w:type="dxa"/>
            <w:gridSpan w:val="2"/>
          </w:tcPr>
          <w:p w:rsidR="003C3D42" w:rsidRPr="0058359E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4"/>
          </w:tcPr>
          <w:p w:rsidR="003C3D42" w:rsidRPr="0058359E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58359E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  <w:gridSpan w:val="2"/>
          </w:tcPr>
          <w:p w:rsidR="003C3D42" w:rsidRPr="0058359E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4"/>
          </w:tcPr>
          <w:p w:rsidR="003C3D42" w:rsidRPr="0058359E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58359E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9" w:type="dxa"/>
            <w:gridSpan w:val="2"/>
          </w:tcPr>
          <w:p w:rsidR="003C3D42" w:rsidRPr="0058359E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58359E" w:rsidRPr="001740C9" w:rsidTr="003566F2">
        <w:tc>
          <w:tcPr>
            <w:tcW w:w="517" w:type="dxa"/>
            <w:vAlign w:val="center"/>
          </w:tcPr>
          <w:p w:rsidR="0058359E" w:rsidRPr="0058359E" w:rsidRDefault="0058359E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58359E">
              <w:rPr>
                <w:rFonts w:ascii="Arial" w:eastAsia="Calibri" w:hAnsi="Arial" w:cs="Arial"/>
                <w:sz w:val="18"/>
                <w:szCs w:val="18"/>
                <w:lang w:val="en-US"/>
              </w:rPr>
              <w:lastRenderedPageBreak/>
              <w:t>62</w:t>
            </w:r>
          </w:p>
        </w:tc>
        <w:tc>
          <w:tcPr>
            <w:tcW w:w="2338" w:type="dxa"/>
            <w:vAlign w:val="center"/>
          </w:tcPr>
          <w:p w:rsidR="0058359E" w:rsidRPr="0058359E" w:rsidRDefault="0058359E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Journal of Philosophy. - New York : The Journal of Philosophy, Inc. - (</w:t>
            </w:r>
            <w:proofErr w:type="spellStart"/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xxu</w:t>
            </w:r>
            <w:proofErr w:type="spellEnd"/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). - ISSN 0022-362X</w:t>
            </w:r>
            <w:r w:rsidRPr="0058359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. Vol. 114</w:t>
            </w:r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1897" w:type="dxa"/>
            <w:gridSpan w:val="7"/>
          </w:tcPr>
          <w:p w:rsidR="0058359E" w:rsidRPr="0058359E" w:rsidRDefault="0058359E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4" w:type="dxa"/>
            <w:gridSpan w:val="6"/>
          </w:tcPr>
          <w:p w:rsidR="0058359E" w:rsidRPr="0058359E" w:rsidRDefault="0058359E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18" w:type="dxa"/>
            <w:gridSpan w:val="6"/>
          </w:tcPr>
          <w:p w:rsidR="0058359E" w:rsidRPr="0058359E" w:rsidRDefault="0058359E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58359E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58359E">
              <w:rPr>
                <w:rFonts w:ascii="Arial" w:eastAsia="Calibri" w:hAnsi="Arial" w:cs="Arial"/>
                <w:sz w:val="18"/>
                <w:szCs w:val="18"/>
                <w:lang w:val="en-US"/>
              </w:rPr>
              <w:t>63</w:t>
            </w:r>
          </w:p>
        </w:tc>
        <w:tc>
          <w:tcPr>
            <w:tcW w:w="2338" w:type="dxa"/>
            <w:vAlign w:val="center"/>
          </w:tcPr>
          <w:p w:rsidR="003C3D42" w:rsidRPr="0058359E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Journal of Politics </w:t>
            </w:r>
            <w:r w:rsidRPr="0058359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+ online</w:t>
            </w:r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Cambridge : Cambridge University Press. - ISSN 0022-3816                 </w:t>
            </w:r>
          </w:p>
        </w:tc>
        <w:tc>
          <w:tcPr>
            <w:tcW w:w="900" w:type="dxa"/>
            <w:gridSpan w:val="5"/>
          </w:tcPr>
          <w:p w:rsidR="003C3D42" w:rsidRPr="0058359E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58359E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7" w:type="dxa"/>
            <w:gridSpan w:val="2"/>
          </w:tcPr>
          <w:p w:rsidR="003C3D42" w:rsidRPr="0058359E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4"/>
          </w:tcPr>
          <w:p w:rsidR="003C3D42" w:rsidRPr="0058359E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58359E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  <w:gridSpan w:val="2"/>
          </w:tcPr>
          <w:p w:rsidR="003C3D42" w:rsidRPr="0058359E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4"/>
          </w:tcPr>
          <w:p w:rsidR="003C3D42" w:rsidRPr="0058359E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58359E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9" w:type="dxa"/>
            <w:gridSpan w:val="2"/>
          </w:tcPr>
          <w:p w:rsidR="003C3D42" w:rsidRPr="0058359E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58359E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58359E">
              <w:rPr>
                <w:rFonts w:ascii="Arial" w:eastAsia="Calibri" w:hAnsi="Arial" w:cs="Arial"/>
                <w:sz w:val="18"/>
                <w:szCs w:val="18"/>
                <w:lang w:val="en-US"/>
              </w:rPr>
              <w:t>64</w:t>
            </w:r>
          </w:p>
        </w:tc>
        <w:tc>
          <w:tcPr>
            <w:tcW w:w="2338" w:type="dxa"/>
            <w:vAlign w:val="center"/>
          </w:tcPr>
          <w:p w:rsidR="003C3D42" w:rsidRPr="0058359E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Journal of Private International Law </w:t>
            </w:r>
            <w:r w:rsidRPr="0058359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+ online</w:t>
            </w:r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Oxford : Hart Publishing. - ISSN 1744-1048              </w:t>
            </w:r>
          </w:p>
        </w:tc>
        <w:tc>
          <w:tcPr>
            <w:tcW w:w="900" w:type="dxa"/>
            <w:gridSpan w:val="5"/>
          </w:tcPr>
          <w:p w:rsidR="003C3D42" w:rsidRPr="0058359E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58359E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7" w:type="dxa"/>
            <w:gridSpan w:val="2"/>
          </w:tcPr>
          <w:p w:rsidR="003C3D42" w:rsidRPr="0058359E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4"/>
          </w:tcPr>
          <w:p w:rsidR="003C3D42" w:rsidRPr="0058359E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58359E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  <w:gridSpan w:val="2"/>
          </w:tcPr>
          <w:p w:rsidR="003C3D42" w:rsidRPr="0058359E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4"/>
          </w:tcPr>
          <w:p w:rsidR="003C3D42" w:rsidRPr="0058359E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58359E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9" w:type="dxa"/>
            <w:gridSpan w:val="2"/>
          </w:tcPr>
          <w:p w:rsidR="003C3D42" w:rsidRPr="0058359E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58359E" w:rsidRPr="001740C9" w:rsidTr="00FF66BA">
        <w:tc>
          <w:tcPr>
            <w:tcW w:w="517" w:type="dxa"/>
            <w:vAlign w:val="center"/>
          </w:tcPr>
          <w:p w:rsidR="0058359E" w:rsidRPr="0058359E" w:rsidRDefault="0058359E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58359E">
              <w:rPr>
                <w:rFonts w:ascii="Arial" w:eastAsia="Calibri" w:hAnsi="Arial" w:cs="Arial"/>
                <w:sz w:val="18"/>
                <w:szCs w:val="18"/>
                <w:lang w:val="en-US"/>
              </w:rPr>
              <w:t>65</w:t>
            </w:r>
          </w:p>
        </w:tc>
        <w:tc>
          <w:tcPr>
            <w:tcW w:w="2338" w:type="dxa"/>
            <w:vAlign w:val="center"/>
          </w:tcPr>
          <w:p w:rsidR="0058359E" w:rsidRPr="0058359E" w:rsidRDefault="0058359E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Journal of Roman Studies </w:t>
            </w:r>
            <w:r w:rsidRPr="0058359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+ online</w:t>
            </w:r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London : Society for the Promotion of Roman Studies. - (</w:t>
            </w:r>
            <w:proofErr w:type="spellStart"/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xxk</w:t>
            </w:r>
            <w:proofErr w:type="spellEnd"/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). - ISSN 0075-4358</w:t>
            </w:r>
            <w:r w:rsidRPr="0058359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. Vol. 107</w:t>
            </w:r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                                                                 </w:t>
            </w:r>
          </w:p>
        </w:tc>
        <w:tc>
          <w:tcPr>
            <w:tcW w:w="900" w:type="dxa"/>
            <w:gridSpan w:val="5"/>
          </w:tcPr>
          <w:p w:rsidR="0058359E" w:rsidRPr="0058359E" w:rsidRDefault="0058359E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58359E" w:rsidRPr="0058359E" w:rsidRDefault="0058359E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7" w:type="dxa"/>
            <w:gridSpan w:val="2"/>
          </w:tcPr>
          <w:p w:rsidR="0058359E" w:rsidRPr="0058359E" w:rsidRDefault="0058359E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4"/>
          </w:tcPr>
          <w:p w:rsidR="0058359E" w:rsidRPr="0058359E" w:rsidRDefault="0058359E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58359E" w:rsidRPr="0058359E" w:rsidRDefault="0058359E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  <w:gridSpan w:val="2"/>
          </w:tcPr>
          <w:p w:rsidR="0058359E" w:rsidRPr="0058359E" w:rsidRDefault="0058359E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4"/>
          </w:tcPr>
          <w:p w:rsidR="0058359E" w:rsidRPr="0058359E" w:rsidRDefault="0058359E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58359E" w:rsidRPr="0058359E" w:rsidRDefault="0058359E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9" w:type="dxa"/>
            <w:gridSpan w:val="2"/>
          </w:tcPr>
          <w:p w:rsidR="0058359E" w:rsidRPr="0058359E" w:rsidRDefault="0058359E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58359E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58359E">
              <w:rPr>
                <w:rFonts w:ascii="Arial" w:eastAsia="Calibri" w:hAnsi="Arial" w:cs="Arial"/>
                <w:sz w:val="18"/>
                <w:szCs w:val="18"/>
                <w:lang w:val="en-US"/>
              </w:rPr>
              <w:t>66</w:t>
            </w:r>
          </w:p>
        </w:tc>
        <w:tc>
          <w:tcPr>
            <w:tcW w:w="2338" w:type="dxa"/>
            <w:vAlign w:val="center"/>
          </w:tcPr>
          <w:p w:rsidR="003C3D42" w:rsidRPr="0058359E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Journal of the Physical Society of Japan </w:t>
            </w:r>
            <w:r w:rsidRPr="0058359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+ online</w:t>
            </w:r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Tokyo : Institute of Pure and Applied Physics. - (ja). - ISSN 0031-9015                                                                         </w:t>
            </w:r>
          </w:p>
        </w:tc>
        <w:tc>
          <w:tcPr>
            <w:tcW w:w="900" w:type="dxa"/>
            <w:gridSpan w:val="5"/>
          </w:tcPr>
          <w:p w:rsidR="003C3D42" w:rsidRPr="0058359E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58359E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7" w:type="dxa"/>
            <w:gridSpan w:val="2"/>
          </w:tcPr>
          <w:p w:rsidR="003C3D42" w:rsidRPr="0058359E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4"/>
          </w:tcPr>
          <w:p w:rsidR="003C3D42" w:rsidRPr="0058359E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58359E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  <w:gridSpan w:val="2"/>
          </w:tcPr>
          <w:p w:rsidR="003C3D42" w:rsidRPr="0058359E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4"/>
          </w:tcPr>
          <w:p w:rsidR="003C3D42" w:rsidRPr="0058359E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58359E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9" w:type="dxa"/>
            <w:gridSpan w:val="2"/>
          </w:tcPr>
          <w:p w:rsidR="003C3D42" w:rsidRPr="0058359E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58359E" w:rsidRPr="001740C9" w:rsidTr="0077485F">
        <w:tc>
          <w:tcPr>
            <w:tcW w:w="517" w:type="dxa"/>
            <w:vAlign w:val="center"/>
          </w:tcPr>
          <w:p w:rsidR="0058359E" w:rsidRPr="0058359E" w:rsidRDefault="0058359E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58359E">
              <w:rPr>
                <w:rFonts w:ascii="Arial" w:eastAsia="Calibri" w:hAnsi="Arial" w:cs="Arial"/>
                <w:sz w:val="18"/>
                <w:szCs w:val="18"/>
                <w:lang w:val="en-US"/>
              </w:rPr>
              <w:t>67</w:t>
            </w:r>
          </w:p>
        </w:tc>
        <w:tc>
          <w:tcPr>
            <w:tcW w:w="2338" w:type="dxa"/>
            <w:vAlign w:val="center"/>
          </w:tcPr>
          <w:p w:rsidR="0058359E" w:rsidRPr="0058359E" w:rsidRDefault="0058359E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Juristenzeitung</w:t>
            </w:r>
            <w:proofErr w:type="spellEnd"/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8359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+ online</w:t>
            </w:r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</w:t>
            </w:r>
            <w:proofErr w:type="spellStart"/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Tübingen</w:t>
            </w:r>
            <w:proofErr w:type="spellEnd"/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: Mohr </w:t>
            </w:r>
            <w:proofErr w:type="spellStart"/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Siebeck</w:t>
            </w:r>
            <w:proofErr w:type="spellEnd"/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(</w:t>
            </w:r>
            <w:proofErr w:type="spellStart"/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gw</w:t>
            </w:r>
            <w:proofErr w:type="spellEnd"/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0022-6882                            </w:t>
            </w:r>
          </w:p>
        </w:tc>
        <w:tc>
          <w:tcPr>
            <w:tcW w:w="900" w:type="dxa"/>
            <w:gridSpan w:val="5"/>
          </w:tcPr>
          <w:p w:rsidR="0058359E" w:rsidRPr="0058359E" w:rsidRDefault="0058359E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58359E" w:rsidRPr="0058359E" w:rsidRDefault="0058359E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7" w:type="dxa"/>
            <w:gridSpan w:val="2"/>
          </w:tcPr>
          <w:p w:rsidR="0058359E" w:rsidRPr="0058359E" w:rsidRDefault="0058359E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4"/>
          </w:tcPr>
          <w:p w:rsidR="0058359E" w:rsidRPr="0058359E" w:rsidRDefault="0058359E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58359E" w:rsidRPr="0058359E" w:rsidRDefault="0058359E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  <w:gridSpan w:val="2"/>
          </w:tcPr>
          <w:p w:rsidR="0058359E" w:rsidRPr="0058359E" w:rsidRDefault="0058359E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4"/>
          </w:tcPr>
          <w:p w:rsidR="0058359E" w:rsidRPr="0058359E" w:rsidRDefault="0058359E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58359E" w:rsidRPr="0058359E" w:rsidRDefault="0058359E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9" w:type="dxa"/>
            <w:gridSpan w:val="2"/>
          </w:tcPr>
          <w:p w:rsidR="0058359E" w:rsidRPr="0058359E" w:rsidRDefault="0058359E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58359E" w:rsidRPr="001740C9" w:rsidTr="00654F28">
        <w:tc>
          <w:tcPr>
            <w:tcW w:w="517" w:type="dxa"/>
            <w:vAlign w:val="center"/>
          </w:tcPr>
          <w:p w:rsidR="0058359E" w:rsidRPr="0058359E" w:rsidRDefault="0058359E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58359E">
              <w:rPr>
                <w:rFonts w:ascii="Arial" w:eastAsia="Calibri" w:hAnsi="Arial" w:cs="Arial"/>
                <w:sz w:val="18"/>
                <w:szCs w:val="18"/>
                <w:lang w:val="en-US"/>
              </w:rPr>
              <w:t>68</w:t>
            </w:r>
          </w:p>
        </w:tc>
        <w:tc>
          <w:tcPr>
            <w:tcW w:w="2338" w:type="dxa"/>
            <w:vAlign w:val="center"/>
          </w:tcPr>
          <w:p w:rsidR="0058359E" w:rsidRPr="0058359E" w:rsidRDefault="0058359E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Juristische</w:t>
            </w:r>
            <w:proofErr w:type="spellEnd"/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Rundschau</w:t>
            </w:r>
            <w:proofErr w:type="spellEnd"/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Berlin : Walter de </w:t>
            </w:r>
            <w:proofErr w:type="spellStart"/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Gruyter</w:t>
            </w:r>
            <w:proofErr w:type="spellEnd"/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(</w:t>
            </w:r>
            <w:proofErr w:type="spellStart"/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gw</w:t>
            </w:r>
            <w:proofErr w:type="spellEnd"/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0022-6920                   </w:t>
            </w:r>
          </w:p>
        </w:tc>
        <w:tc>
          <w:tcPr>
            <w:tcW w:w="1897" w:type="dxa"/>
            <w:gridSpan w:val="7"/>
          </w:tcPr>
          <w:p w:rsidR="0058359E" w:rsidRPr="0058359E" w:rsidRDefault="0058359E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4" w:type="dxa"/>
            <w:gridSpan w:val="6"/>
          </w:tcPr>
          <w:p w:rsidR="0058359E" w:rsidRPr="0058359E" w:rsidRDefault="0058359E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18" w:type="dxa"/>
            <w:gridSpan w:val="6"/>
          </w:tcPr>
          <w:p w:rsidR="0058359E" w:rsidRPr="0058359E" w:rsidRDefault="0058359E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58359E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58359E">
              <w:rPr>
                <w:rFonts w:ascii="Arial" w:eastAsia="Calibri" w:hAnsi="Arial" w:cs="Arial"/>
                <w:sz w:val="18"/>
                <w:szCs w:val="18"/>
                <w:lang w:val="en-US"/>
              </w:rPr>
              <w:t>69</w:t>
            </w:r>
          </w:p>
        </w:tc>
        <w:tc>
          <w:tcPr>
            <w:tcW w:w="2338" w:type="dxa"/>
            <w:vAlign w:val="center"/>
          </w:tcPr>
          <w:p w:rsidR="003C3D42" w:rsidRPr="0058359E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Kantstudien</w:t>
            </w:r>
            <w:proofErr w:type="spellEnd"/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8359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+ online</w:t>
            </w:r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Berlin : Walter de </w:t>
            </w:r>
            <w:proofErr w:type="spellStart"/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Gruyter</w:t>
            </w:r>
            <w:proofErr w:type="spellEnd"/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GmbH &amp; Co. KG. - ISSN 0022-8877                      </w:t>
            </w:r>
          </w:p>
        </w:tc>
        <w:tc>
          <w:tcPr>
            <w:tcW w:w="900" w:type="dxa"/>
            <w:gridSpan w:val="5"/>
          </w:tcPr>
          <w:p w:rsidR="003C3D42" w:rsidRPr="0058359E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58359E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7" w:type="dxa"/>
            <w:gridSpan w:val="2"/>
          </w:tcPr>
          <w:p w:rsidR="003C3D42" w:rsidRPr="0058359E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4"/>
          </w:tcPr>
          <w:p w:rsidR="003C3D42" w:rsidRPr="0058359E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58359E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  <w:gridSpan w:val="2"/>
          </w:tcPr>
          <w:p w:rsidR="003C3D42" w:rsidRPr="0058359E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4"/>
          </w:tcPr>
          <w:p w:rsidR="003C3D42" w:rsidRPr="0058359E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58359E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9" w:type="dxa"/>
            <w:gridSpan w:val="2"/>
          </w:tcPr>
          <w:p w:rsidR="003C3D42" w:rsidRPr="0058359E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58359E" w:rsidRPr="001740C9" w:rsidTr="001F7B86">
        <w:tc>
          <w:tcPr>
            <w:tcW w:w="517" w:type="dxa"/>
            <w:vAlign w:val="center"/>
          </w:tcPr>
          <w:p w:rsidR="0058359E" w:rsidRPr="0058359E" w:rsidRDefault="0058359E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58359E">
              <w:rPr>
                <w:rFonts w:ascii="Arial" w:eastAsia="Calibri" w:hAnsi="Arial" w:cs="Arial"/>
                <w:sz w:val="18"/>
                <w:szCs w:val="18"/>
                <w:lang w:val="en-US"/>
              </w:rPr>
              <w:t>70</w:t>
            </w:r>
          </w:p>
        </w:tc>
        <w:tc>
          <w:tcPr>
            <w:tcW w:w="2338" w:type="dxa"/>
            <w:vAlign w:val="center"/>
          </w:tcPr>
          <w:p w:rsidR="0058359E" w:rsidRPr="0058359E" w:rsidRDefault="0058359E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KTS. </w:t>
            </w:r>
            <w:proofErr w:type="spellStart"/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Zeitschrift</w:t>
            </w:r>
            <w:proofErr w:type="spellEnd"/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für</w:t>
            </w:r>
            <w:proofErr w:type="spellEnd"/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Insolvenzrecht</w:t>
            </w:r>
            <w:proofErr w:type="spellEnd"/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Köln : Carl </w:t>
            </w:r>
            <w:proofErr w:type="spellStart"/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Heymanns</w:t>
            </w:r>
            <w:proofErr w:type="spellEnd"/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Verlag</w:t>
            </w:r>
            <w:proofErr w:type="spellEnd"/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KG.. - (</w:t>
            </w:r>
            <w:proofErr w:type="spellStart"/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gw</w:t>
            </w:r>
            <w:proofErr w:type="spellEnd"/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1432-461X                                                                                        </w:t>
            </w:r>
          </w:p>
        </w:tc>
        <w:tc>
          <w:tcPr>
            <w:tcW w:w="1897" w:type="dxa"/>
            <w:gridSpan w:val="7"/>
          </w:tcPr>
          <w:p w:rsidR="0058359E" w:rsidRPr="0058359E" w:rsidRDefault="0058359E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4" w:type="dxa"/>
            <w:gridSpan w:val="6"/>
          </w:tcPr>
          <w:p w:rsidR="0058359E" w:rsidRPr="0058359E" w:rsidRDefault="0058359E" w:rsidP="005267A3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18" w:type="dxa"/>
            <w:gridSpan w:val="6"/>
          </w:tcPr>
          <w:p w:rsidR="0058359E" w:rsidRPr="0058359E" w:rsidRDefault="0058359E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58359E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58359E">
              <w:rPr>
                <w:rFonts w:ascii="Arial" w:eastAsia="Calibri" w:hAnsi="Arial" w:cs="Arial"/>
                <w:sz w:val="18"/>
                <w:szCs w:val="18"/>
                <w:lang w:val="en-US"/>
              </w:rPr>
              <w:t>71</w:t>
            </w:r>
          </w:p>
        </w:tc>
        <w:tc>
          <w:tcPr>
            <w:tcW w:w="2338" w:type="dxa"/>
            <w:vAlign w:val="center"/>
          </w:tcPr>
          <w:p w:rsidR="003C3D42" w:rsidRPr="0058359E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Languages in Contrast </w:t>
            </w:r>
            <w:r w:rsidRPr="0058359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+ online</w:t>
            </w:r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Amsterdam : John Benjamins Publishing. - (ne). - ISSN 1387-6759</w:t>
            </w:r>
            <w:r w:rsidRPr="0058359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. Vol. 17</w:t>
            </w:r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</w:t>
            </w:r>
          </w:p>
        </w:tc>
        <w:tc>
          <w:tcPr>
            <w:tcW w:w="900" w:type="dxa"/>
            <w:gridSpan w:val="5"/>
          </w:tcPr>
          <w:p w:rsidR="003C3D42" w:rsidRPr="0058359E" w:rsidRDefault="003C3D42" w:rsidP="005267A3">
            <w:pPr>
              <w:spacing w:line="36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58359E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7" w:type="dxa"/>
            <w:gridSpan w:val="2"/>
          </w:tcPr>
          <w:p w:rsidR="003C3D42" w:rsidRPr="0058359E" w:rsidRDefault="003C3D42" w:rsidP="005267A3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4"/>
          </w:tcPr>
          <w:p w:rsidR="003C3D42" w:rsidRPr="0058359E" w:rsidRDefault="003C3D42" w:rsidP="005267A3">
            <w:pPr>
              <w:spacing w:line="36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58359E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  <w:gridSpan w:val="2"/>
          </w:tcPr>
          <w:p w:rsidR="003C3D42" w:rsidRPr="0058359E" w:rsidRDefault="003C3D42" w:rsidP="005267A3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4"/>
          </w:tcPr>
          <w:p w:rsidR="003C3D42" w:rsidRPr="0058359E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58359E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9" w:type="dxa"/>
            <w:gridSpan w:val="2"/>
          </w:tcPr>
          <w:p w:rsidR="003C3D42" w:rsidRPr="0058359E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58359E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58359E">
              <w:rPr>
                <w:rFonts w:ascii="Arial" w:eastAsia="Calibri" w:hAnsi="Arial" w:cs="Arial"/>
                <w:sz w:val="18"/>
                <w:szCs w:val="18"/>
                <w:lang w:val="en-US"/>
              </w:rPr>
              <w:t>72</w:t>
            </w:r>
          </w:p>
        </w:tc>
        <w:tc>
          <w:tcPr>
            <w:tcW w:w="2338" w:type="dxa"/>
            <w:vAlign w:val="center"/>
          </w:tcPr>
          <w:p w:rsidR="003C3D42" w:rsidRPr="0058359E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Legal Theory </w:t>
            </w:r>
            <w:r w:rsidRPr="0058359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+ online</w:t>
            </w:r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Cambridge  : Cambridge University Press. - (</w:t>
            </w:r>
            <w:proofErr w:type="spellStart"/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xxk</w:t>
            </w:r>
            <w:proofErr w:type="spellEnd"/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1352-3252. </w:t>
            </w:r>
            <w:r w:rsidRPr="0058359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Vol. 23</w:t>
            </w:r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</w:t>
            </w:r>
          </w:p>
        </w:tc>
        <w:tc>
          <w:tcPr>
            <w:tcW w:w="900" w:type="dxa"/>
            <w:gridSpan w:val="5"/>
          </w:tcPr>
          <w:p w:rsidR="003C3D42" w:rsidRPr="0058359E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58359E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7" w:type="dxa"/>
            <w:gridSpan w:val="2"/>
          </w:tcPr>
          <w:p w:rsidR="003C3D42" w:rsidRPr="0058359E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4"/>
          </w:tcPr>
          <w:p w:rsidR="003C3D42" w:rsidRPr="0058359E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58359E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  <w:gridSpan w:val="2"/>
          </w:tcPr>
          <w:p w:rsidR="003C3D42" w:rsidRPr="0058359E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4"/>
          </w:tcPr>
          <w:p w:rsidR="003C3D42" w:rsidRPr="0058359E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58359E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9" w:type="dxa"/>
            <w:gridSpan w:val="2"/>
          </w:tcPr>
          <w:p w:rsidR="003C3D42" w:rsidRPr="0058359E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58359E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58359E">
              <w:rPr>
                <w:rFonts w:ascii="Arial" w:eastAsia="Calibri" w:hAnsi="Arial" w:cs="Arial"/>
                <w:sz w:val="18"/>
                <w:szCs w:val="18"/>
                <w:lang w:val="en-US"/>
              </w:rPr>
              <w:t>73</w:t>
            </w:r>
          </w:p>
        </w:tc>
        <w:tc>
          <w:tcPr>
            <w:tcW w:w="2338" w:type="dxa"/>
            <w:vAlign w:val="center"/>
          </w:tcPr>
          <w:p w:rsidR="003C3D42" w:rsidRPr="0058359E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Liturgisches</w:t>
            </w:r>
            <w:proofErr w:type="spellEnd"/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Jahrbuch</w:t>
            </w:r>
            <w:proofErr w:type="spellEnd"/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</w:t>
            </w:r>
            <w:proofErr w:type="spellStart"/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Münster</w:t>
            </w:r>
            <w:proofErr w:type="spellEnd"/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: </w:t>
            </w:r>
            <w:proofErr w:type="spellStart"/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Aschendorffsche</w:t>
            </w:r>
            <w:proofErr w:type="spellEnd"/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Verlagsbuchhandlung</w:t>
            </w:r>
            <w:proofErr w:type="spellEnd"/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(</w:t>
            </w:r>
            <w:proofErr w:type="spellStart"/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gw</w:t>
            </w:r>
            <w:proofErr w:type="spellEnd"/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0024-5100. </w:t>
            </w:r>
            <w:r w:rsidRPr="0058359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Vol. 67</w:t>
            </w:r>
            <w:r w:rsidRPr="0058359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                                                                       </w:t>
            </w:r>
          </w:p>
        </w:tc>
        <w:tc>
          <w:tcPr>
            <w:tcW w:w="1897" w:type="dxa"/>
            <w:gridSpan w:val="7"/>
          </w:tcPr>
          <w:p w:rsidR="003C3D42" w:rsidRPr="0058359E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  <w:gridSpan w:val="6"/>
            <w:vAlign w:val="center"/>
          </w:tcPr>
          <w:p w:rsidR="003C3D42" w:rsidRPr="001740C9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2418" w:type="dxa"/>
            <w:gridSpan w:val="6"/>
            <w:vAlign w:val="center"/>
          </w:tcPr>
          <w:p w:rsidR="003C3D42" w:rsidRPr="001740C9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highlight w:val="yellow"/>
                <w:lang w:val="en-US"/>
              </w:rPr>
            </w:pPr>
          </w:p>
        </w:tc>
      </w:tr>
      <w:tr w:rsidR="0058359E" w:rsidRPr="001740C9" w:rsidTr="002A4211">
        <w:tc>
          <w:tcPr>
            <w:tcW w:w="517" w:type="dxa"/>
            <w:vAlign w:val="center"/>
          </w:tcPr>
          <w:p w:rsidR="0058359E" w:rsidRPr="008A362C" w:rsidRDefault="0058359E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74</w:t>
            </w:r>
          </w:p>
        </w:tc>
        <w:tc>
          <w:tcPr>
            <w:tcW w:w="2338" w:type="dxa"/>
            <w:vAlign w:val="center"/>
          </w:tcPr>
          <w:p w:rsidR="0058359E" w:rsidRPr="008A362C" w:rsidRDefault="0058359E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Medicina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e Morale. - Roma :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Universita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Cattolica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del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Sacro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Coure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(it). - ISSN 0025-7834.</w:t>
            </w:r>
            <w:r w:rsidRPr="008A362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Vol. 67</w:t>
            </w:r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                                                                       </w:t>
            </w:r>
          </w:p>
        </w:tc>
        <w:tc>
          <w:tcPr>
            <w:tcW w:w="1897" w:type="dxa"/>
            <w:gridSpan w:val="7"/>
          </w:tcPr>
          <w:p w:rsidR="0058359E" w:rsidRPr="008A362C" w:rsidRDefault="0058359E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4" w:type="dxa"/>
            <w:gridSpan w:val="6"/>
          </w:tcPr>
          <w:p w:rsidR="0058359E" w:rsidRPr="008A362C" w:rsidRDefault="0058359E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18" w:type="dxa"/>
            <w:gridSpan w:val="6"/>
          </w:tcPr>
          <w:p w:rsidR="0058359E" w:rsidRPr="008A362C" w:rsidRDefault="0058359E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58359E" w:rsidRPr="001740C9" w:rsidTr="00C333B6">
        <w:tc>
          <w:tcPr>
            <w:tcW w:w="517" w:type="dxa"/>
            <w:vAlign w:val="center"/>
          </w:tcPr>
          <w:p w:rsidR="0058359E" w:rsidRPr="008A362C" w:rsidRDefault="0058359E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75</w:t>
            </w:r>
          </w:p>
        </w:tc>
        <w:tc>
          <w:tcPr>
            <w:tcW w:w="2338" w:type="dxa"/>
            <w:vAlign w:val="center"/>
          </w:tcPr>
          <w:p w:rsidR="0058359E" w:rsidRPr="008A362C" w:rsidRDefault="0058359E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Micropaleontology </w:t>
            </w:r>
            <w:r w:rsidRPr="008A362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+ online</w:t>
            </w:r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.- New York  : American Museum of Natural History. Dept. of Micropaleontology. - (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xxu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). - ISSN 0026-2803</w:t>
            </w:r>
            <w:r w:rsidRPr="008A362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. Vol. 63</w:t>
            </w:r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                                     </w:t>
            </w:r>
          </w:p>
        </w:tc>
        <w:tc>
          <w:tcPr>
            <w:tcW w:w="883" w:type="dxa"/>
            <w:gridSpan w:val="4"/>
          </w:tcPr>
          <w:p w:rsidR="0058359E" w:rsidRPr="008A362C" w:rsidRDefault="0058359E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58359E" w:rsidRPr="008A362C" w:rsidRDefault="0058359E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014" w:type="dxa"/>
            <w:gridSpan w:val="3"/>
          </w:tcPr>
          <w:p w:rsidR="0058359E" w:rsidRPr="008A362C" w:rsidRDefault="0058359E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4"/>
          </w:tcPr>
          <w:p w:rsidR="0058359E" w:rsidRPr="008A362C" w:rsidRDefault="0058359E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58359E" w:rsidRPr="008A362C" w:rsidRDefault="0058359E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  <w:gridSpan w:val="2"/>
          </w:tcPr>
          <w:p w:rsidR="0058359E" w:rsidRPr="008A362C" w:rsidRDefault="0058359E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4"/>
          </w:tcPr>
          <w:p w:rsidR="0058359E" w:rsidRPr="008A362C" w:rsidRDefault="0058359E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58359E" w:rsidRPr="008A362C" w:rsidRDefault="0058359E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9" w:type="dxa"/>
            <w:gridSpan w:val="2"/>
          </w:tcPr>
          <w:p w:rsidR="0058359E" w:rsidRPr="008A362C" w:rsidRDefault="0058359E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8A362C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76</w:t>
            </w:r>
          </w:p>
        </w:tc>
        <w:tc>
          <w:tcPr>
            <w:tcW w:w="2338" w:type="dxa"/>
            <w:vAlign w:val="center"/>
          </w:tcPr>
          <w:p w:rsidR="003C3D42" w:rsidRPr="008A362C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Mineralogièeskij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Žurnal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Kiϊv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Nacional'na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Akademia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Nauk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Ukraini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– (un). - ISSN 0204-3548          </w:t>
            </w:r>
          </w:p>
        </w:tc>
        <w:tc>
          <w:tcPr>
            <w:tcW w:w="1897" w:type="dxa"/>
            <w:gridSpan w:val="7"/>
          </w:tcPr>
          <w:p w:rsidR="003C3D42" w:rsidRPr="008A362C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  <w:gridSpan w:val="6"/>
            <w:vAlign w:val="center"/>
          </w:tcPr>
          <w:p w:rsidR="003C3D42" w:rsidRPr="008A362C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8" w:type="dxa"/>
            <w:gridSpan w:val="6"/>
            <w:vAlign w:val="center"/>
          </w:tcPr>
          <w:p w:rsidR="003C3D42" w:rsidRPr="008A362C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</w:tbl>
    <w:p w:rsidR="005A4D6E" w:rsidRDefault="005A4D6E">
      <w:r>
        <w:br w:type="page"/>
      </w:r>
    </w:p>
    <w:tbl>
      <w:tblPr>
        <w:tblStyle w:val="Tabela-Siatka"/>
        <w:tblW w:w="0" w:type="auto"/>
        <w:tblInd w:w="786" w:type="dxa"/>
        <w:tblLayout w:type="fixed"/>
        <w:tblLook w:val="04A0" w:firstRow="1" w:lastRow="0" w:firstColumn="1" w:lastColumn="0" w:noHBand="0" w:noVBand="1"/>
      </w:tblPr>
      <w:tblGrid>
        <w:gridCol w:w="517"/>
        <w:gridCol w:w="2338"/>
        <w:gridCol w:w="900"/>
        <w:gridCol w:w="997"/>
        <w:gridCol w:w="1209"/>
        <w:gridCol w:w="1215"/>
        <w:gridCol w:w="1209"/>
        <w:gridCol w:w="1209"/>
      </w:tblGrid>
      <w:tr w:rsidR="0058359E" w:rsidRPr="001740C9" w:rsidTr="00FE0BC2">
        <w:tc>
          <w:tcPr>
            <w:tcW w:w="517" w:type="dxa"/>
            <w:vAlign w:val="center"/>
          </w:tcPr>
          <w:p w:rsidR="0058359E" w:rsidRPr="008A362C" w:rsidRDefault="0058359E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lastRenderedPageBreak/>
              <w:t>77</w:t>
            </w:r>
          </w:p>
        </w:tc>
        <w:tc>
          <w:tcPr>
            <w:tcW w:w="2338" w:type="dxa"/>
            <w:vAlign w:val="center"/>
          </w:tcPr>
          <w:p w:rsidR="0058359E" w:rsidRPr="008A362C" w:rsidRDefault="0058359E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Monatsschrift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für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Kriminologie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und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Strafrechtsreform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Köln : Carl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Heymanns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Verlag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KG. - (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gw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0026-9301                                                                           </w:t>
            </w:r>
          </w:p>
        </w:tc>
        <w:tc>
          <w:tcPr>
            <w:tcW w:w="1897" w:type="dxa"/>
            <w:gridSpan w:val="2"/>
          </w:tcPr>
          <w:p w:rsidR="0058359E" w:rsidRPr="008A362C" w:rsidRDefault="0058359E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4" w:type="dxa"/>
            <w:gridSpan w:val="2"/>
          </w:tcPr>
          <w:p w:rsidR="0058359E" w:rsidRPr="008A362C" w:rsidRDefault="0058359E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18" w:type="dxa"/>
            <w:gridSpan w:val="2"/>
          </w:tcPr>
          <w:p w:rsidR="0058359E" w:rsidRPr="008A362C" w:rsidRDefault="0058359E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8A362C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78</w:t>
            </w:r>
          </w:p>
        </w:tc>
        <w:tc>
          <w:tcPr>
            <w:tcW w:w="2338" w:type="dxa"/>
            <w:vAlign w:val="center"/>
          </w:tcPr>
          <w:p w:rsidR="003C3D42" w:rsidRPr="008A362C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Neue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Juristische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Wochenschrift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8A362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+ online</w:t>
            </w:r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München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: C. H. Beck. - (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gw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0341-1915                </w:t>
            </w:r>
          </w:p>
        </w:tc>
        <w:tc>
          <w:tcPr>
            <w:tcW w:w="900" w:type="dxa"/>
          </w:tcPr>
          <w:p w:rsidR="003C3D42" w:rsidRPr="008A362C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8A362C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7" w:type="dxa"/>
          </w:tcPr>
          <w:p w:rsidR="003C3D42" w:rsidRPr="008A362C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</w:tcPr>
          <w:p w:rsidR="003C3D42" w:rsidRPr="008A362C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8A362C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</w:tcPr>
          <w:p w:rsidR="003C3D42" w:rsidRPr="008A362C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</w:tcPr>
          <w:p w:rsidR="003C3D42" w:rsidRPr="008A362C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8A362C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9" w:type="dxa"/>
          </w:tcPr>
          <w:p w:rsidR="003C3D42" w:rsidRPr="008A362C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8A362C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79</w:t>
            </w:r>
          </w:p>
        </w:tc>
        <w:tc>
          <w:tcPr>
            <w:tcW w:w="2338" w:type="dxa"/>
            <w:vAlign w:val="center"/>
          </w:tcPr>
          <w:p w:rsidR="003C3D42" w:rsidRPr="008A362C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New Literary History. - Baltimore : Johns Hopkins University Press. - (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xxu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0028-6087                                                                                        </w:t>
            </w:r>
          </w:p>
        </w:tc>
        <w:tc>
          <w:tcPr>
            <w:tcW w:w="1897" w:type="dxa"/>
            <w:gridSpan w:val="2"/>
          </w:tcPr>
          <w:p w:rsidR="003C3D42" w:rsidRPr="008A362C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  <w:gridSpan w:val="2"/>
            <w:vAlign w:val="center"/>
          </w:tcPr>
          <w:p w:rsidR="003C3D42" w:rsidRPr="008A362C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3C3D42" w:rsidRPr="008A362C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8A362C" w:rsidRPr="001740C9" w:rsidTr="002E1730">
        <w:tc>
          <w:tcPr>
            <w:tcW w:w="517" w:type="dxa"/>
            <w:vAlign w:val="center"/>
          </w:tcPr>
          <w:p w:rsidR="008A362C" w:rsidRPr="008A362C" w:rsidRDefault="008A362C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80</w:t>
            </w:r>
          </w:p>
        </w:tc>
        <w:tc>
          <w:tcPr>
            <w:tcW w:w="2338" w:type="dxa"/>
            <w:vAlign w:val="center"/>
          </w:tcPr>
          <w:p w:rsidR="008A362C" w:rsidRPr="008A362C" w:rsidRDefault="008A362C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New Media &amp; Society </w:t>
            </w:r>
            <w:r w:rsidRPr="008A362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+ online</w:t>
            </w:r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London : Sage Publications. - (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xxk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1461-4448                    </w:t>
            </w:r>
          </w:p>
        </w:tc>
        <w:tc>
          <w:tcPr>
            <w:tcW w:w="900" w:type="dxa"/>
          </w:tcPr>
          <w:p w:rsidR="008A362C" w:rsidRPr="008A362C" w:rsidRDefault="008A362C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8A362C" w:rsidRPr="008A362C" w:rsidRDefault="008A362C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7" w:type="dxa"/>
          </w:tcPr>
          <w:p w:rsidR="008A362C" w:rsidRPr="008A362C" w:rsidRDefault="008A362C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</w:tcPr>
          <w:p w:rsidR="008A362C" w:rsidRPr="008A362C" w:rsidRDefault="008A362C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8A362C" w:rsidRPr="008A362C" w:rsidRDefault="008A362C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</w:tcPr>
          <w:p w:rsidR="008A362C" w:rsidRPr="008A362C" w:rsidRDefault="008A362C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</w:tcPr>
          <w:p w:rsidR="008A362C" w:rsidRPr="008A362C" w:rsidRDefault="008A362C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8A362C" w:rsidRPr="008A362C" w:rsidRDefault="008A362C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9" w:type="dxa"/>
          </w:tcPr>
          <w:p w:rsidR="008A362C" w:rsidRPr="008A362C" w:rsidRDefault="008A362C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8A362C" w:rsidRPr="001740C9" w:rsidTr="00A26E58">
        <w:tc>
          <w:tcPr>
            <w:tcW w:w="517" w:type="dxa"/>
            <w:vAlign w:val="center"/>
          </w:tcPr>
          <w:p w:rsidR="008A362C" w:rsidRPr="008A362C" w:rsidRDefault="008A362C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81</w:t>
            </w:r>
          </w:p>
        </w:tc>
        <w:tc>
          <w:tcPr>
            <w:tcW w:w="2338" w:type="dxa"/>
            <w:vAlign w:val="center"/>
          </w:tcPr>
          <w:p w:rsidR="008A362C" w:rsidRPr="008A362C" w:rsidRDefault="008A362C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Novum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Testamentum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8A362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+ online</w:t>
            </w:r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Leiden : Brill. - (ne). - ISSN 0048-1009                                  </w:t>
            </w:r>
          </w:p>
        </w:tc>
        <w:tc>
          <w:tcPr>
            <w:tcW w:w="900" w:type="dxa"/>
          </w:tcPr>
          <w:p w:rsidR="008A362C" w:rsidRPr="008A362C" w:rsidRDefault="008A362C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8A362C" w:rsidRPr="008A362C" w:rsidRDefault="008A362C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7" w:type="dxa"/>
          </w:tcPr>
          <w:p w:rsidR="008A362C" w:rsidRPr="008A362C" w:rsidRDefault="008A362C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</w:tcPr>
          <w:p w:rsidR="008A362C" w:rsidRPr="008A362C" w:rsidRDefault="008A362C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8A362C" w:rsidRPr="008A362C" w:rsidRDefault="008A362C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</w:tcPr>
          <w:p w:rsidR="008A362C" w:rsidRPr="008A362C" w:rsidRDefault="008A362C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</w:tcPr>
          <w:p w:rsidR="008A362C" w:rsidRPr="008A362C" w:rsidRDefault="008A362C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8A362C" w:rsidRPr="008A362C" w:rsidRDefault="008A362C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9" w:type="dxa"/>
          </w:tcPr>
          <w:p w:rsidR="008A362C" w:rsidRPr="008A362C" w:rsidRDefault="008A362C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8A362C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82</w:t>
            </w:r>
          </w:p>
        </w:tc>
        <w:tc>
          <w:tcPr>
            <w:tcW w:w="2338" w:type="dxa"/>
            <w:vAlign w:val="center"/>
          </w:tcPr>
          <w:p w:rsidR="003C3D42" w:rsidRPr="008A362C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NStZ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Neue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Zeitschrift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für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Strafrecht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München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: C. H. Beck. - (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gw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0720-1753          </w:t>
            </w:r>
          </w:p>
        </w:tc>
        <w:tc>
          <w:tcPr>
            <w:tcW w:w="1897" w:type="dxa"/>
            <w:gridSpan w:val="2"/>
          </w:tcPr>
          <w:p w:rsidR="003C3D42" w:rsidRPr="008A362C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  <w:gridSpan w:val="2"/>
            <w:vAlign w:val="center"/>
          </w:tcPr>
          <w:p w:rsidR="003C3D42" w:rsidRPr="008A362C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3C3D42" w:rsidRPr="008A362C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8A362C" w:rsidRPr="001740C9" w:rsidTr="00CB48F5">
        <w:tc>
          <w:tcPr>
            <w:tcW w:w="517" w:type="dxa"/>
            <w:vAlign w:val="center"/>
          </w:tcPr>
          <w:p w:rsidR="008A362C" w:rsidRPr="008A362C" w:rsidRDefault="008A362C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83</w:t>
            </w:r>
          </w:p>
        </w:tc>
        <w:tc>
          <w:tcPr>
            <w:tcW w:w="2338" w:type="dxa"/>
            <w:vAlign w:val="center"/>
          </w:tcPr>
          <w:p w:rsidR="008A362C" w:rsidRPr="008A362C" w:rsidRDefault="008A362C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Öffentliche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Verwaltung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Stuttgart :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Kohlhammer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(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gw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0029-859X                     </w:t>
            </w:r>
          </w:p>
        </w:tc>
        <w:tc>
          <w:tcPr>
            <w:tcW w:w="1897" w:type="dxa"/>
            <w:gridSpan w:val="2"/>
          </w:tcPr>
          <w:p w:rsidR="008A362C" w:rsidRPr="008A362C" w:rsidRDefault="008A362C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4" w:type="dxa"/>
            <w:gridSpan w:val="2"/>
          </w:tcPr>
          <w:p w:rsidR="008A362C" w:rsidRPr="008A362C" w:rsidRDefault="008A362C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18" w:type="dxa"/>
            <w:gridSpan w:val="2"/>
          </w:tcPr>
          <w:p w:rsidR="008A362C" w:rsidRPr="008A362C" w:rsidRDefault="008A362C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8A362C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84</w:t>
            </w:r>
          </w:p>
        </w:tc>
        <w:tc>
          <w:tcPr>
            <w:tcW w:w="2338" w:type="dxa"/>
            <w:vAlign w:val="center"/>
          </w:tcPr>
          <w:p w:rsidR="003C3D42" w:rsidRPr="008A362C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Osteuropa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Recht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Berlin : B W V - Berliner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Wissenschafts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Verlag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GmbH. - (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gw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0030-6444                                                                                        </w:t>
            </w:r>
          </w:p>
        </w:tc>
        <w:tc>
          <w:tcPr>
            <w:tcW w:w="1897" w:type="dxa"/>
            <w:gridSpan w:val="2"/>
          </w:tcPr>
          <w:p w:rsidR="003C3D42" w:rsidRPr="008A362C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424" w:type="dxa"/>
            <w:gridSpan w:val="2"/>
            <w:vAlign w:val="center"/>
          </w:tcPr>
          <w:p w:rsidR="003C3D42" w:rsidRPr="008A362C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3C3D42" w:rsidRPr="008A362C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8A362C" w:rsidRPr="001740C9" w:rsidTr="00481037">
        <w:trPr>
          <w:trHeight w:val="967"/>
        </w:trPr>
        <w:tc>
          <w:tcPr>
            <w:tcW w:w="517" w:type="dxa"/>
            <w:vAlign w:val="center"/>
          </w:tcPr>
          <w:p w:rsidR="008A362C" w:rsidRPr="008A362C" w:rsidRDefault="008A362C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</w:rPr>
              <w:t>85</w:t>
            </w:r>
          </w:p>
        </w:tc>
        <w:tc>
          <w:tcPr>
            <w:tcW w:w="2338" w:type="dxa"/>
            <w:vAlign w:val="center"/>
          </w:tcPr>
          <w:p w:rsidR="008A362C" w:rsidRPr="008A362C" w:rsidRDefault="008A362C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Palaios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A362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wersja</w:t>
            </w:r>
            <w:proofErr w:type="spellEnd"/>
            <w:r w:rsidRPr="008A362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online</w:t>
            </w:r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Tulsa, OK : SEPM Society for Sedimentary Geology. - (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xxu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). - ISSN 0883-1351</w:t>
            </w:r>
          </w:p>
        </w:tc>
        <w:tc>
          <w:tcPr>
            <w:tcW w:w="1897" w:type="dxa"/>
            <w:gridSpan w:val="2"/>
          </w:tcPr>
          <w:p w:rsidR="008A362C" w:rsidRPr="008A362C" w:rsidRDefault="008A362C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ON-LINE</w:t>
            </w:r>
          </w:p>
        </w:tc>
        <w:tc>
          <w:tcPr>
            <w:tcW w:w="2424" w:type="dxa"/>
            <w:gridSpan w:val="2"/>
          </w:tcPr>
          <w:p w:rsidR="008A362C" w:rsidRPr="008A362C" w:rsidRDefault="008A362C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ON-LINE</w:t>
            </w:r>
          </w:p>
        </w:tc>
        <w:tc>
          <w:tcPr>
            <w:tcW w:w="2418" w:type="dxa"/>
            <w:gridSpan w:val="2"/>
          </w:tcPr>
          <w:p w:rsidR="008A362C" w:rsidRPr="008A362C" w:rsidRDefault="008A362C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ON-LINE</w:t>
            </w:r>
          </w:p>
        </w:tc>
      </w:tr>
      <w:tr w:rsidR="008A362C" w:rsidRPr="001740C9" w:rsidTr="00A2302A">
        <w:tc>
          <w:tcPr>
            <w:tcW w:w="517" w:type="dxa"/>
            <w:vAlign w:val="center"/>
          </w:tcPr>
          <w:p w:rsidR="008A362C" w:rsidRPr="008A362C" w:rsidRDefault="008A362C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86</w:t>
            </w:r>
          </w:p>
        </w:tc>
        <w:tc>
          <w:tcPr>
            <w:tcW w:w="2338" w:type="dxa"/>
            <w:vAlign w:val="center"/>
          </w:tcPr>
          <w:p w:rsidR="008A362C" w:rsidRPr="008A362C" w:rsidRDefault="008A362C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Paleobiology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Lawrence : Paleontological Society. - (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xxu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0094-8373                   </w:t>
            </w:r>
          </w:p>
        </w:tc>
        <w:tc>
          <w:tcPr>
            <w:tcW w:w="1897" w:type="dxa"/>
            <w:gridSpan w:val="2"/>
          </w:tcPr>
          <w:p w:rsidR="008A362C" w:rsidRPr="008A362C" w:rsidRDefault="008A362C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4" w:type="dxa"/>
            <w:gridSpan w:val="2"/>
          </w:tcPr>
          <w:p w:rsidR="008A362C" w:rsidRPr="008A362C" w:rsidRDefault="008A362C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18" w:type="dxa"/>
            <w:gridSpan w:val="2"/>
          </w:tcPr>
          <w:p w:rsidR="008A362C" w:rsidRPr="008A362C" w:rsidRDefault="008A362C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8A362C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87</w:t>
            </w:r>
          </w:p>
        </w:tc>
        <w:tc>
          <w:tcPr>
            <w:tcW w:w="2338" w:type="dxa"/>
            <w:vAlign w:val="center"/>
          </w:tcPr>
          <w:p w:rsidR="003C3D42" w:rsidRPr="008A362C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Paleontologièeskij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Žurnal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Moskva :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Izdatel'stvo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Nauka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– (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0031-031X           </w:t>
            </w:r>
          </w:p>
        </w:tc>
        <w:tc>
          <w:tcPr>
            <w:tcW w:w="1897" w:type="dxa"/>
            <w:gridSpan w:val="2"/>
          </w:tcPr>
          <w:p w:rsidR="003C3D42" w:rsidRPr="008A362C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  <w:gridSpan w:val="2"/>
            <w:vAlign w:val="center"/>
          </w:tcPr>
          <w:p w:rsidR="003C3D42" w:rsidRPr="008A362C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3C3D42" w:rsidRPr="008A362C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8A362C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88</w:t>
            </w:r>
          </w:p>
        </w:tc>
        <w:tc>
          <w:tcPr>
            <w:tcW w:w="2338" w:type="dxa"/>
            <w:vAlign w:val="center"/>
          </w:tcPr>
          <w:p w:rsidR="003C3D42" w:rsidRPr="008A362C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Party Politics </w:t>
            </w:r>
            <w:r w:rsidRPr="008A362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+ online z </w:t>
            </w:r>
            <w:proofErr w:type="spellStart"/>
            <w:r w:rsidRPr="008A362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dostępem</w:t>
            </w:r>
            <w:proofErr w:type="spellEnd"/>
            <w:r w:rsidRPr="008A362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do </w:t>
            </w:r>
            <w:proofErr w:type="spellStart"/>
            <w:r w:rsidRPr="008A362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archiwum</w:t>
            </w:r>
            <w:proofErr w:type="spellEnd"/>
            <w:r w:rsidRPr="008A362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on-line od </w:t>
            </w:r>
            <w:proofErr w:type="spellStart"/>
            <w:r w:rsidRPr="008A362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roku</w:t>
            </w:r>
            <w:proofErr w:type="spellEnd"/>
            <w:r w:rsidRPr="008A362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1999</w:t>
            </w:r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London : Sage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Publicatons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(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xxk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1354-0688 </w:t>
            </w:r>
          </w:p>
        </w:tc>
        <w:tc>
          <w:tcPr>
            <w:tcW w:w="900" w:type="dxa"/>
          </w:tcPr>
          <w:p w:rsidR="003C3D42" w:rsidRPr="008A362C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8A362C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7" w:type="dxa"/>
          </w:tcPr>
          <w:p w:rsidR="003C3D42" w:rsidRPr="008A362C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</w:tcPr>
          <w:p w:rsidR="003C3D42" w:rsidRPr="008A362C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8A362C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</w:tcPr>
          <w:p w:rsidR="003C3D42" w:rsidRPr="008A362C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</w:tcPr>
          <w:p w:rsidR="003C3D42" w:rsidRPr="008A362C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8A362C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9" w:type="dxa"/>
          </w:tcPr>
          <w:p w:rsidR="003C3D42" w:rsidRPr="008A362C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8A362C" w:rsidRPr="001740C9" w:rsidTr="00594D14">
        <w:tc>
          <w:tcPr>
            <w:tcW w:w="517" w:type="dxa"/>
            <w:vAlign w:val="center"/>
          </w:tcPr>
          <w:p w:rsidR="008A362C" w:rsidRPr="008A362C" w:rsidRDefault="008A362C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89</w:t>
            </w:r>
          </w:p>
        </w:tc>
        <w:tc>
          <w:tcPr>
            <w:tcW w:w="2338" w:type="dxa"/>
            <w:vAlign w:val="center"/>
          </w:tcPr>
          <w:p w:rsidR="008A362C" w:rsidRPr="008A362C" w:rsidRDefault="008A362C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Philosophy </w:t>
            </w:r>
            <w:r w:rsidRPr="008A362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+ online</w:t>
            </w:r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Cambridge : Cambridge University Press. - ISSN 0031-8191. </w:t>
            </w:r>
            <w:r w:rsidRPr="008A362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Vol. 92 + supplement</w:t>
            </w:r>
          </w:p>
        </w:tc>
        <w:tc>
          <w:tcPr>
            <w:tcW w:w="900" w:type="dxa"/>
          </w:tcPr>
          <w:p w:rsidR="008A362C" w:rsidRPr="008A362C" w:rsidRDefault="008A362C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8A362C" w:rsidRPr="008A362C" w:rsidRDefault="008A362C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7" w:type="dxa"/>
          </w:tcPr>
          <w:p w:rsidR="008A362C" w:rsidRPr="008A362C" w:rsidRDefault="008A362C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</w:tcPr>
          <w:p w:rsidR="008A362C" w:rsidRPr="008A362C" w:rsidRDefault="008A362C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8A362C" w:rsidRPr="008A362C" w:rsidRDefault="008A362C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</w:tcPr>
          <w:p w:rsidR="008A362C" w:rsidRPr="008A362C" w:rsidRDefault="008A362C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</w:tcPr>
          <w:p w:rsidR="008A362C" w:rsidRPr="008A362C" w:rsidRDefault="008A362C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8A362C" w:rsidRPr="008A362C" w:rsidRDefault="008A362C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9" w:type="dxa"/>
          </w:tcPr>
          <w:p w:rsidR="008A362C" w:rsidRPr="008A362C" w:rsidRDefault="008A362C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8A362C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90</w:t>
            </w:r>
          </w:p>
        </w:tc>
        <w:tc>
          <w:tcPr>
            <w:tcW w:w="2338" w:type="dxa"/>
            <w:vAlign w:val="center"/>
          </w:tcPr>
          <w:p w:rsidR="003C3D42" w:rsidRPr="008A362C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Phronesis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8A362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+ online</w:t>
            </w:r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Leiden : Brill. - (ne). - ISSN 0031-8868                                          </w:t>
            </w:r>
          </w:p>
        </w:tc>
        <w:tc>
          <w:tcPr>
            <w:tcW w:w="900" w:type="dxa"/>
          </w:tcPr>
          <w:p w:rsidR="003C3D42" w:rsidRPr="008A362C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8A362C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7" w:type="dxa"/>
          </w:tcPr>
          <w:p w:rsidR="003C3D42" w:rsidRPr="008A362C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</w:tcPr>
          <w:p w:rsidR="003C3D42" w:rsidRPr="008A362C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8A362C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</w:tcPr>
          <w:p w:rsidR="003C3D42" w:rsidRPr="008A362C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</w:tcPr>
          <w:p w:rsidR="003C3D42" w:rsidRPr="008A362C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8A362C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9" w:type="dxa"/>
          </w:tcPr>
          <w:p w:rsidR="003C3D42" w:rsidRPr="008A362C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8053C3" w:rsidRPr="001740C9" w:rsidTr="00E152DB">
        <w:tc>
          <w:tcPr>
            <w:tcW w:w="517" w:type="dxa"/>
            <w:vAlign w:val="center"/>
          </w:tcPr>
          <w:p w:rsidR="008053C3" w:rsidRPr="008A362C" w:rsidRDefault="008053C3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91</w:t>
            </w:r>
          </w:p>
        </w:tc>
        <w:tc>
          <w:tcPr>
            <w:tcW w:w="2338" w:type="dxa"/>
            <w:vAlign w:val="center"/>
          </w:tcPr>
          <w:p w:rsidR="008053C3" w:rsidRPr="008A362C" w:rsidRDefault="008053C3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Plant Cell </w:t>
            </w:r>
            <w:proofErr w:type="spellStart"/>
            <w:r w:rsidRPr="008A362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wersja</w:t>
            </w:r>
            <w:proofErr w:type="spellEnd"/>
            <w:r w:rsidRPr="008A362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online</w:t>
            </w:r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Rockville : American Society of Plant Physiologists. - (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xxu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– ISSN 1040-4651                                                                                       </w:t>
            </w:r>
          </w:p>
        </w:tc>
        <w:tc>
          <w:tcPr>
            <w:tcW w:w="1897" w:type="dxa"/>
            <w:gridSpan w:val="2"/>
          </w:tcPr>
          <w:p w:rsidR="008053C3" w:rsidRPr="008A362C" w:rsidRDefault="008053C3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ON-LINE</w:t>
            </w:r>
          </w:p>
        </w:tc>
        <w:tc>
          <w:tcPr>
            <w:tcW w:w="2424" w:type="dxa"/>
            <w:gridSpan w:val="2"/>
          </w:tcPr>
          <w:p w:rsidR="008053C3" w:rsidRPr="008A362C" w:rsidRDefault="008053C3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ON-LINE</w:t>
            </w:r>
          </w:p>
        </w:tc>
        <w:tc>
          <w:tcPr>
            <w:tcW w:w="2418" w:type="dxa"/>
            <w:gridSpan w:val="2"/>
          </w:tcPr>
          <w:p w:rsidR="008053C3" w:rsidRPr="008A362C" w:rsidRDefault="008053C3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ON-LINE</w:t>
            </w:r>
          </w:p>
        </w:tc>
      </w:tr>
      <w:tr w:rsidR="008053C3" w:rsidRPr="001740C9" w:rsidTr="00B263A7">
        <w:tc>
          <w:tcPr>
            <w:tcW w:w="517" w:type="dxa"/>
            <w:vAlign w:val="center"/>
          </w:tcPr>
          <w:p w:rsidR="008053C3" w:rsidRPr="008A362C" w:rsidRDefault="008053C3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92</w:t>
            </w:r>
          </w:p>
        </w:tc>
        <w:tc>
          <w:tcPr>
            <w:tcW w:w="2338" w:type="dxa"/>
            <w:vAlign w:val="center"/>
          </w:tcPr>
          <w:p w:rsidR="008053C3" w:rsidRPr="008A362C" w:rsidRDefault="008053C3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Plant Physiology </w:t>
            </w:r>
            <w:proofErr w:type="spellStart"/>
            <w:r w:rsidRPr="008A362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wersja</w:t>
            </w:r>
            <w:proofErr w:type="spellEnd"/>
            <w:r w:rsidRPr="008A362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online.</w:t>
            </w:r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- Rockville : American Society of Plant Physiologists. - (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xxu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– ISSN 0032-088                                                       </w:t>
            </w:r>
          </w:p>
        </w:tc>
        <w:tc>
          <w:tcPr>
            <w:tcW w:w="1897" w:type="dxa"/>
            <w:gridSpan w:val="2"/>
          </w:tcPr>
          <w:p w:rsidR="008053C3" w:rsidRPr="008A362C" w:rsidRDefault="008053C3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ON-LINE</w:t>
            </w:r>
          </w:p>
        </w:tc>
        <w:tc>
          <w:tcPr>
            <w:tcW w:w="2424" w:type="dxa"/>
            <w:gridSpan w:val="2"/>
          </w:tcPr>
          <w:p w:rsidR="008053C3" w:rsidRPr="008A362C" w:rsidRDefault="008053C3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ON-LINE</w:t>
            </w:r>
          </w:p>
        </w:tc>
        <w:tc>
          <w:tcPr>
            <w:tcW w:w="2418" w:type="dxa"/>
            <w:gridSpan w:val="2"/>
          </w:tcPr>
          <w:p w:rsidR="008053C3" w:rsidRPr="008A362C" w:rsidRDefault="008053C3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ON-LINE</w:t>
            </w: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8A362C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93</w:t>
            </w:r>
          </w:p>
        </w:tc>
        <w:tc>
          <w:tcPr>
            <w:tcW w:w="2338" w:type="dxa"/>
            <w:vAlign w:val="center"/>
          </w:tcPr>
          <w:p w:rsidR="003C3D42" w:rsidRPr="008A362C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Počvovĕdĕnìe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Moskva :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Izdatel'stvo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Nauka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(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0032-180X    </w:t>
            </w:r>
          </w:p>
        </w:tc>
        <w:tc>
          <w:tcPr>
            <w:tcW w:w="1897" w:type="dxa"/>
            <w:gridSpan w:val="2"/>
          </w:tcPr>
          <w:p w:rsidR="003C3D42" w:rsidRPr="008A362C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  <w:gridSpan w:val="2"/>
            <w:vAlign w:val="center"/>
          </w:tcPr>
          <w:p w:rsidR="003C3D42" w:rsidRPr="008A362C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3C3D42" w:rsidRPr="008A362C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</w:tbl>
    <w:p w:rsidR="005A4D6E" w:rsidRDefault="005A4D6E">
      <w:r>
        <w:br w:type="page"/>
      </w:r>
    </w:p>
    <w:tbl>
      <w:tblPr>
        <w:tblStyle w:val="Tabela-Siatka"/>
        <w:tblW w:w="0" w:type="auto"/>
        <w:tblInd w:w="786" w:type="dxa"/>
        <w:tblLayout w:type="fixed"/>
        <w:tblLook w:val="04A0" w:firstRow="1" w:lastRow="0" w:firstColumn="1" w:lastColumn="0" w:noHBand="0" w:noVBand="1"/>
      </w:tblPr>
      <w:tblGrid>
        <w:gridCol w:w="517"/>
        <w:gridCol w:w="2338"/>
        <w:gridCol w:w="856"/>
        <w:gridCol w:w="13"/>
        <w:gridCol w:w="31"/>
        <w:gridCol w:w="997"/>
        <w:gridCol w:w="1168"/>
        <w:gridCol w:w="14"/>
        <w:gridCol w:w="27"/>
        <w:gridCol w:w="1215"/>
        <w:gridCol w:w="1209"/>
        <w:gridCol w:w="27"/>
        <w:gridCol w:w="14"/>
        <w:gridCol w:w="1168"/>
      </w:tblGrid>
      <w:tr w:rsidR="003C3D42" w:rsidRPr="001740C9" w:rsidTr="002E1730">
        <w:tc>
          <w:tcPr>
            <w:tcW w:w="517" w:type="dxa"/>
            <w:vAlign w:val="center"/>
          </w:tcPr>
          <w:p w:rsidR="003C3D42" w:rsidRPr="008A362C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lastRenderedPageBreak/>
              <w:t>94</w:t>
            </w:r>
          </w:p>
        </w:tc>
        <w:tc>
          <w:tcPr>
            <w:tcW w:w="2338" w:type="dxa"/>
            <w:vAlign w:val="center"/>
          </w:tcPr>
          <w:p w:rsidR="003C3D42" w:rsidRPr="008A362C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Political Science Quarterly </w:t>
            </w:r>
            <w:r w:rsidRPr="008A362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+ online</w:t>
            </w:r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New York : Academy of Political Science. - (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xxu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). - ISSN 0032-3195</w:t>
            </w:r>
            <w:r w:rsidRPr="008A362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. Vol. 132</w:t>
            </w:r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900" w:type="dxa"/>
            <w:gridSpan w:val="3"/>
          </w:tcPr>
          <w:p w:rsidR="003C3D42" w:rsidRPr="008A362C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8A362C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7" w:type="dxa"/>
          </w:tcPr>
          <w:p w:rsidR="003C3D42" w:rsidRPr="008A362C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3"/>
          </w:tcPr>
          <w:p w:rsidR="003C3D42" w:rsidRPr="008A362C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8A362C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</w:tcPr>
          <w:p w:rsidR="003C3D42" w:rsidRPr="008A362C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</w:tcPr>
          <w:p w:rsidR="003C3D42" w:rsidRPr="008A362C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8A362C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9" w:type="dxa"/>
            <w:gridSpan w:val="3"/>
          </w:tcPr>
          <w:p w:rsidR="003C3D42" w:rsidRPr="008A362C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8A362C" w:rsidRPr="001740C9" w:rsidTr="009124E1">
        <w:tc>
          <w:tcPr>
            <w:tcW w:w="517" w:type="dxa"/>
            <w:vAlign w:val="center"/>
          </w:tcPr>
          <w:p w:rsidR="008A362C" w:rsidRPr="008A362C" w:rsidRDefault="008A362C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95</w:t>
            </w:r>
          </w:p>
        </w:tc>
        <w:tc>
          <w:tcPr>
            <w:tcW w:w="2338" w:type="dxa"/>
            <w:vAlign w:val="center"/>
          </w:tcPr>
          <w:p w:rsidR="008A362C" w:rsidRPr="008A362C" w:rsidRDefault="008A362C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Proceedings of the American Mathematical Society </w:t>
            </w:r>
            <w:r w:rsidRPr="008A362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+ online</w:t>
            </w:r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Providence : American Mathematical Society. - (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xxu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0002-9939                                                               </w:t>
            </w:r>
          </w:p>
        </w:tc>
        <w:tc>
          <w:tcPr>
            <w:tcW w:w="900" w:type="dxa"/>
            <w:gridSpan w:val="3"/>
          </w:tcPr>
          <w:p w:rsidR="008A362C" w:rsidRPr="008A362C" w:rsidRDefault="008A362C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8A362C" w:rsidRPr="008A362C" w:rsidRDefault="008A362C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7" w:type="dxa"/>
          </w:tcPr>
          <w:p w:rsidR="008A362C" w:rsidRPr="008A362C" w:rsidRDefault="008A362C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3"/>
          </w:tcPr>
          <w:p w:rsidR="008A362C" w:rsidRPr="008A362C" w:rsidRDefault="008A362C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8A362C" w:rsidRPr="008A362C" w:rsidRDefault="008A362C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</w:tcPr>
          <w:p w:rsidR="008A362C" w:rsidRPr="008A362C" w:rsidRDefault="008A362C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</w:tcPr>
          <w:p w:rsidR="008A362C" w:rsidRPr="008A362C" w:rsidRDefault="008A362C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8A362C" w:rsidRPr="008A362C" w:rsidRDefault="008A362C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9" w:type="dxa"/>
            <w:gridSpan w:val="3"/>
          </w:tcPr>
          <w:p w:rsidR="008A362C" w:rsidRPr="008A362C" w:rsidRDefault="008A362C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8A362C" w:rsidRPr="001740C9" w:rsidTr="003C4848">
        <w:tc>
          <w:tcPr>
            <w:tcW w:w="517" w:type="dxa"/>
            <w:vAlign w:val="center"/>
          </w:tcPr>
          <w:p w:rsidR="008A362C" w:rsidRPr="008A362C" w:rsidRDefault="008A362C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96</w:t>
            </w:r>
          </w:p>
        </w:tc>
        <w:tc>
          <w:tcPr>
            <w:tcW w:w="2338" w:type="dxa"/>
            <w:vAlign w:val="center"/>
          </w:tcPr>
          <w:p w:rsidR="008A362C" w:rsidRPr="008A362C" w:rsidRDefault="008A362C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Progress in Human Geography </w:t>
            </w:r>
            <w:r w:rsidRPr="008A362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+ online</w:t>
            </w:r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London : Sage Publications Ltd.. - (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xxk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0309-1325      </w:t>
            </w:r>
          </w:p>
        </w:tc>
        <w:tc>
          <w:tcPr>
            <w:tcW w:w="900" w:type="dxa"/>
            <w:gridSpan w:val="3"/>
          </w:tcPr>
          <w:p w:rsidR="008A362C" w:rsidRPr="008A362C" w:rsidRDefault="008A362C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8A362C" w:rsidRPr="008A362C" w:rsidRDefault="008A362C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7" w:type="dxa"/>
          </w:tcPr>
          <w:p w:rsidR="008A362C" w:rsidRPr="008A362C" w:rsidRDefault="008A362C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3"/>
          </w:tcPr>
          <w:p w:rsidR="008A362C" w:rsidRPr="008A362C" w:rsidRDefault="008A362C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8A362C" w:rsidRPr="008A362C" w:rsidRDefault="008A362C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</w:tcPr>
          <w:p w:rsidR="008A362C" w:rsidRPr="008A362C" w:rsidRDefault="008A362C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</w:tcPr>
          <w:p w:rsidR="008A362C" w:rsidRPr="008A362C" w:rsidRDefault="008A362C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8A362C" w:rsidRPr="008A362C" w:rsidRDefault="008A362C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9" w:type="dxa"/>
            <w:gridSpan w:val="3"/>
          </w:tcPr>
          <w:p w:rsidR="008A362C" w:rsidRPr="008A362C" w:rsidRDefault="008A362C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8A362C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97</w:t>
            </w:r>
          </w:p>
        </w:tc>
        <w:tc>
          <w:tcPr>
            <w:tcW w:w="2338" w:type="dxa"/>
            <w:vAlign w:val="center"/>
          </w:tcPr>
          <w:p w:rsidR="003C3D42" w:rsidRPr="008A362C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Questions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Liturgiques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8A362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+ online</w:t>
            </w:r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Leuven :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Peeters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Publishers. - (be). - ISSN 0774-5524</w:t>
            </w:r>
            <w:r w:rsidRPr="008A362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. Vol. 98</w:t>
            </w:r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 </w:t>
            </w:r>
          </w:p>
        </w:tc>
        <w:tc>
          <w:tcPr>
            <w:tcW w:w="900" w:type="dxa"/>
            <w:gridSpan w:val="3"/>
          </w:tcPr>
          <w:p w:rsidR="003C3D42" w:rsidRPr="008A362C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8A362C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7" w:type="dxa"/>
          </w:tcPr>
          <w:p w:rsidR="003C3D42" w:rsidRPr="008A362C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3"/>
          </w:tcPr>
          <w:p w:rsidR="003C3D42" w:rsidRPr="008A362C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8A362C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</w:tcPr>
          <w:p w:rsidR="003C3D42" w:rsidRPr="008A362C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</w:tcPr>
          <w:p w:rsidR="003C3D42" w:rsidRPr="008A362C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8A362C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9" w:type="dxa"/>
            <w:gridSpan w:val="3"/>
          </w:tcPr>
          <w:p w:rsidR="003C3D42" w:rsidRPr="008A362C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8A362C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98</w:t>
            </w:r>
          </w:p>
        </w:tc>
        <w:tc>
          <w:tcPr>
            <w:tcW w:w="2338" w:type="dxa"/>
            <w:vAlign w:val="center"/>
          </w:tcPr>
          <w:p w:rsidR="003C3D42" w:rsidRPr="008A362C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Rabels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Zeitschrift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für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Ausländisches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und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Internationales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Privatrecht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8A362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+ online</w:t>
            </w:r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Tübingen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: Mohr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Siebeck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(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gw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0033-7250                                                                </w:t>
            </w:r>
          </w:p>
        </w:tc>
        <w:tc>
          <w:tcPr>
            <w:tcW w:w="900" w:type="dxa"/>
            <w:gridSpan w:val="3"/>
          </w:tcPr>
          <w:p w:rsidR="003C3D42" w:rsidRPr="008A362C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8A362C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7" w:type="dxa"/>
          </w:tcPr>
          <w:p w:rsidR="003C3D42" w:rsidRPr="008A362C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3"/>
          </w:tcPr>
          <w:p w:rsidR="003C3D42" w:rsidRPr="008A362C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8A362C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</w:tcPr>
          <w:p w:rsidR="003C3D42" w:rsidRPr="008A362C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</w:tcPr>
          <w:p w:rsidR="003C3D42" w:rsidRPr="008A362C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8A362C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9" w:type="dxa"/>
            <w:gridSpan w:val="3"/>
          </w:tcPr>
          <w:p w:rsidR="003C3D42" w:rsidRPr="008A362C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8A362C" w:rsidRPr="001740C9" w:rsidTr="00C05515">
        <w:tc>
          <w:tcPr>
            <w:tcW w:w="517" w:type="dxa"/>
            <w:vAlign w:val="center"/>
          </w:tcPr>
          <w:p w:rsidR="008A362C" w:rsidRPr="008A362C" w:rsidRDefault="008A362C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99</w:t>
            </w:r>
          </w:p>
        </w:tc>
        <w:tc>
          <w:tcPr>
            <w:tcW w:w="2338" w:type="dxa"/>
            <w:vAlign w:val="center"/>
          </w:tcPr>
          <w:p w:rsidR="008A362C" w:rsidRPr="008A362C" w:rsidRDefault="008A362C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Recherches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Théologie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et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Philosophie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Médiévales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8A362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+ online</w:t>
            </w:r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Leuven :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Peeters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Publishers. - (be). - ISSN 1370-7493</w:t>
            </w:r>
            <w:r w:rsidRPr="008A362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. Vol. 84</w:t>
            </w:r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                                                           </w:t>
            </w:r>
          </w:p>
        </w:tc>
        <w:tc>
          <w:tcPr>
            <w:tcW w:w="900" w:type="dxa"/>
            <w:gridSpan w:val="3"/>
          </w:tcPr>
          <w:p w:rsidR="008A362C" w:rsidRPr="008A362C" w:rsidRDefault="008A362C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8A362C" w:rsidRPr="008A362C" w:rsidRDefault="008A362C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7" w:type="dxa"/>
          </w:tcPr>
          <w:p w:rsidR="008A362C" w:rsidRPr="008A362C" w:rsidRDefault="008A362C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3"/>
          </w:tcPr>
          <w:p w:rsidR="008A362C" w:rsidRPr="008A362C" w:rsidRDefault="008A362C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8A362C" w:rsidRPr="008A362C" w:rsidRDefault="008A362C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</w:tcPr>
          <w:p w:rsidR="008A362C" w:rsidRPr="008A362C" w:rsidRDefault="008A362C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</w:tcPr>
          <w:p w:rsidR="008A362C" w:rsidRPr="008A362C" w:rsidRDefault="008A362C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8A362C" w:rsidRPr="008A362C" w:rsidRDefault="008A362C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9" w:type="dxa"/>
            <w:gridSpan w:val="3"/>
          </w:tcPr>
          <w:p w:rsidR="008A362C" w:rsidRPr="008A362C" w:rsidRDefault="008A362C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8A362C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100</w:t>
            </w:r>
          </w:p>
        </w:tc>
        <w:tc>
          <w:tcPr>
            <w:tcW w:w="2338" w:type="dxa"/>
            <w:vAlign w:val="center"/>
          </w:tcPr>
          <w:p w:rsidR="003C3D42" w:rsidRPr="008A362C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Recht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der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Internationalen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Wirtschaft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8A362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+ online</w:t>
            </w:r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Frankfurt am Main :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Verlag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Recht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und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Wirtschaft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(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gw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0340-7926                                                                        </w:t>
            </w:r>
          </w:p>
        </w:tc>
        <w:tc>
          <w:tcPr>
            <w:tcW w:w="900" w:type="dxa"/>
            <w:gridSpan w:val="3"/>
          </w:tcPr>
          <w:p w:rsidR="003C3D42" w:rsidRPr="008A362C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8A362C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7" w:type="dxa"/>
          </w:tcPr>
          <w:p w:rsidR="003C3D42" w:rsidRPr="008A362C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3"/>
          </w:tcPr>
          <w:p w:rsidR="003C3D42" w:rsidRPr="008A362C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8A362C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</w:tcPr>
          <w:p w:rsidR="003C3D42" w:rsidRPr="008A362C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</w:tcPr>
          <w:p w:rsidR="003C3D42" w:rsidRPr="008A362C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8A362C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9" w:type="dxa"/>
            <w:gridSpan w:val="3"/>
          </w:tcPr>
          <w:p w:rsidR="003C3D42" w:rsidRPr="008A362C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8A362C" w:rsidRPr="001740C9" w:rsidTr="003A5F8D">
        <w:tc>
          <w:tcPr>
            <w:tcW w:w="517" w:type="dxa"/>
            <w:vAlign w:val="center"/>
          </w:tcPr>
          <w:p w:rsidR="008A362C" w:rsidRPr="008A362C" w:rsidRDefault="008A362C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101</w:t>
            </w:r>
          </w:p>
        </w:tc>
        <w:tc>
          <w:tcPr>
            <w:tcW w:w="2338" w:type="dxa"/>
            <w:vAlign w:val="center"/>
          </w:tcPr>
          <w:p w:rsidR="008A362C" w:rsidRPr="008A362C" w:rsidRDefault="008A362C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Revista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Estudios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Políticos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Madrid : Centro de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Estudios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Políticos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y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Constitucionales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(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sp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). - ISSN 0048-7694</w:t>
            </w:r>
            <w:r w:rsidRPr="008A362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. Od No 175</w:t>
            </w:r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                                   </w:t>
            </w:r>
          </w:p>
        </w:tc>
        <w:tc>
          <w:tcPr>
            <w:tcW w:w="1897" w:type="dxa"/>
            <w:gridSpan w:val="4"/>
          </w:tcPr>
          <w:p w:rsidR="008A362C" w:rsidRPr="008A362C" w:rsidRDefault="008A362C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4" w:type="dxa"/>
            <w:gridSpan w:val="4"/>
          </w:tcPr>
          <w:p w:rsidR="008A362C" w:rsidRPr="008A362C" w:rsidRDefault="008A362C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18" w:type="dxa"/>
            <w:gridSpan w:val="4"/>
          </w:tcPr>
          <w:p w:rsidR="008A362C" w:rsidRPr="008A362C" w:rsidRDefault="008A362C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8A362C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102</w:t>
            </w:r>
          </w:p>
        </w:tc>
        <w:tc>
          <w:tcPr>
            <w:tcW w:w="2338" w:type="dxa"/>
            <w:vAlign w:val="center"/>
          </w:tcPr>
          <w:p w:rsidR="003C3D42" w:rsidRPr="008A362C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Revista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Española de Derecho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Constitucional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Madrid : Centro de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Estudios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Políticos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y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Constitucionales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(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sp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). - ISSN 0211-5743</w:t>
            </w:r>
            <w:r w:rsidRPr="008A362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. Od No 109</w:t>
            </w:r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                                       </w:t>
            </w:r>
          </w:p>
        </w:tc>
        <w:tc>
          <w:tcPr>
            <w:tcW w:w="1897" w:type="dxa"/>
            <w:gridSpan w:val="4"/>
          </w:tcPr>
          <w:p w:rsidR="003C3D42" w:rsidRPr="008A362C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  <w:gridSpan w:val="4"/>
            <w:vAlign w:val="center"/>
          </w:tcPr>
          <w:p w:rsidR="003C3D42" w:rsidRPr="008A362C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8" w:type="dxa"/>
            <w:gridSpan w:val="4"/>
            <w:vAlign w:val="center"/>
          </w:tcPr>
          <w:p w:rsidR="003C3D42" w:rsidRPr="008A362C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8A362C" w:rsidRPr="001740C9" w:rsidTr="003743F0">
        <w:trPr>
          <w:trHeight w:val="760"/>
        </w:trPr>
        <w:tc>
          <w:tcPr>
            <w:tcW w:w="517" w:type="dxa"/>
            <w:vAlign w:val="center"/>
          </w:tcPr>
          <w:p w:rsidR="008A362C" w:rsidRPr="008A362C" w:rsidRDefault="008A362C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103</w:t>
            </w:r>
          </w:p>
        </w:tc>
        <w:tc>
          <w:tcPr>
            <w:tcW w:w="2338" w:type="dxa"/>
            <w:vAlign w:val="center"/>
          </w:tcPr>
          <w:p w:rsidR="008A362C" w:rsidRPr="008A362C" w:rsidRDefault="008A362C" w:rsidP="00252F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Revue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Biblique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Paris : J.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Gabalda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et Cie. - (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fr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0035-0907. </w:t>
            </w:r>
            <w:r w:rsidRPr="008A362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Vol. 124</w:t>
            </w:r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          </w:t>
            </w:r>
          </w:p>
        </w:tc>
        <w:tc>
          <w:tcPr>
            <w:tcW w:w="1897" w:type="dxa"/>
            <w:gridSpan w:val="4"/>
          </w:tcPr>
          <w:p w:rsidR="008A362C" w:rsidRPr="008A362C" w:rsidRDefault="008A362C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4" w:type="dxa"/>
            <w:gridSpan w:val="4"/>
          </w:tcPr>
          <w:p w:rsidR="008A362C" w:rsidRPr="008A362C" w:rsidRDefault="008A362C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18" w:type="dxa"/>
            <w:gridSpan w:val="4"/>
          </w:tcPr>
          <w:p w:rsidR="008A362C" w:rsidRPr="008A362C" w:rsidRDefault="008A362C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8A362C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104</w:t>
            </w:r>
          </w:p>
        </w:tc>
        <w:tc>
          <w:tcPr>
            <w:tcW w:w="2338" w:type="dxa"/>
            <w:vAlign w:val="center"/>
          </w:tcPr>
          <w:p w:rsidR="003C3D42" w:rsidRPr="008A362C" w:rsidRDefault="003C3D42" w:rsidP="00252F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Revue Critique de Droit International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Privé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Paris : Editions 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Dalloz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(</w:t>
            </w:r>
            <w:proofErr w:type="spellStart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fr</w:t>
            </w:r>
            <w:proofErr w:type="spellEnd"/>
            <w:r w:rsidRPr="008A36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0035-0958                                                                                        </w:t>
            </w:r>
          </w:p>
        </w:tc>
        <w:tc>
          <w:tcPr>
            <w:tcW w:w="1897" w:type="dxa"/>
            <w:gridSpan w:val="4"/>
          </w:tcPr>
          <w:p w:rsidR="003C3D42" w:rsidRPr="008A362C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  <w:gridSpan w:val="4"/>
            <w:vAlign w:val="center"/>
          </w:tcPr>
          <w:p w:rsidR="003C3D42" w:rsidRPr="008A362C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8" w:type="dxa"/>
            <w:gridSpan w:val="4"/>
            <w:vAlign w:val="center"/>
          </w:tcPr>
          <w:p w:rsidR="003C3D42" w:rsidRPr="008A362C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1B19B7" w:rsidRDefault="001B19B7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>
              <w:br w:type="page"/>
            </w:r>
            <w:r w:rsidR="003C3D42"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105</w:t>
            </w:r>
          </w:p>
        </w:tc>
        <w:tc>
          <w:tcPr>
            <w:tcW w:w="2338" w:type="dxa"/>
            <w:vAlign w:val="center"/>
          </w:tcPr>
          <w:p w:rsidR="003C3D42" w:rsidRPr="001B19B7" w:rsidRDefault="003C3D42" w:rsidP="00252F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Revue de Droit des Affaires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Internationales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1B19B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+ online</w:t>
            </w:r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Paris : Forum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Européen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de la Communication. - (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fr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0295-5830                                                          </w:t>
            </w:r>
          </w:p>
        </w:tc>
        <w:tc>
          <w:tcPr>
            <w:tcW w:w="900" w:type="dxa"/>
            <w:gridSpan w:val="3"/>
          </w:tcPr>
          <w:p w:rsidR="003C3D42" w:rsidRPr="001B19B7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1B19B7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7" w:type="dxa"/>
          </w:tcPr>
          <w:p w:rsidR="003C3D42" w:rsidRPr="001B19B7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3"/>
          </w:tcPr>
          <w:p w:rsidR="003C3D42" w:rsidRPr="001B19B7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1B19B7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</w:tcPr>
          <w:p w:rsidR="003C3D42" w:rsidRPr="001B19B7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</w:tcPr>
          <w:p w:rsidR="003C3D42" w:rsidRPr="001B19B7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1B19B7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9" w:type="dxa"/>
            <w:gridSpan w:val="3"/>
          </w:tcPr>
          <w:p w:rsidR="003C3D42" w:rsidRPr="001B19B7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8A362C" w:rsidRPr="001740C9" w:rsidTr="00C57B9B">
        <w:tc>
          <w:tcPr>
            <w:tcW w:w="517" w:type="dxa"/>
            <w:vAlign w:val="center"/>
          </w:tcPr>
          <w:p w:rsidR="008A362C" w:rsidRPr="001B19B7" w:rsidRDefault="008A362C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106</w:t>
            </w:r>
          </w:p>
        </w:tc>
        <w:tc>
          <w:tcPr>
            <w:tcW w:w="2338" w:type="dxa"/>
            <w:vAlign w:val="center"/>
          </w:tcPr>
          <w:p w:rsidR="008A362C" w:rsidRPr="001B19B7" w:rsidRDefault="008A362C" w:rsidP="00252F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Revue de Droit Rural - Paris : LexisNexis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JurisClasseur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(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fr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). - ISSN 0395-9015</w:t>
            </w:r>
            <w:r w:rsidRPr="001B19B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. – Od no 449</w:t>
            </w:r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</w:t>
            </w:r>
          </w:p>
        </w:tc>
        <w:tc>
          <w:tcPr>
            <w:tcW w:w="1897" w:type="dxa"/>
            <w:gridSpan w:val="4"/>
          </w:tcPr>
          <w:p w:rsidR="008A362C" w:rsidRPr="001B19B7" w:rsidRDefault="008A362C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4" w:type="dxa"/>
            <w:gridSpan w:val="4"/>
          </w:tcPr>
          <w:p w:rsidR="008A362C" w:rsidRPr="001B19B7" w:rsidRDefault="008A362C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18" w:type="dxa"/>
            <w:gridSpan w:val="4"/>
          </w:tcPr>
          <w:p w:rsidR="008A362C" w:rsidRPr="001B19B7" w:rsidRDefault="008A362C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107</w:t>
            </w:r>
          </w:p>
        </w:tc>
        <w:tc>
          <w:tcPr>
            <w:tcW w:w="2338" w:type="dxa"/>
            <w:vAlign w:val="center"/>
          </w:tcPr>
          <w:p w:rsidR="003C3D42" w:rsidRPr="001B19B7" w:rsidRDefault="003C3D42" w:rsidP="00252F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Revue de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l'Arbitrage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Paris :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Comité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Français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l'Arbitrage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– (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fr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0556-7440                </w:t>
            </w:r>
          </w:p>
        </w:tc>
        <w:tc>
          <w:tcPr>
            <w:tcW w:w="1897" w:type="dxa"/>
            <w:gridSpan w:val="4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  <w:gridSpan w:val="4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8" w:type="dxa"/>
            <w:gridSpan w:val="4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8A362C" w:rsidRPr="001740C9" w:rsidTr="00297AE2">
        <w:tc>
          <w:tcPr>
            <w:tcW w:w="517" w:type="dxa"/>
            <w:vAlign w:val="center"/>
          </w:tcPr>
          <w:p w:rsidR="008A362C" w:rsidRPr="001B19B7" w:rsidRDefault="008A362C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lastRenderedPageBreak/>
              <w:t>108</w:t>
            </w:r>
          </w:p>
        </w:tc>
        <w:tc>
          <w:tcPr>
            <w:tcW w:w="2338" w:type="dxa"/>
            <w:vAlign w:val="center"/>
          </w:tcPr>
          <w:p w:rsidR="008A362C" w:rsidRPr="001B19B7" w:rsidRDefault="008A362C" w:rsidP="00252F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Revue des Sciences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Philosophiques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et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Théologiques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Paris :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Librairie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Philosophique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J.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Vrin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– (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fr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). - ISSN 0035-2209</w:t>
            </w:r>
            <w:r w:rsidRPr="001B19B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. Vol. 101</w:t>
            </w:r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                                                           </w:t>
            </w:r>
          </w:p>
        </w:tc>
        <w:tc>
          <w:tcPr>
            <w:tcW w:w="1897" w:type="dxa"/>
            <w:gridSpan w:val="4"/>
          </w:tcPr>
          <w:p w:rsidR="008A362C" w:rsidRPr="001B19B7" w:rsidRDefault="008A362C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4" w:type="dxa"/>
            <w:gridSpan w:val="4"/>
          </w:tcPr>
          <w:p w:rsidR="008A362C" w:rsidRPr="001B19B7" w:rsidRDefault="008A362C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18" w:type="dxa"/>
            <w:gridSpan w:val="4"/>
          </w:tcPr>
          <w:p w:rsidR="008A362C" w:rsidRPr="001B19B7" w:rsidRDefault="008A362C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8A362C" w:rsidRPr="001740C9" w:rsidTr="00E01318">
        <w:tc>
          <w:tcPr>
            <w:tcW w:w="517" w:type="dxa"/>
            <w:vAlign w:val="center"/>
          </w:tcPr>
          <w:p w:rsidR="008A362C" w:rsidRPr="001B19B7" w:rsidRDefault="008A362C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109</w:t>
            </w:r>
          </w:p>
        </w:tc>
        <w:tc>
          <w:tcPr>
            <w:tcW w:w="2338" w:type="dxa"/>
            <w:vAlign w:val="center"/>
          </w:tcPr>
          <w:p w:rsidR="008A362C" w:rsidRPr="001B19B7" w:rsidRDefault="008A362C" w:rsidP="00252F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Revue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Internationale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de Droit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Comparé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Paris :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Société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Législation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Comparée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– (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fr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0035-3337                                                                                        </w:t>
            </w:r>
          </w:p>
        </w:tc>
        <w:tc>
          <w:tcPr>
            <w:tcW w:w="1897" w:type="dxa"/>
            <w:gridSpan w:val="4"/>
          </w:tcPr>
          <w:p w:rsidR="008A362C" w:rsidRPr="001B19B7" w:rsidRDefault="008A362C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4" w:type="dxa"/>
            <w:gridSpan w:val="4"/>
          </w:tcPr>
          <w:p w:rsidR="008A362C" w:rsidRPr="001B19B7" w:rsidRDefault="008A362C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18" w:type="dxa"/>
            <w:gridSpan w:val="4"/>
          </w:tcPr>
          <w:p w:rsidR="008A362C" w:rsidRPr="001B19B7" w:rsidRDefault="008A362C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8A362C" w:rsidRPr="001740C9" w:rsidTr="004B11E0">
        <w:tc>
          <w:tcPr>
            <w:tcW w:w="517" w:type="dxa"/>
            <w:vAlign w:val="center"/>
          </w:tcPr>
          <w:p w:rsidR="008A362C" w:rsidRPr="001B19B7" w:rsidRDefault="008A362C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110</w:t>
            </w:r>
          </w:p>
        </w:tc>
        <w:tc>
          <w:tcPr>
            <w:tcW w:w="2338" w:type="dxa"/>
            <w:vAlign w:val="center"/>
          </w:tcPr>
          <w:p w:rsidR="008A362C" w:rsidRPr="001B19B7" w:rsidRDefault="008A362C" w:rsidP="00252F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Revue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Trimestrielle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de Droit Commercial et de Droit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Économique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Paris : Editions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Dalloz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-(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fr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0244-9358                                                                         </w:t>
            </w:r>
          </w:p>
        </w:tc>
        <w:tc>
          <w:tcPr>
            <w:tcW w:w="1897" w:type="dxa"/>
            <w:gridSpan w:val="4"/>
          </w:tcPr>
          <w:p w:rsidR="008A362C" w:rsidRPr="001B19B7" w:rsidRDefault="008A362C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4" w:type="dxa"/>
            <w:gridSpan w:val="4"/>
          </w:tcPr>
          <w:p w:rsidR="008A362C" w:rsidRPr="001B19B7" w:rsidRDefault="008A362C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18" w:type="dxa"/>
            <w:gridSpan w:val="4"/>
          </w:tcPr>
          <w:p w:rsidR="008A362C" w:rsidRPr="001B19B7" w:rsidRDefault="008A362C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8A362C" w:rsidRPr="001740C9" w:rsidTr="00102D24">
        <w:tc>
          <w:tcPr>
            <w:tcW w:w="517" w:type="dxa"/>
            <w:vAlign w:val="center"/>
          </w:tcPr>
          <w:p w:rsidR="008A362C" w:rsidRPr="001B19B7" w:rsidRDefault="008A362C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111</w:t>
            </w:r>
          </w:p>
        </w:tc>
        <w:tc>
          <w:tcPr>
            <w:tcW w:w="2338" w:type="dxa"/>
            <w:vAlign w:val="center"/>
          </w:tcPr>
          <w:p w:rsidR="008A362C" w:rsidRPr="001B19B7" w:rsidRDefault="008A362C" w:rsidP="00252F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Revue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Trimestrielle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de Droit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Européen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Paris :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Dalloz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(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fr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0035-4317               </w:t>
            </w:r>
          </w:p>
        </w:tc>
        <w:tc>
          <w:tcPr>
            <w:tcW w:w="1897" w:type="dxa"/>
            <w:gridSpan w:val="4"/>
          </w:tcPr>
          <w:p w:rsidR="008A362C" w:rsidRPr="001B19B7" w:rsidRDefault="008A362C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4" w:type="dxa"/>
            <w:gridSpan w:val="4"/>
          </w:tcPr>
          <w:p w:rsidR="008A362C" w:rsidRPr="001B19B7" w:rsidRDefault="008A362C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18" w:type="dxa"/>
            <w:gridSpan w:val="4"/>
          </w:tcPr>
          <w:p w:rsidR="008A362C" w:rsidRPr="001B19B7" w:rsidRDefault="008A362C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112</w:t>
            </w:r>
          </w:p>
        </w:tc>
        <w:tc>
          <w:tcPr>
            <w:tcW w:w="2338" w:type="dxa"/>
            <w:vAlign w:val="center"/>
          </w:tcPr>
          <w:p w:rsidR="003C3D42" w:rsidRPr="001B19B7" w:rsidRDefault="003C3D42" w:rsidP="00252F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Rivista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di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Diritto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Agrario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Milano : Casa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Editrice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Dott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A. Giuffre. - (it). - ISSN 0391-8696</w:t>
            </w:r>
            <w:r w:rsidRPr="001B19B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. Vol. 96</w:t>
            </w:r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1897" w:type="dxa"/>
            <w:gridSpan w:val="4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  <w:gridSpan w:val="4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8" w:type="dxa"/>
            <w:gridSpan w:val="4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113</w:t>
            </w:r>
          </w:p>
        </w:tc>
        <w:tc>
          <w:tcPr>
            <w:tcW w:w="2338" w:type="dxa"/>
            <w:vAlign w:val="center"/>
          </w:tcPr>
          <w:p w:rsidR="003C3D42" w:rsidRPr="001B19B7" w:rsidRDefault="003C3D42" w:rsidP="00252F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Rivista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di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Diritto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Civile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Padova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: Casa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Editrice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Dott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Antonio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Milani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(it). - ISSN 0035-6093                                                                                        </w:t>
            </w:r>
          </w:p>
        </w:tc>
        <w:tc>
          <w:tcPr>
            <w:tcW w:w="1897" w:type="dxa"/>
            <w:gridSpan w:val="4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  <w:gridSpan w:val="4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8" w:type="dxa"/>
            <w:gridSpan w:val="4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114</w:t>
            </w:r>
          </w:p>
        </w:tc>
        <w:tc>
          <w:tcPr>
            <w:tcW w:w="2338" w:type="dxa"/>
            <w:vAlign w:val="center"/>
          </w:tcPr>
          <w:p w:rsidR="003C3D42" w:rsidRPr="001B19B7" w:rsidRDefault="003C3D42" w:rsidP="00252F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Rivista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di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Diritto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Internazionale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Privato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Processuale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Padova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: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Edizioni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CEDAM. - ISSN 0035-6174                                                                                        </w:t>
            </w:r>
          </w:p>
        </w:tc>
        <w:tc>
          <w:tcPr>
            <w:tcW w:w="1897" w:type="dxa"/>
            <w:gridSpan w:val="4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  <w:gridSpan w:val="4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8" w:type="dxa"/>
            <w:gridSpan w:val="4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115</w:t>
            </w:r>
          </w:p>
        </w:tc>
        <w:tc>
          <w:tcPr>
            <w:tcW w:w="2338" w:type="dxa"/>
            <w:vAlign w:val="center"/>
          </w:tcPr>
          <w:p w:rsidR="003C3D42" w:rsidRPr="001B19B7" w:rsidRDefault="003C3D42" w:rsidP="00252F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Romboid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Bratislava :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Asociácia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slovenských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spisovatel'ov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– (xo). - ISSN 0231-6714                   </w:t>
            </w:r>
          </w:p>
        </w:tc>
        <w:tc>
          <w:tcPr>
            <w:tcW w:w="1897" w:type="dxa"/>
            <w:gridSpan w:val="4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  <w:gridSpan w:val="4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8" w:type="dxa"/>
            <w:gridSpan w:val="4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116</w:t>
            </w:r>
          </w:p>
        </w:tc>
        <w:tc>
          <w:tcPr>
            <w:tcW w:w="2338" w:type="dxa"/>
            <w:vAlign w:val="center"/>
          </w:tcPr>
          <w:p w:rsidR="003C3D42" w:rsidRPr="001B19B7" w:rsidRDefault="003C3D42" w:rsidP="00252F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RTD Civ. : revue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trimestrielle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de droit civil - Paris : Editions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Dalloz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– (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fr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1635-4273 </w:t>
            </w:r>
          </w:p>
        </w:tc>
        <w:tc>
          <w:tcPr>
            <w:tcW w:w="1897" w:type="dxa"/>
            <w:gridSpan w:val="4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  <w:gridSpan w:val="4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8" w:type="dxa"/>
            <w:gridSpan w:val="4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1B19B7" w:rsidRPr="001740C9" w:rsidTr="00787603">
        <w:tc>
          <w:tcPr>
            <w:tcW w:w="517" w:type="dxa"/>
            <w:vAlign w:val="center"/>
          </w:tcPr>
          <w:p w:rsidR="001B19B7" w:rsidRPr="001B19B7" w:rsidRDefault="001B19B7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117</w:t>
            </w:r>
          </w:p>
        </w:tc>
        <w:tc>
          <w:tcPr>
            <w:tcW w:w="2338" w:type="dxa"/>
            <w:vAlign w:val="center"/>
          </w:tcPr>
          <w:p w:rsidR="001B19B7" w:rsidRPr="001B19B7" w:rsidRDefault="001B19B7" w:rsidP="00252F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Russkaâ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Reč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'. - Moskva :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Izdale'stvo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"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Nauka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". - (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0131-6117                                                                                                       </w:t>
            </w:r>
          </w:p>
        </w:tc>
        <w:tc>
          <w:tcPr>
            <w:tcW w:w="1897" w:type="dxa"/>
            <w:gridSpan w:val="4"/>
          </w:tcPr>
          <w:p w:rsidR="001B19B7" w:rsidRPr="001B19B7" w:rsidRDefault="001B19B7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4" w:type="dxa"/>
            <w:gridSpan w:val="4"/>
          </w:tcPr>
          <w:p w:rsidR="001B19B7" w:rsidRPr="001B19B7" w:rsidRDefault="001B19B7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18" w:type="dxa"/>
            <w:gridSpan w:val="4"/>
          </w:tcPr>
          <w:p w:rsidR="001B19B7" w:rsidRPr="001B19B7" w:rsidRDefault="001B19B7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1B19B7" w:rsidRPr="001740C9" w:rsidTr="00EF562C">
        <w:tc>
          <w:tcPr>
            <w:tcW w:w="517" w:type="dxa"/>
            <w:vAlign w:val="center"/>
          </w:tcPr>
          <w:p w:rsidR="001B19B7" w:rsidRPr="001B19B7" w:rsidRDefault="001B19B7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118</w:t>
            </w:r>
          </w:p>
        </w:tc>
        <w:tc>
          <w:tcPr>
            <w:tcW w:w="2338" w:type="dxa"/>
            <w:vAlign w:val="center"/>
          </w:tcPr>
          <w:p w:rsidR="001B19B7" w:rsidRPr="001B19B7" w:rsidRDefault="001B19B7" w:rsidP="00252F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Schweizer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Monat </w:t>
            </w:r>
            <w:r w:rsidRPr="001B19B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+ online</w:t>
            </w:r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Zürich : SMH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Verlag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AG</w:t>
            </w:r>
            <w:r w:rsidRPr="001B19B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. – Od No 1043</w:t>
            </w:r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                                      </w:t>
            </w:r>
          </w:p>
        </w:tc>
        <w:tc>
          <w:tcPr>
            <w:tcW w:w="900" w:type="dxa"/>
            <w:gridSpan w:val="3"/>
          </w:tcPr>
          <w:p w:rsidR="001B19B7" w:rsidRPr="001B19B7" w:rsidRDefault="001B19B7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1B19B7" w:rsidRPr="001B19B7" w:rsidRDefault="001B19B7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7" w:type="dxa"/>
          </w:tcPr>
          <w:p w:rsidR="001B19B7" w:rsidRPr="001B19B7" w:rsidRDefault="001B19B7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3"/>
          </w:tcPr>
          <w:p w:rsidR="001B19B7" w:rsidRPr="001B19B7" w:rsidRDefault="001B19B7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1B19B7" w:rsidRPr="001B19B7" w:rsidRDefault="001B19B7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</w:tcPr>
          <w:p w:rsidR="001B19B7" w:rsidRPr="001B19B7" w:rsidRDefault="001B19B7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</w:tcPr>
          <w:p w:rsidR="001B19B7" w:rsidRPr="001B19B7" w:rsidRDefault="001B19B7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1B19B7" w:rsidRPr="001B19B7" w:rsidRDefault="001B19B7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9" w:type="dxa"/>
            <w:gridSpan w:val="3"/>
          </w:tcPr>
          <w:p w:rsidR="001B19B7" w:rsidRPr="001B19B7" w:rsidRDefault="001B19B7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1B19B7" w:rsidRPr="001740C9" w:rsidTr="00EF562C">
        <w:tc>
          <w:tcPr>
            <w:tcW w:w="517" w:type="dxa"/>
            <w:vAlign w:val="center"/>
          </w:tcPr>
          <w:p w:rsidR="001B19B7" w:rsidRPr="001B19B7" w:rsidRDefault="001B19B7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119</w:t>
            </w:r>
          </w:p>
        </w:tc>
        <w:tc>
          <w:tcPr>
            <w:tcW w:w="2338" w:type="dxa"/>
            <w:vAlign w:val="center"/>
          </w:tcPr>
          <w:p w:rsidR="001B19B7" w:rsidRPr="001B19B7" w:rsidRDefault="001B19B7" w:rsidP="00252F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Schweizerische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Zeitschrift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für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Strafrecht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1B19B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+ online</w:t>
            </w:r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Bern :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Stämpfli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Verlag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AG. - (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sz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0036-7893                                                                                        </w:t>
            </w:r>
          </w:p>
        </w:tc>
        <w:tc>
          <w:tcPr>
            <w:tcW w:w="900" w:type="dxa"/>
            <w:gridSpan w:val="3"/>
          </w:tcPr>
          <w:p w:rsidR="001B19B7" w:rsidRPr="001B19B7" w:rsidRDefault="001B19B7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1B19B7" w:rsidRPr="001B19B7" w:rsidRDefault="001B19B7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7" w:type="dxa"/>
          </w:tcPr>
          <w:p w:rsidR="001B19B7" w:rsidRPr="001B19B7" w:rsidRDefault="001B19B7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3"/>
          </w:tcPr>
          <w:p w:rsidR="001B19B7" w:rsidRPr="001B19B7" w:rsidRDefault="001B19B7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1B19B7" w:rsidRPr="001B19B7" w:rsidRDefault="001B19B7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</w:tcPr>
          <w:p w:rsidR="001B19B7" w:rsidRPr="001B19B7" w:rsidRDefault="001B19B7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</w:tcPr>
          <w:p w:rsidR="001B19B7" w:rsidRPr="001B19B7" w:rsidRDefault="001B19B7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1B19B7" w:rsidRPr="001B19B7" w:rsidRDefault="001B19B7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9" w:type="dxa"/>
            <w:gridSpan w:val="3"/>
          </w:tcPr>
          <w:p w:rsidR="001B19B7" w:rsidRPr="001B19B7" w:rsidRDefault="001B19B7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120</w:t>
            </w:r>
          </w:p>
        </w:tc>
        <w:tc>
          <w:tcPr>
            <w:tcW w:w="2338" w:type="dxa"/>
            <w:vAlign w:val="center"/>
          </w:tcPr>
          <w:p w:rsidR="003C3D42" w:rsidRPr="001B19B7" w:rsidRDefault="003C3D42" w:rsidP="00252F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Scientific American. - New York : Scientific American, Inc. - (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xxu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0036-8733. </w:t>
            </w:r>
            <w:r w:rsidRPr="001B19B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Od Vol. 316</w:t>
            </w:r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</w:t>
            </w:r>
          </w:p>
        </w:tc>
        <w:tc>
          <w:tcPr>
            <w:tcW w:w="1897" w:type="dxa"/>
            <w:gridSpan w:val="4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  <w:gridSpan w:val="4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8" w:type="dxa"/>
            <w:gridSpan w:val="4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121</w:t>
            </w:r>
          </w:p>
        </w:tc>
        <w:tc>
          <w:tcPr>
            <w:tcW w:w="2338" w:type="dxa"/>
            <w:vAlign w:val="center"/>
          </w:tcPr>
          <w:p w:rsidR="003C3D42" w:rsidRPr="001B19B7" w:rsidRDefault="003C3D42" w:rsidP="00252F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Sky and Telescope. - Cambridge : Sky Pub. Co. - (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xxu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0037-6604                         </w:t>
            </w:r>
          </w:p>
        </w:tc>
        <w:tc>
          <w:tcPr>
            <w:tcW w:w="1897" w:type="dxa"/>
            <w:gridSpan w:val="4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  <w:gridSpan w:val="4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8" w:type="dxa"/>
            <w:gridSpan w:val="4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1B19B7" w:rsidRPr="001740C9" w:rsidTr="00F9113D">
        <w:tc>
          <w:tcPr>
            <w:tcW w:w="517" w:type="dxa"/>
            <w:vAlign w:val="center"/>
          </w:tcPr>
          <w:p w:rsidR="001B19B7" w:rsidRPr="001B19B7" w:rsidRDefault="001B19B7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>
              <w:br w:type="page"/>
            </w: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122</w:t>
            </w:r>
          </w:p>
        </w:tc>
        <w:tc>
          <w:tcPr>
            <w:tcW w:w="2338" w:type="dxa"/>
            <w:vAlign w:val="center"/>
          </w:tcPr>
          <w:p w:rsidR="001B19B7" w:rsidRPr="001B19B7" w:rsidRDefault="001B19B7" w:rsidP="00252F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Slavonic and East European Review </w:t>
            </w:r>
            <w:r w:rsidRPr="001B19B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+ online</w:t>
            </w:r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Leeds :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Maney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Publishing. - (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xxk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0037-6795       </w:t>
            </w:r>
          </w:p>
        </w:tc>
        <w:tc>
          <w:tcPr>
            <w:tcW w:w="869" w:type="dxa"/>
            <w:gridSpan w:val="2"/>
          </w:tcPr>
          <w:p w:rsidR="001B19B7" w:rsidRPr="001B19B7" w:rsidRDefault="001B19B7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1B19B7" w:rsidRPr="001B19B7" w:rsidRDefault="001B19B7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028" w:type="dxa"/>
            <w:gridSpan w:val="2"/>
          </w:tcPr>
          <w:p w:rsidR="001B19B7" w:rsidRPr="001B19B7" w:rsidRDefault="001B19B7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168" w:type="dxa"/>
          </w:tcPr>
          <w:p w:rsidR="001B19B7" w:rsidRPr="001B19B7" w:rsidRDefault="001B19B7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1B19B7" w:rsidRPr="001B19B7" w:rsidRDefault="001B19B7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56" w:type="dxa"/>
            <w:gridSpan w:val="3"/>
          </w:tcPr>
          <w:p w:rsidR="001B19B7" w:rsidRPr="001B19B7" w:rsidRDefault="001B19B7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50" w:type="dxa"/>
            <w:gridSpan w:val="3"/>
          </w:tcPr>
          <w:p w:rsidR="001B19B7" w:rsidRPr="001B19B7" w:rsidRDefault="001B19B7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1B19B7" w:rsidRPr="001B19B7" w:rsidRDefault="001B19B7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168" w:type="dxa"/>
          </w:tcPr>
          <w:p w:rsidR="001B19B7" w:rsidRPr="001B19B7" w:rsidRDefault="001B19B7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123</w:t>
            </w:r>
          </w:p>
        </w:tc>
        <w:tc>
          <w:tcPr>
            <w:tcW w:w="2338" w:type="dxa"/>
            <w:vAlign w:val="center"/>
          </w:tcPr>
          <w:p w:rsidR="003C3D42" w:rsidRPr="001B19B7" w:rsidRDefault="003C3D42" w:rsidP="00252F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Sovremennaâ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Dramaturgiâ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Moskva :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Ministerstvo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Kul'tury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Rossijskoj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Federacii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– (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0207-7698                                                                                        </w:t>
            </w:r>
          </w:p>
        </w:tc>
        <w:tc>
          <w:tcPr>
            <w:tcW w:w="1897" w:type="dxa"/>
            <w:gridSpan w:val="4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  <w:gridSpan w:val="4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8" w:type="dxa"/>
            <w:gridSpan w:val="4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1B19B7" w:rsidRPr="001740C9" w:rsidTr="004267FA">
        <w:tc>
          <w:tcPr>
            <w:tcW w:w="517" w:type="dxa"/>
            <w:vAlign w:val="center"/>
          </w:tcPr>
          <w:p w:rsidR="001B19B7" w:rsidRPr="001B19B7" w:rsidRDefault="001B19B7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124</w:t>
            </w:r>
          </w:p>
        </w:tc>
        <w:tc>
          <w:tcPr>
            <w:tcW w:w="2338" w:type="dxa"/>
            <w:vAlign w:val="center"/>
          </w:tcPr>
          <w:p w:rsidR="001B19B7" w:rsidRPr="001B19B7" w:rsidRDefault="001B19B7" w:rsidP="00252F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Staat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1B19B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+ online</w:t>
            </w:r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Berlin :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Duncker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und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Humblot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(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gw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0038-884X                                </w:t>
            </w:r>
          </w:p>
        </w:tc>
        <w:tc>
          <w:tcPr>
            <w:tcW w:w="856" w:type="dxa"/>
          </w:tcPr>
          <w:p w:rsidR="001B19B7" w:rsidRPr="001B19B7" w:rsidRDefault="001B19B7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1B19B7" w:rsidRPr="001B19B7" w:rsidRDefault="001B19B7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041" w:type="dxa"/>
            <w:gridSpan w:val="3"/>
          </w:tcPr>
          <w:p w:rsidR="001B19B7" w:rsidRPr="001B19B7" w:rsidRDefault="001B19B7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182" w:type="dxa"/>
            <w:gridSpan w:val="2"/>
          </w:tcPr>
          <w:p w:rsidR="001B19B7" w:rsidRPr="001B19B7" w:rsidRDefault="001B19B7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1B19B7" w:rsidRPr="001B19B7" w:rsidRDefault="001B19B7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42" w:type="dxa"/>
            <w:gridSpan w:val="2"/>
          </w:tcPr>
          <w:p w:rsidR="001B19B7" w:rsidRPr="001B19B7" w:rsidRDefault="001B19B7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36" w:type="dxa"/>
            <w:gridSpan w:val="2"/>
          </w:tcPr>
          <w:p w:rsidR="001B19B7" w:rsidRPr="001B19B7" w:rsidRDefault="001B19B7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1B19B7" w:rsidRPr="001B19B7" w:rsidRDefault="001B19B7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182" w:type="dxa"/>
            <w:gridSpan w:val="2"/>
          </w:tcPr>
          <w:p w:rsidR="001B19B7" w:rsidRPr="001B19B7" w:rsidRDefault="001B19B7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</w:tbl>
    <w:p w:rsidR="005A4D6E" w:rsidRDefault="005A4D6E">
      <w:r>
        <w:br w:type="page"/>
      </w:r>
    </w:p>
    <w:tbl>
      <w:tblPr>
        <w:tblStyle w:val="Tabela-Siatka"/>
        <w:tblW w:w="0" w:type="auto"/>
        <w:tblInd w:w="786" w:type="dxa"/>
        <w:tblLayout w:type="fixed"/>
        <w:tblLook w:val="04A0" w:firstRow="1" w:lastRow="0" w:firstColumn="1" w:lastColumn="0" w:noHBand="0" w:noVBand="1"/>
      </w:tblPr>
      <w:tblGrid>
        <w:gridCol w:w="517"/>
        <w:gridCol w:w="2338"/>
        <w:gridCol w:w="883"/>
        <w:gridCol w:w="17"/>
        <w:gridCol w:w="10"/>
        <w:gridCol w:w="987"/>
        <w:gridCol w:w="1155"/>
        <w:gridCol w:w="54"/>
        <w:gridCol w:w="1215"/>
        <w:gridCol w:w="1209"/>
        <w:gridCol w:w="27"/>
        <w:gridCol w:w="1182"/>
      </w:tblGrid>
      <w:tr w:rsidR="003C3D42" w:rsidRPr="001740C9" w:rsidTr="002E1730">
        <w:tc>
          <w:tcPr>
            <w:tcW w:w="517" w:type="dxa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lastRenderedPageBreak/>
              <w:t>125</w:t>
            </w:r>
          </w:p>
        </w:tc>
        <w:tc>
          <w:tcPr>
            <w:tcW w:w="2338" w:type="dxa"/>
            <w:vAlign w:val="center"/>
          </w:tcPr>
          <w:p w:rsidR="003C3D42" w:rsidRPr="001B19B7" w:rsidRDefault="003C3D42" w:rsidP="00252F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Studia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et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Documenta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Historiae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et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Iuris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Vatican :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Pontificia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Universitas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Lateranensis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ISSN 1026-9169</w:t>
            </w:r>
            <w:r w:rsidRPr="001B19B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. – Vol. 83</w:t>
            </w:r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               </w:t>
            </w:r>
          </w:p>
        </w:tc>
        <w:tc>
          <w:tcPr>
            <w:tcW w:w="1897" w:type="dxa"/>
            <w:gridSpan w:val="4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  <w:gridSpan w:val="3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8" w:type="dxa"/>
            <w:gridSpan w:val="3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126</w:t>
            </w:r>
          </w:p>
        </w:tc>
        <w:tc>
          <w:tcPr>
            <w:tcW w:w="2338" w:type="dxa"/>
            <w:vAlign w:val="center"/>
          </w:tcPr>
          <w:p w:rsidR="003C3D42" w:rsidRPr="001B19B7" w:rsidRDefault="003C3D42" w:rsidP="00252F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Studia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Moralia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Roma :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Editiones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Academiae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Alfonsianae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(it). - ISSN 0081-6736             </w:t>
            </w:r>
          </w:p>
        </w:tc>
        <w:tc>
          <w:tcPr>
            <w:tcW w:w="1897" w:type="dxa"/>
            <w:gridSpan w:val="4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  <w:gridSpan w:val="3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8" w:type="dxa"/>
            <w:gridSpan w:val="3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127</w:t>
            </w:r>
          </w:p>
        </w:tc>
        <w:tc>
          <w:tcPr>
            <w:tcW w:w="2338" w:type="dxa"/>
            <w:vAlign w:val="center"/>
          </w:tcPr>
          <w:p w:rsidR="003C3D42" w:rsidRPr="001B19B7" w:rsidRDefault="003C3D42" w:rsidP="00252F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Studies in Second Language Acquisition. - Cambridge : Cambridge University Press. - (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xxk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0272-2631 </w:t>
            </w:r>
          </w:p>
        </w:tc>
        <w:tc>
          <w:tcPr>
            <w:tcW w:w="1897" w:type="dxa"/>
            <w:gridSpan w:val="4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  <w:gridSpan w:val="3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8" w:type="dxa"/>
            <w:gridSpan w:val="3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128</w:t>
            </w:r>
          </w:p>
        </w:tc>
        <w:tc>
          <w:tcPr>
            <w:tcW w:w="2338" w:type="dxa"/>
            <w:vAlign w:val="center"/>
          </w:tcPr>
          <w:p w:rsidR="003C3D42" w:rsidRPr="001B19B7" w:rsidRDefault="003C3D42" w:rsidP="00252F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Theater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Heute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Berlin : Friedrich Berlin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Verlagsgesellschaft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mbH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(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gw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0040-5507                                                                         </w:t>
            </w:r>
          </w:p>
        </w:tc>
        <w:tc>
          <w:tcPr>
            <w:tcW w:w="1897" w:type="dxa"/>
            <w:gridSpan w:val="4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  <w:gridSpan w:val="3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8" w:type="dxa"/>
            <w:gridSpan w:val="3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129</w:t>
            </w:r>
          </w:p>
        </w:tc>
        <w:tc>
          <w:tcPr>
            <w:tcW w:w="2338" w:type="dxa"/>
            <w:vAlign w:val="center"/>
          </w:tcPr>
          <w:p w:rsidR="003C3D42" w:rsidRPr="001B19B7" w:rsidRDefault="003C3D42" w:rsidP="00252F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Theologie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und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Philosophie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Freiburg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im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Breisgau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: Herder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Verlag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(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gw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). - ISSN 0040-5655</w:t>
            </w:r>
            <w:r w:rsidRPr="001B19B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. Vol. 92</w:t>
            </w:r>
          </w:p>
        </w:tc>
        <w:tc>
          <w:tcPr>
            <w:tcW w:w="1897" w:type="dxa"/>
            <w:gridSpan w:val="4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  <w:gridSpan w:val="3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8" w:type="dxa"/>
            <w:gridSpan w:val="3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130</w:t>
            </w:r>
          </w:p>
        </w:tc>
        <w:tc>
          <w:tcPr>
            <w:tcW w:w="2338" w:type="dxa"/>
            <w:vAlign w:val="center"/>
          </w:tcPr>
          <w:p w:rsidR="003C3D42" w:rsidRPr="001B19B7" w:rsidRDefault="003C3D42" w:rsidP="00252F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Think. - London : Royal Institute of Philosophy. - (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xxk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1477-1756                                                                                        </w:t>
            </w:r>
          </w:p>
        </w:tc>
        <w:tc>
          <w:tcPr>
            <w:tcW w:w="1897" w:type="dxa"/>
            <w:gridSpan w:val="4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  <w:gridSpan w:val="3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8" w:type="dxa"/>
            <w:gridSpan w:val="3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1B19B7" w:rsidRPr="001740C9" w:rsidTr="00896E20">
        <w:tc>
          <w:tcPr>
            <w:tcW w:w="517" w:type="dxa"/>
            <w:vAlign w:val="center"/>
          </w:tcPr>
          <w:p w:rsidR="001B19B7" w:rsidRPr="001B19B7" w:rsidRDefault="001B19B7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131</w:t>
            </w:r>
          </w:p>
        </w:tc>
        <w:tc>
          <w:tcPr>
            <w:tcW w:w="2338" w:type="dxa"/>
            <w:vAlign w:val="center"/>
          </w:tcPr>
          <w:p w:rsidR="001B19B7" w:rsidRPr="001B19B7" w:rsidRDefault="001B19B7" w:rsidP="00252F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Topology Proceedings. - Auburn : Auburn University Mathematics Department and the Institute for Medicine and Mathematics at Ohio University. - ISSN 0146-4124</w:t>
            </w:r>
            <w:r w:rsidRPr="001B19B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. Od Vol. 50</w:t>
            </w:r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     </w:t>
            </w:r>
          </w:p>
        </w:tc>
        <w:tc>
          <w:tcPr>
            <w:tcW w:w="1897" w:type="dxa"/>
            <w:gridSpan w:val="4"/>
          </w:tcPr>
          <w:p w:rsidR="001B19B7" w:rsidRPr="001B19B7" w:rsidRDefault="001B19B7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4" w:type="dxa"/>
            <w:gridSpan w:val="3"/>
          </w:tcPr>
          <w:p w:rsidR="001B19B7" w:rsidRPr="001B19B7" w:rsidRDefault="001B19B7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18" w:type="dxa"/>
            <w:gridSpan w:val="3"/>
          </w:tcPr>
          <w:p w:rsidR="001B19B7" w:rsidRPr="001B19B7" w:rsidRDefault="001B19B7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1B19B7" w:rsidRPr="001740C9" w:rsidTr="00C74095">
        <w:tc>
          <w:tcPr>
            <w:tcW w:w="517" w:type="dxa"/>
            <w:vAlign w:val="center"/>
          </w:tcPr>
          <w:p w:rsidR="001B19B7" w:rsidRPr="001B19B7" w:rsidRDefault="001B19B7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132</w:t>
            </w:r>
          </w:p>
        </w:tc>
        <w:tc>
          <w:tcPr>
            <w:tcW w:w="2338" w:type="dxa"/>
            <w:vAlign w:val="center"/>
          </w:tcPr>
          <w:p w:rsidR="001B19B7" w:rsidRPr="001B19B7" w:rsidRDefault="001B19B7" w:rsidP="00252F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Transit. - Frankfurt am Main :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Verlag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Neue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Kritik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(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gw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). - ISSN 0938-2062</w:t>
            </w:r>
            <w:r w:rsidRPr="001B19B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. Vol. 51-52</w:t>
            </w:r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    </w:t>
            </w:r>
          </w:p>
        </w:tc>
        <w:tc>
          <w:tcPr>
            <w:tcW w:w="1897" w:type="dxa"/>
            <w:gridSpan w:val="4"/>
          </w:tcPr>
          <w:p w:rsidR="001B19B7" w:rsidRPr="001B19B7" w:rsidRDefault="001B19B7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4" w:type="dxa"/>
            <w:gridSpan w:val="3"/>
          </w:tcPr>
          <w:p w:rsidR="001B19B7" w:rsidRPr="001B19B7" w:rsidRDefault="001B19B7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18" w:type="dxa"/>
            <w:gridSpan w:val="3"/>
          </w:tcPr>
          <w:p w:rsidR="001B19B7" w:rsidRPr="001B19B7" w:rsidRDefault="001B19B7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1B19B7" w:rsidRPr="001740C9" w:rsidTr="005F5DCC">
        <w:tc>
          <w:tcPr>
            <w:tcW w:w="517" w:type="dxa"/>
            <w:vAlign w:val="center"/>
          </w:tcPr>
          <w:p w:rsidR="001B19B7" w:rsidRPr="001B19B7" w:rsidRDefault="001B19B7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133</w:t>
            </w:r>
          </w:p>
        </w:tc>
        <w:tc>
          <w:tcPr>
            <w:tcW w:w="2338" w:type="dxa"/>
            <w:vAlign w:val="center"/>
          </w:tcPr>
          <w:p w:rsidR="001B19B7" w:rsidRPr="001B19B7" w:rsidRDefault="001B19B7" w:rsidP="00252F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Urban Water Journal </w:t>
            </w:r>
            <w:r w:rsidRPr="001B19B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+ online</w:t>
            </w:r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Abingdon : Taylor &amp; Francis Ltd. - (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xxk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1573-062X. </w:t>
            </w:r>
            <w:r w:rsidRPr="001B19B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Vol. 14</w:t>
            </w:r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</w:t>
            </w:r>
          </w:p>
        </w:tc>
        <w:tc>
          <w:tcPr>
            <w:tcW w:w="910" w:type="dxa"/>
            <w:gridSpan w:val="3"/>
          </w:tcPr>
          <w:p w:rsidR="001B19B7" w:rsidRPr="001B19B7" w:rsidRDefault="001B19B7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1B19B7" w:rsidRPr="001B19B7" w:rsidRDefault="001B19B7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87" w:type="dxa"/>
          </w:tcPr>
          <w:p w:rsidR="001B19B7" w:rsidRPr="001B19B7" w:rsidRDefault="001B19B7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2"/>
          </w:tcPr>
          <w:p w:rsidR="001B19B7" w:rsidRPr="001B19B7" w:rsidRDefault="001B19B7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1B19B7" w:rsidRPr="001B19B7" w:rsidRDefault="001B19B7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</w:tcPr>
          <w:p w:rsidR="001B19B7" w:rsidRPr="001B19B7" w:rsidRDefault="001B19B7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</w:tcPr>
          <w:p w:rsidR="001B19B7" w:rsidRPr="001B19B7" w:rsidRDefault="001B19B7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1B19B7" w:rsidRPr="001B19B7" w:rsidRDefault="001B19B7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9" w:type="dxa"/>
            <w:gridSpan w:val="2"/>
          </w:tcPr>
          <w:p w:rsidR="001B19B7" w:rsidRPr="001B19B7" w:rsidRDefault="001B19B7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134</w:t>
            </w:r>
          </w:p>
        </w:tc>
        <w:tc>
          <w:tcPr>
            <w:tcW w:w="2338" w:type="dxa"/>
            <w:vAlign w:val="center"/>
          </w:tcPr>
          <w:p w:rsidR="003C3D42" w:rsidRPr="001B19B7" w:rsidRDefault="003C3D42" w:rsidP="00252F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Verkündigung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und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Forschung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Gütersloh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: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Gütersloher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Verlagshaus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(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gw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– ISSN 0342-2410                                                                                        </w:t>
            </w:r>
          </w:p>
        </w:tc>
        <w:tc>
          <w:tcPr>
            <w:tcW w:w="1897" w:type="dxa"/>
            <w:gridSpan w:val="4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  <w:gridSpan w:val="3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8" w:type="dxa"/>
            <w:gridSpan w:val="3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1B19B7" w:rsidRPr="001740C9" w:rsidTr="00C576F8">
        <w:tc>
          <w:tcPr>
            <w:tcW w:w="517" w:type="dxa"/>
            <w:vAlign w:val="center"/>
          </w:tcPr>
          <w:p w:rsidR="001B19B7" w:rsidRPr="001B19B7" w:rsidRDefault="001B19B7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135</w:t>
            </w:r>
          </w:p>
        </w:tc>
        <w:tc>
          <w:tcPr>
            <w:tcW w:w="2338" w:type="dxa"/>
            <w:vAlign w:val="center"/>
          </w:tcPr>
          <w:p w:rsidR="001B19B7" w:rsidRPr="001B19B7" w:rsidRDefault="001B19B7" w:rsidP="00252F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Vestnik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Moskovskogo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Universiteta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Seriâ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9,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Filologiâ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Moskva :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Izdatel'stvo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Moskovskogo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Gosudarstvennogo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Universiteta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im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M. V.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Lomonosova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(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0130-0075                                      </w:t>
            </w:r>
          </w:p>
        </w:tc>
        <w:tc>
          <w:tcPr>
            <w:tcW w:w="1897" w:type="dxa"/>
            <w:gridSpan w:val="4"/>
          </w:tcPr>
          <w:p w:rsidR="001B19B7" w:rsidRPr="001B19B7" w:rsidRDefault="001B19B7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4" w:type="dxa"/>
            <w:gridSpan w:val="3"/>
          </w:tcPr>
          <w:p w:rsidR="001B19B7" w:rsidRPr="001B19B7" w:rsidRDefault="001B19B7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18" w:type="dxa"/>
            <w:gridSpan w:val="3"/>
          </w:tcPr>
          <w:p w:rsidR="001B19B7" w:rsidRPr="001B19B7" w:rsidRDefault="001B19B7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1B19B7" w:rsidRPr="001740C9" w:rsidTr="00AD1FF8">
        <w:tc>
          <w:tcPr>
            <w:tcW w:w="517" w:type="dxa"/>
            <w:vAlign w:val="center"/>
          </w:tcPr>
          <w:p w:rsidR="001B19B7" w:rsidRPr="001B19B7" w:rsidRDefault="001B19B7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136</w:t>
            </w:r>
          </w:p>
        </w:tc>
        <w:tc>
          <w:tcPr>
            <w:tcW w:w="2338" w:type="dxa"/>
            <w:vAlign w:val="center"/>
          </w:tcPr>
          <w:p w:rsidR="001B19B7" w:rsidRPr="001B19B7" w:rsidRDefault="001B19B7" w:rsidP="00252F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Vigiliae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Christianae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1B19B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+ online</w:t>
            </w:r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Leiden : Brill. - (ne). - ISSN 0042-6032                               </w:t>
            </w:r>
          </w:p>
        </w:tc>
        <w:tc>
          <w:tcPr>
            <w:tcW w:w="900" w:type="dxa"/>
            <w:gridSpan w:val="2"/>
          </w:tcPr>
          <w:p w:rsidR="001B19B7" w:rsidRPr="001B19B7" w:rsidRDefault="001B19B7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1B19B7" w:rsidRPr="001B19B7" w:rsidRDefault="001B19B7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7" w:type="dxa"/>
            <w:gridSpan w:val="2"/>
          </w:tcPr>
          <w:p w:rsidR="001B19B7" w:rsidRPr="001B19B7" w:rsidRDefault="001B19B7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2"/>
          </w:tcPr>
          <w:p w:rsidR="001B19B7" w:rsidRPr="001B19B7" w:rsidRDefault="001B19B7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1B19B7" w:rsidRPr="001B19B7" w:rsidRDefault="001B19B7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</w:tcPr>
          <w:p w:rsidR="001B19B7" w:rsidRPr="001B19B7" w:rsidRDefault="001B19B7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</w:tcPr>
          <w:p w:rsidR="001B19B7" w:rsidRPr="001B19B7" w:rsidRDefault="001B19B7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1B19B7" w:rsidRPr="001B19B7" w:rsidRDefault="001B19B7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9" w:type="dxa"/>
            <w:gridSpan w:val="2"/>
          </w:tcPr>
          <w:p w:rsidR="001B19B7" w:rsidRPr="001B19B7" w:rsidRDefault="001B19B7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1B19B7" w:rsidRPr="001740C9" w:rsidTr="00083ACC">
        <w:tc>
          <w:tcPr>
            <w:tcW w:w="517" w:type="dxa"/>
            <w:vAlign w:val="center"/>
          </w:tcPr>
          <w:p w:rsidR="001B19B7" w:rsidRPr="001B19B7" w:rsidRDefault="001B19B7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>
              <w:br w:type="page"/>
            </w: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137</w:t>
            </w:r>
          </w:p>
        </w:tc>
        <w:tc>
          <w:tcPr>
            <w:tcW w:w="2338" w:type="dxa"/>
            <w:vAlign w:val="center"/>
          </w:tcPr>
          <w:p w:rsidR="001B19B7" w:rsidRPr="001B19B7" w:rsidRDefault="001B19B7" w:rsidP="00252F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Voprosy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Âzykoznaniâ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Moskva :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Izdatel'stvo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Nauka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(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0373-658X                   </w:t>
            </w:r>
          </w:p>
        </w:tc>
        <w:tc>
          <w:tcPr>
            <w:tcW w:w="1897" w:type="dxa"/>
            <w:gridSpan w:val="4"/>
          </w:tcPr>
          <w:p w:rsidR="001B19B7" w:rsidRPr="001B19B7" w:rsidRDefault="001B19B7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4" w:type="dxa"/>
            <w:gridSpan w:val="3"/>
          </w:tcPr>
          <w:p w:rsidR="001B19B7" w:rsidRPr="001B19B7" w:rsidRDefault="001B19B7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18" w:type="dxa"/>
            <w:gridSpan w:val="3"/>
          </w:tcPr>
          <w:p w:rsidR="001B19B7" w:rsidRPr="001B19B7" w:rsidRDefault="001B19B7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138</w:t>
            </w:r>
          </w:p>
        </w:tc>
        <w:tc>
          <w:tcPr>
            <w:tcW w:w="2338" w:type="dxa"/>
            <w:vAlign w:val="center"/>
          </w:tcPr>
          <w:p w:rsidR="003C3D42" w:rsidRPr="001B19B7" w:rsidRDefault="003C3D42" w:rsidP="00252F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Voprosy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Literatury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Moskva :  Fond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Literaturnaâ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Mysl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(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0042-8795               </w:t>
            </w:r>
          </w:p>
        </w:tc>
        <w:tc>
          <w:tcPr>
            <w:tcW w:w="1897" w:type="dxa"/>
            <w:gridSpan w:val="4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  <w:gridSpan w:val="3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8" w:type="dxa"/>
            <w:gridSpan w:val="3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1B19B7" w:rsidRPr="001740C9" w:rsidTr="001C7F4A">
        <w:tc>
          <w:tcPr>
            <w:tcW w:w="517" w:type="dxa"/>
            <w:vAlign w:val="center"/>
          </w:tcPr>
          <w:p w:rsidR="001B19B7" w:rsidRPr="001B19B7" w:rsidRDefault="001B19B7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139</w:t>
            </w:r>
          </w:p>
        </w:tc>
        <w:tc>
          <w:tcPr>
            <w:tcW w:w="2338" w:type="dxa"/>
            <w:vAlign w:val="center"/>
          </w:tcPr>
          <w:p w:rsidR="001B19B7" w:rsidRPr="001B19B7" w:rsidRDefault="001B19B7" w:rsidP="00252F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Water Resources Research </w:t>
            </w:r>
            <w:r w:rsidRPr="001B19B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+ online</w:t>
            </w:r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Washington : American Geophysical Union. - (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xxu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0043-1397                                                                                        </w:t>
            </w:r>
          </w:p>
        </w:tc>
        <w:tc>
          <w:tcPr>
            <w:tcW w:w="883" w:type="dxa"/>
          </w:tcPr>
          <w:p w:rsidR="001B19B7" w:rsidRPr="001B19B7" w:rsidRDefault="001B19B7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1B19B7" w:rsidRPr="001B19B7" w:rsidRDefault="001B19B7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014" w:type="dxa"/>
            <w:gridSpan w:val="3"/>
          </w:tcPr>
          <w:p w:rsidR="001B19B7" w:rsidRPr="001B19B7" w:rsidRDefault="001B19B7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155" w:type="dxa"/>
          </w:tcPr>
          <w:p w:rsidR="001B19B7" w:rsidRPr="001B19B7" w:rsidRDefault="001B19B7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1B19B7" w:rsidRPr="001B19B7" w:rsidRDefault="001B19B7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69" w:type="dxa"/>
            <w:gridSpan w:val="2"/>
          </w:tcPr>
          <w:p w:rsidR="001B19B7" w:rsidRPr="001B19B7" w:rsidRDefault="001B19B7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36" w:type="dxa"/>
            <w:gridSpan w:val="2"/>
          </w:tcPr>
          <w:p w:rsidR="001B19B7" w:rsidRPr="001B19B7" w:rsidRDefault="001B19B7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1B19B7" w:rsidRPr="001B19B7" w:rsidRDefault="001B19B7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182" w:type="dxa"/>
          </w:tcPr>
          <w:p w:rsidR="001B19B7" w:rsidRPr="001B19B7" w:rsidRDefault="001B19B7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</w:tbl>
    <w:p w:rsidR="005A4D6E" w:rsidRDefault="005A4D6E">
      <w:r>
        <w:br w:type="page"/>
      </w:r>
    </w:p>
    <w:tbl>
      <w:tblPr>
        <w:tblStyle w:val="Tabela-Siatka"/>
        <w:tblW w:w="0" w:type="auto"/>
        <w:tblInd w:w="786" w:type="dxa"/>
        <w:tblLayout w:type="fixed"/>
        <w:tblLook w:val="04A0" w:firstRow="1" w:lastRow="0" w:firstColumn="1" w:lastColumn="0" w:noHBand="0" w:noVBand="1"/>
      </w:tblPr>
      <w:tblGrid>
        <w:gridCol w:w="517"/>
        <w:gridCol w:w="2338"/>
        <w:gridCol w:w="869"/>
        <w:gridCol w:w="31"/>
        <w:gridCol w:w="997"/>
        <w:gridCol w:w="1155"/>
        <w:gridCol w:w="54"/>
        <w:gridCol w:w="1215"/>
        <w:gridCol w:w="1209"/>
        <w:gridCol w:w="27"/>
        <w:gridCol w:w="1182"/>
      </w:tblGrid>
      <w:tr w:rsidR="003C3D42" w:rsidRPr="001740C9" w:rsidTr="002E1730">
        <w:tc>
          <w:tcPr>
            <w:tcW w:w="517" w:type="dxa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lastRenderedPageBreak/>
              <w:t>140</w:t>
            </w:r>
          </w:p>
        </w:tc>
        <w:tc>
          <w:tcPr>
            <w:tcW w:w="2338" w:type="dxa"/>
            <w:vAlign w:val="center"/>
          </w:tcPr>
          <w:p w:rsidR="003C3D42" w:rsidRPr="001B19B7" w:rsidRDefault="003C3D42" w:rsidP="00252F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Zapiski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Rossijskogo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Mineralogičeskogo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Obŝestva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Sankt-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Peterburg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: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Izdatel'stvo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Nauka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 Sankt-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Peterburgskoe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Otdelenie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(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0869-6055                                          </w:t>
            </w:r>
          </w:p>
        </w:tc>
        <w:tc>
          <w:tcPr>
            <w:tcW w:w="1897" w:type="dxa"/>
            <w:gridSpan w:val="3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  <w:gridSpan w:val="3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8" w:type="dxa"/>
            <w:gridSpan w:val="3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141</w:t>
            </w:r>
          </w:p>
        </w:tc>
        <w:tc>
          <w:tcPr>
            <w:tcW w:w="2338" w:type="dxa"/>
            <w:vAlign w:val="center"/>
          </w:tcPr>
          <w:p w:rsidR="003C3D42" w:rsidRPr="001B19B7" w:rsidRDefault="003C3D42" w:rsidP="00252F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Zeitschrift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für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Antikes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Christentum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Berlin : Walter de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Gruyter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(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gw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). - ISSN 0949-9571</w:t>
            </w:r>
            <w:r w:rsidRPr="001B19B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. Vol. 21</w:t>
            </w:r>
          </w:p>
        </w:tc>
        <w:tc>
          <w:tcPr>
            <w:tcW w:w="1897" w:type="dxa"/>
            <w:gridSpan w:val="3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  <w:gridSpan w:val="3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8" w:type="dxa"/>
            <w:gridSpan w:val="3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142</w:t>
            </w:r>
          </w:p>
        </w:tc>
        <w:tc>
          <w:tcPr>
            <w:tcW w:w="2338" w:type="dxa"/>
            <w:vAlign w:val="center"/>
          </w:tcPr>
          <w:p w:rsidR="003C3D42" w:rsidRPr="001B19B7" w:rsidRDefault="003C3D42" w:rsidP="00252F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Zeitschrift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für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die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Gesamte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Strafrechtswissenschaft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Berlin : De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Gruyter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Rechtswissenschaften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Verlags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GmbH. - (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gw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0084-5310                                      </w:t>
            </w:r>
          </w:p>
        </w:tc>
        <w:tc>
          <w:tcPr>
            <w:tcW w:w="1897" w:type="dxa"/>
            <w:gridSpan w:val="3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  <w:gridSpan w:val="3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8" w:type="dxa"/>
            <w:gridSpan w:val="3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143</w:t>
            </w:r>
          </w:p>
        </w:tc>
        <w:tc>
          <w:tcPr>
            <w:tcW w:w="2338" w:type="dxa"/>
            <w:vAlign w:val="center"/>
          </w:tcPr>
          <w:p w:rsidR="003C3D42" w:rsidRPr="001B19B7" w:rsidRDefault="003C3D42" w:rsidP="00252F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Zeitschrift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für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Europarecht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Internationales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Privatrecht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und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Rechtsvergleichung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:. – Wien :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Manz'sche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Verlags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- und 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Universitätsbuchhandlung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(au). - ISSN 2078-1059                      </w:t>
            </w:r>
          </w:p>
        </w:tc>
        <w:tc>
          <w:tcPr>
            <w:tcW w:w="1897" w:type="dxa"/>
            <w:gridSpan w:val="3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  <w:gridSpan w:val="3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8" w:type="dxa"/>
            <w:gridSpan w:val="3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144</w:t>
            </w:r>
          </w:p>
        </w:tc>
        <w:tc>
          <w:tcPr>
            <w:tcW w:w="2338" w:type="dxa"/>
            <w:vAlign w:val="center"/>
          </w:tcPr>
          <w:p w:rsidR="003C3D42" w:rsidRPr="001B19B7" w:rsidRDefault="003C3D42" w:rsidP="00252F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Zeitschrift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für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Geomorphologie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1B19B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+ online</w:t>
            </w:r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Stuttgart :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Gebrüder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Borntraeger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Verlagsbuchhandlung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(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gw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0372-8854                                                                           </w:t>
            </w:r>
          </w:p>
        </w:tc>
        <w:tc>
          <w:tcPr>
            <w:tcW w:w="900" w:type="dxa"/>
            <w:gridSpan w:val="2"/>
          </w:tcPr>
          <w:p w:rsidR="003C3D42" w:rsidRPr="001B19B7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1B19B7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7" w:type="dxa"/>
          </w:tcPr>
          <w:p w:rsidR="003C3D42" w:rsidRPr="001B19B7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2"/>
          </w:tcPr>
          <w:p w:rsidR="003C3D42" w:rsidRPr="001B19B7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1B19B7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</w:tcPr>
          <w:p w:rsidR="003C3D42" w:rsidRPr="001B19B7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</w:tcPr>
          <w:p w:rsidR="003C3D42" w:rsidRPr="001B19B7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1B19B7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9" w:type="dxa"/>
            <w:gridSpan w:val="2"/>
          </w:tcPr>
          <w:p w:rsidR="003C3D42" w:rsidRPr="001B19B7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145</w:t>
            </w:r>
          </w:p>
        </w:tc>
        <w:tc>
          <w:tcPr>
            <w:tcW w:w="2338" w:type="dxa"/>
            <w:vAlign w:val="center"/>
          </w:tcPr>
          <w:p w:rsidR="003C3D42" w:rsidRPr="001B19B7" w:rsidRDefault="003C3D42" w:rsidP="00252F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Zeitschrift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für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Gletscherkunde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und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Glazialgeologie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Innsbruck :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Universitätsverlag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Wagner. - (au). - ISSN 0044-2836</w:t>
            </w:r>
            <w:r w:rsidRPr="001B19B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. Vol. 51</w:t>
            </w:r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                                                 </w:t>
            </w:r>
          </w:p>
        </w:tc>
        <w:tc>
          <w:tcPr>
            <w:tcW w:w="1897" w:type="dxa"/>
            <w:gridSpan w:val="3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  <w:gridSpan w:val="3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8" w:type="dxa"/>
            <w:gridSpan w:val="3"/>
            <w:vAlign w:val="center"/>
          </w:tcPr>
          <w:p w:rsidR="003C3D42" w:rsidRPr="001B19B7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1B19B7" w:rsidRPr="001740C9" w:rsidTr="00C326F8">
        <w:tc>
          <w:tcPr>
            <w:tcW w:w="517" w:type="dxa"/>
            <w:vAlign w:val="center"/>
          </w:tcPr>
          <w:p w:rsidR="001B19B7" w:rsidRPr="001B19B7" w:rsidRDefault="001B19B7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146</w:t>
            </w:r>
          </w:p>
        </w:tc>
        <w:tc>
          <w:tcPr>
            <w:tcW w:w="2338" w:type="dxa"/>
            <w:vAlign w:val="center"/>
          </w:tcPr>
          <w:p w:rsidR="001B19B7" w:rsidRPr="001B19B7" w:rsidRDefault="001B19B7" w:rsidP="00252F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Zeitschrift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für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Medizinische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Ethik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1B19B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+ online</w:t>
            </w:r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Ostfildern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: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Schwabenverlag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(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gw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0944-7652                                                                                        </w:t>
            </w:r>
          </w:p>
        </w:tc>
        <w:tc>
          <w:tcPr>
            <w:tcW w:w="900" w:type="dxa"/>
            <w:gridSpan w:val="2"/>
          </w:tcPr>
          <w:p w:rsidR="001B19B7" w:rsidRPr="001B19B7" w:rsidRDefault="001B19B7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1B19B7" w:rsidRPr="001B19B7" w:rsidRDefault="001B19B7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7" w:type="dxa"/>
          </w:tcPr>
          <w:p w:rsidR="001B19B7" w:rsidRPr="001B19B7" w:rsidRDefault="001B19B7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2"/>
          </w:tcPr>
          <w:p w:rsidR="001B19B7" w:rsidRPr="001B19B7" w:rsidRDefault="001B19B7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1B19B7" w:rsidRPr="001B19B7" w:rsidRDefault="001B19B7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</w:tcPr>
          <w:p w:rsidR="001B19B7" w:rsidRPr="001B19B7" w:rsidRDefault="001B19B7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</w:tcPr>
          <w:p w:rsidR="001B19B7" w:rsidRPr="001B19B7" w:rsidRDefault="001B19B7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1B19B7" w:rsidRPr="001B19B7" w:rsidRDefault="001B19B7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9" w:type="dxa"/>
            <w:gridSpan w:val="2"/>
          </w:tcPr>
          <w:p w:rsidR="001B19B7" w:rsidRPr="001B19B7" w:rsidRDefault="001B19B7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1B19B7" w:rsidRPr="001740C9" w:rsidTr="00DA0A3F">
        <w:tc>
          <w:tcPr>
            <w:tcW w:w="517" w:type="dxa"/>
            <w:vAlign w:val="center"/>
          </w:tcPr>
          <w:p w:rsidR="001B19B7" w:rsidRPr="001B19B7" w:rsidRDefault="001B19B7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147</w:t>
            </w:r>
          </w:p>
        </w:tc>
        <w:tc>
          <w:tcPr>
            <w:tcW w:w="2338" w:type="dxa"/>
            <w:vAlign w:val="center"/>
          </w:tcPr>
          <w:p w:rsidR="001B19B7" w:rsidRPr="001B19B7" w:rsidRDefault="001B19B7" w:rsidP="00252F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Zeitschrift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für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Missionswissenschaft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und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Religionswissenschaft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St.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Ottilien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: EOS 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Verlag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(</w:t>
            </w:r>
            <w:proofErr w:type="spellStart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gw</w:t>
            </w:r>
            <w:proofErr w:type="spellEnd"/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). - ISSN 0044-3123</w:t>
            </w:r>
            <w:r w:rsidRPr="001B19B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. Vol. 101</w:t>
            </w:r>
            <w:r w:rsidRPr="001B19B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                                                 </w:t>
            </w:r>
          </w:p>
        </w:tc>
        <w:tc>
          <w:tcPr>
            <w:tcW w:w="1897" w:type="dxa"/>
            <w:gridSpan w:val="3"/>
          </w:tcPr>
          <w:p w:rsidR="001B19B7" w:rsidRPr="001B19B7" w:rsidRDefault="001B19B7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4" w:type="dxa"/>
            <w:gridSpan w:val="3"/>
          </w:tcPr>
          <w:p w:rsidR="001B19B7" w:rsidRPr="001B19B7" w:rsidRDefault="001B19B7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18" w:type="dxa"/>
            <w:gridSpan w:val="3"/>
          </w:tcPr>
          <w:p w:rsidR="001B19B7" w:rsidRPr="001B19B7" w:rsidRDefault="001B19B7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295AC4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295AC4">
              <w:rPr>
                <w:rFonts w:ascii="Arial" w:eastAsia="Calibri" w:hAnsi="Arial" w:cs="Arial"/>
                <w:sz w:val="18"/>
                <w:szCs w:val="18"/>
                <w:lang w:val="en-US"/>
              </w:rPr>
              <w:t>148</w:t>
            </w:r>
          </w:p>
        </w:tc>
        <w:tc>
          <w:tcPr>
            <w:tcW w:w="2338" w:type="dxa"/>
            <w:vAlign w:val="center"/>
          </w:tcPr>
          <w:p w:rsidR="003C3D42" w:rsidRPr="00295AC4" w:rsidRDefault="003C3D42" w:rsidP="00252F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Zeitschrift</w:t>
            </w:r>
            <w:proofErr w:type="spellEnd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für</w:t>
            </w:r>
            <w:proofErr w:type="spellEnd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Neuere</w:t>
            </w:r>
            <w:proofErr w:type="spellEnd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Theologiegeschichte</w:t>
            </w:r>
            <w:proofErr w:type="spellEnd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Berlin : Walter de </w:t>
            </w:r>
            <w:proofErr w:type="spellStart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Gruyter</w:t>
            </w:r>
            <w:proofErr w:type="spellEnd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u. Co. - (</w:t>
            </w:r>
            <w:proofErr w:type="spellStart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gw</w:t>
            </w:r>
            <w:proofErr w:type="spellEnd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). - ISSN 0943-7592</w:t>
            </w:r>
            <w:r w:rsidRPr="00295AC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. Vol. 24</w:t>
            </w:r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                                                                   </w:t>
            </w:r>
          </w:p>
        </w:tc>
        <w:tc>
          <w:tcPr>
            <w:tcW w:w="1897" w:type="dxa"/>
            <w:gridSpan w:val="3"/>
          </w:tcPr>
          <w:p w:rsidR="003C3D42" w:rsidRPr="00295AC4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  <w:gridSpan w:val="3"/>
            <w:vAlign w:val="center"/>
          </w:tcPr>
          <w:p w:rsidR="003C3D42" w:rsidRPr="00295AC4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8" w:type="dxa"/>
            <w:gridSpan w:val="3"/>
            <w:vAlign w:val="center"/>
          </w:tcPr>
          <w:p w:rsidR="003C3D42" w:rsidRPr="00295AC4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295AC4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295AC4">
              <w:rPr>
                <w:rFonts w:ascii="Arial" w:eastAsia="Calibri" w:hAnsi="Arial" w:cs="Arial"/>
                <w:sz w:val="18"/>
                <w:szCs w:val="18"/>
                <w:lang w:val="en-US"/>
              </w:rPr>
              <w:t>149</w:t>
            </w:r>
          </w:p>
        </w:tc>
        <w:tc>
          <w:tcPr>
            <w:tcW w:w="2338" w:type="dxa"/>
            <w:vAlign w:val="center"/>
          </w:tcPr>
          <w:p w:rsidR="003C3D42" w:rsidRPr="00295AC4" w:rsidRDefault="003C3D42" w:rsidP="00252F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Zeitschrift</w:t>
            </w:r>
            <w:proofErr w:type="spellEnd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für</w:t>
            </w:r>
            <w:proofErr w:type="spellEnd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Ostmitteleuropa-Forschung</w:t>
            </w:r>
            <w:proofErr w:type="spellEnd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Marburg : Herder </w:t>
            </w:r>
            <w:proofErr w:type="spellStart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Institut</w:t>
            </w:r>
            <w:proofErr w:type="spellEnd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e. V. - (</w:t>
            </w:r>
            <w:proofErr w:type="spellStart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gw</w:t>
            </w:r>
            <w:proofErr w:type="spellEnd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). - ISSN 0948-8294</w:t>
            </w:r>
            <w:r w:rsidRPr="00295AC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. Vol. 66</w:t>
            </w:r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                                                                   </w:t>
            </w:r>
          </w:p>
        </w:tc>
        <w:tc>
          <w:tcPr>
            <w:tcW w:w="1897" w:type="dxa"/>
            <w:gridSpan w:val="3"/>
          </w:tcPr>
          <w:p w:rsidR="003C3D42" w:rsidRPr="00295AC4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  <w:gridSpan w:val="3"/>
            <w:vAlign w:val="center"/>
          </w:tcPr>
          <w:p w:rsidR="003C3D42" w:rsidRPr="00295AC4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2418" w:type="dxa"/>
            <w:gridSpan w:val="3"/>
            <w:vAlign w:val="center"/>
          </w:tcPr>
          <w:p w:rsidR="003C3D42" w:rsidRPr="00295AC4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295AC4" w:rsidRDefault="00295AC4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>
              <w:br w:type="page"/>
            </w:r>
            <w:r w:rsidR="003C3D42" w:rsidRPr="00295AC4">
              <w:rPr>
                <w:rFonts w:ascii="Arial" w:eastAsia="Calibri" w:hAnsi="Arial" w:cs="Arial"/>
                <w:sz w:val="18"/>
                <w:szCs w:val="18"/>
                <w:lang w:val="en-US"/>
              </w:rPr>
              <w:t>150</w:t>
            </w:r>
          </w:p>
        </w:tc>
        <w:tc>
          <w:tcPr>
            <w:tcW w:w="2338" w:type="dxa"/>
            <w:vAlign w:val="center"/>
          </w:tcPr>
          <w:p w:rsidR="003C3D42" w:rsidRPr="00295AC4" w:rsidRDefault="003C3D42" w:rsidP="00252F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Zeitschrift</w:t>
            </w:r>
            <w:proofErr w:type="spellEnd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für</w:t>
            </w:r>
            <w:proofErr w:type="spellEnd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Parlamentsfragen</w:t>
            </w:r>
            <w:proofErr w:type="spellEnd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295AC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+ online</w:t>
            </w:r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Wiesbaden : V S - </w:t>
            </w:r>
            <w:proofErr w:type="spellStart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Verlag</w:t>
            </w:r>
            <w:proofErr w:type="spellEnd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für</w:t>
            </w:r>
            <w:proofErr w:type="spellEnd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Sozialwissenschaften</w:t>
            </w:r>
            <w:proofErr w:type="spellEnd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(</w:t>
            </w:r>
            <w:proofErr w:type="spellStart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gw</w:t>
            </w:r>
            <w:proofErr w:type="spellEnd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0340-1758                                                                           </w:t>
            </w:r>
          </w:p>
        </w:tc>
        <w:tc>
          <w:tcPr>
            <w:tcW w:w="900" w:type="dxa"/>
            <w:gridSpan w:val="2"/>
          </w:tcPr>
          <w:p w:rsidR="003C3D42" w:rsidRPr="00295AC4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295AC4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295AC4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7" w:type="dxa"/>
          </w:tcPr>
          <w:p w:rsidR="003C3D42" w:rsidRPr="00295AC4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295AC4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2"/>
          </w:tcPr>
          <w:p w:rsidR="003C3D42" w:rsidRPr="00295AC4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295AC4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295AC4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</w:tcPr>
          <w:p w:rsidR="003C3D42" w:rsidRPr="00295AC4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295AC4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</w:tcPr>
          <w:p w:rsidR="003C3D42" w:rsidRPr="00295AC4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295AC4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C3D42" w:rsidRPr="00295AC4" w:rsidRDefault="003C3D42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9" w:type="dxa"/>
            <w:gridSpan w:val="2"/>
          </w:tcPr>
          <w:p w:rsidR="003C3D42" w:rsidRPr="00295AC4" w:rsidRDefault="003C3D42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295AC4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295AC4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295AC4">
              <w:rPr>
                <w:rFonts w:ascii="Arial" w:eastAsia="Calibri" w:hAnsi="Arial" w:cs="Arial"/>
                <w:sz w:val="18"/>
                <w:szCs w:val="18"/>
                <w:lang w:val="en-US"/>
              </w:rPr>
              <w:t>151</w:t>
            </w:r>
          </w:p>
        </w:tc>
        <w:tc>
          <w:tcPr>
            <w:tcW w:w="2338" w:type="dxa"/>
            <w:vAlign w:val="center"/>
          </w:tcPr>
          <w:p w:rsidR="003C3D42" w:rsidRPr="00295AC4" w:rsidRDefault="003C3D42" w:rsidP="00252F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Zeitschrift</w:t>
            </w:r>
            <w:proofErr w:type="spellEnd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für</w:t>
            </w:r>
            <w:proofErr w:type="spellEnd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Schweizerisches</w:t>
            </w:r>
            <w:proofErr w:type="spellEnd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Recht</w:t>
            </w:r>
            <w:proofErr w:type="spellEnd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Basel : Helbing und </w:t>
            </w:r>
            <w:proofErr w:type="spellStart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Lichtenhahn</w:t>
            </w:r>
            <w:proofErr w:type="spellEnd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Verlag</w:t>
            </w:r>
            <w:proofErr w:type="spellEnd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(</w:t>
            </w:r>
            <w:proofErr w:type="spellStart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sz</w:t>
            </w:r>
            <w:proofErr w:type="spellEnd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). - ISSN 0254-945X</w:t>
            </w:r>
            <w:r w:rsidRPr="00295AC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. Vol. 136</w:t>
            </w:r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                                                                 </w:t>
            </w:r>
          </w:p>
        </w:tc>
        <w:tc>
          <w:tcPr>
            <w:tcW w:w="1897" w:type="dxa"/>
            <w:gridSpan w:val="3"/>
          </w:tcPr>
          <w:p w:rsidR="003C3D42" w:rsidRPr="00295AC4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  <w:gridSpan w:val="3"/>
            <w:vAlign w:val="center"/>
          </w:tcPr>
          <w:p w:rsidR="003C3D42" w:rsidRPr="00295AC4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8" w:type="dxa"/>
            <w:gridSpan w:val="3"/>
            <w:vAlign w:val="center"/>
          </w:tcPr>
          <w:p w:rsidR="003C3D42" w:rsidRPr="00295AC4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295AC4" w:rsidRPr="001740C9" w:rsidTr="000F5439">
        <w:tc>
          <w:tcPr>
            <w:tcW w:w="517" w:type="dxa"/>
            <w:vAlign w:val="center"/>
          </w:tcPr>
          <w:p w:rsidR="00295AC4" w:rsidRPr="00295AC4" w:rsidRDefault="00295AC4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295AC4">
              <w:rPr>
                <w:rFonts w:ascii="Arial" w:eastAsia="Calibri" w:hAnsi="Arial" w:cs="Arial"/>
                <w:sz w:val="18"/>
                <w:szCs w:val="18"/>
                <w:lang w:val="en-US"/>
              </w:rPr>
              <w:t>152</w:t>
            </w:r>
          </w:p>
        </w:tc>
        <w:tc>
          <w:tcPr>
            <w:tcW w:w="2338" w:type="dxa"/>
            <w:vAlign w:val="center"/>
          </w:tcPr>
          <w:p w:rsidR="00295AC4" w:rsidRPr="00295AC4" w:rsidRDefault="00295AC4" w:rsidP="00252F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Zeitschrift</w:t>
            </w:r>
            <w:proofErr w:type="spellEnd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für</w:t>
            </w:r>
            <w:proofErr w:type="spellEnd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Theologie</w:t>
            </w:r>
            <w:proofErr w:type="spellEnd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und </w:t>
            </w:r>
            <w:proofErr w:type="spellStart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Kirche</w:t>
            </w:r>
            <w:proofErr w:type="spellEnd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295AC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+ online</w:t>
            </w:r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</w:t>
            </w:r>
            <w:proofErr w:type="spellStart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Tübingen</w:t>
            </w:r>
            <w:proofErr w:type="spellEnd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: Mohr </w:t>
            </w:r>
            <w:proofErr w:type="spellStart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Siebeck</w:t>
            </w:r>
            <w:proofErr w:type="spellEnd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 - (</w:t>
            </w:r>
            <w:proofErr w:type="spellStart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gw</w:t>
            </w:r>
            <w:proofErr w:type="spellEnd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0044-3549      </w:t>
            </w:r>
          </w:p>
        </w:tc>
        <w:tc>
          <w:tcPr>
            <w:tcW w:w="869" w:type="dxa"/>
          </w:tcPr>
          <w:p w:rsidR="00295AC4" w:rsidRPr="00295AC4" w:rsidRDefault="00295AC4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295AC4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95AC4" w:rsidRPr="00295AC4" w:rsidRDefault="00295AC4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028" w:type="dxa"/>
            <w:gridSpan w:val="2"/>
          </w:tcPr>
          <w:p w:rsidR="00295AC4" w:rsidRPr="00295AC4" w:rsidRDefault="00295AC4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295AC4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155" w:type="dxa"/>
          </w:tcPr>
          <w:p w:rsidR="00295AC4" w:rsidRPr="00295AC4" w:rsidRDefault="00295AC4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295AC4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95AC4" w:rsidRPr="00295AC4" w:rsidRDefault="00295AC4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69" w:type="dxa"/>
            <w:gridSpan w:val="2"/>
          </w:tcPr>
          <w:p w:rsidR="00295AC4" w:rsidRPr="00295AC4" w:rsidRDefault="00295AC4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295AC4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36" w:type="dxa"/>
            <w:gridSpan w:val="2"/>
          </w:tcPr>
          <w:p w:rsidR="00295AC4" w:rsidRPr="00295AC4" w:rsidRDefault="00295AC4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295AC4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95AC4" w:rsidRPr="00295AC4" w:rsidRDefault="00295AC4" w:rsidP="00966876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182" w:type="dxa"/>
          </w:tcPr>
          <w:p w:rsidR="00295AC4" w:rsidRPr="00295AC4" w:rsidRDefault="00295AC4" w:rsidP="0096687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295AC4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295AC4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295AC4">
              <w:rPr>
                <w:rFonts w:ascii="Arial" w:eastAsia="Calibri" w:hAnsi="Arial" w:cs="Arial"/>
                <w:sz w:val="18"/>
                <w:szCs w:val="18"/>
                <w:lang w:val="en-US"/>
              </w:rPr>
              <w:lastRenderedPageBreak/>
              <w:t>153</w:t>
            </w:r>
          </w:p>
        </w:tc>
        <w:tc>
          <w:tcPr>
            <w:tcW w:w="2338" w:type="dxa"/>
            <w:vAlign w:val="center"/>
          </w:tcPr>
          <w:p w:rsidR="003C3D42" w:rsidRPr="00295AC4" w:rsidRDefault="003C3D42" w:rsidP="00252FB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Zeitschrift</w:t>
            </w:r>
            <w:proofErr w:type="spellEnd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für</w:t>
            </w:r>
            <w:proofErr w:type="spellEnd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Zivilprozess</w:t>
            </w:r>
            <w:proofErr w:type="spellEnd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Köln : Carl </w:t>
            </w:r>
            <w:proofErr w:type="spellStart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Heymanns</w:t>
            </w:r>
            <w:proofErr w:type="spellEnd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Verlag</w:t>
            </w:r>
            <w:proofErr w:type="spellEnd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KG. - (</w:t>
            </w:r>
            <w:proofErr w:type="spellStart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gw</w:t>
            </w:r>
            <w:proofErr w:type="spellEnd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). - ISSN 0342-3468       </w:t>
            </w:r>
          </w:p>
        </w:tc>
        <w:tc>
          <w:tcPr>
            <w:tcW w:w="1897" w:type="dxa"/>
            <w:gridSpan w:val="3"/>
          </w:tcPr>
          <w:p w:rsidR="003C3D42" w:rsidRPr="00295AC4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  <w:gridSpan w:val="3"/>
            <w:vAlign w:val="center"/>
          </w:tcPr>
          <w:p w:rsidR="003C3D42" w:rsidRPr="00295AC4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8" w:type="dxa"/>
            <w:gridSpan w:val="3"/>
            <w:vAlign w:val="center"/>
          </w:tcPr>
          <w:p w:rsidR="003C3D42" w:rsidRPr="00295AC4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3C3D42" w:rsidRPr="001740C9" w:rsidTr="002E1730">
        <w:tc>
          <w:tcPr>
            <w:tcW w:w="517" w:type="dxa"/>
            <w:vAlign w:val="center"/>
          </w:tcPr>
          <w:p w:rsidR="003C3D42" w:rsidRPr="00295AC4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295AC4">
              <w:rPr>
                <w:rFonts w:ascii="Arial" w:eastAsia="Calibri" w:hAnsi="Arial" w:cs="Arial"/>
                <w:sz w:val="18"/>
                <w:szCs w:val="18"/>
                <w:lang w:val="en-US"/>
              </w:rPr>
              <w:t>154</w:t>
            </w:r>
          </w:p>
        </w:tc>
        <w:tc>
          <w:tcPr>
            <w:tcW w:w="2338" w:type="dxa"/>
            <w:vAlign w:val="center"/>
          </w:tcPr>
          <w:p w:rsidR="003C3D42" w:rsidRPr="00295AC4" w:rsidRDefault="003C3D42" w:rsidP="00D628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ZEuP</w:t>
            </w:r>
            <w:proofErr w:type="spellEnd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Zeitschrift</w:t>
            </w:r>
            <w:proofErr w:type="spellEnd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für</w:t>
            </w:r>
            <w:proofErr w:type="spellEnd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Europäisches</w:t>
            </w:r>
            <w:proofErr w:type="spellEnd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Privatrecht</w:t>
            </w:r>
            <w:proofErr w:type="spellEnd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- </w:t>
            </w:r>
            <w:proofErr w:type="spellStart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München</w:t>
            </w:r>
            <w:proofErr w:type="spellEnd"/>
            <w:r w:rsidRPr="00295AC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: C. H. Beck . - ISSN 0943-3929        </w:t>
            </w:r>
          </w:p>
        </w:tc>
        <w:tc>
          <w:tcPr>
            <w:tcW w:w="1897" w:type="dxa"/>
            <w:gridSpan w:val="3"/>
          </w:tcPr>
          <w:p w:rsidR="003C3D42" w:rsidRPr="00295AC4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  <w:gridSpan w:val="3"/>
            <w:vAlign w:val="center"/>
          </w:tcPr>
          <w:p w:rsidR="003C3D42" w:rsidRPr="00295AC4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8" w:type="dxa"/>
            <w:gridSpan w:val="3"/>
            <w:vAlign w:val="center"/>
          </w:tcPr>
          <w:p w:rsidR="003C3D42" w:rsidRPr="00295AC4" w:rsidRDefault="003C3D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AA0758" w:rsidRPr="00426D73" w:rsidTr="002E1730">
        <w:tc>
          <w:tcPr>
            <w:tcW w:w="517" w:type="dxa"/>
            <w:tcBorders>
              <w:left w:val="nil"/>
              <w:bottom w:val="nil"/>
              <w:right w:val="nil"/>
            </w:tcBorders>
            <w:vAlign w:val="center"/>
          </w:tcPr>
          <w:p w:rsidR="00AA0758" w:rsidRPr="001740C9" w:rsidRDefault="00AA0758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2338" w:type="dxa"/>
            <w:tcBorders>
              <w:left w:val="nil"/>
              <w:bottom w:val="nil"/>
              <w:right w:val="nil"/>
            </w:tcBorders>
          </w:tcPr>
          <w:p w:rsidR="00AA0758" w:rsidRPr="001740C9" w:rsidRDefault="00AA0758" w:rsidP="00DA688D">
            <w:pPr>
              <w:pStyle w:val="Zwykytekst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897" w:type="dxa"/>
            <w:gridSpan w:val="3"/>
            <w:tcBorders>
              <w:left w:val="nil"/>
              <w:bottom w:val="nil"/>
            </w:tcBorders>
          </w:tcPr>
          <w:p w:rsidR="00AA0758" w:rsidRPr="00252FB0" w:rsidRDefault="00AA0758" w:rsidP="008D096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252FB0">
              <w:rPr>
                <w:rFonts w:ascii="Arial" w:eastAsia="Calibri" w:hAnsi="Arial" w:cs="Arial"/>
                <w:i/>
                <w:sz w:val="18"/>
                <w:szCs w:val="18"/>
              </w:rPr>
              <w:t xml:space="preserve">*kwoty należy przenieść odpowiednio do pkt </w:t>
            </w:r>
            <w:r w:rsidR="008D0965" w:rsidRPr="00252FB0">
              <w:rPr>
                <w:rFonts w:ascii="Arial" w:eastAsia="Calibri" w:hAnsi="Arial" w:cs="Arial"/>
                <w:i/>
                <w:sz w:val="18"/>
                <w:szCs w:val="18"/>
              </w:rPr>
              <w:t>1.1 i 1.3</w:t>
            </w:r>
            <w:r w:rsidR="00B0281F" w:rsidRPr="00252FB0">
              <w:rPr>
                <w:rFonts w:ascii="Arial" w:eastAsia="Calibri" w:hAnsi="Arial" w:cs="Arial"/>
                <w:i/>
                <w:sz w:val="18"/>
                <w:szCs w:val="18"/>
              </w:rPr>
              <w:t>/1.2</w:t>
            </w:r>
            <w:r w:rsidRPr="00252FB0">
              <w:rPr>
                <w:rFonts w:ascii="Arial" w:eastAsia="Calibri" w:hAnsi="Arial" w:cs="Arial"/>
                <w:i/>
                <w:sz w:val="18"/>
                <w:szCs w:val="18"/>
              </w:rPr>
              <w:t xml:space="preserve"> niniejszego formularza</w:t>
            </w:r>
          </w:p>
        </w:tc>
        <w:tc>
          <w:tcPr>
            <w:tcW w:w="2424" w:type="dxa"/>
            <w:gridSpan w:val="3"/>
          </w:tcPr>
          <w:p w:rsidR="00AA0758" w:rsidRPr="00252FB0" w:rsidRDefault="00AA0758" w:rsidP="00426D7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52FB0">
              <w:rPr>
                <w:rFonts w:ascii="Arial" w:eastAsia="Calibri" w:hAnsi="Arial" w:cs="Arial"/>
                <w:b/>
                <w:sz w:val="18"/>
                <w:szCs w:val="18"/>
              </w:rPr>
              <w:t xml:space="preserve">Łącznie </w:t>
            </w:r>
            <w:r w:rsidR="00C4356D" w:rsidRPr="00252FB0">
              <w:rPr>
                <w:rFonts w:ascii="Arial" w:eastAsia="Calibri" w:hAnsi="Arial" w:cs="Arial"/>
                <w:b/>
                <w:sz w:val="18"/>
                <w:szCs w:val="18"/>
              </w:rPr>
              <w:t xml:space="preserve">wartość </w:t>
            </w:r>
            <w:r w:rsidRPr="00252FB0">
              <w:rPr>
                <w:rFonts w:ascii="Arial" w:eastAsia="Calibri" w:hAnsi="Arial" w:cs="Arial"/>
                <w:b/>
                <w:sz w:val="18"/>
                <w:szCs w:val="18"/>
              </w:rPr>
              <w:t>netto*:</w:t>
            </w:r>
          </w:p>
          <w:p w:rsidR="00AA0758" w:rsidRPr="00252FB0" w:rsidRDefault="00AA0758" w:rsidP="00426D7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AA0758" w:rsidRPr="00252FB0" w:rsidRDefault="00AA0758" w:rsidP="00426D7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2418" w:type="dxa"/>
            <w:gridSpan w:val="3"/>
          </w:tcPr>
          <w:p w:rsidR="00AA0758" w:rsidRPr="00252FB0" w:rsidRDefault="00AA0758" w:rsidP="00426D7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52FB0">
              <w:rPr>
                <w:rFonts w:ascii="Arial" w:eastAsia="Calibri" w:hAnsi="Arial" w:cs="Arial"/>
                <w:b/>
                <w:sz w:val="18"/>
                <w:szCs w:val="18"/>
              </w:rPr>
              <w:t xml:space="preserve">Łącznie </w:t>
            </w:r>
            <w:r w:rsidR="00C4356D" w:rsidRPr="00252FB0">
              <w:rPr>
                <w:rFonts w:ascii="Arial" w:eastAsia="Calibri" w:hAnsi="Arial" w:cs="Arial"/>
                <w:b/>
                <w:sz w:val="18"/>
                <w:szCs w:val="18"/>
              </w:rPr>
              <w:t xml:space="preserve">wartość </w:t>
            </w:r>
            <w:r w:rsidRPr="00252FB0">
              <w:rPr>
                <w:rFonts w:ascii="Arial" w:eastAsia="Calibri" w:hAnsi="Arial" w:cs="Arial"/>
                <w:b/>
                <w:sz w:val="18"/>
                <w:szCs w:val="18"/>
              </w:rPr>
              <w:t>brutto*:</w:t>
            </w:r>
          </w:p>
          <w:p w:rsidR="00AA0758" w:rsidRPr="00252FB0" w:rsidRDefault="00AA0758" w:rsidP="00426D7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</w:tbl>
    <w:p w:rsidR="008D63BD" w:rsidRPr="008D0965" w:rsidRDefault="00154BEE" w:rsidP="00154BEE">
      <w:pPr>
        <w:pStyle w:val="Akapitzlist"/>
        <w:tabs>
          <w:tab w:val="left" w:pos="3555"/>
        </w:tabs>
        <w:spacing w:after="200" w:line="360" w:lineRule="auto"/>
        <w:ind w:left="786"/>
        <w:jc w:val="both"/>
        <w:rPr>
          <w:rFonts w:ascii="Arial" w:eastAsia="Calibri" w:hAnsi="Arial" w:cs="Arial"/>
          <w:sz w:val="18"/>
          <w:szCs w:val="18"/>
        </w:rPr>
      </w:pPr>
      <w:r w:rsidRPr="008D0965">
        <w:rPr>
          <w:rFonts w:ascii="Arial" w:eastAsia="Calibri" w:hAnsi="Arial" w:cs="Arial"/>
          <w:sz w:val="18"/>
          <w:szCs w:val="18"/>
        </w:rPr>
        <w:tab/>
      </w:r>
    </w:p>
    <w:p w:rsidR="00775FBD" w:rsidRPr="00ED236C" w:rsidRDefault="00775FBD" w:rsidP="001740C9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ED236C">
        <w:rPr>
          <w:rFonts w:ascii="Arial" w:eastAsia="Calibri" w:hAnsi="Arial" w:cs="Arial"/>
          <w:sz w:val="18"/>
          <w:szCs w:val="18"/>
        </w:rPr>
        <w:t>Oświadczamy, iż wynagrodzeni</w:t>
      </w:r>
      <w:r w:rsidR="001740C9">
        <w:rPr>
          <w:rFonts w:ascii="Arial" w:eastAsia="Calibri" w:hAnsi="Arial" w:cs="Arial"/>
          <w:sz w:val="18"/>
          <w:szCs w:val="18"/>
        </w:rPr>
        <w:t>e za przedmiot umowy w roku 2018</w:t>
      </w:r>
      <w:r w:rsidRPr="00ED236C">
        <w:rPr>
          <w:rFonts w:ascii="Arial" w:eastAsia="Calibri" w:hAnsi="Arial" w:cs="Arial"/>
          <w:sz w:val="18"/>
          <w:szCs w:val="18"/>
        </w:rPr>
        <w:t xml:space="preserve"> nie przekroczy równowartości kwoty wynagrodzenia za</w:t>
      </w:r>
      <w:r w:rsidR="001740C9">
        <w:rPr>
          <w:rFonts w:ascii="Arial" w:eastAsia="Calibri" w:hAnsi="Arial" w:cs="Arial"/>
          <w:sz w:val="18"/>
          <w:szCs w:val="18"/>
        </w:rPr>
        <w:t xml:space="preserve"> rok 2017, powiększonego do 13%, przy czym 13% wzrost dotyczy każdego tytułu z osobna.</w:t>
      </w:r>
    </w:p>
    <w:p w:rsidR="007A5633" w:rsidRDefault="00903DE1" w:rsidP="001740C9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ascii="Arial" w:eastAsia="Calibri" w:hAnsi="Arial" w:cs="Arial"/>
          <w:b/>
          <w:sz w:val="18"/>
          <w:szCs w:val="18"/>
        </w:rPr>
      </w:pPr>
      <w:r w:rsidRPr="007E60E3">
        <w:rPr>
          <w:rFonts w:ascii="Arial" w:hAnsi="Arial" w:cs="Arial"/>
          <w:sz w:val="18"/>
          <w:szCs w:val="18"/>
        </w:rPr>
        <w:t xml:space="preserve">Zobowiązujemy się realizować przedmiot zamówienia </w:t>
      </w:r>
      <w:r w:rsidR="001740C9">
        <w:rPr>
          <w:rFonts w:ascii="Arial" w:eastAsia="Calibri" w:hAnsi="Arial" w:cs="Arial"/>
          <w:b/>
          <w:sz w:val="18"/>
          <w:szCs w:val="18"/>
        </w:rPr>
        <w:t>przez lata 2017 - 2018</w:t>
      </w:r>
      <w:r w:rsidR="007A5633" w:rsidRPr="007E60E3">
        <w:rPr>
          <w:rFonts w:ascii="Arial" w:eastAsia="Calibri" w:hAnsi="Arial" w:cs="Arial"/>
          <w:b/>
          <w:sz w:val="18"/>
          <w:szCs w:val="18"/>
        </w:rPr>
        <w:t xml:space="preserve">, ostateczny termin dostawy zaprenumerowanych czasopism </w:t>
      </w:r>
      <w:r w:rsidR="00775FBD">
        <w:rPr>
          <w:rFonts w:ascii="Arial" w:eastAsia="Calibri" w:hAnsi="Arial" w:cs="Arial"/>
          <w:b/>
          <w:sz w:val="18"/>
          <w:szCs w:val="18"/>
        </w:rPr>
        <w:t>-</w:t>
      </w:r>
      <w:r w:rsidR="001740C9">
        <w:rPr>
          <w:rFonts w:ascii="Arial" w:eastAsia="Calibri" w:hAnsi="Arial" w:cs="Arial"/>
          <w:b/>
          <w:sz w:val="18"/>
          <w:szCs w:val="18"/>
        </w:rPr>
        <w:t xml:space="preserve"> 9 miesięcy od daty 31.12.2018</w:t>
      </w:r>
      <w:r w:rsidR="00BC2F5F">
        <w:rPr>
          <w:rFonts w:ascii="Arial" w:eastAsia="Calibri" w:hAnsi="Arial" w:cs="Arial"/>
          <w:b/>
          <w:sz w:val="18"/>
          <w:szCs w:val="18"/>
        </w:rPr>
        <w:t xml:space="preserve"> </w:t>
      </w:r>
      <w:r w:rsidR="007A5633" w:rsidRPr="007E60E3">
        <w:rPr>
          <w:rFonts w:ascii="Arial" w:eastAsia="Calibri" w:hAnsi="Arial" w:cs="Arial"/>
          <w:b/>
          <w:sz w:val="18"/>
          <w:szCs w:val="18"/>
        </w:rPr>
        <w:t>r</w:t>
      </w:r>
      <w:r w:rsidR="00775FBD">
        <w:rPr>
          <w:rFonts w:ascii="Arial" w:eastAsia="Calibri" w:hAnsi="Arial" w:cs="Arial"/>
          <w:b/>
          <w:sz w:val="18"/>
          <w:szCs w:val="18"/>
        </w:rPr>
        <w:t>. T</w:t>
      </w:r>
      <w:r w:rsidR="007A5633" w:rsidRPr="007E60E3">
        <w:rPr>
          <w:rFonts w:ascii="Arial" w:eastAsia="Calibri" w:hAnsi="Arial" w:cs="Arial"/>
          <w:b/>
          <w:sz w:val="18"/>
          <w:szCs w:val="18"/>
        </w:rPr>
        <w:t xml:space="preserve">ermin dostarczenia czasopism z krajów europejskich </w:t>
      </w:r>
      <w:r w:rsidR="007E60E3" w:rsidRPr="007E60E3">
        <w:rPr>
          <w:rFonts w:ascii="Arial" w:eastAsia="Calibri" w:hAnsi="Arial" w:cs="Arial"/>
          <w:b/>
          <w:sz w:val="18"/>
          <w:szCs w:val="18"/>
        </w:rPr>
        <w:t xml:space="preserve">wyniesie - </w:t>
      </w:r>
      <w:r w:rsidR="007A5633" w:rsidRPr="007E60E3">
        <w:rPr>
          <w:rFonts w:ascii="Arial" w:eastAsia="Calibri" w:hAnsi="Arial" w:cs="Arial"/>
          <w:b/>
          <w:sz w:val="18"/>
          <w:szCs w:val="18"/>
        </w:rPr>
        <w:t>4 tygodni</w:t>
      </w:r>
      <w:r w:rsidR="005A48E7">
        <w:rPr>
          <w:rFonts w:ascii="Arial" w:eastAsia="Calibri" w:hAnsi="Arial" w:cs="Arial"/>
          <w:b/>
          <w:sz w:val="18"/>
          <w:szCs w:val="18"/>
        </w:rPr>
        <w:t>e</w:t>
      </w:r>
      <w:r w:rsidR="007E60E3" w:rsidRPr="007E60E3">
        <w:rPr>
          <w:rFonts w:ascii="Arial" w:eastAsia="Calibri" w:hAnsi="Arial" w:cs="Arial"/>
          <w:b/>
          <w:sz w:val="18"/>
          <w:szCs w:val="18"/>
        </w:rPr>
        <w:t xml:space="preserve">, a </w:t>
      </w:r>
      <w:r w:rsidR="007A5633" w:rsidRPr="007E60E3">
        <w:rPr>
          <w:rFonts w:ascii="Arial" w:eastAsia="Calibri" w:hAnsi="Arial" w:cs="Arial"/>
          <w:b/>
          <w:sz w:val="18"/>
          <w:szCs w:val="18"/>
        </w:rPr>
        <w:t>z pozostałych krajów świata –</w:t>
      </w:r>
      <w:r w:rsidR="005A48E7">
        <w:rPr>
          <w:rFonts w:ascii="Arial" w:eastAsia="Calibri" w:hAnsi="Arial" w:cs="Arial"/>
          <w:b/>
          <w:sz w:val="18"/>
          <w:szCs w:val="18"/>
        </w:rPr>
        <w:t xml:space="preserve"> </w:t>
      </w:r>
      <w:r w:rsidR="007A5633" w:rsidRPr="007E60E3">
        <w:rPr>
          <w:rFonts w:ascii="Arial" w:eastAsia="Calibri" w:hAnsi="Arial" w:cs="Arial"/>
          <w:b/>
          <w:sz w:val="18"/>
          <w:szCs w:val="18"/>
        </w:rPr>
        <w:t>8 tygodni</w:t>
      </w:r>
      <w:r w:rsidR="007E60E3">
        <w:rPr>
          <w:rFonts w:ascii="Arial" w:eastAsia="Calibri" w:hAnsi="Arial" w:cs="Arial"/>
          <w:b/>
          <w:sz w:val="18"/>
          <w:szCs w:val="18"/>
        </w:rPr>
        <w:t>.</w:t>
      </w:r>
    </w:p>
    <w:p w:rsidR="00EB4D7A" w:rsidRPr="007E60E3" w:rsidRDefault="00EB4D7A" w:rsidP="001740C9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ascii="Arial" w:eastAsia="Calibri" w:hAnsi="Arial" w:cs="Arial"/>
          <w:b/>
          <w:sz w:val="18"/>
          <w:szCs w:val="18"/>
        </w:rPr>
      </w:pPr>
      <w:r w:rsidRPr="007E60E3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EB4D7A" w:rsidRPr="009E0C9E" w:rsidRDefault="00EB4D7A" w:rsidP="001740C9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ascii="Arial" w:eastAsia="Calibri" w:hAnsi="Arial" w:cs="Arial"/>
          <w:b/>
          <w:sz w:val="18"/>
          <w:szCs w:val="18"/>
        </w:rPr>
      </w:pPr>
      <w:r w:rsidRPr="009E0C9E">
        <w:rPr>
          <w:rFonts w:ascii="Arial" w:hAnsi="Arial" w:cs="Arial"/>
          <w:sz w:val="18"/>
          <w:szCs w:val="18"/>
        </w:rPr>
        <w:t>Oświadczamy, iż warunki udziału w postępowaniu określone w art. 22 ust.</w:t>
      </w:r>
      <w:r w:rsidR="009E0C9E">
        <w:rPr>
          <w:rFonts w:ascii="Arial" w:hAnsi="Arial" w:cs="Arial"/>
          <w:sz w:val="18"/>
          <w:szCs w:val="18"/>
        </w:rPr>
        <w:t xml:space="preserve"> </w:t>
      </w:r>
      <w:r w:rsidRPr="009E0C9E">
        <w:rPr>
          <w:rFonts w:ascii="Arial" w:hAnsi="Arial" w:cs="Arial"/>
          <w:sz w:val="18"/>
          <w:szCs w:val="18"/>
        </w:rPr>
        <w:t xml:space="preserve">1 </w:t>
      </w:r>
      <w:r w:rsidR="002859BA" w:rsidRPr="009E0C9E">
        <w:rPr>
          <w:rFonts w:ascii="Arial" w:hAnsi="Arial" w:cs="Arial"/>
          <w:sz w:val="18"/>
          <w:szCs w:val="18"/>
        </w:rPr>
        <w:t>pkt 2)</w:t>
      </w:r>
      <w:r w:rsidR="00D4455A" w:rsidRPr="009E0C9E">
        <w:rPr>
          <w:rFonts w:ascii="Arial" w:hAnsi="Arial" w:cs="Arial"/>
          <w:sz w:val="18"/>
          <w:szCs w:val="18"/>
        </w:rPr>
        <w:t xml:space="preserve"> </w:t>
      </w:r>
      <w:r w:rsidRPr="009E0C9E">
        <w:rPr>
          <w:rFonts w:ascii="Arial" w:hAnsi="Arial" w:cs="Arial"/>
          <w:sz w:val="18"/>
          <w:szCs w:val="18"/>
        </w:rPr>
        <w:t>ustawy - Prawo zamówień publicznych spełniamy samodzielnie</w:t>
      </w:r>
      <w:r w:rsidR="00425DB7" w:rsidRPr="009E0C9E">
        <w:rPr>
          <w:rStyle w:val="Odwoanieprzypisudolnego"/>
          <w:rFonts w:ascii="Arial" w:hAnsi="Arial" w:cs="Arial"/>
          <w:sz w:val="18"/>
          <w:szCs w:val="18"/>
        </w:rPr>
        <w:footnoteReference w:id="3"/>
      </w:r>
      <w:r w:rsidRPr="009E0C9E">
        <w:rPr>
          <w:rFonts w:ascii="Arial" w:hAnsi="Arial" w:cs="Arial"/>
          <w:sz w:val="18"/>
          <w:szCs w:val="18"/>
        </w:rPr>
        <w:t>.</w:t>
      </w:r>
    </w:p>
    <w:p w:rsidR="001740C9" w:rsidRPr="00D63968" w:rsidRDefault="001740C9" w:rsidP="001740C9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 xml:space="preserve">Podwykonawcy/om powierzymy następującą część/części zamówienia, </w:t>
      </w:r>
      <w:r w:rsidRPr="00D63968">
        <w:rPr>
          <w:rFonts w:ascii="Arial" w:hAnsi="Arial" w:cs="Arial"/>
          <w:i/>
          <w:sz w:val="18"/>
          <w:szCs w:val="18"/>
        </w:rPr>
        <w:t>(jeżeli dotyczy)</w:t>
      </w:r>
      <w:r w:rsidRPr="00D63968">
        <w:rPr>
          <w:rStyle w:val="Odwoanieprzypisudolnego"/>
          <w:rFonts w:ascii="Arial" w:hAnsi="Arial" w:cs="Arial"/>
          <w:sz w:val="18"/>
          <w:szCs w:val="18"/>
        </w:rPr>
        <w:footnoteReference w:id="4"/>
      </w:r>
      <w:r w:rsidRPr="00D63968">
        <w:rPr>
          <w:rFonts w:ascii="Arial" w:hAnsi="Arial" w:cs="Arial"/>
          <w:sz w:val="18"/>
          <w:szCs w:val="18"/>
        </w:rPr>
        <w:t>:</w:t>
      </w:r>
    </w:p>
    <w:p w:rsidR="001740C9" w:rsidRDefault="001740C9" w:rsidP="001740C9">
      <w:pPr>
        <w:pStyle w:val="Akapitzlist"/>
        <w:spacing w:line="276" w:lineRule="auto"/>
        <w:ind w:left="644"/>
        <w:jc w:val="both"/>
        <w:rPr>
          <w:rFonts w:ascii="Arial" w:hAnsi="Arial" w:cs="Arial"/>
        </w:rPr>
      </w:pPr>
      <w:r w:rsidRPr="00D63968">
        <w:rPr>
          <w:rFonts w:ascii="Arial" w:hAnsi="Arial" w:cs="Arial"/>
        </w:rPr>
        <w:t>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</w:t>
      </w:r>
    </w:p>
    <w:p w:rsidR="001740C9" w:rsidRDefault="001740C9" w:rsidP="001740C9">
      <w:pPr>
        <w:numPr>
          <w:ilvl w:val="0"/>
          <w:numId w:val="3"/>
        </w:num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Niniejszym wskazujemy nazwę/y (firmę/y) podwykonawcy/ów, któremu/którym zamierzamy powierzyć wykonanie części zamówienia</w:t>
      </w:r>
      <w:r w:rsidRPr="00E32106">
        <w:rPr>
          <w:rFonts w:ascii="Arial" w:hAnsi="Arial" w:cs="Arial"/>
          <w:sz w:val="18"/>
          <w:szCs w:val="18"/>
          <w:vertAlign w:val="superscript"/>
        </w:rPr>
        <w:footnoteReference w:id="5"/>
      </w:r>
      <w:r w:rsidRPr="00E32106">
        <w:rPr>
          <w:rFonts w:ascii="Arial" w:hAnsi="Arial" w:cs="Arial"/>
          <w:sz w:val="18"/>
          <w:szCs w:val="18"/>
        </w:rPr>
        <w:t xml:space="preserve">: </w:t>
      </w:r>
    </w:p>
    <w:p w:rsidR="001740C9" w:rsidRDefault="001740C9" w:rsidP="001740C9">
      <w:pPr>
        <w:autoSpaceDE w:val="0"/>
        <w:autoSpaceDN w:val="0"/>
        <w:adjustRightInd w:val="0"/>
        <w:spacing w:before="40" w:after="4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32106">
        <w:rPr>
          <w:rFonts w:ascii="Arial" w:hAnsi="Arial" w:cs="Arial"/>
          <w:sz w:val="18"/>
          <w:szCs w:val="18"/>
        </w:rPr>
        <w:t>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</w:t>
      </w:r>
    </w:p>
    <w:p w:rsidR="0073399C" w:rsidRDefault="0073399C" w:rsidP="0073399C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/>
          <w:color w:val="FF0000"/>
          <w:sz w:val="18"/>
          <w:szCs w:val="18"/>
        </w:rPr>
      </w:pPr>
      <w:r w:rsidRPr="0073399C">
        <w:rPr>
          <w:rFonts w:ascii="Arial" w:hAnsi="Arial" w:cs="Arial"/>
          <w:b/>
          <w:color w:val="FF0000"/>
          <w:sz w:val="18"/>
          <w:szCs w:val="18"/>
        </w:rPr>
        <w:t>Termin rozpatrzenia reklamacji będzie wynosił …… dni</w:t>
      </w:r>
      <w:r w:rsidRPr="0073399C">
        <w:rPr>
          <w:rStyle w:val="Odwoanieprzypisudolnego"/>
          <w:rFonts w:ascii="Arial" w:hAnsi="Arial" w:cs="Arial"/>
          <w:color w:val="FF0000"/>
          <w:sz w:val="18"/>
          <w:szCs w:val="18"/>
        </w:rPr>
        <w:footnoteReference w:id="6"/>
      </w:r>
      <w:r w:rsidRPr="0073399C">
        <w:rPr>
          <w:rFonts w:ascii="Arial" w:hAnsi="Arial" w:cs="Arial"/>
          <w:b/>
          <w:color w:val="FF0000"/>
          <w:sz w:val="18"/>
          <w:szCs w:val="18"/>
        </w:rPr>
        <w:t xml:space="preserve"> od daty otrzymania zgłoszenia reklamacji od Zamawiającego.</w:t>
      </w:r>
    </w:p>
    <w:p w:rsidR="00963CD1" w:rsidRPr="00963CD1" w:rsidRDefault="00963CD1" w:rsidP="00963CD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ascii="Arial" w:hAnsi="Arial" w:cs="Arial"/>
          <w:b/>
          <w:color w:val="FF0000"/>
          <w:sz w:val="18"/>
          <w:szCs w:val="18"/>
        </w:rPr>
        <w:t>W zakresie cza</w:t>
      </w:r>
      <w:r w:rsidR="00295AC4">
        <w:rPr>
          <w:rFonts w:ascii="Arial" w:hAnsi="Arial" w:cs="Arial"/>
          <w:b/>
          <w:color w:val="FF0000"/>
          <w:sz w:val="18"/>
          <w:szCs w:val="18"/>
        </w:rPr>
        <w:t>sopism wskazanych w pozycjach</w:t>
      </w:r>
      <w:r>
        <w:rPr>
          <w:rFonts w:ascii="Arial" w:hAnsi="Arial" w:cs="Arial"/>
          <w:b/>
          <w:color w:val="FF0000"/>
          <w:sz w:val="18"/>
          <w:szCs w:val="18"/>
        </w:rPr>
        <w:t xml:space="preserve"> nr </w:t>
      </w:r>
      <w:r w:rsidRPr="0073399C">
        <w:rPr>
          <w:rFonts w:ascii="Arial" w:hAnsi="Arial" w:cs="Arial"/>
          <w:b/>
          <w:color w:val="FF0000"/>
          <w:sz w:val="18"/>
          <w:szCs w:val="18"/>
        </w:rPr>
        <w:t xml:space="preserve"> </w:t>
      </w:r>
      <w:r>
        <w:rPr>
          <w:rFonts w:ascii="Arial" w:hAnsi="Arial" w:cs="Arial"/>
          <w:b/>
          <w:color w:val="FF0000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. oferujemy darmowy dostęp do czasopism w wersji online</w:t>
      </w:r>
      <w:r w:rsidR="00295AC4">
        <w:rPr>
          <w:rFonts w:ascii="Arial" w:hAnsi="Arial" w:cs="Arial"/>
          <w:b/>
          <w:color w:val="FF0000"/>
          <w:sz w:val="18"/>
          <w:szCs w:val="18"/>
        </w:rPr>
        <w:t xml:space="preserve"> w ramach zaoferowanej ceny</w:t>
      </w:r>
      <w:r w:rsidRPr="0073399C">
        <w:rPr>
          <w:rStyle w:val="Odwoanieprzypisudolnego"/>
          <w:rFonts w:ascii="Arial" w:hAnsi="Arial" w:cs="Arial"/>
          <w:color w:val="FF0000"/>
          <w:sz w:val="18"/>
          <w:szCs w:val="18"/>
        </w:rPr>
        <w:footnoteReference w:id="7"/>
      </w:r>
      <w:r>
        <w:rPr>
          <w:rFonts w:ascii="Arial" w:hAnsi="Arial" w:cs="Arial"/>
          <w:b/>
          <w:color w:val="FF0000"/>
          <w:sz w:val="18"/>
          <w:szCs w:val="18"/>
        </w:rPr>
        <w:t>.</w:t>
      </w:r>
    </w:p>
    <w:p w:rsidR="00EB4D7A" w:rsidRPr="002527F2" w:rsidRDefault="00EB4D7A" w:rsidP="001740C9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B5E24">
        <w:rPr>
          <w:rFonts w:ascii="Arial" w:hAnsi="Arial" w:cs="Arial"/>
          <w:sz w:val="18"/>
          <w:szCs w:val="18"/>
        </w:rPr>
        <w:t>Osobą upoważnioną do kontaktów z Zamawiającym</w:t>
      </w:r>
      <w:r w:rsidRPr="002527F2">
        <w:rPr>
          <w:rFonts w:ascii="Arial" w:hAnsi="Arial" w:cs="Arial"/>
          <w:sz w:val="18"/>
          <w:szCs w:val="18"/>
        </w:rPr>
        <w:t>, w celu realizacji umowy jest:</w:t>
      </w:r>
    </w:p>
    <w:p w:rsidR="00EB4D7A" w:rsidRDefault="00EB4D7A" w:rsidP="00C47941">
      <w:pPr>
        <w:pStyle w:val="Akapitzlist"/>
        <w:tabs>
          <w:tab w:val="left" w:pos="426"/>
        </w:tabs>
        <w:spacing w:line="360" w:lineRule="auto"/>
        <w:ind w:left="993"/>
        <w:jc w:val="both"/>
        <w:rPr>
          <w:rFonts w:ascii="Arial" w:hAnsi="Arial" w:cs="Arial"/>
          <w:sz w:val="18"/>
          <w:szCs w:val="18"/>
          <w:lang w:val="en-US"/>
        </w:rPr>
      </w:pPr>
      <w:r w:rsidRPr="002527F2">
        <w:rPr>
          <w:rFonts w:ascii="Arial" w:hAnsi="Arial" w:cs="Arial"/>
          <w:sz w:val="18"/>
          <w:szCs w:val="18"/>
          <w:lang w:val="en-US"/>
        </w:rPr>
        <w:t>p……………….……</w:t>
      </w:r>
      <w:r>
        <w:rPr>
          <w:rFonts w:ascii="Arial" w:hAnsi="Arial" w:cs="Arial"/>
          <w:sz w:val="18"/>
          <w:szCs w:val="18"/>
          <w:lang w:val="en-US"/>
        </w:rPr>
        <w:t>…</w:t>
      </w:r>
      <w:r w:rsidRPr="002527F2">
        <w:rPr>
          <w:rFonts w:ascii="Arial" w:hAnsi="Arial" w:cs="Arial"/>
          <w:sz w:val="18"/>
          <w:szCs w:val="18"/>
          <w:lang w:val="en-US"/>
        </w:rPr>
        <w:t>………, tel.:……………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 xml:space="preserve">…………… </w:t>
      </w:r>
    </w:p>
    <w:p w:rsidR="00EB4D7A" w:rsidRDefault="00EB4D7A" w:rsidP="00C47941">
      <w:pPr>
        <w:pStyle w:val="Akapitzlist"/>
        <w:tabs>
          <w:tab w:val="left" w:pos="426"/>
        </w:tabs>
        <w:spacing w:line="360" w:lineRule="auto"/>
        <w:ind w:left="993"/>
        <w:jc w:val="both"/>
        <w:rPr>
          <w:rFonts w:ascii="Arial" w:hAnsi="Arial" w:cs="Arial"/>
          <w:sz w:val="18"/>
          <w:szCs w:val="18"/>
          <w:lang w:val="en-US"/>
        </w:rPr>
      </w:pPr>
      <w:proofErr w:type="spellStart"/>
      <w:r w:rsidRPr="002527F2">
        <w:rPr>
          <w:rFonts w:ascii="Arial" w:hAnsi="Arial" w:cs="Arial"/>
          <w:sz w:val="18"/>
          <w:szCs w:val="18"/>
          <w:lang w:val="en-US"/>
        </w:rPr>
        <w:t>faks</w:t>
      </w:r>
      <w:proofErr w:type="spellEnd"/>
      <w:r w:rsidRPr="002527F2">
        <w:rPr>
          <w:rFonts w:ascii="Arial" w:hAnsi="Arial" w:cs="Arial"/>
          <w:sz w:val="18"/>
          <w:szCs w:val="18"/>
          <w:lang w:val="en-US"/>
        </w:rPr>
        <w:t>: …………..…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..</w:t>
      </w:r>
      <w:r w:rsidRPr="002527F2">
        <w:rPr>
          <w:rFonts w:ascii="Arial" w:hAnsi="Arial" w:cs="Arial"/>
          <w:sz w:val="18"/>
          <w:szCs w:val="18"/>
          <w:lang w:val="en-US"/>
        </w:rPr>
        <w:t>…..,</w:t>
      </w:r>
      <w:r>
        <w:rPr>
          <w:rFonts w:ascii="Arial" w:hAnsi="Arial" w:cs="Arial"/>
          <w:sz w:val="18"/>
          <w:szCs w:val="18"/>
          <w:lang w:val="en-US"/>
        </w:rPr>
        <w:t xml:space="preserve"> </w:t>
      </w:r>
      <w:r w:rsidRPr="002527F2">
        <w:rPr>
          <w:rFonts w:ascii="Arial" w:hAnsi="Arial" w:cs="Arial"/>
          <w:sz w:val="18"/>
          <w:szCs w:val="18"/>
          <w:lang w:val="en-US"/>
        </w:rPr>
        <w:t>e-mail:…………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………</w:t>
      </w:r>
    </w:p>
    <w:p w:rsidR="00EB4D7A" w:rsidRPr="002527F2" w:rsidRDefault="00EB4D7A" w:rsidP="001740C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</w:t>
      </w:r>
      <w:r>
        <w:rPr>
          <w:rFonts w:ascii="Arial" w:eastAsiaTheme="minorHAnsi" w:hAnsi="Arial" w:cs="Arial"/>
          <w:color w:val="000000"/>
          <w:sz w:val="18"/>
          <w:szCs w:val="18"/>
          <w:lang w:eastAsia="en-US"/>
        </w:rPr>
        <w:t>wo zmiany ww. osoby, w drodze pisemnej notyfikacji  o dokonanej zmianie.</w:t>
      </w:r>
    </w:p>
    <w:p w:rsidR="00EB4D7A" w:rsidRPr="004179BE" w:rsidRDefault="00EB4D7A" w:rsidP="001740C9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Oświadczamy, iż zapoznaliśmy się ze Specyfikacją Istotnych Warunków Zamówienia, nie wnosimy do niej zastrzeżeń oraz zdobyliśmy konieczne informacje do przygotowania oferty i zobowiązujemy się spełnić wszystkie </w:t>
      </w:r>
      <w:r w:rsidR="001740C9">
        <w:rPr>
          <w:rFonts w:ascii="Arial" w:hAnsi="Arial" w:cs="Arial"/>
          <w:sz w:val="18"/>
          <w:szCs w:val="18"/>
        </w:rPr>
        <w:t xml:space="preserve">wymagania Zamawiającego </w:t>
      </w:r>
      <w:r w:rsidRPr="004179BE">
        <w:rPr>
          <w:rFonts w:ascii="Arial" w:hAnsi="Arial" w:cs="Arial"/>
          <w:sz w:val="18"/>
          <w:szCs w:val="18"/>
        </w:rPr>
        <w:t xml:space="preserve">wymienione w SIWZ i we wszystkich </w:t>
      </w:r>
      <w:r w:rsidR="001740C9">
        <w:rPr>
          <w:rFonts w:ascii="Arial" w:hAnsi="Arial" w:cs="Arial"/>
          <w:sz w:val="18"/>
          <w:szCs w:val="18"/>
        </w:rPr>
        <w:t>załącznikach do niej.</w:t>
      </w:r>
    </w:p>
    <w:p w:rsidR="00EB4D7A" w:rsidRDefault="00EB4D7A" w:rsidP="001740C9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 w:rsidRPr="004179BE">
        <w:rPr>
          <w:rFonts w:ascii="Arial" w:hAnsi="Arial" w:cs="Arial"/>
          <w:b/>
          <w:sz w:val="18"/>
          <w:szCs w:val="18"/>
        </w:rPr>
        <w:t>30 dni</w:t>
      </w:r>
      <w:r w:rsidRPr="004179BE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810032" w:rsidRPr="00810032" w:rsidRDefault="00810032" w:rsidP="001740C9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10032">
        <w:rPr>
          <w:rFonts w:ascii="Arial" w:hAnsi="Arial" w:cs="Arial"/>
          <w:sz w:val="18"/>
          <w:szCs w:val="18"/>
        </w:rPr>
        <w:lastRenderedPageBreak/>
        <w:t>Oświadczamy, iż wadium zostało wniesione w formie:</w:t>
      </w:r>
      <w:r w:rsidRPr="00810032">
        <w:rPr>
          <w:rFonts w:ascii="Arial" w:hAnsi="Arial" w:cs="Arial"/>
          <w:sz w:val="18"/>
          <w:szCs w:val="18"/>
          <w:vertAlign w:val="superscript"/>
        </w:rPr>
        <w:footnoteReference w:id="8"/>
      </w:r>
    </w:p>
    <w:p w:rsidR="00810032" w:rsidRPr="00AF5B07" w:rsidRDefault="00810032" w:rsidP="001740C9">
      <w:pPr>
        <w:numPr>
          <w:ilvl w:val="0"/>
          <w:numId w:val="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pieniądzu, </w:t>
      </w:r>
      <w:r w:rsidRPr="00AF5B07">
        <w:rPr>
          <w:rFonts w:ascii="Arial" w:hAnsi="Arial" w:cs="Arial"/>
          <w:sz w:val="18"/>
          <w:szCs w:val="18"/>
        </w:rPr>
        <w:t>przelewem na rachunek Zamawiającego:</w:t>
      </w:r>
    </w:p>
    <w:p w:rsidR="00810032" w:rsidRPr="00AF5B07" w:rsidRDefault="00810032" w:rsidP="00810032">
      <w:pPr>
        <w:tabs>
          <w:tab w:val="left" w:pos="1276"/>
        </w:tabs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ab/>
        <w:t>ING Bank Śląski Spółka Akcyjna o/Katowice,</w:t>
      </w:r>
    </w:p>
    <w:p w:rsidR="00810032" w:rsidRPr="00AF5B07" w:rsidRDefault="00810032" w:rsidP="00810032">
      <w:pPr>
        <w:tabs>
          <w:tab w:val="left" w:pos="1276"/>
        </w:tabs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b/>
          <w:sz w:val="18"/>
          <w:szCs w:val="18"/>
        </w:rPr>
        <w:tab/>
        <w:t>nr rachunku: 29 1050 1214 1000 0022 0331 4816</w:t>
      </w:r>
      <w:r>
        <w:rPr>
          <w:rFonts w:ascii="Arial" w:hAnsi="Arial" w:cs="Arial"/>
          <w:sz w:val="18"/>
          <w:szCs w:val="18"/>
        </w:rPr>
        <w:t>, w wysokości: ………….………</w:t>
      </w:r>
      <w:r w:rsidRPr="00AF5B07">
        <w:rPr>
          <w:rFonts w:ascii="Arial" w:hAnsi="Arial" w:cs="Arial"/>
          <w:sz w:val="18"/>
          <w:szCs w:val="18"/>
        </w:rPr>
        <w:t>…………</w:t>
      </w:r>
      <w:r>
        <w:rPr>
          <w:rFonts w:ascii="Arial" w:hAnsi="Arial" w:cs="Arial"/>
          <w:sz w:val="18"/>
          <w:szCs w:val="18"/>
        </w:rPr>
        <w:t>…..</w:t>
      </w:r>
      <w:r w:rsidRPr="00AF5B07">
        <w:rPr>
          <w:rFonts w:ascii="Arial" w:hAnsi="Arial" w:cs="Arial"/>
          <w:sz w:val="18"/>
          <w:szCs w:val="18"/>
        </w:rPr>
        <w:t>……</w:t>
      </w:r>
      <w:r w:rsidR="00C129C3">
        <w:rPr>
          <w:rFonts w:ascii="Arial" w:hAnsi="Arial" w:cs="Arial"/>
          <w:sz w:val="18"/>
          <w:szCs w:val="18"/>
        </w:rPr>
        <w:t>…………..</w:t>
      </w:r>
      <w:r w:rsidRPr="00AF5B07">
        <w:rPr>
          <w:rFonts w:ascii="Arial" w:hAnsi="Arial" w:cs="Arial"/>
          <w:sz w:val="18"/>
          <w:szCs w:val="18"/>
        </w:rPr>
        <w:t>… PLN,</w:t>
      </w:r>
    </w:p>
    <w:p w:rsidR="00810032" w:rsidRPr="00AF5B07" w:rsidRDefault="00810032" w:rsidP="001740C9">
      <w:pPr>
        <w:numPr>
          <w:ilvl w:val="0"/>
          <w:numId w:val="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banko</w:t>
      </w:r>
      <w:r>
        <w:rPr>
          <w:rFonts w:ascii="Arial" w:hAnsi="Arial" w:cs="Arial"/>
          <w:sz w:val="18"/>
          <w:szCs w:val="18"/>
        </w:rPr>
        <w:t>wych, w wysokości: …………………………</w:t>
      </w:r>
      <w:r w:rsidRPr="00AF5B07">
        <w:rPr>
          <w:rFonts w:ascii="Arial" w:hAnsi="Arial" w:cs="Arial"/>
          <w:sz w:val="18"/>
          <w:szCs w:val="18"/>
        </w:rPr>
        <w:t>………</w:t>
      </w:r>
      <w:r>
        <w:rPr>
          <w:rFonts w:ascii="Arial" w:hAnsi="Arial" w:cs="Arial"/>
          <w:sz w:val="18"/>
          <w:szCs w:val="18"/>
        </w:rPr>
        <w:t>…………………………</w:t>
      </w:r>
      <w:r w:rsidRPr="00AF5B07">
        <w:rPr>
          <w:rFonts w:ascii="Arial" w:hAnsi="Arial" w:cs="Arial"/>
          <w:sz w:val="18"/>
          <w:szCs w:val="18"/>
        </w:rPr>
        <w:t>….…</w:t>
      </w:r>
      <w:r w:rsidR="00C129C3">
        <w:rPr>
          <w:rFonts w:ascii="Arial" w:hAnsi="Arial" w:cs="Arial"/>
          <w:sz w:val="18"/>
          <w:szCs w:val="18"/>
        </w:rPr>
        <w:t>….</w:t>
      </w:r>
      <w:r w:rsidRPr="00AF5B07">
        <w:rPr>
          <w:rFonts w:ascii="Arial" w:hAnsi="Arial" w:cs="Arial"/>
          <w:sz w:val="18"/>
          <w:szCs w:val="18"/>
        </w:rPr>
        <w:t>…</w:t>
      </w:r>
      <w:r w:rsidR="00C129C3">
        <w:rPr>
          <w:rFonts w:ascii="Arial" w:hAnsi="Arial" w:cs="Arial"/>
          <w:sz w:val="18"/>
          <w:szCs w:val="18"/>
        </w:rPr>
        <w:t>………</w:t>
      </w:r>
      <w:r w:rsidRPr="00AF5B07">
        <w:rPr>
          <w:rFonts w:ascii="Arial" w:hAnsi="Arial" w:cs="Arial"/>
          <w:sz w:val="18"/>
          <w:szCs w:val="18"/>
        </w:rPr>
        <w:t xml:space="preserve"> PLN,</w:t>
      </w:r>
    </w:p>
    <w:p w:rsidR="00810032" w:rsidRPr="00AF5B07" w:rsidRDefault="00810032" w:rsidP="001740C9">
      <w:pPr>
        <w:numPr>
          <w:ilvl w:val="0"/>
          <w:numId w:val="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spółdzielczej kasy oszczędn</w:t>
      </w:r>
      <w:r>
        <w:rPr>
          <w:rFonts w:ascii="Arial" w:hAnsi="Arial" w:cs="Arial"/>
          <w:sz w:val="18"/>
          <w:szCs w:val="18"/>
        </w:rPr>
        <w:t xml:space="preserve">ościowo-kredytowej (poręczenie </w:t>
      </w:r>
      <w:r w:rsidRPr="00AF5B07">
        <w:rPr>
          <w:rFonts w:ascii="Arial" w:hAnsi="Arial" w:cs="Arial"/>
          <w:sz w:val="18"/>
          <w:szCs w:val="18"/>
        </w:rPr>
        <w:t>pieniężne), w wysokości: 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………………………………………………………………</w:t>
      </w:r>
      <w:r w:rsidRPr="00AF5B07">
        <w:rPr>
          <w:rFonts w:ascii="Arial" w:hAnsi="Arial" w:cs="Arial"/>
          <w:sz w:val="18"/>
          <w:szCs w:val="18"/>
        </w:rPr>
        <w:t>………</w:t>
      </w:r>
      <w:r w:rsidR="00C129C3">
        <w:rPr>
          <w:rFonts w:ascii="Arial" w:hAnsi="Arial" w:cs="Arial"/>
          <w:sz w:val="18"/>
          <w:szCs w:val="18"/>
        </w:rPr>
        <w:t>…………..</w:t>
      </w:r>
      <w:r w:rsidRPr="00AF5B07">
        <w:rPr>
          <w:rFonts w:ascii="Arial" w:hAnsi="Arial" w:cs="Arial"/>
          <w:sz w:val="18"/>
          <w:szCs w:val="18"/>
        </w:rPr>
        <w:t>… PLN,</w:t>
      </w:r>
    </w:p>
    <w:p w:rsidR="00810032" w:rsidRPr="00AF5B07" w:rsidRDefault="00810032" w:rsidP="001740C9">
      <w:pPr>
        <w:numPr>
          <w:ilvl w:val="0"/>
          <w:numId w:val="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ban</w:t>
      </w:r>
      <w:r>
        <w:rPr>
          <w:rFonts w:ascii="Arial" w:hAnsi="Arial" w:cs="Arial"/>
          <w:sz w:val="18"/>
          <w:szCs w:val="18"/>
        </w:rPr>
        <w:t>kowych, w wysokości: ………….………</w:t>
      </w:r>
      <w:r w:rsidRPr="00AF5B07">
        <w:rPr>
          <w:rFonts w:ascii="Arial" w:hAnsi="Arial" w:cs="Arial"/>
          <w:sz w:val="18"/>
          <w:szCs w:val="18"/>
        </w:rPr>
        <w:t>……</w:t>
      </w:r>
      <w:r>
        <w:rPr>
          <w:rFonts w:ascii="Arial" w:hAnsi="Arial" w:cs="Arial"/>
          <w:sz w:val="18"/>
          <w:szCs w:val="18"/>
        </w:rPr>
        <w:t>…………………………………</w:t>
      </w:r>
      <w:r w:rsidRPr="00AF5B07">
        <w:rPr>
          <w:rFonts w:ascii="Arial" w:hAnsi="Arial" w:cs="Arial"/>
          <w:sz w:val="18"/>
          <w:szCs w:val="18"/>
        </w:rPr>
        <w:t>…….…</w:t>
      </w:r>
      <w:r w:rsidR="00C129C3">
        <w:rPr>
          <w:rFonts w:ascii="Arial" w:hAnsi="Arial" w:cs="Arial"/>
          <w:sz w:val="18"/>
          <w:szCs w:val="18"/>
        </w:rPr>
        <w:t>………….</w:t>
      </w:r>
      <w:r w:rsidRPr="00AF5B07">
        <w:rPr>
          <w:rFonts w:ascii="Arial" w:hAnsi="Arial" w:cs="Arial"/>
          <w:sz w:val="18"/>
          <w:szCs w:val="18"/>
        </w:rPr>
        <w:t>… PLN,</w:t>
      </w:r>
    </w:p>
    <w:p w:rsidR="00810032" w:rsidRPr="00AF5B07" w:rsidRDefault="00810032" w:rsidP="001740C9">
      <w:pPr>
        <w:numPr>
          <w:ilvl w:val="0"/>
          <w:numId w:val="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ubezpieczeniowych, w wysokości: ……………</w:t>
      </w:r>
      <w:r>
        <w:rPr>
          <w:rFonts w:ascii="Arial" w:hAnsi="Arial" w:cs="Arial"/>
          <w:sz w:val="18"/>
          <w:szCs w:val="18"/>
        </w:rPr>
        <w:t>.</w:t>
      </w:r>
      <w:r w:rsidRPr="00AF5B07">
        <w:rPr>
          <w:rFonts w:ascii="Arial" w:hAnsi="Arial" w:cs="Arial"/>
          <w:sz w:val="18"/>
          <w:szCs w:val="18"/>
        </w:rPr>
        <w:t>…</w:t>
      </w:r>
      <w:r>
        <w:rPr>
          <w:rFonts w:ascii="Arial" w:hAnsi="Arial" w:cs="Arial"/>
          <w:sz w:val="18"/>
          <w:szCs w:val="18"/>
        </w:rPr>
        <w:t>…………………………………….</w:t>
      </w:r>
      <w:r w:rsidRPr="00AF5B07">
        <w:rPr>
          <w:rFonts w:ascii="Arial" w:hAnsi="Arial" w:cs="Arial"/>
          <w:sz w:val="18"/>
          <w:szCs w:val="18"/>
        </w:rPr>
        <w:t>……</w:t>
      </w:r>
      <w:r w:rsidR="00C129C3">
        <w:rPr>
          <w:rFonts w:ascii="Arial" w:hAnsi="Arial" w:cs="Arial"/>
          <w:sz w:val="18"/>
          <w:szCs w:val="18"/>
        </w:rPr>
        <w:t>……….</w:t>
      </w:r>
      <w:r w:rsidRPr="00AF5B07">
        <w:rPr>
          <w:rFonts w:ascii="Arial" w:hAnsi="Arial" w:cs="Arial"/>
          <w:sz w:val="18"/>
          <w:szCs w:val="18"/>
        </w:rPr>
        <w:t>.… PLN,</w:t>
      </w:r>
    </w:p>
    <w:p w:rsidR="00810032" w:rsidRPr="00DE52AB" w:rsidRDefault="00810032" w:rsidP="001740C9">
      <w:pPr>
        <w:numPr>
          <w:ilvl w:val="0"/>
          <w:numId w:val="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udzielanych przez podmioty, o których mowa w art. 6b ust. 5 pkt. 2 ustawy z dnia 9 listopada 2000 r. o</w:t>
      </w:r>
      <w:r>
        <w:rPr>
          <w:rFonts w:ascii="Arial" w:hAnsi="Arial" w:cs="Arial"/>
          <w:sz w:val="18"/>
          <w:szCs w:val="18"/>
        </w:rPr>
        <w:t> </w:t>
      </w:r>
      <w:r w:rsidRPr="00AF5B07">
        <w:rPr>
          <w:rFonts w:ascii="Arial" w:hAnsi="Arial" w:cs="Arial"/>
          <w:sz w:val="18"/>
          <w:szCs w:val="18"/>
        </w:rPr>
        <w:t>utworzeniu Polskiej Agencji Roz</w:t>
      </w:r>
      <w:r>
        <w:rPr>
          <w:rFonts w:ascii="Arial" w:hAnsi="Arial" w:cs="Arial"/>
          <w:sz w:val="18"/>
          <w:szCs w:val="18"/>
        </w:rPr>
        <w:t>woju Przedsiębiorczości (</w:t>
      </w:r>
      <w:r w:rsidRPr="00ED57C6">
        <w:rPr>
          <w:rFonts w:ascii="Arial" w:hAnsi="Arial" w:cs="Arial"/>
          <w:sz w:val="18"/>
          <w:szCs w:val="18"/>
        </w:rPr>
        <w:t xml:space="preserve">Dz. U. </w:t>
      </w:r>
      <w:r>
        <w:rPr>
          <w:rFonts w:ascii="Arial" w:hAnsi="Arial" w:cs="Arial"/>
          <w:sz w:val="18"/>
          <w:szCs w:val="18"/>
        </w:rPr>
        <w:t>z 2007 r., nr 42, poz. 275</w:t>
      </w:r>
      <w:r w:rsidRPr="00ED57C6">
        <w:rPr>
          <w:rFonts w:ascii="Arial" w:hAnsi="Arial" w:cs="Arial"/>
          <w:sz w:val="18"/>
          <w:szCs w:val="18"/>
        </w:rPr>
        <w:t xml:space="preserve"> z </w:t>
      </w:r>
      <w:proofErr w:type="spellStart"/>
      <w:r w:rsidRPr="00ED57C6">
        <w:rPr>
          <w:rFonts w:ascii="Arial" w:hAnsi="Arial" w:cs="Arial"/>
          <w:sz w:val="18"/>
          <w:szCs w:val="18"/>
        </w:rPr>
        <w:t>późn</w:t>
      </w:r>
      <w:proofErr w:type="spellEnd"/>
      <w:r w:rsidRPr="00ED57C6">
        <w:rPr>
          <w:rFonts w:ascii="Arial" w:hAnsi="Arial" w:cs="Arial"/>
          <w:sz w:val="18"/>
          <w:szCs w:val="18"/>
        </w:rPr>
        <w:t>. zm.</w:t>
      </w:r>
      <w:r w:rsidRPr="00AF5B07">
        <w:rPr>
          <w:rFonts w:ascii="Arial" w:hAnsi="Arial" w:cs="Arial"/>
          <w:sz w:val="18"/>
          <w:szCs w:val="18"/>
        </w:rPr>
        <w:t>), w</w:t>
      </w:r>
      <w:r>
        <w:rPr>
          <w:rFonts w:ascii="Arial" w:hAnsi="Arial" w:cs="Arial"/>
          <w:sz w:val="18"/>
          <w:szCs w:val="18"/>
        </w:rPr>
        <w:t> </w:t>
      </w:r>
      <w:r w:rsidRPr="00AF5B07">
        <w:rPr>
          <w:rFonts w:ascii="Arial" w:hAnsi="Arial" w:cs="Arial"/>
          <w:sz w:val="18"/>
          <w:szCs w:val="18"/>
        </w:rPr>
        <w:t>wysokości: …...............................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................................................................................................</w:t>
      </w:r>
      <w:r w:rsidRPr="00AF5B07">
        <w:rPr>
          <w:rFonts w:ascii="Arial" w:hAnsi="Arial" w:cs="Arial"/>
          <w:sz w:val="18"/>
          <w:szCs w:val="18"/>
        </w:rPr>
        <w:t>....... PLN.</w:t>
      </w:r>
    </w:p>
    <w:p w:rsidR="00EB4D7A" w:rsidRDefault="00EB4D7A" w:rsidP="001740C9">
      <w:pPr>
        <w:pStyle w:val="Akapitzlist"/>
        <w:numPr>
          <w:ilvl w:val="0"/>
          <w:numId w:val="3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3E201C">
        <w:rPr>
          <w:rFonts w:ascii="Arial" w:hAnsi="Arial" w:cs="Arial"/>
          <w:sz w:val="18"/>
          <w:szCs w:val="18"/>
        </w:rPr>
        <w:t>Zawarta w Specyfikacji Istotnych Warunków Zamówienia treść wzoru umowy została przez nas zaakceptowana i zobowiązujemy się w przypadku wyboru naszej oferty do zawarcia umowy na wyżej wymienionych warunkach w miejscu i terminie wyznaczonym przez Zamawiającego.</w:t>
      </w:r>
      <w:r>
        <w:rPr>
          <w:rFonts w:ascii="Arial" w:hAnsi="Arial" w:cs="Arial"/>
          <w:sz w:val="18"/>
          <w:szCs w:val="18"/>
        </w:rPr>
        <w:t xml:space="preserve"> </w:t>
      </w:r>
    </w:p>
    <w:p w:rsidR="001740C9" w:rsidRDefault="001740C9" w:rsidP="001740C9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69FC">
        <w:rPr>
          <w:rFonts w:ascii="Arial" w:hAnsi="Arial" w:cs="Arial"/>
          <w:sz w:val="18"/>
          <w:szCs w:val="18"/>
        </w:rPr>
        <w:t>Znając treść</w:t>
      </w:r>
      <w:r>
        <w:rPr>
          <w:rFonts w:ascii="Arial" w:hAnsi="Arial" w:cs="Arial"/>
          <w:sz w:val="18"/>
          <w:szCs w:val="18"/>
        </w:rPr>
        <w:t xml:space="preserve"> przepisu</w:t>
      </w:r>
      <w:r w:rsidRPr="008B69FC">
        <w:rPr>
          <w:rFonts w:ascii="Arial" w:hAnsi="Arial" w:cs="Arial"/>
          <w:sz w:val="18"/>
          <w:szCs w:val="18"/>
        </w:rPr>
        <w:t xml:space="preserve"> art. 297 §1 Kodeksu </w:t>
      </w:r>
      <w:r>
        <w:rPr>
          <w:rFonts w:ascii="Arial" w:hAnsi="Arial" w:cs="Arial"/>
          <w:sz w:val="18"/>
          <w:szCs w:val="18"/>
        </w:rPr>
        <w:t>Karnego:</w:t>
      </w:r>
      <w:r w:rsidRPr="008B69FC">
        <w:rPr>
          <w:rFonts w:ascii="Arial" w:hAnsi="Arial" w:cs="Arial"/>
          <w:sz w:val="18"/>
          <w:szCs w:val="18"/>
        </w:rPr>
        <w:t> </w:t>
      </w:r>
    </w:p>
    <w:p w:rsidR="00295AC4" w:rsidRPr="005A4D6E" w:rsidRDefault="001740C9" w:rsidP="005A4D6E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  <w:r w:rsidRPr="00BF4210">
        <w:rPr>
          <w:rFonts w:ascii="Arial" w:hAnsi="Arial" w:cs="Arial"/>
          <w:bCs/>
          <w:i/>
          <w:sz w:val="18"/>
          <w:szCs w:val="18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5”</w:t>
      </w:r>
      <w:r>
        <w:rPr>
          <w:rFonts w:ascii="Arial" w:hAnsi="Arial" w:cs="Arial"/>
          <w:bCs/>
          <w:sz w:val="18"/>
          <w:szCs w:val="18"/>
        </w:rPr>
        <w:t xml:space="preserve">, </w:t>
      </w:r>
      <w:r w:rsidRPr="00F6222C">
        <w:rPr>
          <w:rFonts w:ascii="Arial" w:hAnsi="Arial" w:cs="Arial"/>
          <w:bCs/>
          <w:sz w:val="18"/>
          <w:szCs w:val="18"/>
        </w:rPr>
        <w:t>oświadczamy, że dane zawarte w ofercie, dokumentach i oświadczeniach są zgodne ze stanem faktycznym</w:t>
      </w:r>
      <w:r>
        <w:rPr>
          <w:rFonts w:ascii="Arial" w:hAnsi="Arial" w:cs="Arial"/>
          <w:bCs/>
          <w:sz w:val="18"/>
          <w:szCs w:val="18"/>
        </w:rPr>
        <w:t>.</w:t>
      </w:r>
    </w:p>
    <w:p w:rsidR="00EB4D7A" w:rsidRPr="001B5C1C" w:rsidRDefault="00EB4D7A" w:rsidP="001740C9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18"/>
          <w:szCs w:val="18"/>
        </w:rPr>
      </w:pPr>
      <w:r w:rsidRPr="001B5C1C">
        <w:rPr>
          <w:rFonts w:ascii="Arial" w:hAnsi="Arial" w:cs="Arial"/>
          <w:sz w:val="18"/>
          <w:szCs w:val="18"/>
        </w:rPr>
        <w:t>Wraz z niniejszą ofertą składamy:</w:t>
      </w:r>
    </w:p>
    <w:p w:rsidR="00EB4D7A" w:rsidRPr="001B5C1C" w:rsidRDefault="00EB4D7A" w:rsidP="00EB4D7A">
      <w:pPr>
        <w:pStyle w:val="Akapitzlist"/>
        <w:ind w:left="567" w:hanging="283"/>
        <w:rPr>
          <w:rFonts w:ascii="Arial" w:hAnsi="Arial" w:cs="Arial"/>
          <w:sz w:val="18"/>
          <w:szCs w:val="18"/>
        </w:rPr>
      </w:pPr>
    </w:p>
    <w:p w:rsidR="00EB4D7A" w:rsidRPr="001B5C1C" w:rsidRDefault="00EB4D7A" w:rsidP="00EB4D7A">
      <w:pPr>
        <w:pStyle w:val="Akapitzlist"/>
        <w:ind w:left="567" w:hanging="283"/>
        <w:jc w:val="both"/>
        <w:rPr>
          <w:rFonts w:ascii="Arial" w:hAnsi="Arial" w:cs="Arial"/>
          <w:sz w:val="18"/>
          <w:szCs w:val="18"/>
        </w:rPr>
      </w:pPr>
    </w:p>
    <w:p w:rsidR="00EB4D7A" w:rsidRPr="001B5C1C" w:rsidRDefault="00EB4D7A" w:rsidP="00EB4D7A">
      <w:pPr>
        <w:ind w:left="142"/>
        <w:jc w:val="both"/>
        <w:rPr>
          <w:rFonts w:ascii="Arial" w:hAnsi="Arial" w:cs="Arial"/>
          <w:sz w:val="18"/>
          <w:szCs w:val="18"/>
        </w:rPr>
      </w:pPr>
      <w:r w:rsidRPr="001B5C1C">
        <w:rPr>
          <w:rFonts w:ascii="Arial" w:hAnsi="Arial" w:cs="Arial"/>
          <w:sz w:val="18"/>
          <w:szCs w:val="18"/>
        </w:rPr>
        <w:t xml:space="preserve">      </w:t>
      </w:r>
      <w:r w:rsidR="001B5C1C">
        <w:rPr>
          <w:rFonts w:ascii="Arial" w:hAnsi="Arial" w:cs="Arial"/>
          <w:sz w:val="18"/>
          <w:szCs w:val="18"/>
        </w:rPr>
        <w:t xml:space="preserve">                                </w:t>
      </w:r>
      <w:r w:rsidRPr="001B5C1C">
        <w:rPr>
          <w:rFonts w:ascii="Arial" w:hAnsi="Arial" w:cs="Arial"/>
          <w:sz w:val="18"/>
          <w:szCs w:val="18"/>
        </w:rPr>
        <w:t xml:space="preserve"> Nazwa załącznika                                                       </w:t>
      </w:r>
      <w:r w:rsidR="001B5C1C">
        <w:rPr>
          <w:rFonts w:ascii="Arial" w:hAnsi="Arial" w:cs="Arial"/>
          <w:sz w:val="18"/>
          <w:szCs w:val="18"/>
        </w:rPr>
        <w:t xml:space="preserve">            </w:t>
      </w:r>
      <w:r w:rsidRPr="001B5C1C">
        <w:rPr>
          <w:rFonts w:ascii="Arial" w:hAnsi="Arial" w:cs="Arial"/>
          <w:sz w:val="18"/>
          <w:szCs w:val="18"/>
        </w:rPr>
        <w:t>nr strony</w:t>
      </w:r>
    </w:p>
    <w:p w:rsidR="00EB4D7A" w:rsidRPr="001B5C1C" w:rsidRDefault="00EB4D7A" w:rsidP="00EB4D7A">
      <w:pPr>
        <w:ind w:left="142"/>
        <w:jc w:val="both"/>
        <w:rPr>
          <w:rFonts w:ascii="Arial" w:hAnsi="Arial" w:cs="Arial"/>
          <w:sz w:val="18"/>
          <w:szCs w:val="18"/>
        </w:rPr>
      </w:pPr>
    </w:p>
    <w:p w:rsidR="00EB4D7A" w:rsidRPr="001B5C1C" w:rsidRDefault="00EB4D7A" w:rsidP="001740C9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1B5C1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EB4D7A" w:rsidRPr="001B5C1C" w:rsidRDefault="00EB4D7A" w:rsidP="00EB4D7A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EB4D7A" w:rsidRPr="001B5C1C" w:rsidRDefault="00EB4D7A" w:rsidP="001740C9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1B5C1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EB4D7A" w:rsidRPr="001B5C1C" w:rsidRDefault="00EB4D7A" w:rsidP="00EB4D7A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EB4D7A" w:rsidRPr="001B5C1C" w:rsidRDefault="00EB4D7A" w:rsidP="001740C9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1B5C1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EB4D7A" w:rsidRPr="001B5C1C" w:rsidRDefault="00EB4D7A" w:rsidP="00EB4D7A">
      <w:pPr>
        <w:pStyle w:val="Akapitzlist"/>
        <w:ind w:left="709"/>
        <w:rPr>
          <w:rFonts w:ascii="Arial" w:hAnsi="Arial" w:cs="Arial"/>
          <w:sz w:val="18"/>
          <w:szCs w:val="18"/>
        </w:rPr>
      </w:pPr>
    </w:p>
    <w:p w:rsidR="00EB4D7A" w:rsidRPr="001B5C1C" w:rsidRDefault="00EB4D7A" w:rsidP="001740C9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1B5C1C">
        <w:rPr>
          <w:rFonts w:ascii="Arial" w:hAnsi="Arial" w:cs="Arial"/>
          <w:sz w:val="18"/>
          <w:szCs w:val="18"/>
        </w:rPr>
        <w:t>………………………………………………………………………</w:t>
      </w:r>
      <w:r w:rsidR="005A4D6E">
        <w:rPr>
          <w:rFonts w:ascii="Arial" w:hAnsi="Arial" w:cs="Arial"/>
          <w:sz w:val="18"/>
          <w:szCs w:val="18"/>
        </w:rPr>
        <w:t>……….</w:t>
      </w:r>
      <w:r w:rsidRPr="001B5C1C">
        <w:rPr>
          <w:rFonts w:ascii="Arial" w:hAnsi="Arial" w:cs="Arial"/>
          <w:sz w:val="18"/>
          <w:szCs w:val="18"/>
        </w:rPr>
        <w:t>.           …………………….</w:t>
      </w:r>
    </w:p>
    <w:p w:rsidR="00EB4D7A" w:rsidRPr="001B5C1C" w:rsidRDefault="00EB4D7A" w:rsidP="00EB4D7A">
      <w:pPr>
        <w:pStyle w:val="Akapitzlist"/>
        <w:ind w:left="709"/>
        <w:rPr>
          <w:rFonts w:ascii="Arial" w:hAnsi="Arial" w:cs="Arial"/>
          <w:sz w:val="18"/>
          <w:szCs w:val="18"/>
        </w:rPr>
      </w:pPr>
    </w:p>
    <w:p w:rsidR="00EB4D7A" w:rsidRPr="001B5C1C" w:rsidRDefault="00EB4D7A" w:rsidP="001740C9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1B5C1C">
        <w:rPr>
          <w:rFonts w:ascii="Arial" w:hAnsi="Arial" w:cs="Arial"/>
          <w:sz w:val="18"/>
          <w:szCs w:val="18"/>
        </w:rPr>
        <w:t>………………………………………………………………………</w:t>
      </w:r>
      <w:r w:rsidR="005A4D6E">
        <w:rPr>
          <w:rFonts w:ascii="Arial" w:hAnsi="Arial" w:cs="Arial"/>
          <w:sz w:val="18"/>
          <w:szCs w:val="18"/>
        </w:rPr>
        <w:t>……….</w:t>
      </w:r>
      <w:r w:rsidRPr="001B5C1C">
        <w:rPr>
          <w:rFonts w:ascii="Arial" w:hAnsi="Arial" w:cs="Arial"/>
          <w:sz w:val="18"/>
          <w:szCs w:val="18"/>
        </w:rPr>
        <w:t xml:space="preserve">           …………………….</w:t>
      </w:r>
    </w:p>
    <w:p w:rsidR="00EB4D7A" w:rsidRPr="001B5C1C" w:rsidRDefault="00EB4D7A" w:rsidP="00EB4D7A">
      <w:pPr>
        <w:ind w:left="142"/>
        <w:jc w:val="both"/>
        <w:rPr>
          <w:rFonts w:ascii="Arial" w:hAnsi="Arial" w:cs="Arial"/>
          <w:sz w:val="18"/>
          <w:szCs w:val="18"/>
        </w:rPr>
      </w:pPr>
    </w:p>
    <w:p w:rsidR="00EB4D7A" w:rsidRPr="001B5C1C" w:rsidRDefault="00EB4D7A" w:rsidP="001740C9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1B5C1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EB4D7A" w:rsidRPr="001B5C1C" w:rsidRDefault="00EB4D7A" w:rsidP="00EB4D7A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EB4D7A" w:rsidRDefault="00EB4D7A" w:rsidP="009374F3">
      <w:pPr>
        <w:tabs>
          <w:tab w:val="left" w:pos="2552"/>
        </w:tabs>
        <w:rPr>
          <w:rFonts w:ascii="Arial" w:hAnsi="Arial" w:cs="Arial"/>
        </w:rPr>
      </w:pPr>
    </w:p>
    <w:p w:rsidR="00EB4D7A" w:rsidRDefault="00EB4D7A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EB4D7A" w:rsidRDefault="00EB4D7A" w:rsidP="009374F3">
      <w:pPr>
        <w:tabs>
          <w:tab w:val="left" w:pos="2552"/>
        </w:tabs>
        <w:rPr>
          <w:rFonts w:ascii="Arial" w:hAnsi="Arial" w:cs="Arial"/>
        </w:rPr>
      </w:pPr>
    </w:p>
    <w:p w:rsidR="00434B06" w:rsidRDefault="00434B06" w:rsidP="009374F3">
      <w:pPr>
        <w:tabs>
          <w:tab w:val="left" w:pos="2552"/>
        </w:tabs>
        <w:rPr>
          <w:rFonts w:ascii="Arial" w:hAnsi="Arial" w:cs="Arial"/>
        </w:rPr>
      </w:pPr>
    </w:p>
    <w:p w:rsidR="00434B06" w:rsidRDefault="00434B06" w:rsidP="009374F3">
      <w:pPr>
        <w:tabs>
          <w:tab w:val="left" w:pos="2552"/>
        </w:tabs>
        <w:rPr>
          <w:rFonts w:ascii="Arial" w:hAnsi="Arial" w:cs="Arial"/>
        </w:rPr>
      </w:pPr>
    </w:p>
    <w:p w:rsidR="00EB4D7A" w:rsidRDefault="00EB4D7A" w:rsidP="005A4D6E">
      <w:pPr>
        <w:tabs>
          <w:tab w:val="left" w:pos="2552"/>
        </w:tabs>
        <w:ind w:left="4253"/>
        <w:rPr>
          <w:rFonts w:ascii="Arial" w:hAnsi="Arial" w:cs="Arial"/>
        </w:rPr>
      </w:pPr>
    </w:p>
    <w:p w:rsidR="00EB4D7A" w:rsidRPr="007B3FEE" w:rsidRDefault="00EB4D7A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  <w:r w:rsidRPr="007B3FEE">
        <w:rPr>
          <w:rFonts w:ascii="Arial" w:hAnsi="Arial" w:cs="Arial"/>
        </w:rPr>
        <w:t>................................................................................</w:t>
      </w:r>
    </w:p>
    <w:p w:rsidR="00EB4D7A" w:rsidRPr="007F3342" w:rsidRDefault="00EB4D7A" w:rsidP="00EB4D7A">
      <w:pPr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7F3342">
        <w:rPr>
          <w:rFonts w:ascii="Arial" w:hAnsi="Arial" w:cs="Arial"/>
          <w:sz w:val="18"/>
          <w:szCs w:val="18"/>
        </w:rPr>
        <w:t>data i podpis osoby upoważnionej</w:t>
      </w:r>
    </w:p>
    <w:p w:rsidR="00EB4D7A" w:rsidRDefault="00EB4D7A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7F3342">
        <w:rPr>
          <w:rFonts w:ascii="Arial" w:hAnsi="Arial" w:cs="Arial"/>
          <w:sz w:val="18"/>
          <w:szCs w:val="18"/>
        </w:rPr>
        <w:t xml:space="preserve">do reprezentowania Wykonawcy </w:t>
      </w:r>
    </w:p>
    <w:p w:rsidR="00434B06" w:rsidRDefault="00434B06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434B06" w:rsidRDefault="00434B06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434B06" w:rsidRDefault="00434B06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434B06" w:rsidRDefault="00434B06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sectPr w:rsidR="00434B06" w:rsidSect="008A73C3">
      <w:footerReference w:type="even" r:id="rId9"/>
      <w:footerReference w:type="default" r:id="rId10"/>
      <w:pgSz w:w="11907" w:h="16840" w:code="9"/>
      <w:pgMar w:top="510" w:right="992" w:bottom="510" w:left="510" w:header="426" w:footer="22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FB0" w:rsidRDefault="00252FB0" w:rsidP="007B3FEE">
      <w:r>
        <w:separator/>
      </w:r>
    </w:p>
  </w:endnote>
  <w:endnote w:type="continuationSeparator" w:id="0">
    <w:p w:rsidR="00252FB0" w:rsidRDefault="00252FB0" w:rsidP="007B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FB0" w:rsidRDefault="00252FB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52FB0" w:rsidRDefault="00252FB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8472498"/>
      <w:docPartObj>
        <w:docPartGallery w:val="Page Numbers (Bottom of Page)"/>
        <w:docPartUnique/>
      </w:docPartObj>
    </w:sdtPr>
    <w:sdtEndPr/>
    <w:sdtContent>
      <w:sdt>
        <w:sdtPr>
          <w:id w:val="2037687245"/>
          <w:docPartObj>
            <w:docPartGallery w:val="Page Numbers (Top of Page)"/>
            <w:docPartUnique/>
          </w:docPartObj>
        </w:sdtPr>
        <w:sdtEndPr/>
        <w:sdtContent>
          <w:p w:rsidR="00252FB0" w:rsidRDefault="00252FB0">
            <w:pPr>
              <w:pStyle w:val="Stopka"/>
              <w:jc w:val="right"/>
            </w:pPr>
            <w:r w:rsidRPr="00CA7A49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573A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15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A7A4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573A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15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252FB0" w:rsidRDefault="00252FB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FB0" w:rsidRDefault="00252FB0" w:rsidP="007B3FEE">
      <w:r>
        <w:separator/>
      </w:r>
    </w:p>
  </w:footnote>
  <w:footnote w:type="continuationSeparator" w:id="0">
    <w:p w:rsidR="00252FB0" w:rsidRDefault="00252FB0" w:rsidP="007B3FEE">
      <w:r>
        <w:continuationSeparator/>
      </w:r>
    </w:p>
  </w:footnote>
  <w:footnote w:id="1">
    <w:p w:rsidR="00252FB0" w:rsidRPr="00F90EE5" w:rsidRDefault="00252FB0" w:rsidP="003739D4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F90EE5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F90EE5">
        <w:rPr>
          <w:rFonts w:ascii="Arial" w:hAnsi="Arial" w:cs="Arial"/>
          <w:i/>
          <w:sz w:val="18"/>
          <w:szCs w:val="18"/>
        </w:rPr>
        <w:t xml:space="preserve"> Definicja zgodnie z ustawą z dn. 02.07.2004 r. o swobodzie działalności gospodarczej (tekst jedn. Dz.U. 2015, poz. 584 ze zm.),</w:t>
      </w:r>
    </w:p>
  </w:footnote>
  <w:footnote w:id="2">
    <w:p w:rsidR="00252FB0" w:rsidRDefault="00252FB0" w:rsidP="003739D4">
      <w:pPr>
        <w:rPr>
          <w:rFonts w:ascii="Arial" w:hAnsi="Arial" w:cs="Arial"/>
          <w:sz w:val="18"/>
          <w:szCs w:val="18"/>
        </w:rPr>
      </w:pPr>
      <w:r w:rsidRPr="00F90EE5">
        <w:rPr>
          <w:rStyle w:val="Odwoanieprzypisudolnego"/>
          <w:rFonts w:ascii="Arial" w:hAnsi="Arial" w:cs="Arial"/>
          <w:i/>
          <w:sz w:val="18"/>
          <w:szCs w:val="18"/>
        </w:rPr>
        <w:t>1)</w:t>
      </w:r>
      <w:r>
        <w:rPr>
          <w:rFonts w:ascii="Arial" w:hAnsi="Arial" w:cs="Arial"/>
          <w:i/>
          <w:sz w:val="18"/>
          <w:szCs w:val="18"/>
        </w:rPr>
        <w:t xml:space="preserve"> Zaznaczyć właściwe,</w:t>
      </w:r>
    </w:p>
  </w:footnote>
  <w:footnote w:id="3">
    <w:p w:rsidR="00252FB0" w:rsidRDefault="00252FB0" w:rsidP="001740C9">
      <w:pPr>
        <w:tabs>
          <w:tab w:val="left" w:pos="567"/>
        </w:tabs>
        <w:autoSpaceDE w:val="0"/>
        <w:autoSpaceDN w:val="0"/>
        <w:adjustRightInd w:val="0"/>
        <w:spacing w:before="60" w:after="60" w:line="276" w:lineRule="auto"/>
        <w:ind w:left="284" w:hanging="284"/>
        <w:jc w:val="both"/>
      </w:pPr>
      <w:r w:rsidRPr="00425DB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5DB7">
        <w:rPr>
          <w:rFonts w:ascii="Arial" w:hAnsi="Arial" w:cs="Arial"/>
          <w:sz w:val="16"/>
          <w:szCs w:val="16"/>
        </w:rPr>
        <w:t xml:space="preserve"> </w:t>
      </w:r>
      <w:r w:rsidRPr="00425DB7">
        <w:rPr>
          <w:rFonts w:ascii="Arial" w:hAnsi="Arial" w:cs="Arial"/>
          <w:i/>
          <w:sz w:val="16"/>
          <w:szCs w:val="16"/>
          <w:lang w:eastAsia="en-US"/>
        </w:rPr>
        <w:t xml:space="preserve">W przypadku, gdy wykonawca polega na zasobach innych podmiotów ust. 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6 </w:t>
      </w:r>
      <w:r w:rsidRPr="00425DB7">
        <w:rPr>
          <w:rFonts w:ascii="Arial" w:hAnsi="Arial" w:cs="Arial"/>
          <w:i/>
          <w:sz w:val="16"/>
          <w:szCs w:val="16"/>
          <w:lang w:eastAsia="en-US"/>
        </w:rPr>
        <w:t>należy wykreślić i złożyć pisemne zobowiązanie tych podmiotów do udostępnienia niezbędnych zasobów, np. zgodnie z załącznikiem nr 1D do SIWZ.</w:t>
      </w:r>
    </w:p>
  </w:footnote>
  <w:footnote w:id="4">
    <w:p w:rsidR="00252FB0" w:rsidRPr="00964049" w:rsidRDefault="00252FB0" w:rsidP="001740C9">
      <w:pPr>
        <w:pStyle w:val="Tekstprzypisudolneg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964049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W przypadku pozostawienia ust.7</w:t>
      </w:r>
      <w:r w:rsidRPr="00964049">
        <w:rPr>
          <w:rFonts w:ascii="Arial" w:hAnsi="Arial" w:cs="Arial"/>
          <w:i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5">
    <w:p w:rsidR="00252FB0" w:rsidRPr="00CC4C67" w:rsidRDefault="00252FB0" w:rsidP="001740C9">
      <w:pPr>
        <w:pStyle w:val="Tekstprzypisudolnego"/>
        <w:spacing w:line="276" w:lineRule="aut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CC4C67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CC4C67">
        <w:rPr>
          <w:rFonts w:ascii="Arial" w:hAnsi="Arial" w:cs="Arial"/>
          <w:i/>
          <w:sz w:val="16"/>
          <w:szCs w:val="16"/>
        </w:rPr>
        <w:t xml:space="preserve">  Jeżeli Wykonawca powierza wykonanie części zamówienia podwykonawcy wskazuje nazwę/-y (firmę/-y) podwykonawcy/-ów</w:t>
      </w:r>
      <w:r>
        <w:rPr>
          <w:rFonts w:ascii="Arial" w:hAnsi="Arial" w:cs="Arial"/>
          <w:i/>
          <w:sz w:val="16"/>
          <w:szCs w:val="16"/>
        </w:rPr>
        <w:t>.</w:t>
      </w:r>
    </w:p>
  </w:footnote>
  <w:footnote w:id="6">
    <w:p w:rsidR="00252FB0" w:rsidRDefault="00252FB0" w:rsidP="0073399C">
      <w:pPr>
        <w:pStyle w:val="Tekstprzypisudolnego"/>
        <w:tabs>
          <w:tab w:val="left" w:pos="851"/>
        </w:tabs>
        <w:spacing w:before="60" w:after="60"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Termin rozpatrzenia reklamacji stanowi</w:t>
      </w:r>
      <w:r w:rsidR="00BC2F5F">
        <w:rPr>
          <w:rFonts w:ascii="Arial" w:hAnsi="Arial" w:cs="Arial"/>
          <w:sz w:val="16"/>
          <w:szCs w:val="16"/>
        </w:rPr>
        <w:t xml:space="preserve"> obok ceny</w:t>
      </w:r>
      <w:r>
        <w:rPr>
          <w:rFonts w:ascii="Arial" w:hAnsi="Arial" w:cs="Arial"/>
          <w:sz w:val="16"/>
          <w:szCs w:val="16"/>
        </w:rPr>
        <w:t xml:space="preserve"> drugie kryterium oceny ofert. Szczegóły przyznawania punktów w kryterium termin rozpatrzenia reklamacji zawiera rozdział XI SIWZ.</w:t>
      </w:r>
    </w:p>
  </w:footnote>
  <w:footnote w:id="7">
    <w:p w:rsidR="00252FB0" w:rsidRDefault="00252FB0" w:rsidP="00963CD1">
      <w:pPr>
        <w:pStyle w:val="Tekstprzypisudolnego"/>
        <w:tabs>
          <w:tab w:val="left" w:pos="851"/>
        </w:tabs>
        <w:spacing w:before="60" w:after="60"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Darmowy dostęp online do czasopism stanowi trzecie </w:t>
      </w:r>
      <w:r w:rsidR="00BC2F5F">
        <w:rPr>
          <w:rFonts w:ascii="Arial" w:hAnsi="Arial" w:cs="Arial"/>
          <w:sz w:val="16"/>
          <w:szCs w:val="16"/>
        </w:rPr>
        <w:t xml:space="preserve">obok ceny </w:t>
      </w:r>
      <w:r>
        <w:rPr>
          <w:rFonts w:ascii="Arial" w:hAnsi="Arial" w:cs="Arial"/>
          <w:sz w:val="16"/>
          <w:szCs w:val="16"/>
        </w:rPr>
        <w:t>kryterium oceny ofert. Poza wymaganymi dostępami online do czasopism (nie punktowanymi) , wskazanych w ust. 2 formularza oferty, Wykonawca może zaoferować w zakresie innych pozycji również dostęp online zyskując dodatkowe punkty. Szczegóły przyznawania punktów w kryterium dostęp online do czasopism zawiera rozdział XI SIWZ.</w:t>
      </w:r>
    </w:p>
  </w:footnote>
  <w:footnote w:id="8">
    <w:p w:rsidR="00252FB0" w:rsidRPr="003E201C" w:rsidRDefault="00252FB0" w:rsidP="001740C9">
      <w:pPr>
        <w:pStyle w:val="Tekstprzypisudolnego"/>
        <w:spacing w:line="276" w:lineRule="aut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810032">
        <w:rPr>
          <w:rFonts w:ascii="Arial" w:hAnsi="Arial" w:cs="Arial"/>
          <w:i/>
          <w:sz w:val="16"/>
          <w:szCs w:val="16"/>
          <w:vertAlign w:val="superscript"/>
        </w:rPr>
        <w:footnoteRef/>
      </w:r>
      <w:r w:rsidRPr="00810032">
        <w:rPr>
          <w:rFonts w:ascii="Arial" w:hAnsi="Arial" w:cs="Arial"/>
          <w:i/>
          <w:sz w:val="16"/>
          <w:szCs w:val="16"/>
        </w:rPr>
        <w:t xml:space="preserve"> Niepotrzebne skreślić.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45142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4518C8"/>
    <w:multiLevelType w:val="hybridMultilevel"/>
    <w:tmpl w:val="DCCC1926"/>
    <w:lvl w:ilvl="0" w:tplc="EB8E2E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CDB5ADA"/>
    <w:multiLevelType w:val="hybridMultilevel"/>
    <w:tmpl w:val="60FAAA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823205"/>
    <w:multiLevelType w:val="hybridMultilevel"/>
    <w:tmpl w:val="B740B620"/>
    <w:lvl w:ilvl="0" w:tplc="EFF087F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3FEE"/>
    <w:rsid w:val="00010C93"/>
    <w:rsid w:val="000228AF"/>
    <w:rsid w:val="000266C7"/>
    <w:rsid w:val="00027D31"/>
    <w:rsid w:val="00035E2C"/>
    <w:rsid w:val="00036420"/>
    <w:rsid w:val="00041BB6"/>
    <w:rsid w:val="00044B6B"/>
    <w:rsid w:val="00051A3D"/>
    <w:rsid w:val="0006320E"/>
    <w:rsid w:val="000646C3"/>
    <w:rsid w:val="00064A7A"/>
    <w:rsid w:val="00064AC0"/>
    <w:rsid w:val="0007029F"/>
    <w:rsid w:val="000708C0"/>
    <w:rsid w:val="0007141F"/>
    <w:rsid w:val="00091C6A"/>
    <w:rsid w:val="00092D2A"/>
    <w:rsid w:val="00093AB6"/>
    <w:rsid w:val="00093F06"/>
    <w:rsid w:val="000A302E"/>
    <w:rsid w:val="000A4A1E"/>
    <w:rsid w:val="000C280E"/>
    <w:rsid w:val="000C6B3E"/>
    <w:rsid w:val="000D468C"/>
    <w:rsid w:val="000D7317"/>
    <w:rsid w:val="000D7DAB"/>
    <w:rsid w:val="000E51C3"/>
    <w:rsid w:val="000E67DB"/>
    <w:rsid w:val="000E7CE3"/>
    <w:rsid w:val="00103685"/>
    <w:rsid w:val="00111919"/>
    <w:rsid w:val="00125A1C"/>
    <w:rsid w:val="001329E4"/>
    <w:rsid w:val="00137D68"/>
    <w:rsid w:val="00154BEE"/>
    <w:rsid w:val="00155579"/>
    <w:rsid w:val="00160FE1"/>
    <w:rsid w:val="00162994"/>
    <w:rsid w:val="00163FE6"/>
    <w:rsid w:val="001676D1"/>
    <w:rsid w:val="00171C8B"/>
    <w:rsid w:val="001727A5"/>
    <w:rsid w:val="001740C9"/>
    <w:rsid w:val="00175793"/>
    <w:rsid w:val="00181484"/>
    <w:rsid w:val="00183F29"/>
    <w:rsid w:val="0018752D"/>
    <w:rsid w:val="0019106A"/>
    <w:rsid w:val="00191FAA"/>
    <w:rsid w:val="001964C8"/>
    <w:rsid w:val="001B19B7"/>
    <w:rsid w:val="001B5397"/>
    <w:rsid w:val="001B5C1C"/>
    <w:rsid w:val="001B5F62"/>
    <w:rsid w:val="001B7AB8"/>
    <w:rsid w:val="001D1285"/>
    <w:rsid w:val="001D2328"/>
    <w:rsid w:val="001D317E"/>
    <w:rsid w:val="001D683F"/>
    <w:rsid w:val="001D72B7"/>
    <w:rsid w:val="001E786D"/>
    <w:rsid w:val="0020312E"/>
    <w:rsid w:val="00211280"/>
    <w:rsid w:val="002254C1"/>
    <w:rsid w:val="00234A85"/>
    <w:rsid w:val="002360AF"/>
    <w:rsid w:val="00240CB3"/>
    <w:rsid w:val="002433F1"/>
    <w:rsid w:val="002527F2"/>
    <w:rsid w:val="00252FB0"/>
    <w:rsid w:val="00255515"/>
    <w:rsid w:val="00262161"/>
    <w:rsid w:val="00265F26"/>
    <w:rsid w:val="00266770"/>
    <w:rsid w:val="00276908"/>
    <w:rsid w:val="002859BA"/>
    <w:rsid w:val="00295AC4"/>
    <w:rsid w:val="00297DCC"/>
    <w:rsid w:val="002C62B0"/>
    <w:rsid w:val="002C6B5F"/>
    <w:rsid w:val="002D19AD"/>
    <w:rsid w:val="002D1ED4"/>
    <w:rsid w:val="002D4DC0"/>
    <w:rsid w:val="002D4E7E"/>
    <w:rsid w:val="002D7BD2"/>
    <w:rsid w:val="002E1730"/>
    <w:rsid w:val="002E613A"/>
    <w:rsid w:val="002F09A0"/>
    <w:rsid w:val="002F1592"/>
    <w:rsid w:val="002F3D54"/>
    <w:rsid w:val="002F6F44"/>
    <w:rsid w:val="002F7DE7"/>
    <w:rsid w:val="003014EF"/>
    <w:rsid w:val="0030393C"/>
    <w:rsid w:val="00317DB9"/>
    <w:rsid w:val="00320249"/>
    <w:rsid w:val="00326273"/>
    <w:rsid w:val="00332706"/>
    <w:rsid w:val="00333B3B"/>
    <w:rsid w:val="00346A6E"/>
    <w:rsid w:val="00350630"/>
    <w:rsid w:val="00354B4C"/>
    <w:rsid w:val="00357A6B"/>
    <w:rsid w:val="003739D4"/>
    <w:rsid w:val="00376E0F"/>
    <w:rsid w:val="00387164"/>
    <w:rsid w:val="003873E5"/>
    <w:rsid w:val="003931B3"/>
    <w:rsid w:val="0039611B"/>
    <w:rsid w:val="00397BB2"/>
    <w:rsid w:val="00397ED5"/>
    <w:rsid w:val="003A19E9"/>
    <w:rsid w:val="003A4461"/>
    <w:rsid w:val="003A4832"/>
    <w:rsid w:val="003B081E"/>
    <w:rsid w:val="003C3D42"/>
    <w:rsid w:val="003C77AB"/>
    <w:rsid w:val="003D1397"/>
    <w:rsid w:val="003D77AF"/>
    <w:rsid w:val="003E199A"/>
    <w:rsid w:val="003E1FAE"/>
    <w:rsid w:val="003E201C"/>
    <w:rsid w:val="003E2353"/>
    <w:rsid w:val="003E26E5"/>
    <w:rsid w:val="003E445C"/>
    <w:rsid w:val="003F138B"/>
    <w:rsid w:val="003F79F7"/>
    <w:rsid w:val="00406C0F"/>
    <w:rsid w:val="00411FFA"/>
    <w:rsid w:val="004179BE"/>
    <w:rsid w:val="00425DB7"/>
    <w:rsid w:val="00426D73"/>
    <w:rsid w:val="00430C18"/>
    <w:rsid w:val="00434B06"/>
    <w:rsid w:val="0043777E"/>
    <w:rsid w:val="0044251A"/>
    <w:rsid w:val="00457295"/>
    <w:rsid w:val="00457D22"/>
    <w:rsid w:val="00464E8A"/>
    <w:rsid w:val="00473641"/>
    <w:rsid w:val="00474CC6"/>
    <w:rsid w:val="004904C5"/>
    <w:rsid w:val="004979E8"/>
    <w:rsid w:val="004A10B0"/>
    <w:rsid w:val="004A48F8"/>
    <w:rsid w:val="004B2EB3"/>
    <w:rsid w:val="004C2520"/>
    <w:rsid w:val="004C2B17"/>
    <w:rsid w:val="004D2B6F"/>
    <w:rsid w:val="004D7FA3"/>
    <w:rsid w:val="004F242D"/>
    <w:rsid w:val="004F7190"/>
    <w:rsid w:val="004F790C"/>
    <w:rsid w:val="004F7D74"/>
    <w:rsid w:val="00510B74"/>
    <w:rsid w:val="005119ED"/>
    <w:rsid w:val="00514722"/>
    <w:rsid w:val="005150D9"/>
    <w:rsid w:val="00516C14"/>
    <w:rsid w:val="00520E75"/>
    <w:rsid w:val="00521964"/>
    <w:rsid w:val="00524955"/>
    <w:rsid w:val="00525C6D"/>
    <w:rsid w:val="005267A3"/>
    <w:rsid w:val="00533BF4"/>
    <w:rsid w:val="00533BFF"/>
    <w:rsid w:val="00534696"/>
    <w:rsid w:val="005448CF"/>
    <w:rsid w:val="00553C31"/>
    <w:rsid w:val="005553B6"/>
    <w:rsid w:val="0056138F"/>
    <w:rsid w:val="00571610"/>
    <w:rsid w:val="00571A6B"/>
    <w:rsid w:val="00574CEA"/>
    <w:rsid w:val="00577489"/>
    <w:rsid w:val="0058359E"/>
    <w:rsid w:val="00590B55"/>
    <w:rsid w:val="005938CE"/>
    <w:rsid w:val="00594A6B"/>
    <w:rsid w:val="00595434"/>
    <w:rsid w:val="005A48E7"/>
    <w:rsid w:val="005A4D6E"/>
    <w:rsid w:val="005A51C3"/>
    <w:rsid w:val="005A5A84"/>
    <w:rsid w:val="005B11C5"/>
    <w:rsid w:val="005C0C61"/>
    <w:rsid w:val="005C2744"/>
    <w:rsid w:val="005C53B3"/>
    <w:rsid w:val="005D468A"/>
    <w:rsid w:val="005E4D45"/>
    <w:rsid w:val="005F3BDA"/>
    <w:rsid w:val="00604972"/>
    <w:rsid w:val="00604CFC"/>
    <w:rsid w:val="006131BC"/>
    <w:rsid w:val="00613F44"/>
    <w:rsid w:val="00626A08"/>
    <w:rsid w:val="00627D91"/>
    <w:rsid w:val="00627F26"/>
    <w:rsid w:val="00631014"/>
    <w:rsid w:val="00651A8C"/>
    <w:rsid w:val="0065423D"/>
    <w:rsid w:val="00661134"/>
    <w:rsid w:val="006652B3"/>
    <w:rsid w:val="006741C8"/>
    <w:rsid w:val="00680122"/>
    <w:rsid w:val="0068068F"/>
    <w:rsid w:val="006A6B80"/>
    <w:rsid w:val="006B38BF"/>
    <w:rsid w:val="006C1216"/>
    <w:rsid w:val="006C35C8"/>
    <w:rsid w:val="006C77CC"/>
    <w:rsid w:val="006D0194"/>
    <w:rsid w:val="006D5511"/>
    <w:rsid w:val="006D794A"/>
    <w:rsid w:val="006E1421"/>
    <w:rsid w:val="006E3B80"/>
    <w:rsid w:val="006F295D"/>
    <w:rsid w:val="006F4A8A"/>
    <w:rsid w:val="006F4EC9"/>
    <w:rsid w:val="006F646C"/>
    <w:rsid w:val="006F66E1"/>
    <w:rsid w:val="007042BF"/>
    <w:rsid w:val="00707B86"/>
    <w:rsid w:val="007109C2"/>
    <w:rsid w:val="007131D4"/>
    <w:rsid w:val="00715A38"/>
    <w:rsid w:val="00716E6D"/>
    <w:rsid w:val="00723683"/>
    <w:rsid w:val="007259C0"/>
    <w:rsid w:val="007261BF"/>
    <w:rsid w:val="0073399C"/>
    <w:rsid w:val="007354F8"/>
    <w:rsid w:val="007375FD"/>
    <w:rsid w:val="00737DF0"/>
    <w:rsid w:val="007416DD"/>
    <w:rsid w:val="00755B9E"/>
    <w:rsid w:val="007623CF"/>
    <w:rsid w:val="00766164"/>
    <w:rsid w:val="007748E5"/>
    <w:rsid w:val="00775FBD"/>
    <w:rsid w:val="007774E6"/>
    <w:rsid w:val="007847F6"/>
    <w:rsid w:val="0079090A"/>
    <w:rsid w:val="007A010C"/>
    <w:rsid w:val="007A3FC4"/>
    <w:rsid w:val="007A5633"/>
    <w:rsid w:val="007B3691"/>
    <w:rsid w:val="007B3FEE"/>
    <w:rsid w:val="007B6520"/>
    <w:rsid w:val="007C05E6"/>
    <w:rsid w:val="007C1E03"/>
    <w:rsid w:val="007C4C56"/>
    <w:rsid w:val="007D2B3D"/>
    <w:rsid w:val="007E60E3"/>
    <w:rsid w:val="007F3342"/>
    <w:rsid w:val="007F56EE"/>
    <w:rsid w:val="00802A89"/>
    <w:rsid w:val="008053C3"/>
    <w:rsid w:val="00810032"/>
    <w:rsid w:val="00820A1F"/>
    <w:rsid w:val="00831943"/>
    <w:rsid w:val="00833883"/>
    <w:rsid w:val="00843B62"/>
    <w:rsid w:val="0084571F"/>
    <w:rsid w:val="00851A0C"/>
    <w:rsid w:val="00853BE7"/>
    <w:rsid w:val="00855A8A"/>
    <w:rsid w:val="008573A8"/>
    <w:rsid w:val="00861184"/>
    <w:rsid w:val="00863585"/>
    <w:rsid w:val="008643EA"/>
    <w:rsid w:val="00872656"/>
    <w:rsid w:val="00872FCB"/>
    <w:rsid w:val="0087338C"/>
    <w:rsid w:val="00875F5E"/>
    <w:rsid w:val="008835D3"/>
    <w:rsid w:val="00886064"/>
    <w:rsid w:val="008922C1"/>
    <w:rsid w:val="008934AD"/>
    <w:rsid w:val="008A362C"/>
    <w:rsid w:val="008A73C3"/>
    <w:rsid w:val="008B16A9"/>
    <w:rsid w:val="008B1D39"/>
    <w:rsid w:val="008B69FC"/>
    <w:rsid w:val="008C1573"/>
    <w:rsid w:val="008C3C3F"/>
    <w:rsid w:val="008C61F9"/>
    <w:rsid w:val="008D0965"/>
    <w:rsid w:val="008D1D66"/>
    <w:rsid w:val="008D2030"/>
    <w:rsid w:val="008D2084"/>
    <w:rsid w:val="008D3A42"/>
    <w:rsid w:val="008D63BD"/>
    <w:rsid w:val="008E58BA"/>
    <w:rsid w:val="008E7C7D"/>
    <w:rsid w:val="008F1A25"/>
    <w:rsid w:val="008F3D8B"/>
    <w:rsid w:val="0090272A"/>
    <w:rsid w:val="00902799"/>
    <w:rsid w:val="00903DE1"/>
    <w:rsid w:val="009041FE"/>
    <w:rsid w:val="00916703"/>
    <w:rsid w:val="0091727C"/>
    <w:rsid w:val="009178AF"/>
    <w:rsid w:val="00925F52"/>
    <w:rsid w:val="0093186A"/>
    <w:rsid w:val="0093450F"/>
    <w:rsid w:val="00934BFD"/>
    <w:rsid w:val="0093659B"/>
    <w:rsid w:val="00936AAE"/>
    <w:rsid w:val="009374F3"/>
    <w:rsid w:val="00945BA3"/>
    <w:rsid w:val="009519F7"/>
    <w:rsid w:val="00952D33"/>
    <w:rsid w:val="00954C1D"/>
    <w:rsid w:val="009628F1"/>
    <w:rsid w:val="00963CD1"/>
    <w:rsid w:val="00966959"/>
    <w:rsid w:val="009677EA"/>
    <w:rsid w:val="00967ECB"/>
    <w:rsid w:val="00976EDF"/>
    <w:rsid w:val="00980704"/>
    <w:rsid w:val="00987D25"/>
    <w:rsid w:val="00987E09"/>
    <w:rsid w:val="009912C5"/>
    <w:rsid w:val="009A306A"/>
    <w:rsid w:val="009A5016"/>
    <w:rsid w:val="009A7939"/>
    <w:rsid w:val="009B3D43"/>
    <w:rsid w:val="009D287A"/>
    <w:rsid w:val="009E0C9E"/>
    <w:rsid w:val="009E1682"/>
    <w:rsid w:val="009E575E"/>
    <w:rsid w:val="009F091C"/>
    <w:rsid w:val="009F212B"/>
    <w:rsid w:val="009F2F16"/>
    <w:rsid w:val="009F32EC"/>
    <w:rsid w:val="00A01053"/>
    <w:rsid w:val="00A03B0A"/>
    <w:rsid w:val="00A05F00"/>
    <w:rsid w:val="00A113D8"/>
    <w:rsid w:val="00A16B27"/>
    <w:rsid w:val="00A20FE4"/>
    <w:rsid w:val="00A21106"/>
    <w:rsid w:val="00A27748"/>
    <w:rsid w:val="00A308F4"/>
    <w:rsid w:val="00A30EA1"/>
    <w:rsid w:val="00A31133"/>
    <w:rsid w:val="00A3771E"/>
    <w:rsid w:val="00A47A75"/>
    <w:rsid w:val="00A50D71"/>
    <w:rsid w:val="00A74737"/>
    <w:rsid w:val="00A7698A"/>
    <w:rsid w:val="00A91ED0"/>
    <w:rsid w:val="00A941EF"/>
    <w:rsid w:val="00AA0758"/>
    <w:rsid w:val="00AA2031"/>
    <w:rsid w:val="00AA26F3"/>
    <w:rsid w:val="00AA7028"/>
    <w:rsid w:val="00AA7C83"/>
    <w:rsid w:val="00AC0C2B"/>
    <w:rsid w:val="00AC129E"/>
    <w:rsid w:val="00AC2537"/>
    <w:rsid w:val="00AD2089"/>
    <w:rsid w:val="00AE0AAD"/>
    <w:rsid w:val="00AE7F64"/>
    <w:rsid w:val="00AF2BB1"/>
    <w:rsid w:val="00AF5B07"/>
    <w:rsid w:val="00B0281F"/>
    <w:rsid w:val="00B03F57"/>
    <w:rsid w:val="00B0504C"/>
    <w:rsid w:val="00B23BA8"/>
    <w:rsid w:val="00B26CEC"/>
    <w:rsid w:val="00B3052E"/>
    <w:rsid w:val="00B37E5C"/>
    <w:rsid w:val="00B43A31"/>
    <w:rsid w:val="00B45283"/>
    <w:rsid w:val="00B50E20"/>
    <w:rsid w:val="00B5119B"/>
    <w:rsid w:val="00B54045"/>
    <w:rsid w:val="00B61DCD"/>
    <w:rsid w:val="00B64806"/>
    <w:rsid w:val="00B72237"/>
    <w:rsid w:val="00B7466E"/>
    <w:rsid w:val="00B75211"/>
    <w:rsid w:val="00B81FAD"/>
    <w:rsid w:val="00B84340"/>
    <w:rsid w:val="00B91000"/>
    <w:rsid w:val="00B945FD"/>
    <w:rsid w:val="00BA34AA"/>
    <w:rsid w:val="00BA6B47"/>
    <w:rsid w:val="00BB0DAF"/>
    <w:rsid w:val="00BB0DCA"/>
    <w:rsid w:val="00BB18FC"/>
    <w:rsid w:val="00BC2F5F"/>
    <w:rsid w:val="00BC68C0"/>
    <w:rsid w:val="00BC6D2C"/>
    <w:rsid w:val="00BD69EE"/>
    <w:rsid w:val="00BE11F0"/>
    <w:rsid w:val="00BE1FAA"/>
    <w:rsid w:val="00BE20C3"/>
    <w:rsid w:val="00BE3017"/>
    <w:rsid w:val="00BE6247"/>
    <w:rsid w:val="00BF1434"/>
    <w:rsid w:val="00BF1FB8"/>
    <w:rsid w:val="00BF2395"/>
    <w:rsid w:val="00BF46DD"/>
    <w:rsid w:val="00C01147"/>
    <w:rsid w:val="00C129C3"/>
    <w:rsid w:val="00C160B5"/>
    <w:rsid w:val="00C17086"/>
    <w:rsid w:val="00C17B36"/>
    <w:rsid w:val="00C218FD"/>
    <w:rsid w:val="00C35ABE"/>
    <w:rsid w:val="00C35C2B"/>
    <w:rsid w:val="00C4356D"/>
    <w:rsid w:val="00C469E4"/>
    <w:rsid w:val="00C47941"/>
    <w:rsid w:val="00C50E4A"/>
    <w:rsid w:val="00C7256D"/>
    <w:rsid w:val="00C76A6B"/>
    <w:rsid w:val="00C84228"/>
    <w:rsid w:val="00C93C0D"/>
    <w:rsid w:val="00CA2B6E"/>
    <w:rsid w:val="00CA7A49"/>
    <w:rsid w:val="00CB1A03"/>
    <w:rsid w:val="00CB20E6"/>
    <w:rsid w:val="00CB5E24"/>
    <w:rsid w:val="00CC050B"/>
    <w:rsid w:val="00CC7F5F"/>
    <w:rsid w:val="00CD0975"/>
    <w:rsid w:val="00CF1D58"/>
    <w:rsid w:val="00CF4D8C"/>
    <w:rsid w:val="00CF6C5A"/>
    <w:rsid w:val="00D01FCD"/>
    <w:rsid w:val="00D023BC"/>
    <w:rsid w:val="00D02869"/>
    <w:rsid w:val="00D070EC"/>
    <w:rsid w:val="00D11A7E"/>
    <w:rsid w:val="00D12A30"/>
    <w:rsid w:val="00D135F0"/>
    <w:rsid w:val="00D17807"/>
    <w:rsid w:val="00D24779"/>
    <w:rsid w:val="00D316C5"/>
    <w:rsid w:val="00D4455A"/>
    <w:rsid w:val="00D47FE4"/>
    <w:rsid w:val="00D5123E"/>
    <w:rsid w:val="00D62816"/>
    <w:rsid w:val="00D63968"/>
    <w:rsid w:val="00D87E49"/>
    <w:rsid w:val="00D9302F"/>
    <w:rsid w:val="00DA1CAC"/>
    <w:rsid w:val="00DA688D"/>
    <w:rsid w:val="00DB0795"/>
    <w:rsid w:val="00DB4441"/>
    <w:rsid w:val="00DB514A"/>
    <w:rsid w:val="00DC25E6"/>
    <w:rsid w:val="00DC2E06"/>
    <w:rsid w:val="00DC4C33"/>
    <w:rsid w:val="00DC7441"/>
    <w:rsid w:val="00DD375E"/>
    <w:rsid w:val="00DD775E"/>
    <w:rsid w:val="00DE1E85"/>
    <w:rsid w:val="00DE273A"/>
    <w:rsid w:val="00DE396D"/>
    <w:rsid w:val="00DE4FEE"/>
    <w:rsid w:val="00DE52AB"/>
    <w:rsid w:val="00DF23EA"/>
    <w:rsid w:val="00E02688"/>
    <w:rsid w:val="00E059B9"/>
    <w:rsid w:val="00E10C54"/>
    <w:rsid w:val="00E10F1E"/>
    <w:rsid w:val="00E1411B"/>
    <w:rsid w:val="00E156F9"/>
    <w:rsid w:val="00E2200F"/>
    <w:rsid w:val="00E3167A"/>
    <w:rsid w:val="00E3169F"/>
    <w:rsid w:val="00E317AA"/>
    <w:rsid w:val="00E3625F"/>
    <w:rsid w:val="00E41759"/>
    <w:rsid w:val="00E44365"/>
    <w:rsid w:val="00E54393"/>
    <w:rsid w:val="00E62D99"/>
    <w:rsid w:val="00E66B58"/>
    <w:rsid w:val="00E71DD3"/>
    <w:rsid w:val="00E9011F"/>
    <w:rsid w:val="00EA0B95"/>
    <w:rsid w:val="00EA46BF"/>
    <w:rsid w:val="00EA50D3"/>
    <w:rsid w:val="00EB4D7A"/>
    <w:rsid w:val="00EC1CAA"/>
    <w:rsid w:val="00EC220E"/>
    <w:rsid w:val="00ED236C"/>
    <w:rsid w:val="00ED2BE9"/>
    <w:rsid w:val="00ED3902"/>
    <w:rsid w:val="00ED57C6"/>
    <w:rsid w:val="00ED7ADA"/>
    <w:rsid w:val="00ED7DF0"/>
    <w:rsid w:val="00EE7963"/>
    <w:rsid w:val="00EF197F"/>
    <w:rsid w:val="00F00B4C"/>
    <w:rsid w:val="00F023FA"/>
    <w:rsid w:val="00F13C09"/>
    <w:rsid w:val="00F20883"/>
    <w:rsid w:val="00F2299B"/>
    <w:rsid w:val="00F26909"/>
    <w:rsid w:val="00F316A2"/>
    <w:rsid w:val="00F47904"/>
    <w:rsid w:val="00F47E14"/>
    <w:rsid w:val="00F5185B"/>
    <w:rsid w:val="00F6222C"/>
    <w:rsid w:val="00F65F2B"/>
    <w:rsid w:val="00F669E4"/>
    <w:rsid w:val="00F77F4D"/>
    <w:rsid w:val="00F84979"/>
    <w:rsid w:val="00FA6730"/>
    <w:rsid w:val="00FC366E"/>
    <w:rsid w:val="00FE095D"/>
    <w:rsid w:val="00FE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uiPriority w:val="99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uiPriority w:val="99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Footnote,Podrozdział,Podrozdzia3,Znak1, Znak1, Znak Znak,Footnote Text Char1,Znak Znak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aliases w:val="Footnote Znak,Podrozdział Znak,Podrozdzia3 Znak,Znak1 Znak, Znak1 Znak, Znak Znak Znak,Footnote Text Char1 Znak,Znak Znak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4179BE"/>
    <w:pPr>
      <w:spacing w:after="120"/>
      <w:ind w:left="283"/>
    </w:pPr>
    <w:rPr>
      <w:rFonts w:ascii="Arial Narrow" w:hAnsi="Arial Narrow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179BE"/>
    <w:rPr>
      <w:rFonts w:ascii="Arial Narrow" w:eastAsia="Times New Roman" w:hAnsi="Arial Narrow" w:cs="Times New Roman"/>
      <w:sz w:val="16"/>
      <w:szCs w:val="16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EB4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027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272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27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7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27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4A209-E3FC-452F-A15D-71B3040FA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DF9ECFA1</Template>
  <TotalTime>2150</TotalTime>
  <Pages>15</Pages>
  <Words>5593</Words>
  <Characters>33560</Characters>
  <Application>Microsoft Office Word</Application>
  <DocSecurity>0</DocSecurity>
  <Lines>279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Artur Baran</cp:lastModifiedBy>
  <cp:revision>206</cp:revision>
  <cp:lastPrinted>2016-09-06T12:15:00Z</cp:lastPrinted>
  <dcterms:created xsi:type="dcterms:W3CDTF">2012-01-22T15:30:00Z</dcterms:created>
  <dcterms:modified xsi:type="dcterms:W3CDTF">2016-09-06T12:15:00Z</dcterms:modified>
</cp:coreProperties>
</file>