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465AA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r w:rsidRPr="00F465AA">
        <w:rPr>
          <w:rFonts w:eastAsia="DejaVu Sans Condensed"/>
          <w:b/>
          <w:kern w:val="1"/>
          <w:szCs w:val="18"/>
          <w:lang w:eastAsia="hi-IN" w:bidi="hi-IN"/>
        </w:rPr>
        <w:t>Załącznik nr 1B (wzór) do SIWZ DZP.381</w:t>
      </w:r>
      <w:r w:rsidR="004954F4" w:rsidRPr="00F465AA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EB502C" w:rsidRPr="00F465AA">
        <w:rPr>
          <w:rFonts w:eastAsia="DejaVu Sans Condensed"/>
          <w:b/>
          <w:kern w:val="1"/>
          <w:szCs w:val="18"/>
          <w:lang w:eastAsia="hi-IN" w:bidi="hi-IN"/>
        </w:rPr>
        <w:t>2</w:t>
      </w:r>
      <w:r w:rsidR="008C1C71">
        <w:rPr>
          <w:rFonts w:eastAsia="DejaVu Sans Condensed"/>
          <w:b/>
          <w:kern w:val="1"/>
          <w:szCs w:val="18"/>
          <w:lang w:eastAsia="hi-IN" w:bidi="hi-IN"/>
        </w:rPr>
        <w:t>8</w:t>
      </w:r>
      <w:r w:rsidR="00EB502C" w:rsidRPr="00F465AA">
        <w:rPr>
          <w:rFonts w:eastAsia="DejaVu Sans Condensed"/>
          <w:b/>
          <w:kern w:val="1"/>
          <w:szCs w:val="18"/>
          <w:lang w:eastAsia="hi-IN" w:bidi="hi-IN"/>
        </w:rPr>
        <w:t>.2015</w:t>
      </w:r>
      <w:r w:rsidRPr="00F465AA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1A6CC3" w:rsidRPr="00F465AA">
        <w:rPr>
          <w:rFonts w:eastAsia="DejaVu Sans Condensed"/>
          <w:b/>
          <w:kern w:val="1"/>
          <w:szCs w:val="18"/>
          <w:lang w:eastAsia="hi-IN" w:bidi="hi-IN"/>
        </w:rPr>
        <w:t>UG</w:t>
      </w:r>
    </w:p>
    <w:p w:rsidR="000A13EB" w:rsidRPr="000A13EB" w:rsidRDefault="000A13EB" w:rsidP="001A6CC3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bookmarkStart w:id="0" w:name="_GoBack"/>
            <w:bookmarkEnd w:id="0"/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F465AA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4954F4" w:rsidRPr="00F465AA">
        <w:rPr>
          <w:rFonts w:eastAsia="DejaVu Sans Condensed"/>
          <w:b/>
          <w:kern w:val="1"/>
          <w:sz w:val="22"/>
          <w:lang w:eastAsia="hi-IN" w:bidi="hi-IN"/>
        </w:rPr>
        <w:t>.</w:t>
      </w:r>
      <w:r w:rsidR="008C1C71">
        <w:rPr>
          <w:rFonts w:eastAsia="DejaVu Sans Condensed"/>
          <w:b/>
          <w:kern w:val="1"/>
          <w:sz w:val="22"/>
          <w:lang w:eastAsia="hi-IN" w:bidi="hi-IN"/>
        </w:rPr>
        <w:t>28</w:t>
      </w:r>
      <w:r w:rsidR="004954F4" w:rsidRPr="00F465AA">
        <w:rPr>
          <w:rFonts w:eastAsia="DejaVu Sans Condensed"/>
          <w:b/>
          <w:kern w:val="1"/>
          <w:sz w:val="22"/>
          <w:lang w:eastAsia="hi-IN" w:bidi="hi-IN"/>
        </w:rPr>
        <w:t>.</w:t>
      </w:r>
      <w:r w:rsidRPr="00F465AA">
        <w:rPr>
          <w:rFonts w:eastAsia="DejaVu Sans Condensed"/>
          <w:b/>
          <w:kern w:val="1"/>
          <w:sz w:val="22"/>
          <w:lang w:eastAsia="hi-IN" w:bidi="hi-IN"/>
        </w:rPr>
        <w:t>201</w:t>
      </w:r>
      <w:r w:rsidR="00EB502C" w:rsidRPr="00F465AA">
        <w:rPr>
          <w:rFonts w:eastAsia="DejaVu Sans Condensed"/>
          <w:b/>
          <w:kern w:val="1"/>
          <w:sz w:val="22"/>
          <w:lang w:eastAsia="hi-IN" w:bidi="hi-IN"/>
        </w:rPr>
        <w:t>5</w:t>
      </w:r>
      <w:r w:rsidRPr="00F465AA">
        <w:rPr>
          <w:rFonts w:eastAsia="DejaVu Sans Condensed"/>
          <w:b/>
          <w:kern w:val="1"/>
          <w:sz w:val="22"/>
          <w:lang w:eastAsia="hi-IN" w:bidi="hi-IN"/>
        </w:rPr>
        <w:t>.</w:t>
      </w:r>
      <w:r w:rsidR="002E457C" w:rsidRPr="00F465AA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F465AA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2E457C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B502C" w:rsidRPr="008C1C71" w:rsidRDefault="008C1C71" w:rsidP="00EB502C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C1C71">
        <w:rPr>
          <w:rFonts w:eastAsia="Times New Roman"/>
          <w:b/>
          <w:bCs/>
          <w:color w:val="000000"/>
          <w:sz w:val="24"/>
          <w:szCs w:val="24"/>
          <w:lang w:eastAsia="ar-SA"/>
        </w:rPr>
        <w:t>Usługi nadzoru naukowego</w:t>
      </w:r>
    </w:p>
    <w:p w:rsidR="002E457C" w:rsidRPr="001A6CC3" w:rsidRDefault="002E457C" w:rsidP="001A6CC3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późn</w:t>
      </w:r>
      <w:proofErr w:type="spellEnd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8C1C71" w:rsidRDefault="008C1C71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F465AA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F465AA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F465AA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F465A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F465AA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F465AA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 w:rsidRPr="00F465A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F465AA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sectPr w:rsidR="000A13EB" w:rsidRPr="00B36F4D" w:rsidSect="00D17C2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  <w:endnote w:type="continuationNotice" w:id="1">
    <w:p w:rsidR="001A6CC3" w:rsidRDefault="001A6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02" w:rsidRDefault="008C1C71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  <w:footnote w:type="continuationNotice" w:id="1">
    <w:p w:rsidR="001A6CC3" w:rsidRDefault="001A6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8C1C71">
    <w:pPr>
      <w:pStyle w:val="Nagwek"/>
    </w:pPr>
  </w:p>
  <w:p w:rsidR="00E26898" w:rsidRDefault="008C1C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71" w:rsidRDefault="008C1C71" w:rsidP="008C1C71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FDE2198" wp14:editId="17BBA255">
          <wp:simplePos x="0" y="0"/>
          <wp:positionH relativeFrom="column">
            <wp:posOffset>3776980</wp:posOffset>
          </wp:positionH>
          <wp:positionV relativeFrom="paragraph">
            <wp:posOffset>157480</wp:posOffset>
          </wp:positionV>
          <wp:extent cx="2508885" cy="238125"/>
          <wp:effectExtent l="0" t="0" r="5715" b="9525"/>
          <wp:wrapTight wrapText="bothSides">
            <wp:wrapPolygon edited="0">
              <wp:start x="0" y="0"/>
              <wp:lineTo x="0" y="20736"/>
              <wp:lineTo x="2132" y="20736"/>
              <wp:lineTo x="21485" y="17280"/>
              <wp:lineTo x="21485" y="6912"/>
              <wp:lineTo x="2132" y="0"/>
              <wp:lineTo x="0" y="0"/>
            </wp:wrapPolygon>
          </wp:wrapTight>
          <wp:docPr id="11" name="Obraz 11" descr="\\fs01.adm.us.edu.pl\Redirect\danna\Pulpit\log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fs01.adm.us.edu.pl\Redirect\danna\Pulpit\logo-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888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44F4FC1" wp14:editId="41B34D6B">
          <wp:simplePos x="0" y="0"/>
          <wp:positionH relativeFrom="column">
            <wp:posOffset>1348105</wp:posOffset>
          </wp:positionH>
          <wp:positionV relativeFrom="paragraph">
            <wp:posOffset>-90170</wp:posOffset>
          </wp:positionV>
          <wp:extent cx="2428875" cy="809625"/>
          <wp:effectExtent l="0" t="0" r="0" b="0"/>
          <wp:wrapTight wrapText="bothSides">
            <wp:wrapPolygon edited="0">
              <wp:start x="5082" y="5082"/>
              <wp:lineTo x="2202" y="8132"/>
              <wp:lineTo x="2202" y="13214"/>
              <wp:lineTo x="5082" y="14231"/>
              <wp:lineTo x="5082" y="16264"/>
              <wp:lineTo x="5929" y="16264"/>
              <wp:lineTo x="5929" y="14231"/>
              <wp:lineTo x="18974" y="12706"/>
              <wp:lineTo x="19652" y="6607"/>
              <wp:lineTo x="15925" y="5082"/>
              <wp:lineTo x="5082" y="5082"/>
            </wp:wrapPolygon>
          </wp:wrapTight>
          <wp:docPr id="3" name="Obraz 3" descr="C:\Users\laska\AppData\Local\Microsoft\Windows\Temporary Internet Files\Content.Word\us-z-nazwa_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aska\AppData\Local\Microsoft\Windows\Temporary Internet Files\Content.Word\us-z-nazwa__kol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6ADE574" wp14:editId="284855FA">
          <wp:simplePos x="0" y="0"/>
          <wp:positionH relativeFrom="column">
            <wp:posOffset>-128270</wp:posOffset>
          </wp:positionH>
          <wp:positionV relativeFrom="paragraph">
            <wp:posOffset>62230</wp:posOffset>
          </wp:positionV>
          <wp:extent cx="1520825" cy="533400"/>
          <wp:effectExtent l="0" t="0" r="3175" b="0"/>
          <wp:wrapTight wrapText="bothSides">
            <wp:wrapPolygon edited="0">
              <wp:start x="0" y="0"/>
              <wp:lineTo x="0" y="20829"/>
              <wp:lineTo x="21375" y="20829"/>
              <wp:lineTo x="21375" y="0"/>
              <wp:lineTo x="0" y="0"/>
            </wp:wrapPolygon>
          </wp:wrapTight>
          <wp:docPr id="4" name="Obraz 4" descr="C:\Users\laska\Desktop\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ska\Desktop\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C71" w:rsidRDefault="008C1C71" w:rsidP="008C1C71">
    <w:pPr>
      <w:pStyle w:val="Nagwek"/>
      <w:jc w:val="both"/>
    </w:pPr>
  </w:p>
  <w:p w:rsidR="008C1C71" w:rsidRDefault="008C1C71" w:rsidP="008C1C71">
    <w:pPr>
      <w:pStyle w:val="Nagwek"/>
      <w:jc w:val="both"/>
    </w:pPr>
  </w:p>
  <w:p w:rsidR="008C1C71" w:rsidRPr="00B35128" w:rsidRDefault="008C1C71" w:rsidP="008C1C71">
    <w:pPr>
      <w:pStyle w:val="Nagwek"/>
      <w:jc w:val="both"/>
      <w:rPr>
        <w:szCs w:val="18"/>
      </w:rPr>
    </w:pPr>
  </w:p>
  <w:p w:rsidR="008C1C71" w:rsidRPr="008C1C71" w:rsidRDefault="008C1C71" w:rsidP="008C1C71">
    <w:pPr>
      <w:pStyle w:val="Stopka"/>
      <w:jc w:val="center"/>
      <w:rPr>
        <w:rFonts w:asciiTheme="minorHAnsi" w:hAnsiTheme="minorHAnsi"/>
        <w:i/>
        <w:szCs w:val="18"/>
      </w:rPr>
    </w:pPr>
    <w:proofErr w:type="spellStart"/>
    <w:r w:rsidRPr="008C1C71">
      <w:rPr>
        <w:rFonts w:asciiTheme="minorHAnsi" w:hAnsiTheme="minorHAnsi"/>
        <w:b/>
        <w:i/>
        <w:szCs w:val="18"/>
      </w:rPr>
      <w:t>InfoRevita</w:t>
    </w:r>
    <w:proofErr w:type="spellEnd"/>
    <w:r w:rsidRPr="008C1C71">
      <w:rPr>
        <w:rFonts w:asciiTheme="minorHAnsi" w:hAnsiTheme="minorHAnsi"/>
        <w:i/>
        <w:szCs w:val="18"/>
      </w:rPr>
      <w:t xml:space="preserve"> - System wspomagania rewitalizacji zwałowisk odpadów </w:t>
    </w:r>
    <w:proofErr w:type="spellStart"/>
    <w:r w:rsidRPr="008C1C71">
      <w:rPr>
        <w:rFonts w:asciiTheme="minorHAnsi" w:hAnsiTheme="minorHAnsi"/>
        <w:i/>
        <w:szCs w:val="18"/>
      </w:rPr>
      <w:t>pogórniczych</w:t>
    </w:r>
    <w:proofErr w:type="spellEnd"/>
    <w:r w:rsidRPr="008C1C71">
      <w:rPr>
        <w:rFonts w:asciiTheme="minorHAnsi" w:hAnsiTheme="minorHAnsi"/>
        <w:i/>
        <w:szCs w:val="18"/>
      </w:rPr>
      <w:t xml:space="preserve"> przy użyciu narzędzi </w:t>
    </w:r>
    <w:proofErr w:type="spellStart"/>
    <w:r w:rsidRPr="008C1C71">
      <w:rPr>
        <w:rFonts w:asciiTheme="minorHAnsi" w:hAnsiTheme="minorHAnsi"/>
        <w:i/>
        <w:szCs w:val="18"/>
      </w:rPr>
      <w:t>geoinformatycznych</w:t>
    </w:r>
    <w:proofErr w:type="spellEnd"/>
  </w:p>
  <w:p w:rsidR="008C1C71" w:rsidRPr="008C1C71" w:rsidRDefault="008C1C71" w:rsidP="008C1C71">
    <w:pPr>
      <w:pStyle w:val="Stopka"/>
      <w:jc w:val="center"/>
      <w:rPr>
        <w:rFonts w:asciiTheme="minorHAnsi" w:hAnsiTheme="minorHAnsi"/>
        <w:szCs w:val="18"/>
      </w:rPr>
    </w:pPr>
    <w:r w:rsidRPr="008C1C71">
      <w:rPr>
        <w:rFonts w:asciiTheme="minorHAnsi" w:hAnsiTheme="minorHAnsi"/>
        <w:szCs w:val="18"/>
      </w:rPr>
      <w:t>Projekt realizowany w ramach wspólnego przedsięwzięcia NCBR i NCN „TANGO”</w:t>
    </w:r>
  </w:p>
  <w:p w:rsidR="008C1C71" w:rsidRPr="00F80966" w:rsidRDefault="008C1C71" w:rsidP="008C1C71">
    <w:pPr>
      <w:pStyle w:val="Stopka"/>
      <w:jc w:val="center"/>
      <w:rPr>
        <w:szCs w:val="18"/>
      </w:rPr>
    </w:pPr>
    <w:r>
      <w:t>______________________________________________________________________________</w:t>
    </w:r>
  </w:p>
  <w:p w:rsidR="00E24D64" w:rsidRPr="008C1C71" w:rsidRDefault="00E24D64" w:rsidP="008C1C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A6CC3"/>
    <w:rsid w:val="001B0DBF"/>
    <w:rsid w:val="002B6F2A"/>
    <w:rsid w:val="002E457C"/>
    <w:rsid w:val="0030005C"/>
    <w:rsid w:val="00357B93"/>
    <w:rsid w:val="00370751"/>
    <w:rsid w:val="004808F1"/>
    <w:rsid w:val="00484292"/>
    <w:rsid w:val="004954F4"/>
    <w:rsid w:val="005A4D48"/>
    <w:rsid w:val="00781469"/>
    <w:rsid w:val="007A5608"/>
    <w:rsid w:val="008C1C71"/>
    <w:rsid w:val="0097192C"/>
    <w:rsid w:val="009861B5"/>
    <w:rsid w:val="009C7151"/>
    <w:rsid w:val="00B04CAE"/>
    <w:rsid w:val="00B36AAE"/>
    <w:rsid w:val="00B36F4D"/>
    <w:rsid w:val="00BC6786"/>
    <w:rsid w:val="00CB04B5"/>
    <w:rsid w:val="00D52871"/>
    <w:rsid w:val="00D779B6"/>
    <w:rsid w:val="00DD3C4A"/>
    <w:rsid w:val="00E24D64"/>
    <w:rsid w:val="00E35039"/>
    <w:rsid w:val="00EB502C"/>
    <w:rsid w:val="00F465AA"/>
    <w:rsid w:val="00F52F12"/>
    <w:rsid w:val="00F75492"/>
    <w:rsid w:val="00F822C2"/>
    <w:rsid w:val="00F823FF"/>
    <w:rsid w:val="00F95690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77739-4039-4579-958E-F72C5A21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E022BDC0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2</cp:revision>
  <cp:lastPrinted>2014-11-07T13:55:00Z</cp:lastPrinted>
  <dcterms:created xsi:type="dcterms:W3CDTF">2015-09-23T10:11:00Z</dcterms:created>
  <dcterms:modified xsi:type="dcterms:W3CDTF">2015-09-23T10:11:00Z</dcterms:modified>
</cp:coreProperties>
</file>