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B72785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i/>
          <w:kern w:val="1"/>
          <w:szCs w:val="18"/>
          <w:lang w:eastAsia="hi-IN" w:bidi="hi-IN"/>
        </w:rPr>
      </w:pPr>
      <w:bookmarkStart w:id="0" w:name="_GoBack"/>
      <w:bookmarkEnd w:id="0"/>
      <w:r w:rsidRPr="00B72785">
        <w:rPr>
          <w:rFonts w:eastAsia="DejaVu Sans Condensed"/>
          <w:i/>
          <w:kern w:val="1"/>
          <w:szCs w:val="18"/>
          <w:lang w:eastAsia="hi-IN" w:bidi="hi-IN"/>
        </w:rPr>
        <w:t>Załącznik</w:t>
      </w:r>
      <w:r w:rsidR="002D2758" w:rsidRPr="00B72785">
        <w:rPr>
          <w:rFonts w:eastAsia="DejaVu Sans Condensed"/>
          <w:i/>
          <w:kern w:val="1"/>
          <w:szCs w:val="18"/>
          <w:lang w:eastAsia="hi-IN" w:bidi="hi-IN"/>
        </w:rPr>
        <w:t xml:space="preserve"> </w:t>
      </w:r>
      <w:r w:rsidR="00E63884" w:rsidRPr="00B72785">
        <w:rPr>
          <w:rFonts w:eastAsia="DejaVu Sans Condensed"/>
          <w:i/>
          <w:kern w:val="1"/>
          <w:szCs w:val="18"/>
          <w:lang w:eastAsia="hi-IN" w:bidi="hi-IN"/>
        </w:rPr>
        <w:t>nr 1B (wzór) do SIWZ DZP.381.</w:t>
      </w:r>
      <w:r w:rsidR="00CB0E6D">
        <w:rPr>
          <w:rFonts w:eastAsia="DejaVu Sans Condensed"/>
          <w:i/>
          <w:kern w:val="1"/>
          <w:szCs w:val="18"/>
          <w:lang w:eastAsia="hi-IN" w:bidi="hi-IN"/>
        </w:rPr>
        <w:t>133</w:t>
      </w:r>
      <w:r w:rsidR="00C96D0B">
        <w:rPr>
          <w:rFonts w:eastAsia="DejaVu Sans Condensed"/>
          <w:i/>
          <w:kern w:val="1"/>
          <w:szCs w:val="18"/>
          <w:lang w:eastAsia="hi-IN" w:bidi="hi-IN"/>
        </w:rPr>
        <w:t>.2015</w:t>
      </w:r>
      <w:r w:rsidR="002D2758" w:rsidRPr="00B72785">
        <w:rPr>
          <w:rFonts w:eastAsia="DejaVu Sans Condensed"/>
          <w:i/>
          <w:kern w:val="1"/>
          <w:szCs w:val="18"/>
          <w:lang w:eastAsia="hi-IN" w:bidi="hi-IN"/>
        </w:rPr>
        <w:t>.DW</w:t>
      </w:r>
    </w:p>
    <w:p w:rsidR="000A13EB" w:rsidRPr="000A13EB" w:rsidRDefault="000A13EB" w:rsidP="0074569D">
      <w:pPr>
        <w:keepNext/>
        <w:keepLines/>
        <w:tabs>
          <w:tab w:val="num" w:pos="0"/>
        </w:tabs>
        <w:suppressAutoHyphens/>
        <w:spacing w:before="60" w:after="0" w:line="240" w:lineRule="auto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C10F3D">
        <w:trPr>
          <w:trHeight w:val="1347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A13EB" w:rsidRPr="000A13EB" w:rsidTr="00C10F3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C10F3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C10F3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74569D">
      <w:pPr>
        <w:suppressAutoHyphens/>
        <w:spacing w:before="60" w:after="0" w:line="240" w:lineRule="auto"/>
        <w:jc w:val="center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CB0E6D">
        <w:rPr>
          <w:rFonts w:eastAsia="DejaVu Sans Condensed"/>
          <w:b/>
          <w:kern w:val="1"/>
          <w:sz w:val="22"/>
          <w:lang w:eastAsia="hi-IN" w:bidi="hi-IN"/>
        </w:rPr>
        <w:t>133</w:t>
      </w:r>
      <w:r w:rsidR="00C96D0B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C10F3D" w:rsidRPr="00C10F3D" w:rsidRDefault="00C10F3D" w:rsidP="00C10F3D">
      <w:pPr>
        <w:tabs>
          <w:tab w:val="left" w:pos="4140"/>
        </w:tabs>
        <w:ind w:left="142"/>
        <w:jc w:val="center"/>
        <w:rPr>
          <w:b/>
          <w:bCs/>
          <w:color w:val="000000"/>
          <w:sz w:val="22"/>
        </w:rPr>
      </w:pPr>
      <w:r w:rsidRPr="00C10F3D">
        <w:rPr>
          <w:b/>
          <w:bCs/>
          <w:color w:val="000000"/>
          <w:sz w:val="22"/>
        </w:rPr>
        <w:t>„Dostawa piec</w:t>
      </w:r>
      <w:r w:rsidR="00CB0E6D">
        <w:rPr>
          <w:b/>
          <w:bCs/>
          <w:color w:val="000000"/>
          <w:sz w:val="22"/>
        </w:rPr>
        <w:t xml:space="preserve">a </w:t>
      </w:r>
      <w:r w:rsidR="000F7BAF">
        <w:rPr>
          <w:b/>
          <w:bCs/>
          <w:color w:val="000000"/>
          <w:sz w:val="22"/>
        </w:rPr>
        <w:t xml:space="preserve">laboratoryjnego </w:t>
      </w:r>
      <w:r w:rsidR="00CB0E6D">
        <w:rPr>
          <w:b/>
          <w:bCs/>
          <w:color w:val="000000"/>
          <w:sz w:val="22"/>
        </w:rPr>
        <w:t>muflowego</w:t>
      </w:r>
      <w:r w:rsidRPr="00C10F3D">
        <w:rPr>
          <w:b/>
          <w:bCs/>
          <w:color w:val="000000"/>
          <w:sz w:val="22"/>
        </w:rPr>
        <w:t>”</w:t>
      </w:r>
    </w:p>
    <w:p w:rsidR="000A13EB" w:rsidRPr="000A13EB" w:rsidRDefault="000A13EB" w:rsidP="0074569D">
      <w:pPr>
        <w:suppressAutoHyphens/>
        <w:spacing w:before="60" w:after="0" w:line="240" w:lineRule="auto"/>
        <w:jc w:val="center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DF6E16" w:rsidRPr="000A13EB" w:rsidRDefault="00DF6E16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74569D" w:rsidRDefault="0074569D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4569D" w:rsidRPr="000A13EB" w:rsidRDefault="0074569D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B3595D">
    <w:pPr>
      <w:pStyle w:val="Stopka"/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C3262F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C3262F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174CE"/>
    <w:rsid w:val="000819B6"/>
    <w:rsid w:val="000901A3"/>
    <w:rsid w:val="000A13EB"/>
    <w:rsid w:val="000F6EF3"/>
    <w:rsid w:val="000F7BAF"/>
    <w:rsid w:val="0012639F"/>
    <w:rsid w:val="00165227"/>
    <w:rsid w:val="001B0017"/>
    <w:rsid w:val="001D5369"/>
    <w:rsid w:val="002422AB"/>
    <w:rsid w:val="00243F5C"/>
    <w:rsid w:val="002D2758"/>
    <w:rsid w:val="003072E2"/>
    <w:rsid w:val="00433887"/>
    <w:rsid w:val="0044287E"/>
    <w:rsid w:val="0046522C"/>
    <w:rsid w:val="004808F1"/>
    <w:rsid w:val="00484292"/>
    <w:rsid w:val="004D0403"/>
    <w:rsid w:val="007042D6"/>
    <w:rsid w:val="0074569D"/>
    <w:rsid w:val="00766E86"/>
    <w:rsid w:val="007762D3"/>
    <w:rsid w:val="0079380C"/>
    <w:rsid w:val="007B5812"/>
    <w:rsid w:val="008251CC"/>
    <w:rsid w:val="008B162D"/>
    <w:rsid w:val="008D080D"/>
    <w:rsid w:val="008D384E"/>
    <w:rsid w:val="0097192C"/>
    <w:rsid w:val="00986497"/>
    <w:rsid w:val="009C2ECF"/>
    <w:rsid w:val="009D2F26"/>
    <w:rsid w:val="009F6740"/>
    <w:rsid w:val="00A11E89"/>
    <w:rsid w:val="00AD08F9"/>
    <w:rsid w:val="00AF4D59"/>
    <w:rsid w:val="00B016BD"/>
    <w:rsid w:val="00B3595D"/>
    <w:rsid w:val="00B36F4D"/>
    <w:rsid w:val="00B72785"/>
    <w:rsid w:val="00C10F3D"/>
    <w:rsid w:val="00C3262F"/>
    <w:rsid w:val="00C51F13"/>
    <w:rsid w:val="00C54F67"/>
    <w:rsid w:val="00C96D0B"/>
    <w:rsid w:val="00CB0E6D"/>
    <w:rsid w:val="00DF4FEA"/>
    <w:rsid w:val="00DF6E16"/>
    <w:rsid w:val="00E63884"/>
    <w:rsid w:val="00EC5544"/>
    <w:rsid w:val="00F822C2"/>
    <w:rsid w:val="00F823FF"/>
    <w:rsid w:val="00F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D859F7A8</Template>
  <TotalTime>0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Ewa Słowik</cp:lastModifiedBy>
  <cp:revision>6</cp:revision>
  <cp:lastPrinted>2015-09-25T10:57:00Z</cp:lastPrinted>
  <dcterms:created xsi:type="dcterms:W3CDTF">2015-07-23T08:44:00Z</dcterms:created>
  <dcterms:modified xsi:type="dcterms:W3CDTF">2015-09-25T10:57:00Z</dcterms:modified>
</cp:coreProperties>
</file>