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8D4B95" w:rsidRDefault="007B3FEE" w:rsidP="008D4B95">
      <w:pPr>
        <w:pStyle w:val="Nagwek4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</w:t>
      </w:r>
      <w:r w:rsidR="008D4B95">
        <w:rPr>
          <w:rFonts w:ascii="Arial" w:hAnsi="Arial" w:cs="Arial"/>
          <w:sz w:val="20"/>
        </w:rPr>
        <w:t xml:space="preserve">                          </w:t>
      </w:r>
      <w:r w:rsidRPr="008D4B95">
        <w:rPr>
          <w:rFonts w:ascii="Arial" w:hAnsi="Arial" w:cs="Arial"/>
          <w:b w:val="0"/>
          <w:sz w:val="18"/>
          <w:szCs w:val="18"/>
        </w:rPr>
        <w:t>Załącznik nr 1A do SIWZ</w:t>
      </w:r>
    </w:p>
    <w:p w:rsidR="00FC7A39" w:rsidRPr="00FC7A39" w:rsidRDefault="001B114E" w:rsidP="00FC7A39">
      <w:pPr>
        <w:jc w:val="right"/>
        <w:rPr>
          <w:rFonts w:ascii="Arial" w:hAnsi="Arial" w:cs="Arial"/>
          <w:sz w:val="18"/>
          <w:szCs w:val="18"/>
        </w:rPr>
      </w:pPr>
      <w:r w:rsidRPr="00EA7BB7">
        <w:rPr>
          <w:rFonts w:ascii="Arial" w:hAnsi="Arial" w:cs="Arial"/>
          <w:sz w:val="18"/>
          <w:szCs w:val="18"/>
        </w:rPr>
        <w:t>nr</w:t>
      </w:r>
      <w:r w:rsidR="009173C5">
        <w:rPr>
          <w:rFonts w:ascii="Arial" w:hAnsi="Arial" w:cs="Arial"/>
          <w:sz w:val="18"/>
          <w:szCs w:val="18"/>
        </w:rPr>
        <w:t xml:space="preserve"> DZP.381.108</w:t>
      </w:r>
      <w:r w:rsidR="00FC7A39" w:rsidRPr="00EA7BB7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</w:t>
      </w:r>
      <w:r w:rsidRPr="00EA7BB7">
        <w:rPr>
          <w:rFonts w:ascii="Arial" w:hAnsi="Arial" w:cs="Arial"/>
        </w:rPr>
        <w:t xml:space="preserve">zamówieniu </w:t>
      </w:r>
      <w:r w:rsidR="006F295D" w:rsidRPr="00EA7BB7">
        <w:rPr>
          <w:rFonts w:ascii="Arial" w:hAnsi="Arial" w:cs="Arial"/>
        </w:rPr>
        <w:t xml:space="preserve">w postępowaniu nr </w:t>
      </w:r>
      <w:r w:rsidR="009173C5">
        <w:rPr>
          <w:rFonts w:ascii="Arial" w:hAnsi="Arial" w:cs="Arial"/>
          <w:b/>
        </w:rPr>
        <w:t>DZP.381.108</w:t>
      </w:r>
      <w:r w:rsidR="00160FE1" w:rsidRPr="00EA7BB7">
        <w:rPr>
          <w:rFonts w:ascii="Arial" w:hAnsi="Arial" w:cs="Arial"/>
          <w:b/>
        </w:rPr>
        <w:t>.2014</w:t>
      </w:r>
      <w:r w:rsidR="00627F26" w:rsidRPr="00EA7BB7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8D4B9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8474F0" w:rsidRPr="008474F0">
        <w:rPr>
          <w:rFonts w:ascii="Arial" w:hAnsi="Arial" w:cs="Arial"/>
          <w:b/>
          <w:bCs/>
          <w:color w:val="000000"/>
        </w:rPr>
        <w:t xml:space="preserve">Dostawa </w:t>
      </w:r>
      <w:r w:rsidR="009236A1">
        <w:rPr>
          <w:rFonts w:ascii="Arial" w:hAnsi="Arial" w:cs="Arial"/>
          <w:b/>
          <w:bCs/>
          <w:color w:val="000000"/>
        </w:rPr>
        <w:t>kserokopiarki</w:t>
      </w:r>
      <w:r w:rsidR="009173C5">
        <w:rPr>
          <w:rFonts w:ascii="Arial" w:hAnsi="Arial" w:cs="Arial"/>
          <w:b/>
          <w:bCs/>
          <w:color w:val="000000"/>
        </w:rPr>
        <w:t xml:space="preserve"> laserowej monochromatycznej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7546A" w:rsidRDefault="00D7546A" w:rsidP="00F20883">
      <w:pPr>
        <w:ind w:left="284"/>
        <w:rPr>
          <w:rFonts w:ascii="Arial" w:hAnsi="Arial" w:cs="Arial"/>
          <w:sz w:val="18"/>
          <w:szCs w:val="18"/>
        </w:rPr>
      </w:pPr>
    </w:p>
    <w:p w:rsidR="00D7546A" w:rsidRDefault="00D7546A" w:rsidP="00F20883">
      <w:pPr>
        <w:ind w:left="284"/>
        <w:rPr>
          <w:rFonts w:ascii="Arial" w:hAnsi="Arial" w:cs="Arial"/>
          <w:sz w:val="18"/>
          <w:szCs w:val="18"/>
        </w:rPr>
      </w:pPr>
    </w:p>
    <w:p w:rsidR="00DD375E" w:rsidRDefault="00DD375E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b/>
          <w:sz w:val="18"/>
          <w:szCs w:val="18"/>
        </w:rPr>
      </w:pPr>
    </w:p>
    <w:p w:rsidR="009173C5" w:rsidRDefault="009173C5" w:rsidP="008D4B95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071D5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lastRenderedPageBreak/>
        <w:t>Oferujemy realizację przedmiotu zamówienia zgodnie z warunkami i na zasadach zawartych w SIWZ za łącznym wynagrodzeniem:</w:t>
      </w:r>
    </w:p>
    <w:p w:rsidR="00EB4D7A" w:rsidRDefault="00EB4D7A" w:rsidP="00EB4D7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32377" w:rsidRDefault="00932377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EB4D7A" w:rsidTr="00EB4D7A">
        <w:tc>
          <w:tcPr>
            <w:tcW w:w="4253" w:type="dxa"/>
          </w:tcPr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Pr="00651A8C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EB4D7A" w:rsidTr="00EB4D7A">
        <w:tc>
          <w:tcPr>
            <w:tcW w:w="4253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651A8C" w:rsidRDefault="00EB4D7A" w:rsidP="00EB4D7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EB4D7A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D7A" w:rsidRPr="004D2B6F" w:rsidRDefault="00EB4D7A" w:rsidP="00EB4D7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661FE" w:rsidRDefault="001661FE" w:rsidP="001661FE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8474F0" w:rsidRDefault="008474F0" w:rsidP="009374F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474F0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i pełnego wykonania zamówienia, zgodnie z wymaganiami opisanymi w SIWZ, jak również w niej nie ujęte, a bez których nie można wykonać zamówienia, w szczególności: koszt </w:t>
      </w:r>
      <w:r w:rsidR="009173C5">
        <w:rPr>
          <w:rFonts w:ascii="Arial" w:hAnsi="Arial" w:cs="Arial"/>
          <w:i/>
          <w:sz w:val="18"/>
          <w:szCs w:val="18"/>
        </w:rPr>
        <w:t>urządzenia</w:t>
      </w:r>
      <w:r w:rsidRPr="008474F0">
        <w:rPr>
          <w:rFonts w:ascii="Arial" w:hAnsi="Arial" w:cs="Arial"/>
          <w:i/>
          <w:sz w:val="18"/>
          <w:szCs w:val="18"/>
        </w:rPr>
        <w:t xml:space="preserve"> wraz z dostarczeniem</w:t>
      </w:r>
      <w:r w:rsidR="00646DCC">
        <w:rPr>
          <w:rFonts w:ascii="Arial" w:hAnsi="Arial" w:cs="Arial"/>
          <w:i/>
          <w:sz w:val="18"/>
          <w:szCs w:val="18"/>
        </w:rPr>
        <w:t xml:space="preserve"> w miejsce</w:t>
      </w:r>
      <w:r w:rsidRPr="008474F0">
        <w:rPr>
          <w:rFonts w:ascii="Arial" w:hAnsi="Arial" w:cs="Arial"/>
          <w:i/>
          <w:sz w:val="18"/>
          <w:szCs w:val="18"/>
        </w:rPr>
        <w:t xml:space="preserve"> wskazane </w:t>
      </w:r>
      <w:r w:rsidR="00646DCC">
        <w:rPr>
          <w:rFonts w:ascii="Arial" w:hAnsi="Arial" w:cs="Arial"/>
          <w:i/>
          <w:sz w:val="18"/>
          <w:szCs w:val="18"/>
        </w:rPr>
        <w:t>przez Zamawiającego</w:t>
      </w:r>
      <w:r w:rsidR="009173C5">
        <w:rPr>
          <w:rFonts w:ascii="Arial" w:hAnsi="Arial" w:cs="Arial"/>
          <w:i/>
          <w:sz w:val="18"/>
          <w:szCs w:val="18"/>
        </w:rPr>
        <w:t>, koszt podłączenia i uruchomienia</w:t>
      </w:r>
      <w:r w:rsidR="00646DCC">
        <w:rPr>
          <w:rFonts w:ascii="Arial" w:hAnsi="Arial" w:cs="Arial"/>
          <w:i/>
          <w:sz w:val="18"/>
          <w:szCs w:val="18"/>
        </w:rPr>
        <w:t xml:space="preserve"> </w:t>
      </w:r>
      <w:r w:rsidRPr="008474F0">
        <w:rPr>
          <w:rFonts w:ascii="Arial" w:hAnsi="Arial" w:cs="Arial"/>
          <w:i/>
          <w:sz w:val="18"/>
          <w:szCs w:val="18"/>
        </w:rPr>
        <w:t xml:space="preserve">oraz </w:t>
      </w:r>
      <w:r w:rsidR="009173C5">
        <w:rPr>
          <w:rFonts w:ascii="Arial" w:hAnsi="Arial" w:cs="Arial"/>
          <w:i/>
          <w:sz w:val="18"/>
          <w:szCs w:val="18"/>
        </w:rPr>
        <w:t xml:space="preserve">koszt </w:t>
      </w:r>
      <w:r w:rsidRPr="008474F0">
        <w:rPr>
          <w:rFonts w:ascii="Arial" w:hAnsi="Arial" w:cs="Arial"/>
          <w:i/>
          <w:sz w:val="18"/>
          <w:szCs w:val="18"/>
        </w:rPr>
        <w:t xml:space="preserve">zapewnienia serwisu technicznego </w:t>
      </w:r>
      <w:r w:rsidR="009173C5">
        <w:rPr>
          <w:rFonts w:ascii="Arial" w:hAnsi="Arial" w:cs="Arial"/>
          <w:i/>
          <w:sz w:val="18"/>
          <w:szCs w:val="18"/>
        </w:rPr>
        <w:t xml:space="preserve">urządzenia </w:t>
      </w:r>
      <w:r w:rsidRPr="008474F0">
        <w:rPr>
          <w:rFonts w:ascii="Arial" w:hAnsi="Arial" w:cs="Arial"/>
          <w:i/>
          <w:sz w:val="18"/>
          <w:szCs w:val="18"/>
        </w:rPr>
        <w:t>w okresie gwarancji</w:t>
      </w:r>
      <w:r w:rsidR="006C1C06">
        <w:rPr>
          <w:rFonts w:ascii="Arial" w:hAnsi="Arial" w:cs="Arial"/>
          <w:i/>
          <w:sz w:val="18"/>
          <w:szCs w:val="18"/>
        </w:rPr>
        <w:t xml:space="preserve"> na terenie kraju</w:t>
      </w:r>
      <w:r w:rsidRPr="008474F0">
        <w:rPr>
          <w:rFonts w:ascii="Arial" w:hAnsi="Arial" w:cs="Arial"/>
          <w:i/>
          <w:sz w:val="18"/>
          <w:szCs w:val="18"/>
        </w:rPr>
        <w:t>, zgodnie z wymaganiami SIWZ; cena powinna również uwzględniać podatki, opłaty i  inne należności płatne przez Wykonawcę (w tym koszt ewentualnego cła) oraz wszelkie elementy ryzyka związane z realizacją zamówienia.</w:t>
      </w:r>
    </w:p>
    <w:p w:rsidR="000D7296" w:rsidRPr="00646DCC" w:rsidRDefault="00EB4D7A" w:rsidP="00646DC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B4D7A" w:rsidRPr="00646DCC" w:rsidRDefault="00EB4D7A" w:rsidP="00071D5A">
      <w:pPr>
        <w:numPr>
          <w:ilvl w:val="0"/>
          <w:numId w:val="1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p w:rsidR="000D7296" w:rsidRDefault="000D7296" w:rsidP="00EB4D7A">
      <w:pPr>
        <w:rPr>
          <w:rFonts w:ascii="Arial" w:hAnsi="Arial" w:cs="Arial"/>
          <w:i/>
        </w:rPr>
      </w:pPr>
    </w:p>
    <w:tbl>
      <w:tblPr>
        <w:tblW w:w="9937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66"/>
        <w:gridCol w:w="2551"/>
        <w:gridCol w:w="2268"/>
        <w:gridCol w:w="1985"/>
      </w:tblGrid>
      <w:tr w:rsidR="009173C5" w:rsidRPr="00DD375E" w:rsidTr="009173C5">
        <w:tc>
          <w:tcPr>
            <w:tcW w:w="567" w:type="dxa"/>
            <w:vMerge w:val="restart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66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551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Producent</w:t>
            </w:r>
          </w:p>
          <w:p w:rsidR="009173C5" w:rsidRPr="00DD375E" w:rsidRDefault="009173C5" w:rsidP="00646DC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173C5" w:rsidRDefault="009173C5" w:rsidP="00646DC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Model/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typ</w:t>
            </w:r>
            <w:r>
              <w:rPr>
                <w:rStyle w:val="Odwoanieprzypisudolnego"/>
                <w:rFonts w:ascii="Calibri" w:hAnsi="Calibri"/>
                <w:b/>
                <w:sz w:val="20"/>
                <w:szCs w:val="20"/>
              </w:rPr>
              <w:footnoteReference w:id="1"/>
            </w:r>
          </w:p>
          <w:p w:rsidR="009173C5" w:rsidRPr="00305CB2" w:rsidRDefault="009173C5" w:rsidP="00646DCC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Style w:val="Odwoanieprzypisudolnego"/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wraz z j.m.</w:t>
            </w:r>
          </w:p>
        </w:tc>
      </w:tr>
      <w:tr w:rsidR="009173C5" w:rsidRPr="00DD375E" w:rsidTr="009173C5">
        <w:trPr>
          <w:trHeight w:val="230"/>
        </w:trPr>
        <w:tc>
          <w:tcPr>
            <w:tcW w:w="567" w:type="dxa"/>
            <w:vMerge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6" w:type="dxa"/>
          </w:tcPr>
          <w:p w:rsidR="009173C5" w:rsidRPr="00DD375E" w:rsidRDefault="009173C5" w:rsidP="00D7546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9173C5" w:rsidRPr="00305CB2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9173C5" w:rsidRPr="00DD375E" w:rsidTr="009173C5">
        <w:trPr>
          <w:trHeight w:val="488"/>
        </w:trPr>
        <w:tc>
          <w:tcPr>
            <w:tcW w:w="567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6" w:type="dxa"/>
            <w:vAlign w:val="center"/>
          </w:tcPr>
          <w:p w:rsidR="009173C5" w:rsidRPr="00DD375E" w:rsidRDefault="009236A1" w:rsidP="00D7546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Kserokopiarka</w:t>
            </w:r>
            <w:r w:rsidR="009173C5">
              <w:rPr>
                <w:rFonts w:ascii="Arial" w:hAnsi="Arial" w:cs="Arial"/>
                <w:sz w:val="18"/>
                <w:szCs w:val="18"/>
              </w:rPr>
              <w:t xml:space="preserve"> laserowa monochromatyczna,                         o parametrach określonych przez Zamawiającego w SIWZ (załącznik nr 2)</w:t>
            </w:r>
          </w:p>
        </w:tc>
        <w:tc>
          <w:tcPr>
            <w:tcW w:w="2551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3C5" w:rsidRPr="00305CB2" w:rsidRDefault="009173C5" w:rsidP="00C17FE8">
            <w:pPr>
              <w:widowControl w:val="0"/>
              <w:tabs>
                <w:tab w:val="left" w:pos="34"/>
              </w:tabs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9173C5" w:rsidRPr="00DD375E" w:rsidRDefault="009173C5" w:rsidP="00C17FE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</w:tr>
    </w:tbl>
    <w:p w:rsidR="000D7296" w:rsidRDefault="000D7296" w:rsidP="00EB4D7A">
      <w:pPr>
        <w:rPr>
          <w:rFonts w:ascii="Arial" w:hAnsi="Arial" w:cs="Arial"/>
          <w:i/>
        </w:rPr>
      </w:pPr>
    </w:p>
    <w:p w:rsidR="009173C5" w:rsidRDefault="009173C5" w:rsidP="00EB4D7A">
      <w:pPr>
        <w:rPr>
          <w:rFonts w:ascii="Arial" w:hAnsi="Arial" w:cs="Arial"/>
          <w:i/>
        </w:rPr>
      </w:pPr>
    </w:p>
    <w:p w:rsidR="009173C5" w:rsidRDefault="009173C5" w:rsidP="00EB4D7A">
      <w:pPr>
        <w:rPr>
          <w:rFonts w:ascii="Arial" w:hAnsi="Arial" w:cs="Arial"/>
          <w:i/>
        </w:rPr>
      </w:pPr>
    </w:p>
    <w:p w:rsidR="00583BBA" w:rsidRDefault="00583BBA" w:rsidP="00EB4D7A">
      <w:pPr>
        <w:rPr>
          <w:rFonts w:ascii="Arial" w:hAnsi="Arial" w:cs="Arial"/>
          <w:i/>
        </w:rPr>
      </w:pPr>
    </w:p>
    <w:p w:rsidR="009173C5" w:rsidRDefault="009173C5" w:rsidP="00EB4D7A">
      <w:pPr>
        <w:rPr>
          <w:rFonts w:ascii="Arial" w:hAnsi="Arial" w:cs="Arial"/>
          <w:i/>
        </w:rPr>
      </w:pPr>
    </w:p>
    <w:p w:rsidR="009173C5" w:rsidRDefault="009173C5" w:rsidP="00EB4D7A">
      <w:pPr>
        <w:rPr>
          <w:rFonts w:ascii="Arial" w:hAnsi="Arial" w:cs="Arial"/>
          <w:i/>
        </w:rPr>
      </w:pPr>
    </w:p>
    <w:p w:rsidR="009173C5" w:rsidRPr="00BD69EE" w:rsidRDefault="009173C5" w:rsidP="00EB4D7A">
      <w:pPr>
        <w:rPr>
          <w:rFonts w:ascii="Arial" w:hAnsi="Arial" w:cs="Arial"/>
          <w:i/>
        </w:rPr>
      </w:pPr>
    </w:p>
    <w:p w:rsidR="00EB4D7A" w:rsidRPr="00730FAF" w:rsidRDefault="00EB4D7A" w:rsidP="00071D5A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30FAF">
        <w:rPr>
          <w:rFonts w:ascii="Arial" w:hAnsi="Arial" w:cs="Arial"/>
          <w:sz w:val="18"/>
          <w:szCs w:val="18"/>
        </w:rPr>
        <w:lastRenderedPageBreak/>
        <w:t xml:space="preserve">Zobowiązujemy się do realizacji przedmiotu zamówienia w terminie </w:t>
      </w:r>
      <w:r w:rsidRPr="00730FAF">
        <w:rPr>
          <w:rFonts w:ascii="Arial" w:hAnsi="Arial" w:cs="Arial"/>
          <w:b/>
          <w:sz w:val="18"/>
          <w:szCs w:val="18"/>
        </w:rPr>
        <w:t xml:space="preserve">do ............ dni od daty </w:t>
      </w:r>
      <w:r w:rsidR="009374F3" w:rsidRPr="00730FAF">
        <w:rPr>
          <w:rFonts w:ascii="Arial" w:hAnsi="Arial" w:cs="Arial"/>
          <w:b/>
          <w:sz w:val="18"/>
          <w:szCs w:val="18"/>
        </w:rPr>
        <w:t>zawarcia umowy.</w:t>
      </w:r>
      <w:r w:rsidRPr="00730FAF">
        <w:rPr>
          <w:rFonts w:ascii="Arial" w:hAnsi="Arial" w:cs="Arial"/>
          <w:sz w:val="18"/>
          <w:szCs w:val="18"/>
        </w:rPr>
        <w:t xml:space="preserve"> </w:t>
      </w:r>
    </w:p>
    <w:p w:rsidR="00B9348A" w:rsidRPr="00730FAF" w:rsidRDefault="00B9348A" w:rsidP="00071D5A">
      <w:pPr>
        <w:pStyle w:val="Akapitzlist"/>
        <w:numPr>
          <w:ilvl w:val="0"/>
          <w:numId w:val="1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730FAF">
        <w:rPr>
          <w:rFonts w:ascii="Arial" w:hAnsi="Arial" w:cs="Arial"/>
          <w:sz w:val="18"/>
          <w:szCs w:val="18"/>
        </w:rPr>
        <w:t>Oświadczamy, iż</w:t>
      </w:r>
      <w:r w:rsidRPr="00730FAF">
        <w:rPr>
          <w:rFonts w:ascii="Arial" w:hAnsi="Arial" w:cs="Arial"/>
          <w:b/>
          <w:sz w:val="18"/>
          <w:szCs w:val="18"/>
        </w:rPr>
        <w:t xml:space="preserve"> okres gwarancji </w:t>
      </w:r>
      <w:r w:rsidRPr="00730FAF">
        <w:rPr>
          <w:rFonts w:ascii="Arial" w:hAnsi="Arial" w:cs="Arial"/>
          <w:sz w:val="18"/>
          <w:szCs w:val="18"/>
        </w:rPr>
        <w:t>wynosi: …………………..</w:t>
      </w:r>
      <w:r w:rsidR="00FF1F52" w:rsidRPr="00730FAF">
        <w:rPr>
          <w:rFonts w:ascii="Arial" w:hAnsi="Arial" w:cs="Arial"/>
          <w:sz w:val="18"/>
          <w:szCs w:val="18"/>
        </w:rPr>
        <w:t xml:space="preserve">  miesięcy (min</w:t>
      </w:r>
      <w:r w:rsidR="00E519A5">
        <w:rPr>
          <w:rFonts w:ascii="Arial" w:hAnsi="Arial" w:cs="Arial"/>
          <w:sz w:val="18"/>
          <w:szCs w:val="18"/>
        </w:rPr>
        <w:t>imalny okres gwarancji wynosi 36</w:t>
      </w:r>
      <w:r w:rsidR="00FF1F52" w:rsidRPr="00730FAF">
        <w:rPr>
          <w:rFonts w:ascii="Arial" w:hAnsi="Arial" w:cs="Arial"/>
          <w:sz w:val="18"/>
          <w:szCs w:val="18"/>
        </w:rPr>
        <w:t xml:space="preserve"> m-</w:t>
      </w:r>
      <w:proofErr w:type="spellStart"/>
      <w:r w:rsidR="00FF1F52" w:rsidRPr="00730FAF">
        <w:rPr>
          <w:rFonts w:ascii="Arial" w:hAnsi="Arial" w:cs="Arial"/>
          <w:sz w:val="18"/>
          <w:szCs w:val="18"/>
        </w:rPr>
        <w:t>cy</w:t>
      </w:r>
      <w:proofErr w:type="spellEnd"/>
      <w:r w:rsidR="00FF1F52" w:rsidRPr="00730FAF">
        <w:rPr>
          <w:rFonts w:ascii="Arial" w:hAnsi="Arial" w:cs="Arial"/>
          <w:sz w:val="18"/>
          <w:szCs w:val="18"/>
        </w:rPr>
        <w:t>)</w:t>
      </w:r>
      <w:r w:rsidR="00FF1F52" w:rsidRPr="00730FAF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FF1F52" w:rsidRPr="00730FAF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:rsidR="00EB4D7A" w:rsidRPr="00D63968" w:rsidRDefault="00EB4D7A" w:rsidP="00071D5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160FE1" w:rsidRDefault="00EB4D7A" w:rsidP="00071D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.</w:t>
      </w:r>
    </w:p>
    <w:p w:rsidR="00EB4D7A" w:rsidRPr="00D63968" w:rsidRDefault="00EB4D7A" w:rsidP="00071D5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D63968">
        <w:rPr>
          <w:rFonts w:ascii="Arial" w:hAnsi="Arial" w:cs="Arial"/>
          <w:sz w:val="18"/>
          <w:szCs w:val="18"/>
        </w:rPr>
        <w:t>:</w:t>
      </w:r>
    </w:p>
    <w:p w:rsidR="00EB4D7A" w:rsidRPr="00D63968" w:rsidRDefault="00EB4D7A" w:rsidP="00887AE1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 w:rsidR="00B9348A">
        <w:rPr>
          <w:rFonts w:ascii="Arial" w:hAnsi="Arial" w:cs="Arial"/>
        </w:rPr>
        <w:t>…………………………………………………………………………………</w:t>
      </w:r>
    </w:p>
    <w:p w:rsidR="00EB4D7A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EB4D7A" w:rsidRPr="004F242D" w:rsidRDefault="00EB4D7A" w:rsidP="00EB4D7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EB4D7A" w:rsidRPr="002527F2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EB4D7A" w:rsidRPr="00D44061" w:rsidRDefault="00EB4D7A" w:rsidP="00D44061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D44061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D44061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</w:t>
      </w:r>
      <w:r w:rsidR="00D44061">
        <w:rPr>
          <w:rFonts w:ascii="Arial" w:hAnsi="Arial" w:cs="Arial"/>
          <w:sz w:val="18"/>
          <w:szCs w:val="18"/>
          <w:lang w:val="en-US"/>
        </w:rPr>
        <w:t>……</w:t>
      </w:r>
    </w:p>
    <w:p w:rsidR="00EB4D7A" w:rsidRPr="002527F2" w:rsidRDefault="00EB4D7A" w:rsidP="00071D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 w:rsidR="00E32855"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 w:rsidR="00FC7A39">
        <w:rPr>
          <w:rFonts w:ascii="Arial" w:hAnsi="Arial" w:cs="Arial"/>
          <w:sz w:val="18"/>
          <w:szCs w:val="18"/>
        </w:rPr>
        <w:t>szystkich załącznikach do niej.</w:t>
      </w:r>
    </w:p>
    <w:p w:rsidR="00EB4D7A" w:rsidRPr="004179BE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66174B" w:rsidRDefault="00EB4D7A" w:rsidP="00071D5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9348A">
        <w:rPr>
          <w:rFonts w:ascii="Arial" w:hAnsi="Arial" w:cs="Arial"/>
          <w:sz w:val="18"/>
          <w:szCs w:val="18"/>
        </w:rPr>
        <w:t xml:space="preserve">Oświadczamy, iż </w:t>
      </w:r>
      <w:r w:rsidR="00583BBA">
        <w:rPr>
          <w:rFonts w:ascii="Arial" w:hAnsi="Arial" w:cs="Arial"/>
          <w:sz w:val="18"/>
          <w:szCs w:val="18"/>
        </w:rPr>
        <w:t>oferowane urządzenie</w:t>
      </w:r>
      <w:r w:rsidR="00E519A5">
        <w:rPr>
          <w:rFonts w:ascii="Arial" w:hAnsi="Arial" w:cs="Arial"/>
          <w:sz w:val="18"/>
          <w:szCs w:val="18"/>
        </w:rPr>
        <w:t xml:space="preserve"> jest </w:t>
      </w:r>
      <w:r w:rsidR="00ED7ADA" w:rsidRPr="00B9348A">
        <w:rPr>
          <w:rFonts w:ascii="Arial" w:hAnsi="Arial" w:cs="Arial"/>
          <w:sz w:val="18"/>
          <w:szCs w:val="18"/>
        </w:rPr>
        <w:t>fabrycz</w:t>
      </w:r>
      <w:r w:rsidR="007B5242">
        <w:rPr>
          <w:rFonts w:ascii="Arial" w:hAnsi="Arial" w:cs="Arial"/>
          <w:sz w:val="18"/>
          <w:szCs w:val="18"/>
        </w:rPr>
        <w:t>nie nowe i nie</w:t>
      </w:r>
      <w:r w:rsidR="00E519A5">
        <w:rPr>
          <w:rFonts w:ascii="Arial" w:hAnsi="Arial" w:cs="Arial"/>
          <w:sz w:val="18"/>
          <w:szCs w:val="18"/>
        </w:rPr>
        <w:t>używane, pochodzi</w:t>
      </w:r>
      <w:r w:rsidRPr="00B9348A">
        <w:rPr>
          <w:rFonts w:ascii="Arial" w:hAnsi="Arial" w:cs="Arial"/>
          <w:sz w:val="18"/>
          <w:szCs w:val="18"/>
        </w:rPr>
        <w:t xml:space="preserve"> z bieżącej produkcji</w:t>
      </w:r>
      <w:r w:rsidR="000E1022" w:rsidRPr="00B9348A">
        <w:rPr>
          <w:rFonts w:ascii="Arial" w:hAnsi="Arial" w:cs="Arial"/>
          <w:sz w:val="18"/>
          <w:szCs w:val="18"/>
        </w:rPr>
        <w:t xml:space="preserve"> (</w:t>
      </w:r>
      <w:r w:rsidR="00545275">
        <w:rPr>
          <w:rFonts w:ascii="Arial" w:hAnsi="Arial" w:cs="Arial"/>
          <w:sz w:val="18"/>
          <w:szCs w:val="18"/>
        </w:rPr>
        <w:t xml:space="preserve">nie wcześniej niż </w:t>
      </w:r>
      <w:r w:rsidR="002C6B5F" w:rsidRPr="00B9348A">
        <w:rPr>
          <w:rFonts w:ascii="Arial" w:hAnsi="Arial" w:cs="Arial"/>
          <w:sz w:val="18"/>
          <w:szCs w:val="18"/>
        </w:rPr>
        <w:t>2014)</w:t>
      </w:r>
      <w:r w:rsidR="00B9348A">
        <w:rPr>
          <w:rFonts w:ascii="Arial" w:hAnsi="Arial" w:cs="Arial"/>
          <w:sz w:val="18"/>
          <w:szCs w:val="18"/>
        </w:rPr>
        <w:t>.</w:t>
      </w:r>
    </w:p>
    <w:p w:rsidR="0066174B" w:rsidRPr="0066174B" w:rsidRDefault="0066174B" w:rsidP="00071D5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174B">
        <w:rPr>
          <w:rFonts w:ascii="Arial" w:hAnsi="Arial" w:cs="Arial"/>
          <w:sz w:val="18"/>
          <w:szCs w:val="18"/>
        </w:rPr>
        <w:t>Oświadczamy, iż zapewn</w:t>
      </w:r>
      <w:r w:rsidR="005A0EF1">
        <w:rPr>
          <w:rFonts w:ascii="Arial" w:hAnsi="Arial" w:cs="Arial"/>
          <w:sz w:val="18"/>
          <w:szCs w:val="18"/>
        </w:rPr>
        <w:t xml:space="preserve">imy serwis techniczny </w:t>
      </w:r>
      <w:r w:rsidR="00E519A5">
        <w:rPr>
          <w:rFonts w:ascii="Arial" w:hAnsi="Arial" w:cs="Arial"/>
          <w:sz w:val="18"/>
          <w:szCs w:val="18"/>
        </w:rPr>
        <w:t>urządzenia</w:t>
      </w:r>
      <w:r w:rsidR="005A0EF1">
        <w:rPr>
          <w:rFonts w:ascii="Arial" w:hAnsi="Arial" w:cs="Arial"/>
          <w:sz w:val="18"/>
          <w:szCs w:val="18"/>
        </w:rPr>
        <w:t xml:space="preserve"> </w:t>
      </w:r>
      <w:r w:rsidRPr="0066174B">
        <w:rPr>
          <w:rFonts w:ascii="Arial" w:hAnsi="Arial" w:cs="Arial"/>
          <w:sz w:val="18"/>
          <w:szCs w:val="18"/>
        </w:rPr>
        <w:t>w okresie gwarancji</w:t>
      </w:r>
      <w:r w:rsidR="006C1C06">
        <w:rPr>
          <w:rFonts w:ascii="Arial" w:hAnsi="Arial" w:cs="Arial"/>
          <w:sz w:val="18"/>
          <w:szCs w:val="18"/>
        </w:rPr>
        <w:t xml:space="preserve"> na terenie kraju</w:t>
      </w:r>
      <w:r w:rsidRPr="0066174B">
        <w:rPr>
          <w:rFonts w:ascii="Arial" w:hAnsi="Arial" w:cs="Arial"/>
          <w:sz w:val="18"/>
          <w:szCs w:val="18"/>
        </w:rPr>
        <w:t xml:space="preserve">. 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Dane kontaktowe serwisu:</w:t>
      </w:r>
    </w:p>
    <w:p w:rsidR="0066174B" w:rsidRPr="00F944A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Adres serwisu: ………………………………………………</w:t>
      </w:r>
    </w:p>
    <w:p w:rsidR="0066174B" w:rsidRDefault="0066174B" w:rsidP="0066174B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F944AB">
        <w:rPr>
          <w:rFonts w:ascii="Arial" w:hAnsi="Arial" w:cs="Arial"/>
          <w:sz w:val="18"/>
          <w:szCs w:val="18"/>
        </w:rPr>
        <w:t>Tel. ……………………………………………………… faks …………………………………….e-mail ……………………………….</w:t>
      </w:r>
    </w:p>
    <w:p w:rsidR="00730FAF" w:rsidRPr="00E519A5" w:rsidRDefault="00EB4D7A" w:rsidP="00D7546A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EB4D7A" w:rsidRDefault="00EB4D7A" w:rsidP="00071D5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EB4D7A" w:rsidRDefault="00EB4D7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9374F3">
        <w:rPr>
          <w:rFonts w:ascii="Arial" w:hAnsi="Arial" w:cs="Arial"/>
          <w:bCs/>
          <w:sz w:val="18"/>
          <w:szCs w:val="18"/>
        </w:rPr>
        <w:t>.</w:t>
      </w:r>
    </w:p>
    <w:p w:rsidR="00583BBA" w:rsidRDefault="00583BB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583BBA" w:rsidRDefault="00583BBA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519A5" w:rsidRDefault="00E519A5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519A5" w:rsidRPr="009374F3" w:rsidRDefault="00E519A5" w:rsidP="009374F3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</w:p>
    <w:p w:rsidR="00EB4D7A" w:rsidRPr="00AC1A1A" w:rsidRDefault="00EB4D7A" w:rsidP="00071D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266770" w:rsidRDefault="00EB4D7A" w:rsidP="00EB4D7A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EB4D7A" w:rsidRPr="00DB4441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EB4D7A" w:rsidRPr="007B3FEE" w:rsidRDefault="00EB4D7A" w:rsidP="00EB4D7A">
      <w:pPr>
        <w:ind w:left="142"/>
        <w:jc w:val="both"/>
        <w:rPr>
          <w:rFonts w:ascii="Arial" w:hAnsi="Arial" w:cs="Arial"/>
        </w:rPr>
      </w:pPr>
    </w:p>
    <w:p w:rsidR="00EB4D7A" w:rsidRPr="00B72237" w:rsidRDefault="00EB4D7A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EB4D7A" w:rsidRPr="00B72237" w:rsidRDefault="00EB4D7A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B4D7A" w:rsidRPr="007B3FEE" w:rsidRDefault="00EB4D7A" w:rsidP="00EB4D7A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5A0EF1" w:rsidRPr="007B3FEE" w:rsidRDefault="005A0EF1" w:rsidP="005A0EF1">
      <w:pPr>
        <w:ind w:left="709"/>
        <w:jc w:val="both"/>
        <w:rPr>
          <w:rFonts w:ascii="Arial" w:hAnsi="Arial" w:cs="Arial"/>
        </w:rPr>
      </w:pPr>
    </w:p>
    <w:p w:rsidR="005A0EF1" w:rsidRPr="00B72237" w:rsidRDefault="005A0EF1" w:rsidP="00071D5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D44061" w:rsidRDefault="00D4406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5A0EF1" w:rsidRDefault="005A0EF1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434B06" w:rsidRDefault="00534173" w:rsidP="00534173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reprezentowania Wykonawcy</w:t>
      </w:r>
    </w:p>
    <w:p w:rsidR="00434B06" w:rsidRDefault="00434B06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D7546A" w:rsidRDefault="00D7546A" w:rsidP="00FC7A39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D7546A" w:rsidSect="00ED3902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FAF" w:rsidRDefault="00730FAF" w:rsidP="007B3FEE">
      <w:r>
        <w:separator/>
      </w:r>
    </w:p>
  </w:endnote>
  <w:endnote w:type="continuationSeparator" w:id="0">
    <w:p w:rsidR="00730FAF" w:rsidRDefault="00730FAF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FAF" w:rsidRDefault="00730F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0FAF" w:rsidRDefault="00730F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30FAF" w:rsidRDefault="00730FAF">
            <w:pPr>
              <w:pStyle w:val="Stopka"/>
              <w:jc w:val="right"/>
            </w:pPr>
          </w:p>
          <w:p w:rsidR="00730FAF" w:rsidRDefault="00730FAF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083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083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30FAF" w:rsidRDefault="00730FA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FAF" w:rsidRDefault="00730FAF" w:rsidP="007B3FEE">
      <w:r>
        <w:separator/>
      </w:r>
    </w:p>
  </w:footnote>
  <w:footnote w:type="continuationSeparator" w:id="0">
    <w:p w:rsidR="00730FAF" w:rsidRDefault="00730FAF" w:rsidP="007B3FEE">
      <w:r>
        <w:continuationSeparator/>
      </w:r>
    </w:p>
  </w:footnote>
  <w:footnote w:id="1">
    <w:p w:rsidR="009173C5" w:rsidRPr="00FF1F52" w:rsidRDefault="009173C5" w:rsidP="00646DCC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Wykonawca winien podać w ofer</w:t>
      </w:r>
      <w:r>
        <w:rPr>
          <w:rFonts w:ascii="Arial" w:hAnsi="Arial" w:cs="Arial"/>
          <w:sz w:val="16"/>
          <w:szCs w:val="16"/>
        </w:rPr>
        <w:t xml:space="preserve">cie nazwę producenta urządzenia </w:t>
      </w:r>
      <w:r w:rsidRPr="00FF1F52">
        <w:rPr>
          <w:rFonts w:ascii="Arial" w:hAnsi="Arial" w:cs="Arial"/>
          <w:sz w:val="16"/>
          <w:szCs w:val="16"/>
        </w:rPr>
        <w:t>wraz</w:t>
      </w:r>
      <w:r>
        <w:rPr>
          <w:rFonts w:ascii="Arial" w:hAnsi="Arial" w:cs="Arial"/>
          <w:sz w:val="16"/>
          <w:szCs w:val="16"/>
        </w:rPr>
        <w:t xml:space="preserve"> z podaniem modelu/typu urządzenia</w:t>
      </w:r>
      <w:r w:rsidRPr="00FF1F52">
        <w:rPr>
          <w:rFonts w:ascii="Arial" w:hAnsi="Arial" w:cs="Arial"/>
          <w:sz w:val="16"/>
          <w:szCs w:val="16"/>
        </w:rPr>
        <w:t xml:space="preserve"> lub -  przypadku braku takich oznaczeń - innych, przypisanych wyłącznie temu produktowi cech, jednoznacznie identyfi</w:t>
      </w:r>
      <w:r>
        <w:rPr>
          <w:rFonts w:ascii="Arial" w:hAnsi="Arial" w:cs="Arial"/>
          <w:sz w:val="16"/>
          <w:szCs w:val="16"/>
        </w:rPr>
        <w:t>kujących zaoferowane urządzenie.</w:t>
      </w:r>
    </w:p>
  </w:footnote>
  <w:footnote w:id="2">
    <w:p w:rsidR="00730FAF" w:rsidRPr="00E519A5" w:rsidRDefault="00730FAF" w:rsidP="00FF1F52">
      <w:pPr>
        <w:pStyle w:val="Tekstprzypisudolnego"/>
        <w:rPr>
          <w:rFonts w:ascii="Arial" w:hAnsi="Arial" w:cs="Arial"/>
          <w:sz w:val="16"/>
          <w:szCs w:val="16"/>
          <w:u w:val="single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Oferty w kryterium gwarancja będą punktowane, jeśli Wykonawca zaoferuje dla </w:t>
      </w:r>
      <w:r w:rsidR="00E519A5">
        <w:rPr>
          <w:rFonts w:ascii="Arial" w:hAnsi="Arial" w:cs="Arial"/>
          <w:sz w:val="16"/>
          <w:szCs w:val="16"/>
        </w:rPr>
        <w:t>urządzenia wskazanego</w:t>
      </w:r>
      <w:r w:rsidRPr="00FF1F52">
        <w:rPr>
          <w:rFonts w:ascii="Arial" w:hAnsi="Arial" w:cs="Arial"/>
          <w:sz w:val="16"/>
          <w:szCs w:val="16"/>
        </w:rPr>
        <w:t xml:space="preserve"> w formularzu oferty - gwarancję w </w:t>
      </w:r>
      <w:r w:rsidRPr="00FF1F52">
        <w:rPr>
          <w:rFonts w:ascii="Arial" w:hAnsi="Arial" w:cs="Arial"/>
          <w:b/>
          <w:sz w:val="16"/>
          <w:szCs w:val="16"/>
        </w:rPr>
        <w:t>pełnych miesiącach</w:t>
      </w:r>
      <w:r w:rsidRPr="00FF1F52">
        <w:rPr>
          <w:rFonts w:ascii="Arial" w:hAnsi="Arial" w:cs="Arial"/>
          <w:sz w:val="16"/>
          <w:szCs w:val="16"/>
        </w:rPr>
        <w:t xml:space="preserve"> (nie dopuszcza się zapisów typu: gwarancja dożywotnia itp.)</w:t>
      </w:r>
      <w:r w:rsidRPr="00FF1F52">
        <w:rPr>
          <w:rFonts w:ascii="Arial" w:hAnsi="Arial" w:cs="Arial"/>
          <w:b/>
          <w:sz w:val="16"/>
          <w:szCs w:val="16"/>
        </w:rPr>
        <w:t xml:space="preserve">. </w:t>
      </w:r>
      <w:r w:rsidRPr="00FF1F52">
        <w:rPr>
          <w:rFonts w:ascii="Arial" w:hAnsi="Arial" w:cs="Arial"/>
          <w:sz w:val="16"/>
          <w:szCs w:val="16"/>
        </w:rPr>
        <w:t>Jeżeli Wykonawca</w:t>
      </w:r>
      <w:r w:rsidRPr="00FF1F52">
        <w:rPr>
          <w:rFonts w:ascii="Arial" w:hAnsi="Arial" w:cs="Arial"/>
          <w:b/>
          <w:sz w:val="16"/>
          <w:szCs w:val="16"/>
        </w:rPr>
        <w:t xml:space="preserve"> </w:t>
      </w:r>
      <w:r w:rsidRPr="00FF1F52">
        <w:rPr>
          <w:rFonts w:ascii="Arial" w:hAnsi="Arial" w:cs="Arial"/>
          <w:sz w:val="16"/>
          <w:szCs w:val="16"/>
        </w:rPr>
        <w:t>zaoferuje termin gwarancji w niepełnych miesiącach, oferta taka nie będzie oceniana w kryterium oceny ofert gwarancja i otrzyma 0 pkt.</w:t>
      </w:r>
      <w:r w:rsidR="00053F66">
        <w:rPr>
          <w:rFonts w:ascii="Arial" w:hAnsi="Arial" w:cs="Arial"/>
          <w:sz w:val="16"/>
          <w:szCs w:val="16"/>
        </w:rPr>
        <w:t xml:space="preserve"> Szczegóły dotyczące przyznawania punktów w</w:t>
      </w:r>
      <w:r w:rsidR="00053F66" w:rsidRPr="00053F66">
        <w:rPr>
          <w:rFonts w:ascii="Arial" w:hAnsi="Arial" w:cs="Arial"/>
          <w:i/>
          <w:sz w:val="16"/>
          <w:szCs w:val="16"/>
        </w:rPr>
        <w:t xml:space="preserve"> kryterium gwarancja</w:t>
      </w:r>
      <w:r w:rsidR="00053F66">
        <w:rPr>
          <w:rFonts w:ascii="Arial" w:hAnsi="Arial" w:cs="Arial"/>
          <w:sz w:val="16"/>
          <w:szCs w:val="16"/>
        </w:rPr>
        <w:t xml:space="preserve"> zawiera rozdział XI SIWZ.</w:t>
      </w:r>
    </w:p>
  </w:footnote>
  <w:footnote w:id="3">
    <w:p w:rsidR="00730FAF" w:rsidRPr="00FF1F52" w:rsidRDefault="00730FAF" w:rsidP="001B114E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99" w:hanging="199"/>
        <w:jc w:val="both"/>
        <w:rPr>
          <w:rFonts w:ascii="Arial" w:hAnsi="Arial" w:cs="Arial"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</w:t>
      </w:r>
      <w:r w:rsidRPr="00FF1F52">
        <w:rPr>
          <w:rFonts w:ascii="Arial" w:hAnsi="Arial" w:cs="Arial"/>
          <w:sz w:val="16"/>
          <w:szCs w:val="16"/>
          <w:lang w:eastAsia="en-US"/>
        </w:rPr>
        <w:t xml:space="preserve">W przypadku, gdy wykonawca polega na </w:t>
      </w:r>
      <w:r w:rsidR="0002679D">
        <w:rPr>
          <w:rFonts w:ascii="Arial" w:hAnsi="Arial" w:cs="Arial"/>
          <w:sz w:val="16"/>
          <w:szCs w:val="16"/>
          <w:lang w:eastAsia="en-US"/>
        </w:rPr>
        <w:t>zasobach innych podmiotów ust. 6</w:t>
      </w:r>
      <w:r w:rsidRPr="00FF1F52">
        <w:rPr>
          <w:rFonts w:ascii="Arial" w:hAnsi="Arial" w:cs="Arial"/>
          <w:sz w:val="16"/>
          <w:szCs w:val="16"/>
          <w:lang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4">
    <w:p w:rsidR="00730FAF" w:rsidRPr="00FF1F52" w:rsidRDefault="00730FAF" w:rsidP="001B114E">
      <w:pPr>
        <w:pStyle w:val="Tekstprzypisudolnego"/>
        <w:tabs>
          <w:tab w:val="left" w:pos="142"/>
          <w:tab w:val="left" w:pos="851"/>
        </w:tabs>
        <w:spacing w:before="60" w:after="60" w:line="276" w:lineRule="auto"/>
        <w:ind w:left="199" w:hanging="199"/>
        <w:jc w:val="both"/>
        <w:rPr>
          <w:rFonts w:ascii="Arial" w:hAnsi="Arial" w:cs="Arial"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F1F52">
        <w:rPr>
          <w:rFonts w:ascii="Arial" w:hAnsi="Arial" w:cs="Arial"/>
          <w:sz w:val="16"/>
          <w:szCs w:val="16"/>
        </w:rPr>
        <w:tab/>
      </w:r>
      <w:r w:rsidR="0002679D">
        <w:rPr>
          <w:rFonts w:ascii="Arial" w:hAnsi="Arial" w:cs="Arial"/>
          <w:sz w:val="16"/>
          <w:szCs w:val="16"/>
        </w:rPr>
        <w:t>W przypadku pozostawienia ust. 7</w:t>
      </w:r>
      <w:r w:rsidRPr="00FF1F52">
        <w:rPr>
          <w:rFonts w:ascii="Arial" w:hAnsi="Arial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5">
    <w:p w:rsidR="00730FAF" w:rsidRPr="009B2C4B" w:rsidRDefault="00730FAF" w:rsidP="001B114E">
      <w:pPr>
        <w:pStyle w:val="Tekstprzypisudolnego"/>
        <w:tabs>
          <w:tab w:val="left" w:pos="142"/>
        </w:tabs>
        <w:spacing w:before="60" w:after="60" w:line="276" w:lineRule="auto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FF1F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F52">
        <w:rPr>
          <w:rFonts w:ascii="Arial" w:hAnsi="Arial" w:cs="Arial"/>
          <w:sz w:val="16"/>
          <w:szCs w:val="16"/>
        </w:rPr>
        <w:t xml:space="preserve"> </w:t>
      </w:r>
      <w:r w:rsidRPr="00FF1F52">
        <w:rPr>
          <w:rFonts w:ascii="Arial" w:hAnsi="Arial" w:cs="Arial"/>
          <w:iCs/>
          <w:sz w:val="16"/>
          <w:szCs w:val="16"/>
        </w:rPr>
        <w:t>W przypadku gdy Wykonawca należy do grupy kapi</w:t>
      </w:r>
      <w:r w:rsidR="0002679D">
        <w:rPr>
          <w:rFonts w:ascii="Arial" w:hAnsi="Arial" w:cs="Arial"/>
          <w:iCs/>
          <w:sz w:val="16"/>
          <w:szCs w:val="16"/>
        </w:rPr>
        <w:t>tałowej, należy wykreślić ust. 8</w:t>
      </w:r>
      <w:r w:rsidRPr="00FF1F52">
        <w:rPr>
          <w:rFonts w:ascii="Arial" w:hAnsi="Arial" w:cs="Arial"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 w:rsidRPr="00FF1F52">
        <w:rPr>
          <w:rFonts w:ascii="Arial" w:hAnsi="Arial" w:cs="Arial"/>
          <w:sz w:val="16"/>
          <w:szCs w:val="16"/>
        </w:rPr>
        <w:t xml:space="preserve"> 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889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235B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D45142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16DCC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8C6DC5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1692824"/>
    <w:multiLevelType w:val="hybridMultilevel"/>
    <w:tmpl w:val="C3E8154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500AD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5C13DFF"/>
    <w:multiLevelType w:val="hybridMultilevel"/>
    <w:tmpl w:val="1DE0A17C"/>
    <w:lvl w:ilvl="0" w:tplc="6A20DA8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679D"/>
    <w:rsid w:val="00027D31"/>
    <w:rsid w:val="00035E2C"/>
    <w:rsid w:val="00036420"/>
    <w:rsid w:val="00041BB6"/>
    <w:rsid w:val="00044B6B"/>
    <w:rsid w:val="00051A3D"/>
    <w:rsid w:val="00053F66"/>
    <w:rsid w:val="0006320E"/>
    <w:rsid w:val="000646C3"/>
    <w:rsid w:val="00064A7A"/>
    <w:rsid w:val="00064AC0"/>
    <w:rsid w:val="0007029F"/>
    <w:rsid w:val="000708C0"/>
    <w:rsid w:val="00071D5A"/>
    <w:rsid w:val="000724D5"/>
    <w:rsid w:val="00091C6A"/>
    <w:rsid w:val="00092D2A"/>
    <w:rsid w:val="00093AB6"/>
    <w:rsid w:val="00093F06"/>
    <w:rsid w:val="000A2153"/>
    <w:rsid w:val="000A302E"/>
    <w:rsid w:val="000A4A1E"/>
    <w:rsid w:val="000C280E"/>
    <w:rsid w:val="000C6B3E"/>
    <w:rsid w:val="000D468C"/>
    <w:rsid w:val="000D7296"/>
    <w:rsid w:val="000D7317"/>
    <w:rsid w:val="000E1022"/>
    <w:rsid w:val="000E67DB"/>
    <w:rsid w:val="000E7CE3"/>
    <w:rsid w:val="00103685"/>
    <w:rsid w:val="00110E92"/>
    <w:rsid w:val="00111919"/>
    <w:rsid w:val="00125A1C"/>
    <w:rsid w:val="00130759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81484"/>
    <w:rsid w:val="00183F29"/>
    <w:rsid w:val="0018752D"/>
    <w:rsid w:val="0019106A"/>
    <w:rsid w:val="00191FAA"/>
    <w:rsid w:val="00195A52"/>
    <w:rsid w:val="001B114E"/>
    <w:rsid w:val="001B5397"/>
    <w:rsid w:val="001B5F62"/>
    <w:rsid w:val="001B7AB8"/>
    <w:rsid w:val="001D1285"/>
    <w:rsid w:val="001D2328"/>
    <w:rsid w:val="001D317E"/>
    <w:rsid w:val="001E3554"/>
    <w:rsid w:val="001E786D"/>
    <w:rsid w:val="0020312E"/>
    <w:rsid w:val="00204B46"/>
    <w:rsid w:val="002137CC"/>
    <w:rsid w:val="00222128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05CB2"/>
    <w:rsid w:val="00317DB9"/>
    <w:rsid w:val="00326273"/>
    <w:rsid w:val="00333B3B"/>
    <w:rsid w:val="00346A6E"/>
    <w:rsid w:val="00350630"/>
    <w:rsid w:val="00357A6B"/>
    <w:rsid w:val="00363648"/>
    <w:rsid w:val="00372E5D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070C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2158"/>
    <w:rsid w:val="004179BE"/>
    <w:rsid w:val="004321AA"/>
    <w:rsid w:val="00434B06"/>
    <w:rsid w:val="0043777E"/>
    <w:rsid w:val="0044251A"/>
    <w:rsid w:val="00457295"/>
    <w:rsid w:val="00457D22"/>
    <w:rsid w:val="00464E8A"/>
    <w:rsid w:val="004659D3"/>
    <w:rsid w:val="00474CC6"/>
    <w:rsid w:val="004800BB"/>
    <w:rsid w:val="00481320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173"/>
    <w:rsid w:val="00534696"/>
    <w:rsid w:val="005448CF"/>
    <w:rsid w:val="00545275"/>
    <w:rsid w:val="005553B6"/>
    <w:rsid w:val="00571A6B"/>
    <w:rsid w:val="00572561"/>
    <w:rsid w:val="00574CEA"/>
    <w:rsid w:val="00577489"/>
    <w:rsid w:val="00583BBA"/>
    <w:rsid w:val="00590B55"/>
    <w:rsid w:val="005938CE"/>
    <w:rsid w:val="00594A6B"/>
    <w:rsid w:val="005A0EF1"/>
    <w:rsid w:val="005A51C3"/>
    <w:rsid w:val="005A5A84"/>
    <w:rsid w:val="005A6722"/>
    <w:rsid w:val="005B11C5"/>
    <w:rsid w:val="005B24BF"/>
    <w:rsid w:val="005B3596"/>
    <w:rsid w:val="005C0C61"/>
    <w:rsid w:val="005C2E44"/>
    <w:rsid w:val="005C53B3"/>
    <w:rsid w:val="005C5E36"/>
    <w:rsid w:val="005D6598"/>
    <w:rsid w:val="005E4D45"/>
    <w:rsid w:val="005F2B7C"/>
    <w:rsid w:val="005F3BDA"/>
    <w:rsid w:val="00604556"/>
    <w:rsid w:val="00604972"/>
    <w:rsid w:val="00604CFC"/>
    <w:rsid w:val="006131BC"/>
    <w:rsid w:val="00613F44"/>
    <w:rsid w:val="00626A08"/>
    <w:rsid w:val="00627D91"/>
    <w:rsid w:val="00627F26"/>
    <w:rsid w:val="00631014"/>
    <w:rsid w:val="00646DCC"/>
    <w:rsid w:val="00651A8C"/>
    <w:rsid w:val="00660343"/>
    <w:rsid w:val="00661134"/>
    <w:rsid w:val="0066174B"/>
    <w:rsid w:val="006652B3"/>
    <w:rsid w:val="00667672"/>
    <w:rsid w:val="00670988"/>
    <w:rsid w:val="006741C8"/>
    <w:rsid w:val="00680122"/>
    <w:rsid w:val="0068068F"/>
    <w:rsid w:val="006A3FCF"/>
    <w:rsid w:val="006A6B80"/>
    <w:rsid w:val="006B38BF"/>
    <w:rsid w:val="006C1C06"/>
    <w:rsid w:val="006C35C8"/>
    <w:rsid w:val="006C77CC"/>
    <w:rsid w:val="006D0194"/>
    <w:rsid w:val="006D5511"/>
    <w:rsid w:val="006D794A"/>
    <w:rsid w:val="006E1421"/>
    <w:rsid w:val="006E766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2741D"/>
    <w:rsid w:val="00730FAF"/>
    <w:rsid w:val="00737DF0"/>
    <w:rsid w:val="007416DD"/>
    <w:rsid w:val="007623CF"/>
    <w:rsid w:val="007748E5"/>
    <w:rsid w:val="007774E6"/>
    <w:rsid w:val="0079090A"/>
    <w:rsid w:val="007A010C"/>
    <w:rsid w:val="007A3962"/>
    <w:rsid w:val="007A3FC4"/>
    <w:rsid w:val="007B3691"/>
    <w:rsid w:val="007B3FEE"/>
    <w:rsid w:val="007B5242"/>
    <w:rsid w:val="007C05E6"/>
    <w:rsid w:val="007C1E03"/>
    <w:rsid w:val="007C542B"/>
    <w:rsid w:val="007D2B3D"/>
    <w:rsid w:val="007F3342"/>
    <w:rsid w:val="00802A89"/>
    <w:rsid w:val="00820A1F"/>
    <w:rsid w:val="00831943"/>
    <w:rsid w:val="00833883"/>
    <w:rsid w:val="00843B62"/>
    <w:rsid w:val="0084571F"/>
    <w:rsid w:val="008474F0"/>
    <w:rsid w:val="00851A0C"/>
    <w:rsid w:val="00853BE7"/>
    <w:rsid w:val="00855A8A"/>
    <w:rsid w:val="00863585"/>
    <w:rsid w:val="008643EA"/>
    <w:rsid w:val="00872656"/>
    <w:rsid w:val="00872FCB"/>
    <w:rsid w:val="0087338C"/>
    <w:rsid w:val="00875F30"/>
    <w:rsid w:val="00875F5E"/>
    <w:rsid w:val="008835D3"/>
    <w:rsid w:val="00886064"/>
    <w:rsid w:val="00887AE1"/>
    <w:rsid w:val="0089083D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309"/>
    <w:rsid w:val="008D3A42"/>
    <w:rsid w:val="008D4B95"/>
    <w:rsid w:val="008E7C7D"/>
    <w:rsid w:val="008F1A25"/>
    <w:rsid w:val="008F3D8B"/>
    <w:rsid w:val="008F6CCD"/>
    <w:rsid w:val="00902799"/>
    <w:rsid w:val="009041FE"/>
    <w:rsid w:val="00907E86"/>
    <w:rsid w:val="00916703"/>
    <w:rsid w:val="0091727C"/>
    <w:rsid w:val="009173C5"/>
    <w:rsid w:val="009178AF"/>
    <w:rsid w:val="009236A1"/>
    <w:rsid w:val="0093186A"/>
    <w:rsid w:val="00932377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C4B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90A06"/>
    <w:rsid w:val="00A91ED0"/>
    <w:rsid w:val="00A941EF"/>
    <w:rsid w:val="00AA2031"/>
    <w:rsid w:val="00AA7028"/>
    <w:rsid w:val="00AA7C83"/>
    <w:rsid w:val="00AB3A50"/>
    <w:rsid w:val="00AC0C2B"/>
    <w:rsid w:val="00AC1A1A"/>
    <w:rsid w:val="00AC2537"/>
    <w:rsid w:val="00AD2089"/>
    <w:rsid w:val="00AF2BB1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4045"/>
    <w:rsid w:val="00B61DCD"/>
    <w:rsid w:val="00B71094"/>
    <w:rsid w:val="00B72237"/>
    <w:rsid w:val="00B7466E"/>
    <w:rsid w:val="00B75211"/>
    <w:rsid w:val="00B808E7"/>
    <w:rsid w:val="00B81FAD"/>
    <w:rsid w:val="00B84340"/>
    <w:rsid w:val="00B9348A"/>
    <w:rsid w:val="00B945FD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17FE8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B7645"/>
    <w:rsid w:val="00CC050B"/>
    <w:rsid w:val="00CF1D58"/>
    <w:rsid w:val="00CF4D8C"/>
    <w:rsid w:val="00CF6C5A"/>
    <w:rsid w:val="00D01FCD"/>
    <w:rsid w:val="00D11A7E"/>
    <w:rsid w:val="00D12A30"/>
    <w:rsid w:val="00D135F0"/>
    <w:rsid w:val="00D17807"/>
    <w:rsid w:val="00D265FC"/>
    <w:rsid w:val="00D275D3"/>
    <w:rsid w:val="00D316C5"/>
    <w:rsid w:val="00D44061"/>
    <w:rsid w:val="00D5123E"/>
    <w:rsid w:val="00D5147A"/>
    <w:rsid w:val="00D60C6E"/>
    <w:rsid w:val="00D63968"/>
    <w:rsid w:val="00D7546A"/>
    <w:rsid w:val="00D87E49"/>
    <w:rsid w:val="00DA1CAC"/>
    <w:rsid w:val="00DB4441"/>
    <w:rsid w:val="00DB4C62"/>
    <w:rsid w:val="00DB514A"/>
    <w:rsid w:val="00DC25E6"/>
    <w:rsid w:val="00DC4C33"/>
    <w:rsid w:val="00DC7441"/>
    <w:rsid w:val="00DD375E"/>
    <w:rsid w:val="00DD775E"/>
    <w:rsid w:val="00DE1E85"/>
    <w:rsid w:val="00DE273A"/>
    <w:rsid w:val="00DE396D"/>
    <w:rsid w:val="00DE4FEE"/>
    <w:rsid w:val="00DE5001"/>
    <w:rsid w:val="00DE52AB"/>
    <w:rsid w:val="00E059B9"/>
    <w:rsid w:val="00E069C0"/>
    <w:rsid w:val="00E10C54"/>
    <w:rsid w:val="00E10F1E"/>
    <w:rsid w:val="00E1411B"/>
    <w:rsid w:val="00E156F9"/>
    <w:rsid w:val="00E2200F"/>
    <w:rsid w:val="00E3169F"/>
    <w:rsid w:val="00E317AA"/>
    <w:rsid w:val="00E32855"/>
    <w:rsid w:val="00E3625F"/>
    <w:rsid w:val="00E41759"/>
    <w:rsid w:val="00E519A5"/>
    <w:rsid w:val="00E54393"/>
    <w:rsid w:val="00E6306E"/>
    <w:rsid w:val="00E66B58"/>
    <w:rsid w:val="00E710E4"/>
    <w:rsid w:val="00E71DD3"/>
    <w:rsid w:val="00E9011F"/>
    <w:rsid w:val="00EA0B95"/>
    <w:rsid w:val="00EA46BF"/>
    <w:rsid w:val="00EA50D3"/>
    <w:rsid w:val="00EA7BB7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1A09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3D80"/>
    <w:rsid w:val="00F93254"/>
    <w:rsid w:val="00F95E2E"/>
    <w:rsid w:val="00FA6730"/>
    <w:rsid w:val="00FC7A39"/>
    <w:rsid w:val="00FD15C5"/>
    <w:rsid w:val="00FE095D"/>
    <w:rsid w:val="00FE768C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E851-33F1-4FB7-A370-FD62A2D4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7F806E4</Template>
  <TotalTime>1641</TotalTime>
  <Pages>4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202</cp:revision>
  <cp:lastPrinted>2014-12-15T12:00:00Z</cp:lastPrinted>
  <dcterms:created xsi:type="dcterms:W3CDTF">2012-01-22T15:30:00Z</dcterms:created>
  <dcterms:modified xsi:type="dcterms:W3CDTF">2014-12-15T12:01:00Z</dcterms:modified>
</cp:coreProperties>
</file>