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387350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387350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387350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CC0A29" w:rsidRPr="00387350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nr 1B (wzór) </w:t>
      </w:r>
      <w:r w:rsidR="00105193">
        <w:rPr>
          <w:rFonts w:eastAsia="DejaVu Sans Condensed"/>
          <w:b/>
          <w:kern w:val="1"/>
          <w:sz w:val="16"/>
          <w:szCs w:val="16"/>
          <w:lang w:eastAsia="hi-IN" w:bidi="hi-IN"/>
        </w:rPr>
        <w:t>do SIWZ DZP.381.43</w:t>
      </w:r>
      <w:r w:rsidR="00864370">
        <w:rPr>
          <w:rFonts w:eastAsia="DejaVu Sans Condensed"/>
          <w:b/>
          <w:kern w:val="1"/>
          <w:sz w:val="16"/>
          <w:szCs w:val="16"/>
          <w:lang w:eastAsia="hi-IN" w:bidi="hi-IN"/>
        </w:rPr>
        <w:t>.2016</w:t>
      </w:r>
      <w:r w:rsidR="002D2758" w:rsidRPr="00387350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387350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387350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387350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387350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387350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387350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387350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387350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387350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387350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387350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387350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387350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387350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387350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387350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387350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387350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387350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387350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387350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387350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387350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387350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387350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387350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105193">
        <w:rPr>
          <w:rFonts w:eastAsia="DejaVu Sans Condensed"/>
          <w:b/>
          <w:kern w:val="1"/>
          <w:sz w:val="22"/>
          <w:lang w:eastAsia="hi-IN" w:bidi="hi-IN"/>
        </w:rPr>
        <w:t>DZP.381.43</w:t>
      </w:r>
      <w:r w:rsidR="00864370">
        <w:rPr>
          <w:rFonts w:eastAsia="DejaVu Sans Condensed"/>
          <w:b/>
          <w:kern w:val="1"/>
          <w:sz w:val="22"/>
          <w:lang w:eastAsia="hi-IN" w:bidi="hi-IN"/>
        </w:rPr>
        <w:t>.2016</w:t>
      </w:r>
      <w:r w:rsidR="002D2758" w:rsidRPr="00387350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387350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387350" w:rsidRDefault="000A13EB" w:rsidP="00CD3852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1855A1" w:rsidRPr="001855A1" w:rsidRDefault="00CD3852" w:rsidP="001855A1">
      <w:pPr>
        <w:spacing w:before="40" w:after="40" w:line="360" w:lineRule="auto"/>
        <w:contextualSpacing/>
        <w:jc w:val="center"/>
        <w:rPr>
          <w:rFonts w:eastAsia="Calibri"/>
          <w:b/>
          <w:bCs/>
          <w:sz w:val="24"/>
          <w:szCs w:val="24"/>
          <w:lang w:eastAsia="pl-PL"/>
        </w:rPr>
      </w:pPr>
      <w:r w:rsidRPr="00387350">
        <w:rPr>
          <w:rFonts w:eastAsia="Calibri"/>
          <w:b/>
          <w:bCs/>
          <w:sz w:val="24"/>
          <w:szCs w:val="24"/>
          <w:lang w:eastAsia="pl-PL"/>
        </w:rPr>
        <w:t>„</w:t>
      </w:r>
      <w:r w:rsidR="001855A1" w:rsidRPr="001855A1">
        <w:rPr>
          <w:rFonts w:eastAsia="Calibri"/>
          <w:b/>
          <w:bCs/>
          <w:sz w:val="24"/>
          <w:szCs w:val="24"/>
          <w:lang w:eastAsia="pl-PL"/>
        </w:rPr>
        <w:t xml:space="preserve">Dostawa </w:t>
      </w:r>
      <w:r w:rsidR="00105193">
        <w:rPr>
          <w:rFonts w:eastAsia="Calibri"/>
          <w:b/>
          <w:bCs/>
          <w:sz w:val="24"/>
          <w:szCs w:val="24"/>
          <w:lang w:eastAsia="pl-PL"/>
        </w:rPr>
        <w:t>sprzętu filmowego</w:t>
      </w:r>
      <w:r w:rsidR="001855A1" w:rsidRPr="001855A1">
        <w:rPr>
          <w:rFonts w:eastAsia="Calibri"/>
          <w:b/>
          <w:bCs/>
          <w:sz w:val="24"/>
          <w:szCs w:val="24"/>
          <w:lang w:eastAsia="pl-PL"/>
        </w:rPr>
        <w:t xml:space="preserve"> dla Wydziału Radia i Telewizji </w:t>
      </w:r>
    </w:p>
    <w:p w:rsidR="000A13EB" w:rsidRDefault="001855A1" w:rsidP="001855A1">
      <w:pPr>
        <w:spacing w:before="40" w:after="40" w:line="360" w:lineRule="auto"/>
        <w:contextualSpacing/>
        <w:jc w:val="center"/>
        <w:rPr>
          <w:rFonts w:eastAsia="Calibri"/>
          <w:b/>
          <w:bCs/>
          <w:sz w:val="24"/>
          <w:szCs w:val="24"/>
          <w:lang w:eastAsia="pl-PL"/>
        </w:rPr>
      </w:pPr>
      <w:r w:rsidRPr="001855A1">
        <w:rPr>
          <w:rFonts w:eastAsia="Calibri"/>
          <w:b/>
          <w:bCs/>
          <w:sz w:val="24"/>
          <w:szCs w:val="24"/>
          <w:lang w:eastAsia="pl-PL"/>
        </w:rPr>
        <w:t>im. Krzysztofa Kieślowskiego Uniwersytetu Śląskiego w Katowicach</w:t>
      </w:r>
      <w:r w:rsidR="00CD3852" w:rsidRPr="00CD3852">
        <w:rPr>
          <w:rFonts w:eastAsia="Calibri"/>
          <w:b/>
          <w:bCs/>
          <w:sz w:val="24"/>
          <w:szCs w:val="24"/>
          <w:lang w:eastAsia="pl-PL"/>
        </w:rPr>
        <w:t>”</w:t>
      </w:r>
    </w:p>
    <w:p w:rsidR="00CD3852" w:rsidRPr="00CD3852" w:rsidRDefault="00CD3852" w:rsidP="00CD3852">
      <w:pPr>
        <w:spacing w:before="40" w:after="40" w:line="360" w:lineRule="auto"/>
        <w:contextualSpacing/>
        <w:jc w:val="center"/>
        <w:rPr>
          <w:rFonts w:eastAsia="Calibri"/>
          <w:b/>
          <w:bCs/>
          <w:sz w:val="14"/>
          <w:szCs w:val="14"/>
          <w:lang w:eastAsia="pl-PL"/>
        </w:rPr>
      </w:pPr>
    </w:p>
    <w:p w:rsidR="007236A9" w:rsidRDefault="000A13EB" w:rsidP="00C106C4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>Oświadczamy, iż zgodnie z art. 22 ust. 1 ustawy z dnia 29 stycznia 2004 r. Prawo zamówień publicznych (</w:t>
      </w:r>
      <w:r w:rsidR="00864370" w:rsidRPr="00602EF7">
        <w:rPr>
          <w:bCs/>
          <w:szCs w:val="18"/>
          <w:lang w:eastAsia="pl-PL"/>
        </w:rPr>
        <w:t xml:space="preserve">tekst jednolity: Dz. U z 2015 r. poz. 2164 z </w:t>
      </w:r>
      <w:proofErr w:type="spellStart"/>
      <w:r w:rsidR="00864370" w:rsidRPr="00602EF7">
        <w:rPr>
          <w:bCs/>
          <w:szCs w:val="18"/>
          <w:lang w:eastAsia="pl-PL"/>
        </w:rPr>
        <w:t>późn</w:t>
      </w:r>
      <w:proofErr w:type="spellEnd"/>
      <w:r w:rsidR="00864370" w:rsidRPr="00602EF7">
        <w:rPr>
          <w:bCs/>
          <w:szCs w:val="18"/>
          <w:lang w:eastAsia="pl-PL"/>
        </w:rPr>
        <w:t>. zm</w:t>
      </w:r>
      <w:r w:rsidR="00864370" w:rsidRPr="00186512">
        <w:rPr>
          <w:bCs/>
          <w:szCs w:val="18"/>
          <w:lang w:eastAsia="pl-PL"/>
        </w:rPr>
        <w:t>.</w:t>
      </w:r>
      <w:r w:rsidR="00864370">
        <w:rPr>
          <w:bCs/>
          <w:szCs w:val="18"/>
          <w:lang w:eastAsia="pl-PL"/>
        </w:rPr>
        <w:t xml:space="preserve">) </w:t>
      </w:r>
      <w:r w:rsidRPr="008B162D">
        <w:rPr>
          <w:rFonts w:eastAsia="DejaVu Sans Condensed"/>
          <w:kern w:val="1"/>
          <w:szCs w:val="18"/>
          <w:lang w:eastAsia="hi-IN" w:bidi="hi-IN"/>
        </w:rPr>
        <w:t>spełniamy warunki udziału w postępowaniu, dotyczące:</w:t>
      </w:r>
    </w:p>
    <w:p w:rsidR="007236A9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  <w:bookmarkStart w:id="0" w:name="_GoBack"/>
      <w:bookmarkEnd w:id="0"/>
    </w:p>
    <w:p w:rsidR="007236A9" w:rsidRPr="008B162D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D9164C" w:rsidRDefault="00D9164C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Pr="000A13EB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footerReference w:type="even" r:id="rId9"/>
      <w:footerReference w:type="default" r:id="rId10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2B9" w:rsidRDefault="008E22B9" w:rsidP="000A13EB">
      <w:pPr>
        <w:spacing w:after="0" w:line="240" w:lineRule="auto"/>
      </w:pPr>
      <w:r>
        <w:separator/>
      </w:r>
    </w:p>
  </w:endnote>
  <w:endnote w:type="continuationSeparator" w:id="0">
    <w:p w:rsidR="008E22B9" w:rsidRDefault="008E22B9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2B9" w:rsidRDefault="008E22B9" w:rsidP="000A13EB">
      <w:pPr>
        <w:spacing w:after="0" w:line="240" w:lineRule="auto"/>
      </w:pPr>
      <w:r>
        <w:separator/>
      </w:r>
    </w:p>
  </w:footnote>
  <w:footnote w:type="continuationSeparator" w:id="0">
    <w:p w:rsidR="008E22B9" w:rsidRDefault="008E22B9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9AF"/>
    <w:rsid w:val="000A13EB"/>
    <w:rsid w:val="00105193"/>
    <w:rsid w:val="0012639F"/>
    <w:rsid w:val="00166099"/>
    <w:rsid w:val="0017700A"/>
    <w:rsid w:val="001855A1"/>
    <w:rsid w:val="001D5369"/>
    <w:rsid w:val="002D2758"/>
    <w:rsid w:val="00387350"/>
    <w:rsid w:val="003F7C28"/>
    <w:rsid w:val="004808F1"/>
    <w:rsid w:val="00484292"/>
    <w:rsid w:val="00532A4F"/>
    <w:rsid w:val="006038A6"/>
    <w:rsid w:val="00605BF8"/>
    <w:rsid w:val="00681BDD"/>
    <w:rsid w:val="007236A9"/>
    <w:rsid w:val="007B5812"/>
    <w:rsid w:val="007F2475"/>
    <w:rsid w:val="007F7753"/>
    <w:rsid w:val="00864370"/>
    <w:rsid w:val="00875BD4"/>
    <w:rsid w:val="00886033"/>
    <w:rsid w:val="008B162D"/>
    <w:rsid w:val="008E22B9"/>
    <w:rsid w:val="0097192C"/>
    <w:rsid w:val="00AC1B18"/>
    <w:rsid w:val="00AC4CF3"/>
    <w:rsid w:val="00AF4D59"/>
    <w:rsid w:val="00B36F4D"/>
    <w:rsid w:val="00C106C4"/>
    <w:rsid w:val="00C11FB6"/>
    <w:rsid w:val="00CC0A29"/>
    <w:rsid w:val="00CD3852"/>
    <w:rsid w:val="00D9164C"/>
    <w:rsid w:val="00EA1A59"/>
    <w:rsid w:val="00EB2AE2"/>
    <w:rsid w:val="00ED3ED5"/>
    <w:rsid w:val="00F822C2"/>
    <w:rsid w:val="00F823FF"/>
    <w:rsid w:val="00F82841"/>
    <w:rsid w:val="00FB3CBE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5A99624E</Template>
  <TotalTime>44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Artur Baran</cp:lastModifiedBy>
  <cp:revision>41</cp:revision>
  <cp:lastPrinted>2014-10-31T09:28:00Z</cp:lastPrinted>
  <dcterms:created xsi:type="dcterms:W3CDTF">2014-01-09T00:42:00Z</dcterms:created>
  <dcterms:modified xsi:type="dcterms:W3CDTF">2016-04-27T06:28:00Z</dcterms:modified>
</cp:coreProperties>
</file>