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8D4B95" w:rsidRDefault="007B3FEE" w:rsidP="008D4B95">
      <w:pPr>
        <w:pStyle w:val="Nagwek4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</w:t>
      </w:r>
      <w:r w:rsidR="008D4B95">
        <w:rPr>
          <w:rFonts w:ascii="Arial" w:hAnsi="Arial" w:cs="Arial"/>
          <w:sz w:val="20"/>
        </w:rPr>
        <w:t xml:space="preserve">                          </w:t>
      </w:r>
      <w:r w:rsidRPr="008D4B95">
        <w:rPr>
          <w:rFonts w:ascii="Arial" w:hAnsi="Arial" w:cs="Arial"/>
          <w:b w:val="0"/>
          <w:sz w:val="18"/>
          <w:szCs w:val="18"/>
        </w:rPr>
        <w:t>Załącznik nr 1A do SIWZ</w:t>
      </w:r>
    </w:p>
    <w:p w:rsidR="00FC7A39" w:rsidRPr="00FC7A39" w:rsidRDefault="001B114E" w:rsidP="00FC7A39">
      <w:pPr>
        <w:jc w:val="right"/>
        <w:rPr>
          <w:rFonts w:ascii="Arial" w:hAnsi="Arial" w:cs="Arial"/>
          <w:sz w:val="18"/>
          <w:szCs w:val="18"/>
        </w:rPr>
      </w:pPr>
      <w:r w:rsidRPr="00EA7BB7">
        <w:rPr>
          <w:rFonts w:ascii="Arial" w:hAnsi="Arial" w:cs="Arial"/>
          <w:sz w:val="18"/>
          <w:szCs w:val="18"/>
        </w:rPr>
        <w:t>nr</w:t>
      </w:r>
      <w:r w:rsidR="00486B35">
        <w:rPr>
          <w:rFonts w:ascii="Arial" w:hAnsi="Arial" w:cs="Arial"/>
          <w:sz w:val="18"/>
          <w:szCs w:val="18"/>
        </w:rPr>
        <w:t xml:space="preserve"> DZP.381.109</w:t>
      </w:r>
      <w:r w:rsidR="00FC7A39" w:rsidRPr="00EA7BB7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</w:t>
      </w:r>
      <w:r w:rsidRPr="00EA7BB7">
        <w:rPr>
          <w:rFonts w:ascii="Arial" w:hAnsi="Arial" w:cs="Arial"/>
        </w:rPr>
        <w:t xml:space="preserve">zamówieniu </w:t>
      </w:r>
      <w:r w:rsidR="006F295D" w:rsidRPr="00EA7BB7">
        <w:rPr>
          <w:rFonts w:ascii="Arial" w:hAnsi="Arial" w:cs="Arial"/>
        </w:rPr>
        <w:t xml:space="preserve">w postępowaniu nr </w:t>
      </w:r>
      <w:r w:rsidR="00486B35">
        <w:rPr>
          <w:rFonts w:ascii="Arial" w:hAnsi="Arial" w:cs="Arial"/>
          <w:b/>
        </w:rPr>
        <w:t>DZP.381.109</w:t>
      </w:r>
      <w:r w:rsidR="00160FE1" w:rsidRPr="00EA7BB7">
        <w:rPr>
          <w:rFonts w:ascii="Arial" w:hAnsi="Arial" w:cs="Arial"/>
          <w:b/>
        </w:rPr>
        <w:t>.2014</w:t>
      </w:r>
      <w:r w:rsidR="00627F26" w:rsidRPr="00EA7BB7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8D4B9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486B35">
        <w:rPr>
          <w:rFonts w:ascii="Arial" w:hAnsi="Arial" w:cs="Arial"/>
          <w:b/>
          <w:bCs/>
          <w:color w:val="000000"/>
        </w:rPr>
        <w:t>Sukcesywne dostawy mebli gabinetowo – biurowych wraz z montażem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7546A" w:rsidRDefault="00D7546A" w:rsidP="00F20883">
      <w:pPr>
        <w:ind w:left="284"/>
        <w:rPr>
          <w:rFonts w:ascii="Arial" w:hAnsi="Arial" w:cs="Arial"/>
          <w:sz w:val="18"/>
          <w:szCs w:val="18"/>
        </w:rPr>
      </w:pPr>
    </w:p>
    <w:p w:rsidR="00D7546A" w:rsidRDefault="00D7546A" w:rsidP="00F20883">
      <w:pPr>
        <w:ind w:left="284"/>
        <w:rPr>
          <w:rFonts w:ascii="Arial" w:hAnsi="Arial" w:cs="Arial"/>
          <w:sz w:val="18"/>
          <w:szCs w:val="18"/>
        </w:rPr>
      </w:pPr>
    </w:p>
    <w:p w:rsidR="00DD375E" w:rsidRDefault="00DD375E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071D5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32377" w:rsidRDefault="00932377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661FE" w:rsidRDefault="001661FE" w:rsidP="001661F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8474F0" w:rsidRDefault="008474F0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474F0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i pełnego wykonania zamówienia, zgodnie z wymaganiami opisanymi w SIWZ, jak również w niej nie ujęte, a bez których nie można wykonać zamówienia, w szczególności: </w:t>
      </w:r>
      <w:r w:rsidR="00486B35" w:rsidRPr="00486B35">
        <w:rPr>
          <w:rFonts w:ascii="Arial" w:hAnsi="Arial" w:cs="Arial"/>
          <w:i/>
          <w:sz w:val="18"/>
          <w:szCs w:val="18"/>
        </w:rPr>
        <w:t xml:space="preserve">koszt mebli wraz z dostarczeniem zgodnie z opisem przedmiotu zamówienia, koszt rozładunku i wniesienia w miejsce wskazane przez Zamawiającego, </w:t>
      </w:r>
      <w:r w:rsidR="005056E8">
        <w:rPr>
          <w:rFonts w:ascii="Arial" w:hAnsi="Arial" w:cs="Arial"/>
          <w:i/>
          <w:sz w:val="18"/>
          <w:szCs w:val="18"/>
        </w:rPr>
        <w:t xml:space="preserve">koszt dokonania ewentualnych pomiarów, </w:t>
      </w:r>
      <w:r w:rsidR="00486B35" w:rsidRPr="00486B35">
        <w:rPr>
          <w:rFonts w:ascii="Arial" w:hAnsi="Arial" w:cs="Arial"/>
          <w:i/>
          <w:sz w:val="18"/>
          <w:szCs w:val="18"/>
        </w:rPr>
        <w:t>koszt montażu, oraz koszt zapewnienia bezpłatnego serwisu technicznego w okresie gwarancyjnym, zgodnie z wymaganiami SIWZ, cena powinna również uwzględniać podatki, opłaty i  inne należności płatne przez Wykonawcę (w tym koszt ewentualnego cła) oraz wszelkie elementy ryzyka związane z realizacją zamówienia</w:t>
      </w:r>
      <w:r w:rsidR="00486B35">
        <w:rPr>
          <w:rFonts w:ascii="Arial" w:hAnsi="Arial" w:cs="Arial"/>
          <w:i/>
          <w:sz w:val="18"/>
          <w:szCs w:val="18"/>
        </w:rPr>
        <w:t>.</w:t>
      </w:r>
    </w:p>
    <w:p w:rsidR="00486B35" w:rsidRPr="00486B35" w:rsidRDefault="00EB4D7A" w:rsidP="00486B3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486B35" w:rsidRPr="00BF0823" w:rsidRDefault="00EB4D7A" w:rsidP="00486B35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F0823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 w:rsidR="00486B35" w:rsidRPr="00BF0823">
        <w:rPr>
          <w:rFonts w:ascii="Arial" w:hAnsi="Arial" w:cs="Arial"/>
          <w:sz w:val="18"/>
          <w:szCs w:val="18"/>
        </w:rPr>
        <w:t xml:space="preserve">sukcesywnie, partiami, według bieżących potrzeb Zamawiającego,                         przez okres 24 miesięcy od daty zawarcia umowy lub do momentu wyczerpania ilości asortymentu określonego w załączniku nr 2B do SIWZ, w zależności od tego, które z wymienionych zdarzeń nastąpi wcześniej. Dostawy </w:t>
      </w:r>
      <w:r w:rsidR="00435986">
        <w:rPr>
          <w:rFonts w:ascii="Arial" w:hAnsi="Arial" w:cs="Arial"/>
          <w:sz w:val="18"/>
          <w:szCs w:val="18"/>
        </w:rPr>
        <w:t xml:space="preserve">(obejmujące również montaż mebli) </w:t>
      </w:r>
      <w:r w:rsidR="00486B35" w:rsidRPr="00BF0823">
        <w:rPr>
          <w:rFonts w:ascii="Arial" w:hAnsi="Arial" w:cs="Arial"/>
          <w:sz w:val="18"/>
          <w:szCs w:val="18"/>
        </w:rPr>
        <w:t xml:space="preserve">będą realizowane w terminie do 21 dni od daty otrzymania pisemnego zamówienia wystawionego przez Zamawiającego.        </w:t>
      </w:r>
    </w:p>
    <w:p w:rsidR="00B9348A" w:rsidRPr="00730FAF" w:rsidRDefault="00B9348A" w:rsidP="00071D5A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730FAF">
        <w:rPr>
          <w:rFonts w:ascii="Arial" w:hAnsi="Arial" w:cs="Arial"/>
          <w:sz w:val="18"/>
          <w:szCs w:val="18"/>
        </w:rPr>
        <w:t>Oświadczamy, iż</w:t>
      </w:r>
      <w:r w:rsidRPr="00730FAF">
        <w:rPr>
          <w:rFonts w:ascii="Arial" w:hAnsi="Arial" w:cs="Arial"/>
          <w:b/>
          <w:sz w:val="18"/>
          <w:szCs w:val="18"/>
        </w:rPr>
        <w:t xml:space="preserve"> okres gwarancji </w:t>
      </w:r>
      <w:r w:rsidRPr="00730FAF">
        <w:rPr>
          <w:rFonts w:ascii="Arial" w:hAnsi="Arial" w:cs="Arial"/>
          <w:sz w:val="18"/>
          <w:szCs w:val="18"/>
        </w:rPr>
        <w:t>wynosi: …………………..</w:t>
      </w:r>
      <w:r w:rsidR="00FF1F52" w:rsidRPr="00730FAF">
        <w:rPr>
          <w:rFonts w:ascii="Arial" w:hAnsi="Arial" w:cs="Arial"/>
          <w:sz w:val="18"/>
          <w:szCs w:val="18"/>
        </w:rPr>
        <w:t xml:space="preserve">  miesięcy (min</w:t>
      </w:r>
      <w:r w:rsidR="00486B35">
        <w:rPr>
          <w:rFonts w:ascii="Arial" w:hAnsi="Arial" w:cs="Arial"/>
          <w:sz w:val="18"/>
          <w:szCs w:val="18"/>
        </w:rPr>
        <w:t>imalny okres gwarancji wynosi 12</w:t>
      </w:r>
      <w:r w:rsidR="00FF1F52" w:rsidRPr="00730FAF">
        <w:rPr>
          <w:rFonts w:ascii="Arial" w:hAnsi="Arial" w:cs="Arial"/>
          <w:sz w:val="18"/>
          <w:szCs w:val="18"/>
        </w:rPr>
        <w:t xml:space="preserve"> m-</w:t>
      </w:r>
      <w:proofErr w:type="spellStart"/>
      <w:r w:rsidR="00FF1F52" w:rsidRPr="00730FAF">
        <w:rPr>
          <w:rFonts w:ascii="Arial" w:hAnsi="Arial" w:cs="Arial"/>
          <w:sz w:val="18"/>
          <w:szCs w:val="18"/>
        </w:rPr>
        <w:t>cy</w:t>
      </w:r>
      <w:proofErr w:type="spellEnd"/>
      <w:r w:rsidR="00FF1F52" w:rsidRPr="00730FAF">
        <w:rPr>
          <w:rFonts w:ascii="Arial" w:hAnsi="Arial" w:cs="Arial"/>
          <w:sz w:val="18"/>
          <w:szCs w:val="18"/>
        </w:rPr>
        <w:t>)</w:t>
      </w:r>
      <w:r w:rsidR="00FF1F52" w:rsidRPr="00730FAF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FF1F52" w:rsidRPr="00730FAF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EB4D7A" w:rsidRPr="00D63968" w:rsidRDefault="00EB4D7A" w:rsidP="00071D5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Default="00EB4D7A" w:rsidP="00071D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486B35" w:rsidRPr="00160FE1" w:rsidRDefault="00486B35" w:rsidP="00486B35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B4D7A" w:rsidRPr="00D63968" w:rsidRDefault="00EB4D7A" w:rsidP="00071D5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887AE1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 w:rsidR="00B9348A">
        <w:rPr>
          <w:rFonts w:ascii="Arial" w:hAnsi="Arial" w:cs="Arial"/>
        </w:rPr>
        <w:t>…………………………………………………………………………………</w:t>
      </w:r>
    </w:p>
    <w:p w:rsidR="00EB4D7A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D44061" w:rsidRDefault="00EB4D7A" w:rsidP="00D44061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D44061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D44061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</w:t>
      </w:r>
      <w:r w:rsidR="00D44061">
        <w:rPr>
          <w:rFonts w:ascii="Arial" w:hAnsi="Arial" w:cs="Arial"/>
          <w:sz w:val="18"/>
          <w:szCs w:val="18"/>
          <w:lang w:val="en-US"/>
        </w:rPr>
        <w:t>……</w:t>
      </w:r>
    </w:p>
    <w:p w:rsidR="00EB4D7A" w:rsidRPr="002527F2" w:rsidRDefault="00EB4D7A" w:rsidP="00071D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0511E0">
        <w:rPr>
          <w:rFonts w:ascii="Arial" w:hAnsi="Arial" w:cs="Arial"/>
          <w:b/>
          <w:sz w:val="18"/>
          <w:szCs w:val="18"/>
        </w:rPr>
        <w:t>6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66174B" w:rsidRDefault="00EB4D7A" w:rsidP="00071D5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9348A">
        <w:rPr>
          <w:rFonts w:ascii="Arial" w:hAnsi="Arial" w:cs="Arial"/>
          <w:sz w:val="18"/>
          <w:szCs w:val="18"/>
        </w:rPr>
        <w:t xml:space="preserve">Oświadczamy, iż </w:t>
      </w:r>
      <w:r w:rsidR="00583BBA">
        <w:rPr>
          <w:rFonts w:ascii="Arial" w:hAnsi="Arial" w:cs="Arial"/>
          <w:sz w:val="18"/>
          <w:szCs w:val="18"/>
        </w:rPr>
        <w:t xml:space="preserve">oferowane </w:t>
      </w:r>
      <w:r w:rsidR="000511E0">
        <w:rPr>
          <w:rFonts w:ascii="Arial" w:hAnsi="Arial" w:cs="Arial"/>
          <w:sz w:val="18"/>
          <w:szCs w:val="18"/>
        </w:rPr>
        <w:t>meble</w:t>
      </w:r>
      <w:r w:rsidR="00E519A5">
        <w:rPr>
          <w:rFonts w:ascii="Arial" w:hAnsi="Arial" w:cs="Arial"/>
          <w:sz w:val="18"/>
          <w:szCs w:val="18"/>
        </w:rPr>
        <w:t xml:space="preserve"> </w:t>
      </w:r>
      <w:r w:rsidR="000511E0">
        <w:rPr>
          <w:rFonts w:ascii="Arial" w:hAnsi="Arial" w:cs="Arial"/>
          <w:sz w:val="18"/>
          <w:szCs w:val="18"/>
        </w:rPr>
        <w:t>są fabrycznie</w:t>
      </w:r>
      <w:r w:rsidR="007B5242">
        <w:rPr>
          <w:rFonts w:ascii="Arial" w:hAnsi="Arial" w:cs="Arial"/>
          <w:sz w:val="18"/>
          <w:szCs w:val="18"/>
        </w:rPr>
        <w:t xml:space="preserve"> nowe i nie</w:t>
      </w:r>
      <w:r w:rsidR="000511E0">
        <w:rPr>
          <w:rFonts w:ascii="Arial" w:hAnsi="Arial" w:cs="Arial"/>
          <w:sz w:val="18"/>
          <w:szCs w:val="18"/>
        </w:rPr>
        <w:t>używane, pochodzą</w:t>
      </w:r>
      <w:r w:rsidRPr="00B9348A">
        <w:rPr>
          <w:rFonts w:ascii="Arial" w:hAnsi="Arial" w:cs="Arial"/>
          <w:sz w:val="18"/>
          <w:szCs w:val="18"/>
        </w:rPr>
        <w:t xml:space="preserve"> z bieżącej produkcji</w:t>
      </w:r>
      <w:r w:rsidR="000E1022" w:rsidRPr="00B9348A">
        <w:rPr>
          <w:rFonts w:ascii="Arial" w:hAnsi="Arial" w:cs="Arial"/>
          <w:sz w:val="18"/>
          <w:szCs w:val="18"/>
        </w:rPr>
        <w:t xml:space="preserve"> (</w:t>
      </w:r>
      <w:r w:rsidR="00304E3B">
        <w:rPr>
          <w:rFonts w:ascii="Arial" w:hAnsi="Arial" w:cs="Arial"/>
          <w:sz w:val="18"/>
          <w:szCs w:val="18"/>
        </w:rPr>
        <w:t xml:space="preserve">rok produkcji - </w:t>
      </w:r>
      <w:r w:rsidR="00545275">
        <w:rPr>
          <w:rFonts w:ascii="Arial" w:hAnsi="Arial" w:cs="Arial"/>
          <w:sz w:val="18"/>
          <w:szCs w:val="18"/>
        </w:rPr>
        <w:t xml:space="preserve">nie wcześniej niż </w:t>
      </w:r>
      <w:r w:rsidR="00E322D8">
        <w:rPr>
          <w:rFonts w:ascii="Arial" w:hAnsi="Arial" w:cs="Arial"/>
          <w:sz w:val="18"/>
          <w:szCs w:val="18"/>
        </w:rPr>
        <w:t>2015</w:t>
      </w:r>
      <w:r w:rsidR="002C6B5F" w:rsidRPr="00B9348A">
        <w:rPr>
          <w:rFonts w:ascii="Arial" w:hAnsi="Arial" w:cs="Arial"/>
          <w:sz w:val="18"/>
          <w:szCs w:val="18"/>
        </w:rPr>
        <w:t>)</w:t>
      </w:r>
      <w:r w:rsidR="00EC06DD">
        <w:rPr>
          <w:rFonts w:ascii="Arial" w:hAnsi="Arial" w:cs="Arial"/>
          <w:sz w:val="18"/>
          <w:szCs w:val="18"/>
        </w:rPr>
        <w:t xml:space="preserve"> </w:t>
      </w:r>
      <w:r w:rsidR="00AE6521">
        <w:rPr>
          <w:rFonts w:ascii="Arial" w:hAnsi="Arial" w:cs="Arial"/>
          <w:sz w:val="18"/>
          <w:szCs w:val="18"/>
        </w:rPr>
        <w:t>oraz odpowiadają wymaganiom Zamawiającego określonym w opisie przedmiotu zamówienia.</w:t>
      </w:r>
    </w:p>
    <w:p w:rsidR="0066174B" w:rsidRPr="0066174B" w:rsidRDefault="0066174B" w:rsidP="00071D5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174B">
        <w:rPr>
          <w:rFonts w:ascii="Arial" w:hAnsi="Arial" w:cs="Arial"/>
          <w:sz w:val="18"/>
          <w:szCs w:val="18"/>
        </w:rPr>
        <w:t>Oświadczamy, iż zapewn</w:t>
      </w:r>
      <w:r w:rsidR="005A0EF1">
        <w:rPr>
          <w:rFonts w:ascii="Arial" w:hAnsi="Arial" w:cs="Arial"/>
          <w:sz w:val="18"/>
          <w:szCs w:val="18"/>
        </w:rPr>
        <w:t xml:space="preserve">imy serwis techniczny </w:t>
      </w:r>
      <w:r w:rsidR="000511E0">
        <w:rPr>
          <w:rFonts w:ascii="Arial" w:hAnsi="Arial" w:cs="Arial"/>
          <w:sz w:val="18"/>
          <w:szCs w:val="18"/>
        </w:rPr>
        <w:t>mebli</w:t>
      </w:r>
      <w:r w:rsidR="005A0EF1">
        <w:rPr>
          <w:rFonts w:ascii="Arial" w:hAnsi="Arial" w:cs="Arial"/>
          <w:sz w:val="18"/>
          <w:szCs w:val="18"/>
        </w:rPr>
        <w:t xml:space="preserve"> </w:t>
      </w:r>
      <w:r w:rsidRPr="0066174B">
        <w:rPr>
          <w:rFonts w:ascii="Arial" w:hAnsi="Arial" w:cs="Arial"/>
          <w:sz w:val="18"/>
          <w:szCs w:val="18"/>
        </w:rPr>
        <w:t>w okresie gwarancji</w:t>
      </w:r>
      <w:r w:rsidR="000511E0">
        <w:rPr>
          <w:rFonts w:ascii="Arial" w:hAnsi="Arial" w:cs="Arial"/>
          <w:sz w:val="18"/>
          <w:szCs w:val="18"/>
        </w:rPr>
        <w:t>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Dane kontaktowe serwisu: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AE6521" w:rsidRDefault="00EB4D7A" w:rsidP="00AE6521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AE6521" w:rsidRPr="00AE6521" w:rsidRDefault="00AE6521" w:rsidP="00AE6521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AE6521">
        <w:rPr>
          <w:rFonts w:ascii="Arial" w:hAnsi="Arial" w:cs="Arial"/>
          <w:sz w:val="18"/>
          <w:szCs w:val="18"/>
        </w:rPr>
        <w:t>Oświadczamy, iż wadium zostało wniesione w formie:</w:t>
      </w:r>
      <w:r>
        <w:rPr>
          <w:vertAlign w:val="superscript"/>
        </w:rPr>
        <w:footnoteReference w:id="5"/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pieniądzu, przelewem na rachunek Zamawiającego:</w:t>
      </w:r>
    </w:p>
    <w:p w:rsidR="00AE6521" w:rsidRDefault="00AE6521" w:rsidP="00AE6521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AE6521" w:rsidRDefault="00AE6521" w:rsidP="00AE6521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AE6521" w:rsidRDefault="00AE6521" w:rsidP="00AE6521">
      <w:pPr>
        <w:numPr>
          <w:ilvl w:val="0"/>
          <w:numId w:val="10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AE6521" w:rsidRDefault="00AE6521" w:rsidP="00AE6521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 zakończeniu postępowania 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>
        <w:rPr>
          <w:rFonts w:ascii="Arial" w:hAnsi="Arial" w:cs="Arial"/>
          <w:sz w:val="18"/>
          <w:szCs w:val="18"/>
        </w:rPr>
        <w:t xml:space="preserve">: </w:t>
      </w:r>
    </w:p>
    <w:p w:rsidR="00AE6521" w:rsidRDefault="00AE6521" w:rsidP="00AE6521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0511E0" w:rsidRDefault="000511E0" w:rsidP="00AE6521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E6521" w:rsidRDefault="00AE6521" w:rsidP="00AE6521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E6521" w:rsidRPr="00E519A5" w:rsidRDefault="00AE6521" w:rsidP="00AE6521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085B26" w:rsidRPr="00085B26" w:rsidRDefault="00085B26" w:rsidP="00085B2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85B26">
        <w:rPr>
          <w:rFonts w:ascii="Arial" w:hAnsi="Arial" w:cs="Arial"/>
          <w:sz w:val="18"/>
          <w:szCs w:val="18"/>
        </w:rPr>
        <w:lastRenderedPageBreak/>
        <w:t xml:space="preserve">Zobowiązujemy się do wniesienia </w:t>
      </w:r>
      <w:r w:rsidRPr="00085B26">
        <w:rPr>
          <w:rFonts w:ascii="Arial" w:hAnsi="Arial" w:cs="Arial"/>
          <w:b/>
          <w:sz w:val="18"/>
          <w:szCs w:val="18"/>
        </w:rPr>
        <w:t>zabezpieczenia należytego wykonania umowy</w:t>
      </w:r>
      <w:r w:rsidRPr="00085B26">
        <w:rPr>
          <w:rFonts w:ascii="Arial" w:hAnsi="Arial" w:cs="Arial"/>
          <w:sz w:val="18"/>
          <w:szCs w:val="18"/>
        </w:rPr>
        <w:t xml:space="preserve"> w wysokości </w:t>
      </w:r>
      <w:r>
        <w:rPr>
          <w:rFonts w:ascii="Arial" w:hAnsi="Arial" w:cs="Arial"/>
          <w:b/>
          <w:sz w:val="18"/>
          <w:szCs w:val="18"/>
        </w:rPr>
        <w:t>2</w:t>
      </w:r>
      <w:r w:rsidRPr="00085B26">
        <w:rPr>
          <w:rFonts w:ascii="Arial" w:hAnsi="Arial" w:cs="Arial"/>
          <w:b/>
          <w:sz w:val="18"/>
          <w:szCs w:val="18"/>
        </w:rPr>
        <w:t>%</w:t>
      </w:r>
      <w:r w:rsidRPr="00085B26">
        <w:rPr>
          <w:rFonts w:ascii="Arial" w:hAnsi="Arial" w:cs="Arial"/>
          <w:color w:val="FF6600"/>
          <w:sz w:val="18"/>
          <w:szCs w:val="18"/>
        </w:rPr>
        <w:t xml:space="preserve"> </w:t>
      </w:r>
      <w:r w:rsidRPr="00085B26">
        <w:rPr>
          <w:rFonts w:ascii="Arial" w:hAnsi="Arial" w:cs="Arial"/>
          <w:b/>
          <w:sz w:val="18"/>
          <w:szCs w:val="18"/>
        </w:rPr>
        <w:t>całkowitej ceny oferty</w:t>
      </w:r>
      <w:r w:rsidRPr="00085B26">
        <w:rPr>
          <w:rFonts w:ascii="Arial" w:hAnsi="Arial" w:cs="Arial"/>
          <w:sz w:val="18"/>
          <w:szCs w:val="18"/>
        </w:rPr>
        <w:t xml:space="preserve"> (wraz z podatkiem VAT),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085B26">
        <w:rPr>
          <w:rFonts w:ascii="Arial" w:hAnsi="Arial" w:cs="Arial"/>
          <w:sz w:val="18"/>
          <w:szCs w:val="18"/>
        </w:rPr>
        <w:t xml:space="preserve">: </w:t>
      </w:r>
    </w:p>
    <w:p w:rsidR="00085B26" w:rsidRPr="003E201C" w:rsidRDefault="00085B26" w:rsidP="00085B26">
      <w:pPr>
        <w:spacing w:before="40" w:after="40"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pieniądzu, przelewem</w:t>
      </w:r>
      <w:r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085B26" w:rsidRDefault="00085B26" w:rsidP="00085B26">
      <w:pPr>
        <w:spacing w:before="40" w:after="40"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085B26" w:rsidRPr="00ED57C6" w:rsidRDefault="00085B26" w:rsidP="00085B26">
      <w:pPr>
        <w:spacing w:before="40" w:after="40"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085B26" w:rsidRPr="00ED57C6" w:rsidRDefault="00085B26" w:rsidP="00085B26">
      <w:pPr>
        <w:spacing w:before="40" w:after="40"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085B26" w:rsidRPr="00ED57C6" w:rsidRDefault="00085B26" w:rsidP="00085B26">
      <w:pPr>
        <w:spacing w:before="40" w:after="40"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085B26" w:rsidRPr="00085B26" w:rsidRDefault="00085B26" w:rsidP="00085B26">
      <w:pPr>
        <w:spacing w:before="40" w:after="40"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  <w:r>
        <w:rPr>
          <w:rFonts w:ascii="Arial" w:hAnsi="Arial" w:cs="Arial"/>
          <w:sz w:val="18"/>
          <w:szCs w:val="18"/>
        </w:rPr>
        <w:t xml:space="preserve"> </w:t>
      </w:r>
      <w:r w:rsidRPr="00ED57C6">
        <w:rPr>
          <w:rFonts w:ascii="Arial" w:hAnsi="Arial" w:cs="Arial"/>
          <w:sz w:val="18"/>
          <w:szCs w:val="18"/>
        </w:rPr>
        <w:t>listopada 2000r. o utworzeniu Polskiej Agencji Rozwoju Przedsiębiorczości.</w:t>
      </w:r>
    </w:p>
    <w:p w:rsidR="00EB4D7A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519A5" w:rsidRPr="00AE6521" w:rsidRDefault="00E519A5" w:rsidP="00AE6521">
      <w:pPr>
        <w:tabs>
          <w:tab w:val="left" w:pos="426"/>
        </w:tabs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EB4D7A" w:rsidRPr="00AC1A1A" w:rsidRDefault="00EB4D7A" w:rsidP="00071D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A02F8E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A02F8E">
        <w:rPr>
          <w:rFonts w:ascii="Arial" w:hAnsi="Arial" w:cs="Arial"/>
          <w:sz w:val="18"/>
          <w:szCs w:val="18"/>
        </w:rPr>
        <w:t xml:space="preserve">                                            </w:t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A02F8E" w:rsidRDefault="00A02F8E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02F8E">
        <w:rPr>
          <w:rFonts w:ascii="Arial" w:hAnsi="Arial" w:cs="Arial"/>
          <w:sz w:val="18"/>
          <w:szCs w:val="18"/>
        </w:rPr>
        <w:t xml:space="preserve">Formularz asortymentowo – cenowy                                         </w:t>
      </w:r>
      <w:r w:rsidR="00EB4D7A" w:rsidRPr="00A02F8E"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 xml:space="preserve">                                     </w:t>
      </w:r>
      <w:r w:rsidR="00EB4D7A" w:rsidRPr="00A02F8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..</w:t>
      </w:r>
      <w:r w:rsidR="00EB4D7A" w:rsidRPr="00A02F8E">
        <w:rPr>
          <w:rFonts w:ascii="Arial" w:hAnsi="Arial" w:cs="Arial"/>
          <w:sz w:val="18"/>
          <w:szCs w:val="18"/>
        </w:rPr>
        <w:t xml:space="preserve"> ................</w:t>
      </w:r>
      <w:r>
        <w:rPr>
          <w:rFonts w:ascii="Arial" w:hAnsi="Arial" w:cs="Arial"/>
          <w:sz w:val="18"/>
          <w:szCs w:val="18"/>
        </w:rPr>
        <w:t>......</w:t>
      </w:r>
      <w:r w:rsidR="00EB4D7A" w:rsidRPr="00A02F8E">
        <w:rPr>
          <w:rFonts w:ascii="Arial" w:hAnsi="Arial" w:cs="Arial"/>
          <w:sz w:val="18"/>
          <w:szCs w:val="18"/>
        </w:rPr>
        <w:t>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5A0EF1" w:rsidRPr="007B3FEE" w:rsidRDefault="005A0EF1" w:rsidP="005A0EF1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D44061" w:rsidRDefault="00D4406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434B06" w:rsidRDefault="00534173" w:rsidP="00534173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reprezentowania Wykonawcy</w:t>
      </w:r>
    </w:p>
    <w:p w:rsidR="00434B06" w:rsidRDefault="00434B06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D7546A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E0" w:rsidRDefault="000511E0" w:rsidP="007B3FEE">
      <w:r>
        <w:separator/>
      </w:r>
    </w:p>
  </w:endnote>
  <w:endnote w:type="continuationSeparator" w:id="0">
    <w:p w:rsidR="000511E0" w:rsidRDefault="000511E0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E0" w:rsidRDefault="000511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11E0" w:rsidRDefault="000511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511E0" w:rsidRDefault="000511E0">
            <w:pPr>
              <w:pStyle w:val="Stopka"/>
              <w:jc w:val="right"/>
            </w:pPr>
          </w:p>
          <w:p w:rsidR="000511E0" w:rsidRDefault="000511E0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60A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60A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511E0" w:rsidRDefault="000511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E0" w:rsidRDefault="000511E0" w:rsidP="007B3FEE">
      <w:r>
        <w:separator/>
      </w:r>
    </w:p>
  </w:footnote>
  <w:footnote w:type="continuationSeparator" w:id="0">
    <w:p w:rsidR="000511E0" w:rsidRDefault="000511E0" w:rsidP="007B3FEE">
      <w:r>
        <w:continuationSeparator/>
      </w:r>
    </w:p>
  </w:footnote>
  <w:footnote w:id="1">
    <w:p w:rsidR="000511E0" w:rsidRPr="00E519A5" w:rsidRDefault="000511E0" w:rsidP="00FF1F52">
      <w:pPr>
        <w:pStyle w:val="Tekstprzypisudolnego"/>
        <w:rPr>
          <w:rFonts w:ascii="Arial" w:hAnsi="Arial" w:cs="Arial"/>
          <w:sz w:val="16"/>
          <w:szCs w:val="16"/>
          <w:u w:val="single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</w:t>
      </w:r>
      <w:r w:rsidRPr="00486B35">
        <w:rPr>
          <w:rFonts w:ascii="Arial" w:hAnsi="Arial" w:cs="Arial"/>
          <w:sz w:val="16"/>
          <w:szCs w:val="16"/>
        </w:rPr>
        <w:t>Oferty w kryterium gwarancja będą punktowane, jeśli Wykonawca zaoferuje dla mebli - gwarancję w pełnych miesiącach (nie dopuszcza się zapisów typu: gwarancja dożywotnia itp.). Jeżeli Wykonawca zaoferuje termin gwarancji w niepełnych miesiącach, oferta taka nie będzie oceniana w kryterium oceny ofert gwarancja i otrzyma 0 pkt.</w:t>
      </w:r>
      <w:r w:rsidRPr="00FF1F52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Szczegóły dotyczące przyznawania punktów w</w:t>
      </w:r>
      <w:r w:rsidRPr="00053F66">
        <w:rPr>
          <w:rFonts w:ascii="Arial" w:hAnsi="Arial" w:cs="Arial"/>
          <w:i/>
          <w:sz w:val="16"/>
          <w:szCs w:val="16"/>
        </w:rPr>
        <w:t xml:space="preserve"> kryterium gwarancja</w:t>
      </w:r>
      <w:r>
        <w:rPr>
          <w:rFonts w:ascii="Arial" w:hAnsi="Arial" w:cs="Arial"/>
          <w:sz w:val="16"/>
          <w:szCs w:val="16"/>
        </w:rPr>
        <w:t xml:space="preserve"> zawiera rozdział XI SIWZ.</w:t>
      </w:r>
    </w:p>
  </w:footnote>
  <w:footnote w:id="2">
    <w:p w:rsidR="000511E0" w:rsidRPr="00FF1F52" w:rsidRDefault="000511E0" w:rsidP="001B114E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99" w:hanging="199"/>
        <w:jc w:val="both"/>
        <w:rPr>
          <w:rFonts w:ascii="Arial" w:hAnsi="Arial" w:cs="Arial"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</w:t>
      </w:r>
      <w:r w:rsidRPr="00FF1F52">
        <w:rPr>
          <w:rFonts w:ascii="Arial" w:hAnsi="Arial" w:cs="Arial"/>
          <w:sz w:val="16"/>
          <w:szCs w:val="16"/>
          <w:lang w:eastAsia="en-US"/>
        </w:rPr>
        <w:t xml:space="preserve">W przypadku, gdy wykonawca polega na </w:t>
      </w:r>
      <w:r>
        <w:rPr>
          <w:rFonts w:ascii="Arial" w:hAnsi="Arial" w:cs="Arial"/>
          <w:sz w:val="16"/>
          <w:szCs w:val="16"/>
          <w:lang w:eastAsia="en-US"/>
        </w:rPr>
        <w:t>zasobach innych podmiotów ust. 5</w:t>
      </w:r>
      <w:r w:rsidRPr="00FF1F52">
        <w:rPr>
          <w:rFonts w:ascii="Arial" w:hAnsi="Arial" w:cs="Arial"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3">
    <w:p w:rsidR="000511E0" w:rsidRPr="00FF1F52" w:rsidRDefault="000511E0" w:rsidP="001B114E">
      <w:pPr>
        <w:pStyle w:val="Tekstprzypisudolnego"/>
        <w:tabs>
          <w:tab w:val="left" w:pos="142"/>
          <w:tab w:val="left" w:pos="851"/>
        </w:tabs>
        <w:spacing w:before="60" w:after="60" w:line="276" w:lineRule="auto"/>
        <w:ind w:left="199" w:hanging="199"/>
        <w:jc w:val="both"/>
        <w:rPr>
          <w:rFonts w:ascii="Arial" w:hAnsi="Arial" w:cs="Arial"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F1F5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W przypadku pozostawienia ust. 6</w:t>
      </w:r>
      <w:r w:rsidRPr="00FF1F52">
        <w:rPr>
          <w:rFonts w:ascii="Arial" w:hAnsi="Arial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0511E0" w:rsidRPr="009B2C4B" w:rsidRDefault="000511E0" w:rsidP="001B114E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</w:t>
      </w:r>
      <w:r w:rsidRPr="00FF1F52">
        <w:rPr>
          <w:rFonts w:ascii="Arial" w:hAnsi="Arial" w:cs="Arial"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Cs/>
          <w:sz w:val="16"/>
          <w:szCs w:val="16"/>
        </w:rPr>
        <w:t>tałowej, należy wykreślić ust. 7</w:t>
      </w:r>
      <w:r w:rsidRPr="00FF1F52">
        <w:rPr>
          <w:rFonts w:ascii="Arial" w:hAnsi="Arial" w:cs="Arial"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FF1F52">
        <w:rPr>
          <w:rFonts w:ascii="Arial" w:hAnsi="Arial" w:cs="Arial"/>
          <w:sz w:val="16"/>
          <w:szCs w:val="16"/>
        </w:rPr>
        <w:t xml:space="preserve"> ust. 6 SIWZ.</w:t>
      </w:r>
    </w:p>
  </w:footnote>
  <w:footnote w:id="5">
    <w:p w:rsidR="00AE6521" w:rsidRDefault="00AE6521" w:rsidP="00AE6521">
      <w:pPr>
        <w:pStyle w:val="Tekstprzypisudolnego"/>
        <w:spacing w:before="60" w:after="60"/>
        <w:ind w:left="709" w:hanging="709"/>
        <w:jc w:val="both"/>
        <w:rPr>
          <w:rFonts w:ascii="Arial" w:hAnsi="Arial" w:cs="Arial"/>
          <w:sz w:val="16"/>
          <w:szCs w:val="16"/>
        </w:rPr>
      </w:pPr>
      <w:r w:rsidRPr="00AE6521">
        <w:rPr>
          <w:rFonts w:ascii="Arial" w:hAnsi="Arial" w:cs="Arial"/>
          <w:sz w:val="10"/>
          <w:szCs w:val="10"/>
        </w:rPr>
        <w:footnoteRef/>
      </w:r>
      <w:r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:rsidR="00AE6521" w:rsidRDefault="00AE6521" w:rsidP="00AE6521">
      <w:pPr>
        <w:pStyle w:val="Tekstprzypisudolnego"/>
        <w:spacing w:before="60" w:after="60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Dotyczy wadium w formie pieniężnej.</w:t>
      </w:r>
    </w:p>
  </w:footnote>
  <w:footnote w:id="7">
    <w:p w:rsidR="00085B26" w:rsidRPr="00DE52AB" w:rsidRDefault="00085B26" w:rsidP="00085B26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C4526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4526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DE52AB">
        <w:rPr>
          <w:rFonts w:ascii="Arial" w:hAnsi="Arial" w:cs="Arial"/>
          <w:i/>
          <w:sz w:val="16"/>
          <w:szCs w:val="16"/>
        </w:rPr>
        <w:t>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889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235B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D45142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216DCC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C6DC5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692824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500AD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5C13DFF"/>
    <w:multiLevelType w:val="hybridMultilevel"/>
    <w:tmpl w:val="91282654"/>
    <w:lvl w:ilvl="0" w:tplc="E75E9D0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679D"/>
    <w:rsid w:val="00027D31"/>
    <w:rsid w:val="00035E2C"/>
    <w:rsid w:val="00036420"/>
    <w:rsid w:val="00041BB6"/>
    <w:rsid w:val="00044B6B"/>
    <w:rsid w:val="000511E0"/>
    <w:rsid w:val="00051A3D"/>
    <w:rsid w:val="00053F66"/>
    <w:rsid w:val="00060A28"/>
    <w:rsid w:val="0006320E"/>
    <w:rsid w:val="000646C3"/>
    <w:rsid w:val="00064A7A"/>
    <w:rsid w:val="00064AC0"/>
    <w:rsid w:val="0007029F"/>
    <w:rsid w:val="000708C0"/>
    <w:rsid w:val="00071D5A"/>
    <w:rsid w:val="000724D5"/>
    <w:rsid w:val="00085B26"/>
    <w:rsid w:val="00091C6A"/>
    <w:rsid w:val="00092D2A"/>
    <w:rsid w:val="00093AB6"/>
    <w:rsid w:val="00093F06"/>
    <w:rsid w:val="000A2153"/>
    <w:rsid w:val="000A302E"/>
    <w:rsid w:val="000A4A1E"/>
    <w:rsid w:val="000C280E"/>
    <w:rsid w:val="000C6B3E"/>
    <w:rsid w:val="000D468C"/>
    <w:rsid w:val="000D7296"/>
    <w:rsid w:val="000D7317"/>
    <w:rsid w:val="000E1022"/>
    <w:rsid w:val="000E67DB"/>
    <w:rsid w:val="000E7CE3"/>
    <w:rsid w:val="00103685"/>
    <w:rsid w:val="00110E92"/>
    <w:rsid w:val="00111919"/>
    <w:rsid w:val="00125A1C"/>
    <w:rsid w:val="00130759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81484"/>
    <w:rsid w:val="00183F29"/>
    <w:rsid w:val="0018752D"/>
    <w:rsid w:val="0019106A"/>
    <w:rsid w:val="00191FAA"/>
    <w:rsid w:val="00195A52"/>
    <w:rsid w:val="001B114E"/>
    <w:rsid w:val="001B5397"/>
    <w:rsid w:val="001B5F62"/>
    <w:rsid w:val="001B7AB8"/>
    <w:rsid w:val="001D1285"/>
    <w:rsid w:val="001D2328"/>
    <w:rsid w:val="001D317E"/>
    <w:rsid w:val="001E3554"/>
    <w:rsid w:val="001E786D"/>
    <w:rsid w:val="0020312E"/>
    <w:rsid w:val="00204B46"/>
    <w:rsid w:val="002137CC"/>
    <w:rsid w:val="002147A7"/>
    <w:rsid w:val="00222128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04E3B"/>
    <w:rsid w:val="00305CB2"/>
    <w:rsid w:val="00317DB9"/>
    <w:rsid w:val="00326273"/>
    <w:rsid w:val="00333B3B"/>
    <w:rsid w:val="00346A6E"/>
    <w:rsid w:val="00350630"/>
    <w:rsid w:val="00357A6B"/>
    <w:rsid w:val="00363648"/>
    <w:rsid w:val="00372E5D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070C"/>
    <w:rsid w:val="003C77AB"/>
    <w:rsid w:val="003D1397"/>
    <w:rsid w:val="003E0D96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2158"/>
    <w:rsid w:val="004179BE"/>
    <w:rsid w:val="004321AA"/>
    <w:rsid w:val="00434B06"/>
    <w:rsid w:val="00435986"/>
    <w:rsid w:val="0043777E"/>
    <w:rsid w:val="0044251A"/>
    <w:rsid w:val="00457295"/>
    <w:rsid w:val="00457D22"/>
    <w:rsid w:val="00464E8A"/>
    <w:rsid w:val="004659D3"/>
    <w:rsid w:val="00474CC6"/>
    <w:rsid w:val="004800BB"/>
    <w:rsid w:val="00481320"/>
    <w:rsid w:val="00486B35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056E8"/>
    <w:rsid w:val="005119ED"/>
    <w:rsid w:val="00514722"/>
    <w:rsid w:val="00516C14"/>
    <w:rsid w:val="00520E75"/>
    <w:rsid w:val="00521964"/>
    <w:rsid w:val="00524955"/>
    <w:rsid w:val="00525C6D"/>
    <w:rsid w:val="00533BF4"/>
    <w:rsid w:val="00534173"/>
    <w:rsid w:val="00534696"/>
    <w:rsid w:val="005448CF"/>
    <w:rsid w:val="00545275"/>
    <w:rsid w:val="005553B6"/>
    <w:rsid w:val="00571A6B"/>
    <w:rsid w:val="00572561"/>
    <w:rsid w:val="00574CEA"/>
    <w:rsid w:val="00577489"/>
    <w:rsid w:val="00583BBA"/>
    <w:rsid w:val="00590B55"/>
    <w:rsid w:val="005938CE"/>
    <w:rsid w:val="00594A6B"/>
    <w:rsid w:val="005A0EF1"/>
    <w:rsid w:val="005A51C3"/>
    <w:rsid w:val="005A5A84"/>
    <w:rsid w:val="005A6722"/>
    <w:rsid w:val="005B11C5"/>
    <w:rsid w:val="005B24BF"/>
    <w:rsid w:val="005B3596"/>
    <w:rsid w:val="005C0C61"/>
    <w:rsid w:val="005C2E44"/>
    <w:rsid w:val="005C53B3"/>
    <w:rsid w:val="005C5E36"/>
    <w:rsid w:val="005D6598"/>
    <w:rsid w:val="005E4D45"/>
    <w:rsid w:val="005F2B7C"/>
    <w:rsid w:val="005F3BDA"/>
    <w:rsid w:val="00604556"/>
    <w:rsid w:val="00604972"/>
    <w:rsid w:val="00604CFC"/>
    <w:rsid w:val="006131BC"/>
    <w:rsid w:val="00613F44"/>
    <w:rsid w:val="00626A08"/>
    <w:rsid w:val="00627D91"/>
    <w:rsid w:val="00627F26"/>
    <w:rsid w:val="00631014"/>
    <w:rsid w:val="00646DCC"/>
    <w:rsid w:val="00651A8C"/>
    <w:rsid w:val="00660343"/>
    <w:rsid w:val="00661134"/>
    <w:rsid w:val="0066174B"/>
    <w:rsid w:val="006652B3"/>
    <w:rsid w:val="00667672"/>
    <w:rsid w:val="00670988"/>
    <w:rsid w:val="006741C8"/>
    <w:rsid w:val="00680122"/>
    <w:rsid w:val="0068068F"/>
    <w:rsid w:val="006A3FCF"/>
    <w:rsid w:val="006A6B80"/>
    <w:rsid w:val="006B38BF"/>
    <w:rsid w:val="006C1C06"/>
    <w:rsid w:val="006C35C8"/>
    <w:rsid w:val="006C77CC"/>
    <w:rsid w:val="006D0194"/>
    <w:rsid w:val="006D5511"/>
    <w:rsid w:val="006D794A"/>
    <w:rsid w:val="006E1421"/>
    <w:rsid w:val="006E766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2741D"/>
    <w:rsid w:val="00730FAF"/>
    <w:rsid w:val="00737DF0"/>
    <w:rsid w:val="007416DD"/>
    <w:rsid w:val="007623CF"/>
    <w:rsid w:val="007748E5"/>
    <w:rsid w:val="007774E6"/>
    <w:rsid w:val="0079090A"/>
    <w:rsid w:val="007A010C"/>
    <w:rsid w:val="007A3962"/>
    <w:rsid w:val="007A3FC4"/>
    <w:rsid w:val="007B3691"/>
    <w:rsid w:val="007B3FEE"/>
    <w:rsid w:val="007B5242"/>
    <w:rsid w:val="007C05E6"/>
    <w:rsid w:val="007C1E03"/>
    <w:rsid w:val="007C542B"/>
    <w:rsid w:val="007D2B3D"/>
    <w:rsid w:val="007F3342"/>
    <w:rsid w:val="00802A89"/>
    <w:rsid w:val="00820A1F"/>
    <w:rsid w:val="00831943"/>
    <w:rsid w:val="00833883"/>
    <w:rsid w:val="00843B62"/>
    <w:rsid w:val="0084571F"/>
    <w:rsid w:val="008474F0"/>
    <w:rsid w:val="00851A0C"/>
    <w:rsid w:val="00853BE7"/>
    <w:rsid w:val="00855A8A"/>
    <w:rsid w:val="00863585"/>
    <w:rsid w:val="008643EA"/>
    <w:rsid w:val="00872656"/>
    <w:rsid w:val="00872FCB"/>
    <w:rsid w:val="0087338C"/>
    <w:rsid w:val="00875F30"/>
    <w:rsid w:val="00875F5E"/>
    <w:rsid w:val="008835D3"/>
    <w:rsid w:val="00886064"/>
    <w:rsid w:val="00887AE1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309"/>
    <w:rsid w:val="008D3A42"/>
    <w:rsid w:val="008D4B95"/>
    <w:rsid w:val="008E7C7D"/>
    <w:rsid w:val="008F1A25"/>
    <w:rsid w:val="008F3D8B"/>
    <w:rsid w:val="008F6CCD"/>
    <w:rsid w:val="00902799"/>
    <w:rsid w:val="009041FE"/>
    <w:rsid w:val="00907E86"/>
    <w:rsid w:val="00916703"/>
    <w:rsid w:val="0091727C"/>
    <w:rsid w:val="009173C5"/>
    <w:rsid w:val="009178AF"/>
    <w:rsid w:val="009236A1"/>
    <w:rsid w:val="0093186A"/>
    <w:rsid w:val="00932377"/>
    <w:rsid w:val="0093450F"/>
    <w:rsid w:val="0093659B"/>
    <w:rsid w:val="009374F3"/>
    <w:rsid w:val="00945BA3"/>
    <w:rsid w:val="00946C82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C4B"/>
    <w:rsid w:val="009D287A"/>
    <w:rsid w:val="009F091C"/>
    <w:rsid w:val="00A01053"/>
    <w:rsid w:val="00A02F8E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90A06"/>
    <w:rsid w:val="00A91ED0"/>
    <w:rsid w:val="00A941EF"/>
    <w:rsid w:val="00AA2031"/>
    <w:rsid w:val="00AA7028"/>
    <w:rsid w:val="00AA7C83"/>
    <w:rsid w:val="00AB3A50"/>
    <w:rsid w:val="00AC0C2B"/>
    <w:rsid w:val="00AC1A1A"/>
    <w:rsid w:val="00AC2537"/>
    <w:rsid w:val="00AD2089"/>
    <w:rsid w:val="00AE6521"/>
    <w:rsid w:val="00AF2BB1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1094"/>
    <w:rsid w:val="00B72237"/>
    <w:rsid w:val="00B7466E"/>
    <w:rsid w:val="00B75211"/>
    <w:rsid w:val="00B808E7"/>
    <w:rsid w:val="00B81FAD"/>
    <w:rsid w:val="00B84340"/>
    <w:rsid w:val="00B9348A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0823"/>
    <w:rsid w:val="00BF1FB8"/>
    <w:rsid w:val="00BF2395"/>
    <w:rsid w:val="00C160B5"/>
    <w:rsid w:val="00C17086"/>
    <w:rsid w:val="00C17B36"/>
    <w:rsid w:val="00C17FE8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B7645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265FC"/>
    <w:rsid w:val="00D275D3"/>
    <w:rsid w:val="00D316C5"/>
    <w:rsid w:val="00D44061"/>
    <w:rsid w:val="00D5123E"/>
    <w:rsid w:val="00D5147A"/>
    <w:rsid w:val="00D60C6E"/>
    <w:rsid w:val="00D63968"/>
    <w:rsid w:val="00D7546A"/>
    <w:rsid w:val="00D87E49"/>
    <w:rsid w:val="00DA1CAC"/>
    <w:rsid w:val="00DB4441"/>
    <w:rsid w:val="00DB4C62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001"/>
    <w:rsid w:val="00DE52AB"/>
    <w:rsid w:val="00E059B9"/>
    <w:rsid w:val="00E069C0"/>
    <w:rsid w:val="00E10C54"/>
    <w:rsid w:val="00E10F1E"/>
    <w:rsid w:val="00E1411B"/>
    <w:rsid w:val="00E156F9"/>
    <w:rsid w:val="00E2200F"/>
    <w:rsid w:val="00E3169F"/>
    <w:rsid w:val="00E317AA"/>
    <w:rsid w:val="00E322D8"/>
    <w:rsid w:val="00E32855"/>
    <w:rsid w:val="00E3625F"/>
    <w:rsid w:val="00E41759"/>
    <w:rsid w:val="00E519A5"/>
    <w:rsid w:val="00E54393"/>
    <w:rsid w:val="00E6306E"/>
    <w:rsid w:val="00E66B58"/>
    <w:rsid w:val="00E710E4"/>
    <w:rsid w:val="00E71DD3"/>
    <w:rsid w:val="00E9011F"/>
    <w:rsid w:val="00EA0B95"/>
    <w:rsid w:val="00EA46BF"/>
    <w:rsid w:val="00EA50D3"/>
    <w:rsid w:val="00EA7BB7"/>
    <w:rsid w:val="00EB4D7A"/>
    <w:rsid w:val="00EC06DD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1A09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3D80"/>
    <w:rsid w:val="00F93254"/>
    <w:rsid w:val="00F95E2E"/>
    <w:rsid w:val="00FA6730"/>
    <w:rsid w:val="00FC7A39"/>
    <w:rsid w:val="00FD15C5"/>
    <w:rsid w:val="00FE095D"/>
    <w:rsid w:val="00FE768C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A6993-3189-4D6A-B6E8-5BFC929B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4F41C530</Template>
  <TotalTime>1659</TotalTime>
  <Pages>4</Pages>
  <Words>1442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215</cp:revision>
  <cp:lastPrinted>2015-01-14T09:30:00Z</cp:lastPrinted>
  <dcterms:created xsi:type="dcterms:W3CDTF">2012-01-22T15:30:00Z</dcterms:created>
  <dcterms:modified xsi:type="dcterms:W3CDTF">2015-01-14T09:31:00Z</dcterms:modified>
</cp:coreProperties>
</file>