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Default="007B3FEE" w:rsidP="003F0598">
      <w:pPr>
        <w:pStyle w:val="Nagwek4"/>
        <w:spacing w:line="36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3F0598">
        <w:rPr>
          <w:rFonts w:ascii="Arial" w:hAnsi="Arial" w:cs="Arial"/>
          <w:sz w:val="18"/>
          <w:szCs w:val="18"/>
        </w:rPr>
        <w:t xml:space="preserve">Załącznik nr 1A do </w:t>
      </w:r>
      <w:r w:rsidR="0006192B">
        <w:rPr>
          <w:rFonts w:ascii="Arial" w:hAnsi="Arial" w:cs="Arial"/>
          <w:sz w:val="18"/>
          <w:szCs w:val="18"/>
        </w:rPr>
        <w:t>ogłoszenia o zamówieniu</w:t>
      </w:r>
      <w:r w:rsidR="001D5747" w:rsidRPr="003F0598">
        <w:rPr>
          <w:rFonts w:ascii="Arial" w:hAnsi="Arial" w:cs="Arial"/>
          <w:sz w:val="18"/>
          <w:szCs w:val="18"/>
        </w:rPr>
        <w:t xml:space="preserve"> DZP.381</w:t>
      </w:r>
      <w:r w:rsidR="00886987" w:rsidRPr="003F0598">
        <w:rPr>
          <w:rFonts w:ascii="Arial" w:hAnsi="Arial" w:cs="Arial"/>
          <w:sz w:val="18"/>
          <w:szCs w:val="18"/>
        </w:rPr>
        <w:t>.</w:t>
      </w:r>
      <w:r w:rsidR="00FF6B38" w:rsidRPr="003F0598">
        <w:rPr>
          <w:rFonts w:ascii="Arial" w:hAnsi="Arial" w:cs="Arial"/>
          <w:sz w:val="18"/>
          <w:szCs w:val="18"/>
        </w:rPr>
        <w:t>28</w:t>
      </w:r>
      <w:r w:rsidR="005A4067" w:rsidRPr="003F0598">
        <w:rPr>
          <w:rFonts w:ascii="Arial" w:hAnsi="Arial" w:cs="Arial"/>
          <w:sz w:val="18"/>
          <w:szCs w:val="18"/>
        </w:rPr>
        <w:t>.</w:t>
      </w:r>
      <w:r w:rsidR="001D5747" w:rsidRPr="003F0598">
        <w:rPr>
          <w:rFonts w:ascii="Arial" w:hAnsi="Arial" w:cs="Arial"/>
          <w:sz w:val="18"/>
          <w:szCs w:val="18"/>
        </w:rPr>
        <w:t>201</w:t>
      </w:r>
      <w:r w:rsidR="00C57C93" w:rsidRPr="003F0598">
        <w:rPr>
          <w:rFonts w:ascii="Arial" w:hAnsi="Arial" w:cs="Arial"/>
          <w:sz w:val="18"/>
          <w:szCs w:val="18"/>
        </w:rPr>
        <w:t>6</w:t>
      </w:r>
      <w:r w:rsidR="001D5747" w:rsidRPr="003F0598">
        <w:rPr>
          <w:rFonts w:ascii="Arial" w:hAnsi="Arial" w:cs="Arial"/>
          <w:sz w:val="18"/>
          <w:szCs w:val="18"/>
        </w:rPr>
        <w:t>.UG</w:t>
      </w:r>
      <w:r w:rsidR="00FF6B38" w:rsidRPr="003F0598">
        <w:rPr>
          <w:rFonts w:ascii="Arial" w:hAnsi="Arial" w:cs="Arial"/>
          <w:sz w:val="18"/>
          <w:szCs w:val="18"/>
        </w:rPr>
        <w:t>S</w:t>
      </w:r>
    </w:p>
    <w:p w:rsidR="00B44C45" w:rsidRPr="00B44C45" w:rsidRDefault="00B44C45" w:rsidP="00B44C45"/>
    <w:p w:rsidR="00DE4FEE" w:rsidRPr="00B44C45" w:rsidRDefault="00B44C45" w:rsidP="00B44C45">
      <w:pPr>
        <w:pStyle w:val="Nagwek3"/>
        <w:spacing w:line="360" w:lineRule="auto"/>
        <w:jc w:val="center"/>
        <w:rPr>
          <w:rFonts w:ascii="Arial" w:hAnsi="Arial" w:cs="Arial"/>
          <w:b/>
          <w:i w:val="0"/>
          <w:sz w:val="20"/>
        </w:rPr>
      </w:pPr>
      <w:r w:rsidRPr="00B44C45">
        <w:rPr>
          <w:rFonts w:ascii="Arial" w:hAnsi="Arial" w:cs="Arial"/>
          <w:b/>
          <w:i w:val="0"/>
          <w:sz w:val="20"/>
        </w:rPr>
        <w:t>OFERTA</w:t>
      </w:r>
    </w:p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3F0598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3F0598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3F0598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 w:rsidRPr="003F059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3F0598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3F0598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RPr="003F0598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3F0598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3F0598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3F0598" w:rsidRDefault="00EC220E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3F0598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3F0598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3F0598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3F0598" w:rsidRDefault="0044251A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RPr="003F0598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3F0598" w:rsidRDefault="00457D2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3F0598" w:rsidRDefault="00457D2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3F0598" w:rsidRDefault="00457D2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3F0598" w:rsidRDefault="00457D2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3F0598" w:rsidRDefault="00457D2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3F059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3F0598" w:rsidTr="00B44C45">
        <w:trPr>
          <w:trHeight w:val="77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0598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3F0598" w:rsidRDefault="00093F0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RPr="003F059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3F0598" w:rsidRDefault="00036420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3F0598" w:rsidRDefault="00036420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3F0598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3F0598" w:rsidRDefault="00036420" w:rsidP="003F0598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F0598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3F0598" w:rsidRDefault="006C35C8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3F0598" w:rsidTr="00B44C45">
        <w:trPr>
          <w:trHeight w:val="285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3F0598" w:rsidTr="00B44C45">
        <w:trPr>
          <w:trHeight w:val="3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3F0598" w:rsidTr="00B44C45">
        <w:trPr>
          <w:trHeight w:val="32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3F0598" w:rsidRDefault="00457295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RPr="003F0598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3F0598" w:rsidRDefault="00886064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3F0598" w:rsidRDefault="00886064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3F0598" w:rsidRDefault="00886064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Pr="003F0598" w:rsidRDefault="00DE4FEE" w:rsidP="003F0598">
      <w:pPr>
        <w:spacing w:line="360" w:lineRule="auto"/>
        <w:rPr>
          <w:rFonts w:ascii="Arial" w:hAnsi="Arial" w:cs="Arial"/>
          <w:sz w:val="18"/>
          <w:szCs w:val="18"/>
        </w:rPr>
      </w:pPr>
    </w:p>
    <w:p w:rsidR="00C57C93" w:rsidRPr="003F0598" w:rsidRDefault="000D468C" w:rsidP="003F0598">
      <w:pPr>
        <w:spacing w:line="360" w:lineRule="auto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 xml:space="preserve">Odpowiadając na publiczne ogłoszenie o zamówieniu </w:t>
      </w:r>
      <w:r w:rsidR="006F295D" w:rsidRPr="003F0598">
        <w:rPr>
          <w:rFonts w:ascii="Arial" w:hAnsi="Arial" w:cs="Arial"/>
          <w:sz w:val="18"/>
          <w:szCs w:val="18"/>
        </w:rPr>
        <w:t xml:space="preserve">w postępowaniu nr </w:t>
      </w:r>
      <w:r w:rsidR="004B2EB3" w:rsidRPr="003F0598">
        <w:rPr>
          <w:rFonts w:ascii="Arial" w:hAnsi="Arial" w:cs="Arial"/>
          <w:b/>
          <w:sz w:val="18"/>
          <w:szCs w:val="18"/>
        </w:rPr>
        <w:t>DZP.381</w:t>
      </w:r>
      <w:r w:rsidR="00886987" w:rsidRPr="003F0598">
        <w:rPr>
          <w:rFonts w:ascii="Arial" w:hAnsi="Arial" w:cs="Arial"/>
          <w:b/>
          <w:sz w:val="18"/>
          <w:szCs w:val="18"/>
        </w:rPr>
        <w:t>.</w:t>
      </w:r>
      <w:r w:rsidR="00FF6B38" w:rsidRPr="003F0598">
        <w:rPr>
          <w:rFonts w:ascii="Arial" w:hAnsi="Arial" w:cs="Arial"/>
          <w:b/>
          <w:sz w:val="18"/>
          <w:szCs w:val="18"/>
        </w:rPr>
        <w:t>28</w:t>
      </w:r>
      <w:r w:rsidR="005A4067" w:rsidRPr="003F0598">
        <w:rPr>
          <w:rFonts w:ascii="Arial" w:hAnsi="Arial" w:cs="Arial"/>
          <w:b/>
          <w:sz w:val="18"/>
          <w:szCs w:val="18"/>
        </w:rPr>
        <w:t>.</w:t>
      </w:r>
      <w:r w:rsidR="004B2EB3" w:rsidRPr="003F0598">
        <w:rPr>
          <w:rFonts w:ascii="Arial" w:hAnsi="Arial" w:cs="Arial"/>
          <w:b/>
          <w:sz w:val="18"/>
          <w:szCs w:val="18"/>
        </w:rPr>
        <w:t>201</w:t>
      </w:r>
      <w:r w:rsidR="00C57C93" w:rsidRPr="003F0598">
        <w:rPr>
          <w:rFonts w:ascii="Arial" w:hAnsi="Arial" w:cs="Arial"/>
          <w:b/>
          <w:sz w:val="18"/>
          <w:szCs w:val="18"/>
        </w:rPr>
        <w:t>6</w:t>
      </w:r>
      <w:r w:rsidR="004B2EB3" w:rsidRPr="003F0598">
        <w:rPr>
          <w:rFonts w:ascii="Arial" w:hAnsi="Arial" w:cs="Arial"/>
          <w:b/>
          <w:sz w:val="18"/>
          <w:szCs w:val="18"/>
        </w:rPr>
        <w:t>.</w:t>
      </w:r>
      <w:r w:rsidR="00132FB0" w:rsidRPr="003F0598">
        <w:rPr>
          <w:rFonts w:ascii="Arial" w:hAnsi="Arial" w:cs="Arial"/>
          <w:b/>
          <w:sz w:val="18"/>
          <w:szCs w:val="18"/>
        </w:rPr>
        <w:t>UG</w:t>
      </w:r>
      <w:r w:rsidR="00FF6B38" w:rsidRPr="003F0598">
        <w:rPr>
          <w:rFonts w:ascii="Arial" w:hAnsi="Arial" w:cs="Arial"/>
          <w:b/>
          <w:sz w:val="18"/>
          <w:szCs w:val="18"/>
        </w:rPr>
        <w:t>S</w:t>
      </w:r>
      <w:r w:rsidR="00C57C93" w:rsidRPr="003F0598">
        <w:rPr>
          <w:rFonts w:ascii="Arial" w:hAnsi="Arial" w:cs="Arial"/>
          <w:b/>
          <w:sz w:val="18"/>
          <w:szCs w:val="18"/>
        </w:rPr>
        <w:t xml:space="preserve">, </w:t>
      </w:r>
    </w:p>
    <w:p w:rsidR="00FF6B38" w:rsidRPr="003F0598" w:rsidRDefault="000D468C" w:rsidP="003F0598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 xml:space="preserve">na świadczenie </w:t>
      </w:r>
      <w:r w:rsidR="00297DCC" w:rsidRPr="003F0598">
        <w:rPr>
          <w:rFonts w:ascii="Arial" w:hAnsi="Arial" w:cs="Arial"/>
          <w:sz w:val="18"/>
          <w:szCs w:val="18"/>
        </w:rPr>
        <w:t>usług</w:t>
      </w:r>
      <w:r w:rsidR="00FF6B38" w:rsidRPr="003F0598">
        <w:rPr>
          <w:rFonts w:ascii="Arial" w:hAnsi="Arial" w:cs="Arial"/>
          <w:sz w:val="18"/>
          <w:szCs w:val="18"/>
        </w:rPr>
        <w:t xml:space="preserve">  społecznych</w:t>
      </w:r>
      <w:r w:rsidR="00C57C93" w:rsidRPr="003F0598">
        <w:rPr>
          <w:rFonts w:ascii="Arial" w:hAnsi="Arial" w:cs="Arial"/>
          <w:sz w:val="18"/>
          <w:szCs w:val="18"/>
        </w:rPr>
        <w:t xml:space="preserve">, </w:t>
      </w:r>
      <w:r w:rsidRPr="003F0598">
        <w:rPr>
          <w:rFonts w:ascii="Arial" w:hAnsi="Arial" w:cs="Arial"/>
          <w:sz w:val="18"/>
          <w:szCs w:val="18"/>
        </w:rPr>
        <w:t>p.n.</w:t>
      </w:r>
      <w:r w:rsidR="007B3FEE" w:rsidRPr="003F0598">
        <w:rPr>
          <w:rFonts w:ascii="Arial" w:hAnsi="Arial" w:cs="Arial"/>
          <w:sz w:val="18"/>
          <w:szCs w:val="18"/>
        </w:rPr>
        <w:t>:</w:t>
      </w:r>
    </w:p>
    <w:p w:rsidR="00B44C45" w:rsidRDefault="00B44C45" w:rsidP="003F0598">
      <w:pPr>
        <w:spacing w:line="360" w:lineRule="auto"/>
        <w:jc w:val="center"/>
        <w:rPr>
          <w:rFonts w:ascii="Arial" w:hAnsi="Arial" w:cs="Arial"/>
          <w:b/>
        </w:rPr>
      </w:pPr>
    </w:p>
    <w:p w:rsidR="007D3D70" w:rsidRPr="00B44C45" w:rsidRDefault="00FF6B38" w:rsidP="003F0598">
      <w:pPr>
        <w:spacing w:line="360" w:lineRule="auto"/>
        <w:jc w:val="center"/>
        <w:rPr>
          <w:rFonts w:ascii="Arial" w:hAnsi="Arial" w:cs="Arial"/>
          <w:b/>
        </w:rPr>
      </w:pPr>
      <w:r w:rsidRPr="00B44C45">
        <w:rPr>
          <w:rFonts w:ascii="Arial" w:hAnsi="Arial" w:cs="Arial"/>
          <w:b/>
        </w:rPr>
        <w:t>„</w:t>
      </w:r>
      <w:r w:rsidR="007D3D70" w:rsidRPr="00B44C45">
        <w:rPr>
          <w:rFonts w:ascii="Arial" w:hAnsi="Arial" w:cs="Arial"/>
          <w:b/>
        </w:rPr>
        <w:t xml:space="preserve">Usługi szkoleniowe w ramach Projektu </w:t>
      </w:r>
    </w:p>
    <w:p w:rsidR="007D3D70" w:rsidRPr="00B44C45" w:rsidRDefault="007D3D70" w:rsidP="003F0598">
      <w:pPr>
        <w:spacing w:line="360" w:lineRule="auto"/>
        <w:jc w:val="center"/>
        <w:rPr>
          <w:rFonts w:ascii="Arial" w:hAnsi="Arial" w:cs="Arial"/>
          <w:b/>
        </w:rPr>
      </w:pPr>
      <w:r w:rsidRPr="00B44C45">
        <w:rPr>
          <w:rFonts w:ascii="Arial" w:hAnsi="Arial" w:cs="Arial"/>
          <w:b/>
          <w:i/>
          <w:lang w:val="en-US"/>
        </w:rPr>
        <w:t>„NEW. Zwiększenie konkurencyjności studentów Wydziału Biologii i Ochrony Środowiska Uniwersytetu Śląskiego na rynku pracy przez rozwój ich kompetencji zawodowych”</w:t>
      </w:r>
    </w:p>
    <w:p w:rsidR="00FF6B38" w:rsidRPr="003F0598" w:rsidRDefault="00FF6B38" w:rsidP="003F0598">
      <w:pPr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:rsidR="00E3616C" w:rsidRPr="003F0598" w:rsidRDefault="000D468C" w:rsidP="003F0598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składamy następującą ofertę</w:t>
      </w:r>
      <w:r w:rsidR="007B3FEE" w:rsidRPr="003F0598">
        <w:rPr>
          <w:rFonts w:ascii="Arial" w:hAnsi="Arial" w:cs="Arial"/>
          <w:sz w:val="18"/>
          <w:szCs w:val="18"/>
        </w:rPr>
        <w:t>:</w:t>
      </w:r>
    </w:p>
    <w:p w:rsidR="00C12C9B" w:rsidRPr="00C12C9B" w:rsidRDefault="00C12C9B" w:rsidP="00C12C9B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color w:val="0070C0"/>
          <w:lang w:eastAsia="ar-SA"/>
        </w:rPr>
      </w:pPr>
      <w:r w:rsidRPr="00C12C9B">
        <w:rPr>
          <w:rFonts w:ascii="Arial" w:eastAsia="Calibri" w:hAnsi="Arial" w:cs="Arial"/>
          <w:b/>
          <w:bCs/>
          <w:lang w:eastAsia="ar-SA"/>
        </w:rPr>
        <w:lastRenderedPageBreak/>
        <w:t xml:space="preserve">OFERTA W CZĘŚCI A: </w:t>
      </w:r>
      <w:r w:rsidRPr="00C12C9B">
        <w:rPr>
          <w:rFonts w:ascii="Arial" w:eastAsia="Calibri" w:hAnsi="Arial" w:cs="Arial"/>
          <w:b/>
          <w:bCs/>
          <w:color w:val="0070C0"/>
          <w:lang w:eastAsia="ar-SA"/>
        </w:rPr>
        <w:t>„Szkolenia w zakresie CITES”</w:t>
      </w:r>
    </w:p>
    <w:p w:rsidR="00C57C93" w:rsidRPr="00C12C9B" w:rsidRDefault="00C57C93" w:rsidP="00C12C9B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lang w:eastAsia="ar-SA"/>
        </w:rPr>
      </w:pPr>
    </w:p>
    <w:p w:rsidR="00A43E6D" w:rsidRPr="00467282" w:rsidRDefault="00A82EAF" w:rsidP="00467282">
      <w:pPr>
        <w:pStyle w:val="Akapitzlist"/>
        <w:numPr>
          <w:ilvl w:val="0"/>
          <w:numId w:val="19"/>
        </w:numPr>
        <w:suppressAutoHyphens/>
        <w:autoSpaceDE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467282">
        <w:rPr>
          <w:rFonts w:ascii="Arial" w:hAnsi="Arial" w:cs="Arial"/>
          <w:sz w:val="18"/>
          <w:szCs w:val="18"/>
        </w:rPr>
        <w:t>Oferujemy realizację przedmiotu zamówienia zgodnie z warunkami i na zasad</w:t>
      </w:r>
      <w:r w:rsidR="006A23C4">
        <w:rPr>
          <w:rFonts w:ascii="Arial" w:hAnsi="Arial" w:cs="Arial"/>
          <w:sz w:val="18"/>
          <w:szCs w:val="18"/>
        </w:rPr>
        <w:t xml:space="preserve">ach zawartych w SIWZ za łącznym </w:t>
      </w:r>
      <w:r w:rsidRPr="00467282">
        <w:rPr>
          <w:rFonts w:ascii="Arial" w:hAnsi="Arial" w:cs="Arial"/>
          <w:sz w:val="18"/>
          <w:szCs w:val="18"/>
        </w:rPr>
        <w:t>wynagrodzeniem:</w:t>
      </w:r>
    </w:p>
    <w:tbl>
      <w:tblPr>
        <w:tblStyle w:val="Tabela-Siatka"/>
        <w:tblW w:w="103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A82EAF" w:rsidRPr="003F0598" w:rsidTr="00521926">
        <w:tc>
          <w:tcPr>
            <w:tcW w:w="4536" w:type="dxa"/>
          </w:tcPr>
          <w:p w:rsidR="00C12C9B" w:rsidRDefault="00C12C9B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B05B2E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7616F9"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2EAF" w:rsidRPr="003F0598">
              <w:rPr>
                <w:rFonts w:ascii="Arial" w:hAnsi="Arial" w:cs="Arial"/>
                <w:b/>
                <w:sz w:val="18"/>
                <w:szCs w:val="18"/>
              </w:rPr>
              <w:t xml:space="preserve"> netto  </w:t>
            </w:r>
          </w:p>
          <w:p w:rsidR="00A64366" w:rsidRPr="003F0598" w:rsidRDefault="00A64366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12C9B" w:rsidRDefault="00C12C9B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06CAC" w:rsidRPr="003F0598" w:rsidTr="00521926">
        <w:tc>
          <w:tcPr>
            <w:tcW w:w="10371" w:type="dxa"/>
            <w:gridSpan w:val="2"/>
          </w:tcPr>
          <w:p w:rsidR="00C12C9B" w:rsidRDefault="00C12C9B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6CAC" w:rsidRPr="003F0598" w:rsidRDefault="00706CAC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3F0598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A82EAF" w:rsidRPr="003F0598" w:rsidTr="00521926">
        <w:tc>
          <w:tcPr>
            <w:tcW w:w="4536" w:type="dxa"/>
          </w:tcPr>
          <w:p w:rsidR="00C12C9B" w:rsidRDefault="00C12C9B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B05B2E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7616F9" w:rsidRPr="003F0598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5371CA" w:rsidRPr="003F0598">
              <w:rPr>
                <w:rFonts w:ascii="Arial" w:hAnsi="Arial" w:cs="Arial"/>
                <w:b/>
                <w:sz w:val="18"/>
                <w:szCs w:val="18"/>
              </w:rPr>
              <w:t xml:space="preserve"> oferty brutto</w:t>
            </w:r>
            <w:r w:rsidR="005371CA" w:rsidRPr="003F059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FC3658" w:rsidRPr="003F05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62206" w:rsidRPr="003F0598" w:rsidRDefault="00262206" w:rsidP="003F059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3F0598" w:rsidRDefault="00A82EAF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12C9B" w:rsidRDefault="00C12C9B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3F0598" w:rsidRDefault="00A82EAF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C12C9B" w:rsidRDefault="00C12C9B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A82EAF" w:rsidRPr="00C12C9B" w:rsidRDefault="005371CA" w:rsidP="00C12C9B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3F0598">
        <w:rPr>
          <w:rFonts w:ascii="Arial" w:hAnsi="Arial" w:cs="Arial"/>
          <w:b/>
          <w:iCs/>
          <w:sz w:val="18"/>
          <w:szCs w:val="18"/>
        </w:rPr>
        <w:t>Uwaga! Ze względu na fakt, i</w:t>
      </w:r>
      <w:r w:rsidR="00706CAC" w:rsidRPr="003F0598">
        <w:rPr>
          <w:rFonts w:ascii="Arial" w:hAnsi="Arial" w:cs="Arial"/>
          <w:b/>
          <w:iCs/>
          <w:sz w:val="18"/>
          <w:szCs w:val="18"/>
        </w:rPr>
        <w:t>ż przedmiot</w:t>
      </w:r>
      <w:r w:rsidR="008D540E" w:rsidRPr="003F0598">
        <w:rPr>
          <w:rFonts w:ascii="Arial" w:hAnsi="Arial" w:cs="Arial"/>
          <w:b/>
          <w:iCs/>
          <w:sz w:val="18"/>
          <w:szCs w:val="18"/>
        </w:rPr>
        <w:t>em</w:t>
      </w:r>
      <w:r w:rsidR="00706CAC" w:rsidRPr="003F0598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 w:rsidR="008D540E" w:rsidRPr="003F0598"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="00706CAC" w:rsidRPr="003F0598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 w:rsidR="00E317B5" w:rsidRPr="003F0598">
        <w:rPr>
          <w:rFonts w:ascii="Arial" w:hAnsi="Arial" w:cs="Arial"/>
          <w:b/>
          <w:iCs/>
          <w:sz w:val="18"/>
          <w:szCs w:val="18"/>
        </w:rPr>
        <w:t> </w:t>
      </w:r>
      <w:r w:rsidR="00706CAC" w:rsidRPr="003F0598">
        <w:rPr>
          <w:rFonts w:ascii="Arial" w:hAnsi="Arial" w:cs="Arial"/>
          <w:b/>
          <w:iCs/>
          <w:sz w:val="18"/>
          <w:szCs w:val="18"/>
        </w:rPr>
        <w:t>podatku od towarów i usług (Dz. U. nr 54, poz. 535 ze zm.).</w:t>
      </w:r>
      <w:r w:rsidRPr="003F0598">
        <w:rPr>
          <w:rFonts w:ascii="Arial" w:hAnsi="Arial" w:cs="Arial"/>
          <w:b/>
          <w:iCs/>
          <w:sz w:val="18"/>
          <w:szCs w:val="18"/>
        </w:rPr>
        <w:t xml:space="preserve"> </w:t>
      </w:r>
      <w:r w:rsidR="00706CAC" w:rsidRPr="003F0598">
        <w:rPr>
          <w:rFonts w:ascii="Arial" w:hAnsi="Arial" w:cs="Arial"/>
          <w:b/>
          <w:iCs/>
          <w:sz w:val="18"/>
          <w:szCs w:val="18"/>
        </w:rPr>
        <w:t>Wykonawca, z którym zostanie podpisana umowa otrzyma stosowne oświadczenie o</w:t>
      </w:r>
      <w:r w:rsidRPr="003F0598">
        <w:rPr>
          <w:rFonts w:ascii="Arial" w:hAnsi="Arial" w:cs="Arial"/>
          <w:b/>
          <w:iCs/>
          <w:sz w:val="18"/>
          <w:szCs w:val="18"/>
        </w:rPr>
        <w:t> </w:t>
      </w:r>
      <w:r w:rsidR="00C12C9B">
        <w:rPr>
          <w:rFonts w:ascii="Arial" w:hAnsi="Arial" w:cs="Arial"/>
          <w:b/>
          <w:iCs/>
          <w:sz w:val="18"/>
          <w:szCs w:val="18"/>
        </w:rPr>
        <w:t>finansowaniu.</w:t>
      </w:r>
    </w:p>
    <w:p w:rsidR="00E51CAE" w:rsidRDefault="00E51CAE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121918" w:rsidRPr="003F0598" w:rsidRDefault="00A82EAF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3F059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3F0598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F412F6" w:rsidRPr="003F0598" w:rsidRDefault="00F412F6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706CAC" w:rsidRPr="00C12C9B" w:rsidRDefault="00262206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C12C9B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6CAC" w:rsidRPr="00C12C9B" w:rsidRDefault="00A82EAF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C12C9B">
        <w:rPr>
          <w:rFonts w:ascii="Arial" w:hAnsi="Arial" w:cs="Arial"/>
          <w:i/>
          <w:iCs/>
          <w:sz w:val="16"/>
          <w:szCs w:val="16"/>
        </w:rPr>
        <w:t xml:space="preserve">Oświadczamy, iż zaoferowana cena zawiera </w:t>
      </w:r>
      <w:r w:rsidR="00C57C93" w:rsidRPr="00C12C9B">
        <w:rPr>
          <w:rFonts w:ascii="Arial" w:hAnsi="Arial" w:cs="Arial"/>
          <w:i/>
          <w:iCs/>
          <w:sz w:val="16"/>
          <w:szCs w:val="16"/>
        </w:rPr>
        <w:t xml:space="preserve">wszelkie koszty poniesione w celu należytego i pełnego wykonania zamówienia, zgodnie </w:t>
      </w:r>
      <w:r w:rsidR="00C12C9B">
        <w:rPr>
          <w:rFonts w:ascii="Arial" w:hAnsi="Arial" w:cs="Arial"/>
          <w:i/>
          <w:iCs/>
          <w:sz w:val="16"/>
          <w:szCs w:val="16"/>
        </w:rPr>
        <w:t xml:space="preserve">                               </w:t>
      </w:r>
      <w:r w:rsidR="00C57C93" w:rsidRPr="00C12C9B">
        <w:rPr>
          <w:rFonts w:ascii="Arial" w:hAnsi="Arial" w:cs="Arial"/>
          <w:i/>
          <w:iCs/>
          <w:sz w:val="16"/>
          <w:szCs w:val="16"/>
        </w:rPr>
        <w:t>z wymaganiami opisan</w:t>
      </w:r>
      <w:r w:rsidR="00FA7A3F" w:rsidRPr="00C12C9B">
        <w:rPr>
          <w:rFonts w:ascii="Arial" w:hAnsi="Arial" w:cs="Arial"/>
          <w:i/>
          <w:iCs/>
          <w:sz w:val="16"/>
          <w:szCs w:val="16"/>
        </w:rPr>
        <w:t xml:space="preserve">ymi w załączniku nr 2 do SIWZ, </w:t>
      </w:r>
      <w:r w:rsidR="00C57C93" w:rsidRPr="00C12C9B">
        <w:rPr>
          <w:rFonts w:ascii="Arial" w:hAnsi="Arial" w:cs="Arial"/>
          <w:i/>
          <w:iCs/>
          <w:sz w:val="16"/>
          <w:szCs w:val="16"/>
        </w:rPr>
        <w:t xml:space="preserve">a w szczególności zawiera koszt wynagrodzenia osób prowadzących szkolenia, koszt materiałów szkoleniowych, egzaminów, certyfikatów, zaświadczeń </w:t>
      </w:r>
      <w:r w:rsidR="007D3D70" w:rsidRPr="00C12C9B">
        <w:rPr>
          <w:rFonts w:ascii="Arial" w:hAnsi="Arial" w:cs="Arial"/>
          <w:i/>
          <w:iCs/>
          <w:sz w:val="16"/>
          <w:szCs w:val="16"/>
        </w:rPr>
        <w:t xml:space="preserve">itp. </w:t>
      </w:r>
      <w:r w:rsidR="00C57C93" w:rsidRPr="00C12C9B">
        <w:rPr>
          <w:rFonts w:ascii="Arial" w:hAnsi="Arial" w:cs="Arial"/>
          <w:i/>
          <w:iCs/>
          <w:sz w:val="16"/>
          <w:szCs w:val="16"/>
        </w:rPr>
        <w:t xml:space="preserve">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5A2109" w:rsidRPr="00C12C9B" w:rsidRDefault="005A2109" w:rsidP="003F059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C12C9B">
        <w:rPr>
          <w:rFonts w:ascii="Arial" w:hAnsi="Arial" w:cs="Arial"/>
          <w:i/>
          <w:iCs/>
          <w:sz w:val="16"/>
          <w:szCs w:val="16"/>
        </w:rPr>
        <w:t xml:space="preserve">Jeżeli złożono ofertę, której wybór prowadziłby do powstania u </w:t>
      </w:r>
      <w:r w:rsidR="002D5649" w:rsidRPr="00C12C9B">
        <w:rPr>
          <w:rFonts w:ascii="Arial" w:hAnsi="Arial" w:cs="Arial"/>
          <w:i/>
          <w:iCs/>
          <w:sz w:val="16"/>
          <w:szCs w:val="16"/>
        </w:rPr>
        <w:t>Z</w:t>
      </w:r>
      <w:r w:rsidRPr="00C12C9B">
        <w:rPr>
          <w:rFonts w:ascii="Arial" w:hAnsi="Arial" w:cs="Arial"/>
          <w:i/>
          <w:iCs/>
          <w:sz w:val="16"/>
          <w:szCs w:val="16"/>
        </w:rPr>
        <w:t>amawiającego obowiązku podatkowego zgodnie z przepisami o</w:t>
      </w:r>
      <w:r w:rsidR="00357D6B" w:rsidRPr="00C12C9B">
        <w:rPr>
          <w:rFonts w:ascii="Arial" w:hAnsi="Arial" w:cs="Arial"/>
          <w:i/>
          <w:iCs/>
          <w:sz w:val="16"/>
          <w:szCs w:val="16"/>
        </w:rPr>
        <w:t> </w:t>
      </w:r>
      <w:r w:rsidRPr="00C12C9B">
        <w:rPr>
          <w:rFonts w:ascii="Arial" w:hAnsi="Arial" w:cs="Arial"/>
          <w:i/>
          <w:iCs/>
          <w:sz w:val="16"/>
          <w:szCs w:val="16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FE15A9" w:rsidRPr="00977AE9" w:rsidRDefault="005A2109" w:rsidP="00977AE9">
      <w:pPr>
        <w:pStyle w:val="Akapitzlist"/>
        <w:spacing w:line="360" w:lineRule="auto"/>
        <w:ind w:left="284"/>
        <w:contextualSpacing w:val="0"/>
        <w:rPr>
          <w:rFonts w:ascii="Arial" w:hAnsi="Arial" w:cs="Arial"/>
          <w:i/>
          <w:iCs/>
          <w:sz w:val="16"/>
          <w:szCs w:val="16"/>
        </w:rPr>
      </w:pPr>
      <w:r w:rsidRPr="00C12C9B">
        <w:rPr>
          <w:rFonts w:ascii="Arial" w:hAnsi="Arial" w:cs="Arial"/>
          <w:i/>
          <w:iCs/>
          <w:sz w:val="16"/>
          <w:szCs w:val="16"/>
        </w:rPr>
        <w:t xml:space="preserve">Wykonawca, składając ofertę, informuje Zamawiającego, czy wybór oferty będzie prowadzić do powstania u </w:t>
      </w:r>
      <w:r w:rsidR="002D5649" w:rsidRPr="00C12C9B">
        <w:rPr>
          <w:rFonts w:ascii="Arial" w:hAnsi="Arial" w:cs="Arial"/>
          <w:i/>
          <w:iCs/>
          <w:sz w:val="16"/>
          <w:szCs w:val="16"/>
        </w:rPr>
        <w:t>Z</w:t>
      </w:r>
      <w:r w:rsidRPr="00C12C9B">
        <w:rPr>
          <w:rFonts w:ascii="Arial" w:hAnsi="Arial" w:cs="Arial"/>
          <w:i/>
          <w:iCs/>
          <w:sz w:val="16"/>
          <w:szCs w:val="16"/>
        </w:rPr>
        <w:t>amawiającego obowiązku podatkowego, wskazując nazwę (rodzaj) towaru lub usługi, których dostawa lub świadczenie będzie prowadzić do jego powstania, oraz wskazując ich wartość bez kwoty podatku; (uzupełnić wskazane informacje, jeżeli doty</w:t>
      </w:r>
      <w:r w:rsidR="00E51CAE">
        <w:rPr>
          <w:rFonts w:ascii="Arial" w:hAnsi="Arial" w:cs="Arial"/>
          <w:i/>
          <w:iCs/>
          <w:sz w:val="16"/>
          <w:szCs w:val="16"/>
        </w:rPr>
        <w:t>czy) ……………………………………………………………</w:t>
      </w:r>
    </w:p>
    <w:p w:rsidR="0081670D" w:rsidRPr="00FE15A9" w:rsidRDefault="00521926" w:rsidP="00AF750C">
      <w:pPr>
        <w:pStyle w:val="Akapitzlist"/>
        <w:numPr>
          <w:ilvl w:val="0"/>
          <w:numId w:val="19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15A9">
        <w:rPr>
          <w:rFonts w:ascii="Arial" w:hAnsi="Arial" w:cs="Arial"/>
          <w:b/>
          <w:sz w:val="18"/>
          <w:szCs w:val="18"/>
        </w:rPr>
        <w:lastRenderedPageBreak/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970"/>
        <w:gridCol w:w="2025"/>
        <w:gridCol w:w="2410"/>
      </w:tblGrid>
      <w:tr w:rsidR="0081670D" w:rsidRPr="003F0598" w:rsidTr="00FE15A9">
        <w:trPr>
          <w:cantSplit/>
          <w:trHeight w:val="1167"/>
        </w:trPr>
        <w:tc>
          <w:tcPr>
            <w:tcW w:w="2093" w:type="dxa"/>
            <w:shd w:val="clear" w:color="auto" w:fill="DBE5F1" w:themeFill="accent1" w:themeFillTint="33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2970" w:type="dxa"/>
            <w:shd w:val="clear" w:color="auto" w:fill="DBE5F1" w:themeFill="accent1" w:themeFillTint="33"/>
            <w:vAlign w:val="center"/>
          </w:tcPr>
          <w:p w:rsidR="00FD73D2" w:rsidRPr="003F0598" w:rsidRDefault="00FD73D2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za 1 godzinę szkoleń</w:t>
            </w:r>
          </w:p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="00FD73D2" w:rsidRPr="003F0598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</w:tc>
        <w:tc>
          <w:tcPr>
            <w:tcW w:w="2025" w:type="dxa"/>
            <w:shd w:val="clear" w:color="auto" w:fill="DBE5F1" w:themeFill="accent1" w:themeFillTint="33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Maksymalna liczba godzin szkoleń</w:t>
            </w:r>
          </w:p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81670D" w:rsidRPr="003F0598" w:rsidRDefault="0081670D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1670D" w:rsidRPr="003F0598" w:rsidRDefault="0081670D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81670D" w:rsidRPr="003F0598" w:rsidTr="00FE15A9">
        <w:trPr>
          <w:cantSplit/>
          <w:trHeight w:val="403"/>
        </w:trPr>
        <w:tc>
          <w:tcPr>
            <w:tcW w:w="2093" w:type="dxa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70" w:type="dxa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81670D" w:rsidRPr="003F0598" w:rsidTr="00977AE9">
        <w:trPr>
          <w:trHeight w:val="792"/>
        </w:trPr>
        <w:tc>
          <w:tcPr>
            <w:tcW w:w="2093" w:type="dxa"/>
            <w:shd w:val="clear" w:color="auto" w:fill="DBE5F1" w:themeFill="accent1" w:themeFillTint="33"/>
            <w:vAlign w:val="center"/>
          </w:tcPr>
          <w:p w:rsidR="0081670D" w:rsidRPr="003F0598" w:rsidRDefault="00595F67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 xml:space="preserve"> </w:t>
            </w:r>
            <w:r w:rsidR="0081670D" w:rsidRPr="003F0598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>„</w:t>
            </w:r>
            <w:r w:rsidRPr="003F0598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 xml:space="preserve">Szkolenia w zakresie CITES </w:t>
            </w:r>
            <w:r w:rsidR="0081670D" w:rsidRPr="003F0598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>”</w:t>
            </w:r>
          </w:p>
        </w:tc>
        <w:tc>
          <w:tcPr>
            <w:tcW w:w="2970" w:type="dxa"/>
          </w:tcPr>
          <w:p w:rsidR="0081670D" w:rsidRPr="003F0598" w:rsidRDefault="0081670D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81670D" w:rsidRPr="003F0598" w:rsidRDefault="00595F67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12</w:t>
            </w:r>
            <w:r w:rsidR="0081670D" w:rsidRPr="003F0598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1670D" w:rsidRPr="003F0598" w:rsidRDefault="0081670D" w:rsidP="003F0598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Pr="003F0598" w:rsidRDefault="0081670D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77AE9" w:rsidRPr="00977AE9" w:rsidRDefault="00977AE9" w:rsidP="00977AE9">
      <w:pPr>
        <w:pStyle w:val="Akapitzlist"/>
        <w:spacing w:line="360" w:lineRule="auto"/>
        <w:ind w:left="568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AF750C" w:rsidRDefault="00781CF0" w:rsidP="00AF750C">
      <w:pPr>
        <w:pStyle w:val="Akapitzlist"/>
        <w:numPr>
          <w:ilvl w:val="0"/>
          <w:numId w:val="19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Zobowiązujemy się do realizacji przedmiotu zamó</w:t>
      </w:r>
      <w:r w:rsidR="00397EAD" w:rsidRPr="003F0598">
        <w:rPr>
          <w:rFonts w:ascii="Arial" w:hAnsi="Arial" w:cs="Arial"/>
          <w:b/>
          <w:sz w:val="18"/>
          <w:szCs w:val="18"/>
        </w:rPr>
        <w:t xml:space="preserve">wienia </w:t>
      </w:r>
      <w:r w:rsidR="006824A9" w:rsidRPr="003F0598">
        <w:rPr>
          <w:rFonts w:ascii="Arial" w:hAnsi="Arial" w:cs="Arial"/>
          <w:b/>
          <w:sz w:val="18"/>
          <w:szCs w:val="18"/>
        </w:rPr>
        <w:t xml:space="preserve">w </w:t>
      </w:r>
      <w:r w:rsidR="00C57C93" w:rsidRPr="003F0598">
        <w:rPr>
          <w:rFonts w:ascii="Arial" w:hAnsi="Arial" w:cs="Arial"/>
          <w:b/>
          <w:sz w:val="18"/>
          <w:szCs w:val="18"/>
        </w:rPr>
        <w:t>terminie</w:t>
      </w:r>
      <w:r w:rsidR="00DA46D0" w:rsidRPr="003F0598">
        <w:rPr>
          <w:rFonts w:ascii="Arial" w:hAnsi="Arial" w:cs="Arial"/>
          <w:sz w:val="18"/>
          <w:szCs w:val="18"/>
        </w:rPr>
        <w:t xml:space="preserve">: </w:t>
      </w:r>
      <w:r w:rsidR="00DB38BE" w:rsidRPr="003F0598">
        <w:rPr>
          <w:rFonts w:ascii="Arial" w:hAnsi="Arial" w:cs="Arial"/>
          <w:sz w:val="18"/>
          <w:szCs w:val="18"/>
        </w:rPr>
        <w:t xml:space="preserve">od daty zawarcia umowy, nie wcześniej niż od 01.09.2016r. do  </w:t>
      </w:r>
      <w:r w:rsidR="00FE336E">
        <w:rPr>
          <w:rFonts w:ascii="Arial" w:hAnsi="Arial" w:cs="Arial"/>
          <w:sz w:val="18"/>
          <w:szCs w:val="18"/>
        </w:rPr>
        <w:t>30</w:t>
      </w:r>
      <w:r w:rsidR="00DB38BE" w:rsidRPr="003F0598">
        <w:rPr>
          <w:rFonts w:ascii="Arial" w:hAnsi="Arial" w:cs="Arial"/>
          <w:sz w:val="18"/>
          <w:szCs w:val="18"/>
        </w:rPr>
        <w:t>.10.2016r., zgodnie z harmonogramem przygotowanym przez Zamawiającego.</w:t>
      </w:r>
    </w:p>
    <w:p w:rsidR="00AF750C" w:rsidRDefault="00A82EAF" w:rsidP="00AF750C">
      <w:pPr>
        <w:pStyle w:val="Akapitzlist"/>
        <w:numPr>
          <w:ilvl w:val="0"/>
          <w:numId w:val="19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AF750C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F750C" w:rsidRPr="00AF750C" w:rsidRDefault="001D284C" w:rsidP="00AF750C">
      <w:pPr>
        <w:pStyle w:val="Akapitzlist"/>
        <w:numPr>
          <w:ilvl w:val="0"/>
          <w:numId w:val="19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AF750C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A0238E">
        <w:rPr>
          <w:rFonts w:ascii="Arial" w:hAnsi="Arial" w:cs="Arial"/>
          <w:sz w:val="18"/>
          <w:szCs w:val="18"/>
          <w:vertAlign w:val="superscript"/>
        </w:rPr>
        <w:footnoteReference w:id="6"/>
      </w:r>
      <w:r w:rsidRPr="00A0238E">
        <w:rPr>
          <w:rFonts w:ascii="Arial" w:hAnsi="Arial" w:cs="Arial"/>
          <w:b/>
          <w:sz w:val="18"/>
          <w:szCs w:val="18"/>
        </w:rPr>
        <w:t xml:space="preserve"> </w:t>
      </w:r>
      <w:r w:rsidRPr="00AF750C">
        <w:rPr>
          <w:rFonts w:ascii="Arial" w:hAnsi="Arial" w:cs="Arial"/>
          <w:b/>
          <w:sz w:val="18"/>
          <w:szCs w:val="18"/>
        </w:rPr>
        <w:t>co najmniej jedną (1) osobę niepełnosprawn</w:t>
      </w:r>
      <w:r w:rsidR="00AA35D7" w:rsidRPr="00AF750C">
        <w:rPr>
          <w:rFonts w:ascii="Arial" w:hAnsi="Arial" w:cs="Arial"/>
          <w:b/>
          <w:sz w:val="18"/>
          <w:szCs w:val="18"/>
        </w:rPr>
        <w:t xml:space="preserve">ą, o której mowa w przepisach o </w:t>
      </w:r>
      <w:r w:rsidRPr="00AF750C">
        <w:rPr>
          <w:rFonts w:ascii="Arial" w:hAnsi="Arial" w:cs="Arial"/>
          <w:b/>
          <w:sz w:val="18"/>
          <w:szCs w:val="18"/>
        </w:rPr>
        <w:t>rehabilitacji zawodowej i społecznej oraz zatrudnianiu osób niepełnosprawnych.</w:t>
      </w:r>
    </w:p>
    <w:p w:rsidR="00627378" w:rsidRPr="00AF750C" w:rsidRDefault="00627378" w:rsidP="00AF750C">
      <w:pPr>
        <w:pStyle w:val="Akapitzlist"/>
        <w:numPr>
          <w:ilvl w:val="0"/>
          <w:numId w:val="19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B50A2C">
        <w:rPr>
          <w:rFonts w:ascii="Arial" w:hAnsi="Arial" w:cs="Arial"/>
          <w:sz w:val="18"/>
          <w:szCs w:val="18"/>
        </w:rPr>
        <w:t>Podwykonawcy/om powierzymy następującą część/części zamówienia</w:t>
      </w:r>
      <w:r w:rsidRPr="00AF750C">
        <w:rPr>
          <w:rFonts w:ascii="Arial" w:hAnsi="Arial" w:cs="Arial"/>
          <w:sz w:val="18"/>
          <w:szCs w:val="18"/>
        </w:rPr>
        <w:t xml:space="preserve">, </w:t>
      </w:r>
      <w:r w:rsidRPr="00AF750C">
        <w:rPr>
          <w:rFonts w:ascii="Arial" w:hAnsi="Arial" w:cs="Arial"/>
          <w:i/>
          <w:sz w:val="18"/>
          <w:szCs w:val="18"/>
        </w:rPr>
        <w:t>(jeżeli dotyczy)</w:t>
      </w:r>
      <w:r w:rsidRPr="003F0598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AF750C">
        <w:rPr>
          <w:rFonts w:ascii="Arial" w:hAnsi="Arial" w:cs="Arial"/>
          <w:sz w:val="18"/>
          <w:szCs w:val="18"/>
        </w:rPr>
        <w:t>:</w:t>
      </w:r>
    </w:p>
    <w:p w:rsidR="00627378" w:rsidRPr="003F0598" w:rsidRDefault="00627378" w:rsidP="00AF750C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="00AF750C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</w:p>
    <w:p w:rsidR="00627378" w:rsidRPr="003F0598" w:rsidRDefault="00627378" w:rsidP="00AF750C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zamówienia: …………………………………………………………………………………………………………………..……………………</w:t>
      </w:r>
    </w:p>
    <w:p w:rsidR="002D7B85" w:rsidRPr="003F0598" w:rsidRDefault="00A82EAF" w:rsidP="00AF750C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Osobą upoważnioną do kontaktów z Zamawiającym</w:t>
      </w:r>
      <w:r w:rsidRPr="003F0598">
        <w:rPr>
          <w:rFonts w:ascii="Arial" w:hAnsi="Arial" w:cs="Arial"/>
          <w:sz w:val="18"/>
          <w:szCs w:val="18"/>
        </w:rPr>
        <w:t>, w celu realizacji umowy jest: p……………….……………, tel.:………………..………… faks: …………..……..…..….., e-mail:………………………………..</w:t>
      </w:r>
    </w:p>
    <w:p w:rsidR="00A668D4" w:rsidRPr="003F0598" w:rsidRDefault="00A82EAF" w:rsidP="00AF750C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B05511" w:rsidRPr="000708E1" w:rsidRDefault="00A668D4" w:rsidP="00AF750C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0708E1">
        <w:rPr>
          <w:rFonts w:ascii="Arial" w:hAnsi="Arial" w:cs="Arial"/>
          <w:b/>
          <w:sz w:val="18"/>
          <w:szCs w:val="18"/>
        </w:rPr>
        <w:t>Oświadczamy, iż w ce</w:t>
      </w:r>
      <w:r w:rsidR="00B05511" w:rsidRPr="000708E1">
        <w:rPr>
          <w:rFonts w:ascii="Arial" w:hAnsi="Arial" w:cs="Arial"/>
          <w:b/>
          <w:sz w:val="18"/>
          <w:szCs w:val="18"/>
        </w:rPr>
        <w:t>lu prawidłowej realizacji zajęć zapewniamy:</w:t>
      </w:r>
    </w:p>
    <w:p w:rsidR="00AF750C" w:rsidRPr="00AF750C" w:rsidRDefault="00A668D4" w:rsidP="00AF750C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283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miejsce szkolenia</w:t>
      </w:r>
      <w:r w:rsidR="00B05511" w:rsidRPr="003F0598">
        <w:rPr>
          <w:rFonts w:ascii="Arial" w:hAnsi="Arial" w:cs="Arial"/>
          <w:sz w:val="18"/>
          <w:szCs w:val="18"/>
        </w:rPr>
        <w:t xml:space="preserve"> (salę wykładową na min. 15 miejsc z wideoprojektorem) </w:t>
      </w:r>
      <w:r w:rsidRPr="003F0598">
        <w:rPr>
          <w:rFonts w:ascii="Arial" w:hAnsi="Arial" w:cs="Arial"/>
          <w:sz w:val="18"/>
          <w:szCs w:val="18"/>
        </w:rPr>
        <w:t xml:space="preserve"> zlokalizowane</w:t>
      </w:r>
      <w:r w:rsidR="00B05511" w:rsidRPr="003F0598">
        <w:rPr>
          <w:rFonts w:ascii="Arial" w:hAnsi="Arial" w:cs="Arial"/>
          <w:sz w:val="18"/>
          <w:szCs w:val="18"/>
        </w:rPr>
        <w:t xml:space="preserve"> w obrębie aglomeracji śląskiej,</w:t>
      </w:r>
      <w:r w:rsidR="00B05511" w:rsidRPr="003F0598">
        <w:rPr>
          <w:rFonts w:ascii="Arial" w:hAnsi="Arial" w:cs="Arial"/>
          <w:b/>
          <w:sz w:val="18"/>
          <w:szCs w:val="18"/>
        </w:rPr>
        <w:t xml:space="preserve"> </w:t>
      </w:r>
      <w:r w:rsidR="00B05511" w:rsidRPr="003F0598">
        <w:rPr>
          <w:rFonts w:ascii="Arial" w:hAnsi="Arial" w:cs="Arial"/>
          <w:sz w:val="18"/>
          <w:szCs w:val="18"/>
        </w:rPr>
        <w:t>……………………………………………………</w:t>
      </w:r>
      <w:r w:rsidR="00B05511" w:rsidRPr="000708E1">
        <w:rPr>
          <w:rFonts w:ascii="Arial" w:hAnsi="Arial" w:cs="Arial"/>
          <w:i/>
          <w:sz w:val="16"/>
          <w:szCs w:val="16"/>
        </w:rPr>
        <w:t>(należy podać dokładną nazwę placówki/-</w:t>
      </w:r>
      <w:proofErr w:type="spellStart"/>
      <w:r w:rsidR="00B05511" w:rsidRPr="000708E1">
        <w:rPr>
          <w:rFonts w:ascii="Arial" w:hAnsi="Arial" w:cs="Arial"/>
          <w:i/>
          <w:sz w:val="16"/>
          <w:szCs w:val="16"/>
        </w:rPr>
        <w:t>ek</w:t>
      </w:r>
      <w:proofErr w:type="spellEnd"/>
      <w:r w:rsidR="00B05511" w:rsidRPr="000708E1">
        <w:rPr>
          <w:rFonts w:ascii="Arial" w:hAnsi="Arial" w:cs="Arial"/>
          <w:i/>
          <w:sz w:val="16"/>
          <w:szCs w:val="16"/>
        </w:rPr>
        <w:t xml:space="preserve"> i adres)</w:t>
      </w:r>
      <w:r w:rsidR="00B05511" w:rsidRPr="003F0598">
        <w:rPr>
          <w:rFonts w:ascii="Arial" w:hAnsi="Arial" w:cs="Arial"/>
          <w:i/>
          <w:sz w:val="18"/>
          <w:szCs w:val="18"/>
        </w:rPr>
        <w:t xml:space="preserve"> </w:t>
      </w:r>
      <w:r w:rsidR="00B05511" w:rsidRPr="003F0598">
        <w:rPr>
          <w:rFonts w:ascii="Arial" w:hAnsi="Arial" w:cs="Arial"/>
          <w:sz w:val="18"/>
          <w:szCs w:val="18"/>
        </w:rPr>
        <w:t>oraz wyrażamy gotowość udostępnienia nieopłatnie sali wykładowej dla przeprowadzenia nieodpłatnego, 4-godzinnego</w:t>
      </w:r>
      <w:r w:rsidR="000170C2">
        <w:rPr>
          <w:rFonts w:ascii="Arial" w:hAnsi="Arial" w:cs="Arial"/>
          <w:sz w:val="18"/>
          <w:szCs w:val="18"/>
        </w:rPr>
        <w:t xml:space="preserve"> szkolenia  </w:t>
      </w:r>
      <w:r w:rsidR="00B05511" w:rsidRPr="003F0598">
        <w:rPr>
          <w:rFonts w:ascii="Arial" w:hAnsi="Arial" w:cs="Arial"/>
          <w:sz w:val="18"/>
          <w:szCs w:val="18"/>
        </w:rPr>
        <w:t xml:space="preserve"> </w:t>
      </w:r>
      <w:r w:rsidR="00AF750C">
        <w:rPr>
          <w:rFonts w:ascii="Arial" w:hAnsi="Arial" w:cs="Arial"/>
          <w:sz w:val="18"/>
          <w:szCs w:val="18"/>
        </w:rPr>
        <w:t xml:space="preserve">                  </w:t>
      </w:r>
      <w:r w:rsidR="00B05511" w:rsidRPr="003F0598">
        <w:rPr>
          <w:rFonts w:ascii="Arial" w:hAnsi="Arial" w:cs="Arial"/>
          <w:sz w:val="18"/>
          <w:szCs w:val="18"/>
        </w:rPr>
        <w:t>z zakresu CITES przez przedstawiciela Izby Celnej.</w:t>
      </w:r>
    </w:p>
    <w:p w:rsidR="00B05511" w:rsidRPr="00AF750C" w:rsidRDefault="008F2D69" w:rsidP="00AF750C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283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AF750C">
        <w:rPr>
          <w:rFonts w:ascii="Arial" w:hAnsi="Arial" w:cs="Arial"/>
          <w:sz w:val="18"/>
          <w:szCs w:val="18"/>
        </w:rPr>
        <w:t>d</w:t>
      </w:r>
      <w:r w:rsidR="00B05511" w:rsidRPr="00AF750C">
        <w:rPr>
          <w:rFonts w:ascii="Arial" w:hAnsi="Arial" w:cs="Arial"/>
          <w:sz w:val="18"/>
          <w:szCs w:val="18"/>
        </w:rPr>
        <w:t>ostęp do żywych zwierząt z listy CITES,</w:t>
      </w:r>
      <w:r w:rsidR="00977AE9" w:rsidRPr="00AF750C">
        <w:rPr>
          <w:rFonts w:ascii="Arial" w:hAnsi="Arial" w:cs="Arial"/>
          <w:sz w:val="18"/>
          <w:szCs w:val="18"/>
        </w:rPr>
        <w:t xml:space="preserve"> </w:t>
      </w:r>
      <w:r w:rsidRPr="00AF750C">
        <w:rPr>
          <w:rFonts w:ascii="Arial" w:hAnsi="Arial" w:cs="Arial"/>
          <w:sz w:val="18"/>
          <w:szCs w:val="18"/>
        </w:rPr>
        <w:t>e</w:t>
      </w:r>
      <w:r w:rsidR="00B05511" w:rsidRPr="00AF750C">
        <w:rPr>
          <w:rFonts w:ascii="Arial" w:hAnsi="Arial" w:cs="Arial"/>
          <w:sz w:val="18"/>
          <w:szCs w:val="18"/>
        </w:rPr>
        <w:t>ksponaty martwych zwierząt z listy CITES,</w:t>
      </w:r>
      <w:r w:rsidR="00977AE9" w:rsidRPr="00AF750C">
        <w:rPr>
          <w:rFonts w:ascii="Arial" w:hAnsi="Arial" w:cs="Arial"/>
          <w:sz w:val="18"/>
          <w:szCs w:val="18"/>
        </w:rPr>
        <w:t xml:space="preserve"> </w:t>
      </w:r>
      <w:r w:rsidRPr="00AF750C">
        <w:rPr>
          <w:rFonts w:ascii="Arial" w:hAnsi="Arial" w:cs="Arial"/>
          <w:sz w:val="18"/>
          <w:szCs w:val="18"/>
        </w:rPr>
        <w:t>p</w:t>
      </w:r>
      <w:r w:rsidR="00B05511" w:rsidRPr="00AF750C">
        <w:rPr>
          <w:rFonts w:ascii="Arial" w:hAnsi="Arial" w:cs="Arial"/>
          <w:sz w:val="18"/>
          <w:szCs w:val="18"/>
        </w:rPr>
        <w:t xml:space="preserve">rzedmioty i wyroby ze zwierząt </w:t>
      </w:r>
      <w:r w:rsidR="00977AE9" w:rsidRPr="00AF750C">
        <w:rPr>
          <w:rFonts w:ascii="Arial" w:hAnsi="Arial" w:cs="Arial"/>
          <w:sz w:val="18"/>
          <w:szCs w:val="18"/>
        </w:rPr>
        <w:t xml:space="preserve">             </w:t>
      </w:r>
      <w:r w:rsidR="00B05511" w:rsidRPr="00AF750C">
        <w:rPr>
          <w:rFonts w:ascii="Arial" w:hAnsi="Arial" w:cs="Arial"/>
          <w:sz w:val="18"/>
          <w:szCs w:val="18"/>
        </w:rPr>
        <w:t>z listy CITES.</w:t>
      </w:r>
    </w:p>
    <w:p w:rsidR="006B3AF4" w:rsidRPr="003F0598" w:rsidRDefault="005371CA" w:rsidP="00AF750C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lastRenderedPageBreak/>
        <w:t>Oświadczamy, iż zaangażujemy do wykonania zamówienia osobę/-by posiadające odpowiednie kwalifikacje i</w:t>
      </w:r>
      <w:r w:rsidR="008B2FBB" w:rsidRPr="003F0598">
        <w:rPr>
          <w:rFonts w:ascii="Arial" w:hAnsi="Arial" w:cs="Arial"/>
          <w:sz w:val="18"/>
          <w:szCs w:val="18"/>
        </w:rPr>
        <w:t> </w:t>
      </w:r>
      <w:r w:rsidRPr="003F0598">
        <w:rPr>
          <w:rFonts w:ascii="Arial" w:hAnsi="Arial" w:cs="Arial"/>
          <w:sz w:val="18"/>
          <w:szCs w:val="18"/>
        </w:rPr>
        <w:t>doświadczenie.</w:t>
      </w:r>
    </w:p>
    <w:p w:rsidR="006B3AF4" w:rsidRPr="003F0598" w:rsidRDefault="006B3AF4" w:rsidP="00AF750C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 xml:space="preserve">Jesteśmy związani niniejszą ofertą </w:t>
      </w:r>
      <w:r w:rsidRPr="003F0598">
        <w:rPr>
          <w:rFonts w:ascii="Arial" w:hAnsi="Arial" w:cs="Arial"/>
          <w:sz w:val="18"/>
          <w:szCs w:val="18"/>
        </w:rPr>
        <w:t xml:space="preserve">przez czas wskazany w ogłoszeniu o udzielanym zamówieniu tj. </w:t>
      </w:r>
      <w:r w:rsidRPr="003F0598">
        <w:rPr>
          <w:rFonts w:ascii="Arial" w:hAnsi="Arial" w:cs="Arial"/>
          <w:b/>
          <w:sz w:val="18"/>
          <w:szCs w:val="18"/>
        </w:rPr>
        <w:t>20 dni</w:t>
      </w:r>
      <w:r w:rsidRPr="003F059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6B3AF4" w:rsidRPr="003F0598" w:rsidRDefault="006B3AF4" w:rsidP="00AF750C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Treść wzoru umowy została przez nas zaakceptowana</w:t>
      </w:r>
      <w:r w:rsidRPr="003F0598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7F604D" w:rsidRPr="003F0598" w:rsidRDefault="006B3AF4" w:rsidP="00AF750C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Znając treść przepisu art. 297 §1 Kodeksu Karnego</w:t>
      </w:r>
      <w:r w:rsidRPr="003F0598">
        <w:rPr>
          <w:rFonts w:ascii="Arial" w:hAnsi="Arial" w:cs="Arial"/>
          <w:sz w:val="18"/>
          <w:szCs w:val="18"/>
        </w:rPr>
        <w:t>: </w:t>
      </w:r>
      <w:r w:rsidRPr="003F059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6B3AF4" w:rsidRPr="003F0598" w:rsidRDefault="006B3AF4" w:rsidP="00AF750C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Wraz z niniejszą ofertą składamy:</w:t>
      </w:r>
    </w:p>
    <w:p w:rsidR="00A52F61" w:rsidRDefault="00A52F61" w:rsidP="00A52F61">
      <w:p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6F767C" w:rsidRPr="003F0598" w:rsidRDefault="006F767C" w:rsidP="00A52F61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 xml:space="preserve">Nazwa załącznika                                                          </w:t>
      </w:r>
      <w:r w:rsidR="009864C5">
        <w:rPr>
          <w:rFonts w:ascii="Arial" w:hAnsi="Arial" w:cs="Arial"/>
          <w:sz w:val="18"/>
          <w:szCs w:val="18"/>
        </w:rPr>
        <w:t xml:space="preserve">                             </w:t>
      </w:r>
      <w:r w:rsidRPr="003F0598">
        <w:rPr>
          <w:rFonts w:ascii="Arial" w:hAnsi="Arial" w:cs="Arial"/>
          <w:sz w:val="18"/>
          <w:szCs w:val="18"/>
        </w:rPr>
        <w:t xml:space="preserve"> nr strony</w:t>
      </w:r>
    </w:p>
    <w:p w:rsidR="006F767C" w:rsidRPr="003F0598" w:rsidRDefault="006F767C" w:rsidP="003F0598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6F767C" w:rsidRPr="003F0598" w:rsidRDefault="006F767C" w:rsidP="003F0598">
      <w:pPr>
        <w:spacing w:line="360" w:lineRule="auto"/>
        <w:rPr>
          <w:rFonts w:ascii="Arial" w:hAnsi="Arial" w:cs="Arial"/>
          <w:b/>
          <w:color w:val="0070C0"/>
          <w:sz w:val="18"/>
          <w:szCs w:val="18"/>
        </w:rPr>
      </w:pPr>
    </w:p>
    <w:p w:rsidR="006F767C" w:rsidRPr="003F0598" w:rsidRDefault="006F767C" w:rsidP="003F059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...................................................................................................                                   .............................</w:t>
      </w:r>
    </w:p>
    <w:p w:rsidR="006F767C" w:rsidRPr="003F0598" w:rsidRDefault="006F767C" w:rsidP="003F0598">
      <w:pPr>
        <w:spacing w:line="360" w:lineRule="auto"/>
        <w:rPr>
          <w:rFonts w:ascii="Arial" w:hAnsi="Arial" w:cs="Arial"/>
          <w:sz w:val="18"/>
          <w:szCs w:val="18"/>
        </w:rPr>
      </w:pPr>
    </w:p>
    <w:p w:rsidR="006F767C" w:rsidRPr="003F0598" w:rsidRDefault="006F767C" w:rsidP="003F059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 ……………………</w:t>
      </w:r>
    </w:p>
    <w:p w:rsidR="006F767C" w:rsidRPr="003F0598" w:rsidRDefault="006F767C" w:rsidP="003F0598">
      <w:pPr>
        <w:spacing w:line="360" w:lineRule="auto"/>
        <w:rPr>
          <w:rFonts w:ascii="Arial" w:hAnsi="Arial" w:cs="Arial"/>
          <w:sz w:val="18"/>
          <w:szCs w:val="18"/>
        </w:rPr>
      </w:pPr>
    </w:p>
    <w:p w:rsidR="006F767C" w:rsidRPr="003F0598" w:rsidRDefault="006F767C" w:rsidP="003F059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…………………….</w:t>
      </w:r>
    </w:p>
    <w:p w:rsidR="006F767C" w:rsidRPr="003F0598" w:rsidRDefault="006F767C" w:rsidP="003F0598">
      <w:pPr>
        <w:tabs>
          <w:tab w:val="left" w:pos="2552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6F767C" w:rsidRPr="003F0598" w:rsidRDefault="006F767C" w:rsidP="003F0598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6F767C" w:rsidRPr="003F0598" w:rsidRDefault="006F767C" w:rsidP="003F0598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i/>
          <w:sz w:val="18"/>
          <w:szCs w:val="18"/>
        </w:rPr>
      </w:pPr>
    </w:p>
    <w:p w:rsidR="00A940FE" w:rsidRPr="003F0598" w:rsidRDefault="00A940FE" w:rsidP="003F0598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A940FE" w:rsidRPr="003F0598" w:rsidRDefault="00A940FE" w:rsidP="003F0598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A940FE" w:rsidRPr="003F0598" w:rsidRDefault="00A940FE" w:rsidP="003F0598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6F767C" w:rsidRPr="003F0598" w:rsidRDefault="006F767C" w:rsidP="003F0598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6F767C" w:rsidRPr="003F0598" w:rsidRDefault="006F767C" w:rsidP="003F0598">
      <w:pPr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6F767C" w:rsidRPr="003F0598" w:rsidRDefault="006F767C" w:rsidP="003F0598">
      <w:pPr>
        <w:tabs>
          <w:tab w:val="left" w:pos="284"/>
          <w:tab w:val="left" w:pos="709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do reprezentowania Wykonawcy</w:t>
      </w:r>
    </w:p>
    <w:p w:rsidR="006F767C" w:rsidRPr="003F0598" w:rsidRDefault="006F767C" w:rsidP="003F0598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350656" w:rsidRPr="003F0598" w:rsidRDefault="00350656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350656" w:rsidRPr="003F0598" w:rsidRDefault="00350656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350656" w:rsidRPr="003F0598" w:rsidRDefault="00350656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350656" w:rsidRPr="003F0598" w:rsidRDefault="00350656" w:rsidP="003F0598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371598" w:rsidRDefault="007F604D" w:rsidP="001E4E42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color w:val="0070C0"/>
          <w:lang w:eastAsia="ar-SA"/>
        </w:rPr>
      </w:pPr>
      <w:r w:rsidRPr="003F0598">
        <w:rPr>
          <w:rFonts w:ascii="Arial" w:eastAsia="Calibri" w:hAnsi="Arial" w:cs="Arial"/>
          <w:b/>
          <w:bCs/>
          <w:sz w:val="18"/>
          <w:szCs w:val="18"/>
          <w:lang w:eastAsia="ar-SA"/>
        </w:rPr>
        <w:br w:type="page"/>
      </w:r>
      <w:r w:rsidR="001E4E42" w:rsidRPr="001E4E42">
        <w:rPr>
          <w:rFonts w:ascii="Arial" w:eastAsia="Calibri" w:hAnsi="Arial" w:cs="Arial"/>
          <w:b/>
          <w:bCs/>
          <w:lang w:eastAsia="ar-SA"/>
        </w:rPr>
        <w:lastRenderedPageBreak/>
        <w:t xml:space="preserve">OFERTA W CZĘŚCI „B”: </w:t>
      </w:r>
      <w:r w:rsidR="001E4E42">
        <w:rPr>
          <w:rFonts w:ascii="Arial" w:eastAsia="Calibri" w:hAnsi="Arial" w:cs="Arial"/>
          <w:b/>
          <w:bCs/>
          <w:lang w:eastAsia="ar-SA"/>
        </w:rPr>
        <w:t xml:space="preserve"> </w:t>
      </w:r>
      <w:r w:rsidR="00371598" w:rsidRPr="001E4E42">
        <w:rPr>
          <w:rFonts w:ascii="Arial" w:eastAsia="Calibri" w:hAnsi="Arial" w:cs="Arial"/>
          <w:b/>
          <w:bCs/>
          <w:color w:val="0070C0"/>
          <w:lang w:eastAsia="ar-SA"/>
        </w:rPr>
        <w:t>Szkolenie: „</w:t>
      </w:r>
      <w:r w:rsidR="00DA46D0" w:rsidRPr="001E4E42">
        <w:rPr>
          <w:rFonts w:ascii="Arial" w:eastAsia="Calibri" w:hAnsi="Arial" w:cs="Arial"/>
          <w:b/>
          <w:bCs/>
          <w:color w:val="0070C0"/>
          <w:lang w:eastAsia="ar-SA"/>
        </w:rPr>
        <w:t>Szkolenie certyfikowane: Wprowadzenie do GIS</w:t>
      </w:r>
      <w:r w:rsidR="00371598" w:rsidRPr="001E4E42">
        <w:rPr>
          <w:rFonts w:ascii="Arial" w:eastAsia="Calibri" w:hAnsi="Arial" w:cs="Arial"/>
          <w:b/>
          <w:bCs/>
          <w:color w:val="0070C0"/>
          <w:lang w:eastAsia="ar-SA"/>
        </w:rPr>
        <w:t>”</w:t>
      </w:r>
    </w:p>
    <w:p w:rsidR="001E4E42" w:rsidRPr="001E4E42" w:rsidRDefault="001E4E42" w:rsidP="001E4E42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lang w:eastAsia="ar-SA"/>
        </w:rPr>
      </w:pPr>
    </w:p>
    <w:p w:rsidR="000062C1" w:rsidRPr="003F0598" w:rsidRDefault="000062C1" w:rsidP="003F059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3F0598" w:rsidTr="00B12D7E">
        <w:tc>
          <w:tcPr>
            <w:tcW w:w="4536" w:type="dxa"/>
          </w:tcPr>
          <w:p w:rsidR="001E4E42" w:rsidRDefault="001E4E42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E4E42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cena  netto </w:t>
            </w: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E4E42" w:rsidRDefault="001E4E4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E4E42" w:rsidRPr="003F0598" w:rsidRDefault="001E4E4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3F0598" w:rsidTr="00B12D7E">
        <w:tc>
          <w:tcPr>
            <w:tcW w:w="10371" w:type="dxa"/>
            <w:gridSpan w:val="2"/>
          </w:tcPr>
          <w:p w:rsidR="001E4E42" w:rsidRDefault="001E4E4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3F0598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3F0598" w:rsidTr="00B12D7E">
        <w:tc>
          <w:tcPr>
            <w:tcW w:w="4536" w:type="dxa"/>
          </w:tcPr>
          <w:p w:rsidR="001E4E42" w:rsidRDefault="001E4E42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3F059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E4E42" w:rsidRDefault="001E4E4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B51317" w:rsidRPr="003F0598" w:rsidRDefault="00B51317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3F0598">
        <w:rPr>
          <w:rFonts w:ascii="Arial" w:hAnsi="Arial" w:cs="Arial"/>
          <w:b/>
          <w:iCs/>
          <w:sz w:val="18"/>
          <w:szCs w:val="18"/>
        </w:rPr>
        <w:t>Uwaga! 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3F059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3F0598">
        <w:rPr>
          <w:rStyle w:val="Odwoanieprzypisudolnego"/>
          <w:rFonts w:ascii="Arial" w:hAnsi="Arial" w:cs="Arial"/>
          <w:iCs/>
          <w:sz w:val="18"/>
          <w:szCs w:val="18"/>
        </w:rPr>
        <w:footnoteReference w:id="9"/>
      </w: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Pr="001E4E42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1E4E42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1E4E42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1E4E42">
        <w:rPr>
          <w:rFonts w:ascii="Arial" w:hAnsi="Arial" w:cs="Arial"/>
          <w:i/>
          <w:iCs/>
          <w:sz w:val="16"/>
          <w:szCs w:val="16"/>
        </w:rPr>
        <w:t xml:space="preserve">Oświadczamy, iż zaoferowana cena zawiera wszelkie koszty poniesione w celu należytego i pełnego wykonania zamówienia, zgodnie </w:t>
      </w:r>
      <w:r w:rsidR="001E4E42">
        <w:rPr>
          <w:rFonts w:ascii="Arial" w:hAnsi="Arial" w:cs="Arial"/>
          <w:i/>
          <w:iCs/>
          <w:sz w:val="16"/>
          <w:szCs w:val="16"/>
        </w:rPr>
        <w:t xml:space="preserve">                           </w:t>
      </w:r>
      <w:r w:rsidRPr="001E4E42">
        <w:rPr>
          <w:rFonts w:ascii="Arial" w:hAnsi="Arial" w:cs="Arial"/>
          <w:i/>
          <w:iCs/>
          <w:sz w:val="16"/>
          <w:szCs w:val="16"/>
        </w:rPr>
        <w:t>z wymaganiami opisan</w:t>
      </w:r>
      <w:r w:rsidR="00070819" w:rsidRPr="001E4E42">
        <w:rPr>
          <w:rFonts w:ascii="Arial" w:hAnsi="Arial" w:cs="Arial"/>
          <w:i/>
          <w:iCs/>
          <w:sz w:val="16"/>
          <w:szCs w:val="16"/>
        </w:rPr>
        <w:t xml:space="preserve">ymi w załączniku nr 2 do SIWZ, </w:t>
      </w:r>
      <w:r w:rsidRPr="001E4E42">
        <w:rPr>
          <w:rFonts w:ascii="Arial" w:hAnsi="Arial" w:cs="Arial"/>
          <w:i/>
          <w:iCs/>
          <w:sz w:val="16"/>
          <w:szCs w:val="16"/>
        </w:rPr>
        <w:t xml:space="preserve">a w szczególności zawiera koszt wynagrodzenia osób prowadzących szkolenia, 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1E4E42" w:rsidRDefault="000062C1" w:rsidP="003F059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1E4E42">
        <w:rPr>
          <w:rFonts w:ascii="Arial" w:hAnsi="Arial" w:cs="Arial"/>
          <w:i/>
          <w:iCs/>
          <w:sz w:val="16"/>
          <w:szCs w:val="16"/>
        </w:rPr>
        <w:t>Jeżeli złożono ofertę, której wy</w:t>
      </w:r>
      <w:r w:rsidR="002D5649" w:rsidRPr="001E4E42">
        <w:rPr>
          <w:rFonts w:ascii="Arial" w:hAnsi="Arial" w:cs="Arial"/>
          <w:i/>
          <w:iCs/>
          <w:sz w:val="16"/>
          <w:szCs w:val="16"/>
        </w:rPr>
        <w:t>bór prowadziłby do powstania u Z</w:t>
      </w:r>
      <w:r w:rsidRPr="001E4E42">
        <w:rPr>
          <w:rFonts w:ascii="Arial" w:hAnsi="Arial" w:cs="Arial"/>
          <w:i/>
          <w:iCs/>
          <w:sz w:val="16"/>
          <w:szCs w:val="16"/>
        </w:rPr>
        <w:t xml:space="preserve">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2F708B" w:rsidRDefault="000062C1" w:rsidP="003F059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1E4E42">
        <w:rPr>
          <w:rFonts w:ascii="Arial" w:hAnsi="Arial" w:cs="Arial"/>
          <w:i/>
          <w:iCs/>
          <w:sz w:val="16"/>
          <w:szCs w:val="16"/>
        </w:rPr>
        <w:t>Wykonawca, składając ofertę, informuje Zamawiającego, czy wybór oferty b</w:t>
      </w:r>
      <w:r w:rsidR="002D5649" w:rsidRPr="001E4E42">
        <w:rPr>
          <w:rFonts w:ascii="Arial" w:hAnsi="Arial" w:cs="Arial"/>
          <w:i/>
          <w:iCs/>
          <w:sz w:val="16"/>
          <w:szCs w:val="16"/>
        </w:rPr>
        <w:t>ędzie prowadzić do powstania u Z</w:t>
      </w:r>
      <w:r w:rsidRPr="001E4E42">
        <w:rPr>
          <w:rFonts w:ascii="Arial" w:hAnsi="Arial" w:cs="Arial"/>
          <w:i/>
          <w:iCs/>
          <w:sz w:val="16"/>
          <w:szCs w:val="16"/>
        </w:rPr>
        <w:t xml:space="preserve">amawiającego obowiązku podatkowego, wskazując nazwę (rodzaj) towaru lub usługi, których dostawa lub świadczenie będzie prowadzić do jego powstania, oraz wskazując ich wartość bez kwoty podatku; (uzupełnić wskazane informacje, jeżeli dotyczy) </w:t>
      </w:r>
      <w:r w:rsidR="001E4E42">
        <w:rPr>
          <w:rFonts w:ascii="Arial" w:hAnsi="Arial" w:cs="Arial"/>
          <w:i/>
          <w:iCs/>
          <w:sz w:val="16"/>
          <w:szCs w:val="16"/>
        </w:rPr>
        <w:t>……………………………………………………………</w:t>
      </w:r>
    </w:p>
    <w:p w:rsidR="001E4E42" w:rsidRPr="001E4E42" w:rsidRDefault="001E4E42" w:rsidP="003F059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</w:p>
    <w:p w:rsidR="002F708B" w:rsidRPr="004F7F2B" w:rsidRDefault="002F708B" w:rsidP="003F0598">
      <w:pPr>
        <w:pStyle w:val="Akapitzlist"/>
        <w:numPr>
          <w:ilvl w:val="0"/>
          <w:numId w:val="3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4F7F2B">
        <w:rPr>
          <w:rFonts w:ascii="Arial" w:hAnsi="Arial" w:cs="Arial"/>
          <w:b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977"/>
        <w:gridCol w:w="2092"/>
        <w:gridCol w:w="2229"/>
      </w:tblGrid>
      <w:tr w:rsidR="002F708B" w:rsidRPr="003F0598" w:rsidTr="004F7F2B">
        <w:trPr>
          <w:cantSplit/>
          <w:trHeight w:val="1167"/>
        </w:trPr>
        <w:tc>
          <w:tcPr>
            <w:tcW w:w="2694" w:type="dxa"/>
            <w:shd w:val="clear" w:color="auto" w:fill="DBE5F1" w:themeFill="accent1" w:themeFillTint="33"/>
            <w:vAlign w:val="center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7B3B46" w:rsidRPr="003F0598" w:rsidRDefault="007B3B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0"/>
            </w: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za 1 godzinę szkoleń</w:t>
            </w: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="007B3B46" w:rsidRPr="003F0598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92" w:type="dxa"/>
            <w:shd w:val="clear" w:color="auto" w:fill="DBE5F1" w:themeFill="accent1" w:themeFillTint="33"/>
            <w:vAlign w:val="center"/>
          </w:tcPr>
          <w:p w:rsidR="004F7F2B" w:rsidRDefault="004F7F2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Maksymalna liczba godzin szkoleń</w:t>
            </w: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229" w:type="dxa"/>
            <w:shd w:val="clear" w:color="auto" w:fill="DBE5F1" w:themeFill="accent1" w:themeFillTint="33"/>
            <w:vAlign w:val="center"/>
          </w:tcPr>
          <w:p w:rsidR="004F7F2B" w:rsidRDefault="004F7F2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2F708B" w:rsidRPr="003F0598" w:rsidRDefault="002F708B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F708B" w:rsidRPr="003F0598" w:rsidRDefault="002F708B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2F708B" w:rsidRPr="003F0598" w:rsidTr="004F7F2B">
        <w:trPr>
          <w:cantSplit/>
          <w:trHeight w:val="403"/>
        </w:trPr>
        <w:tc>
          <w:tcPr>
            <w:tcW w:w="2694" w:type="dxa"/>
            <w:vAlign w:val="center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92" w:type="dxa"/>
            <w:vAlign w:val="center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bottom w:val="thinThickSmallGap" w:sz="24" w:space="0" w:color="auto"/>
            </w:tcBorders>
            <w:vAlign w:val="center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2F708B" w:rsidRPr="003F0598" w:rsidTr="004F7F2B">
        <w:trPr>
          <w:trHeight w:val="918"/>
        </w:trPr>
        <w:tc>
          <w:tcPr>
            <w:tcW w:w="2694" w:type="dxa"/>
            <w:shd w:val="clear" w:color="auto" w:fill="DBE5F1" w:themeFill="accent1" w:themeFillTint="33"/>
            <w:vAlign w:val="center"/>
          </w:tcPr>
          <w:p w:rsidR="002F708B" w:rsidRPr="004F7F2B" w:rsidRDefault="00E16461" w:rsidP="004F7F2B">
            <w:pPr>
              <w:spacing w:line="360" w:lineRule="auto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3F059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„</w:t>
            </w:r>
            <w:r w:rsidR="00DA46D0" w:rsidRPr="003F059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4F7F2B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</w:t>
            </w:r>
            <w:r w:rsidR="00A0238E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 </w:t>
            </w:r>
            <w:r w:rsidR="00DA46D0" w:rsidRPr="003F059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certyfikowane: Wprowadzenie do GIS </w:t>
            </w:r>
            <w:r w:rsidR="004F7F2B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”</w:t>
            </w:r>
          </w:p>
        </w:tc>
        <w:tc>
          <w:tcPr>
            <w:tcW w:w="2977" w:type="dxa"/>
          </w:tcPr>
          <w:p w:rsidR="002F708B" w:rsidRPr="003F0598" w:rsidRDefault="002F708B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:rsidR="002F708B" w:rsidRPr="003F0598" w:rsidRDefault="00E16461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1</w:t>
            </w:r>
            <w:r w:rsidR="00DA46D0" w:rsidRPr="003F0598"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="002F708B" w:rsidRPr="003F0598">
              <w:rPr>
                <w:rFonts w:ascii="Arial" w:hAnsi="Arial" w:cs="Arial"/>
                <w:sz w:val="18"/>
                <w:szCs w:val="18"/>
              </w:rPr>
              <w:t>godzin</w:t>
            </w:r>
          </w:p>
        </w:tc>
        <w:tc>
          <w:tcPr>
            <w:tcW w:w="2229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F708B" w:rsidRPr="003F0598" w:rsidRDefault="002F708B" w:rsidP="003F0598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16461" w:rsidRPr="003F0598" w:rsidRDefault="00E16461" w:rsidP="003F0598">
      <w:pPr>
        <w:pStyle w:val="Akapitzlist"/>
        <w:spacing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3F0598" w:rsidRPr="003F0598" w:rsidRDefault="007F604D" w:rsidP="003F0598">
      <w:pPr>
        <w:pStyle w:val="Akapitzlist"/>
        <w:numPr>
          <w:ilvl w:val="0"/>
          <w:numId w:val="3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Zobowiązujemy się do realizacji przedmiotu zamówienia w terminie</w:t>
      </w:r>
      <w:r w:rsidRPr="003F0598">
        <w:rPr>
          <w:rFonts w:ascii="Arial" w:hAnsi="Arial" w:cs="Arial"/>
          <w:sz w:val="18"/>
          <w:szCs w:val="18"/>
        </w:rPr>
        <w:t xml:space="preserve">: </w:t>
      </w:r>
      <w:r w:rsidR="003F0598" w:rsidRPr="003F0598">
        <w:rPr>
          <w:rFonts w:ascii="Arial" w:hAnsi="Arial" w:cs="Arial"/>
          <w:sz w:val="18"/>
          <w:szCs w:val="18"/>
        </w:rPr>
        <w:t xml:space="preserve">od daty zawarcia umowy, nie wcześniej niż od 01.09.2016r. do  </w:t>
      </w:r>
      <w:r w:rsidR="00FE336E">
        <w:rPr>
          <w:rFonts w:ascii="Arial" w:hAnsi="Arial" w:cs="Arial"/>
          <w:sz w:val="18"/>
          <w:szCs w:val="18"/>
        </w:rPr>
        <w:t>30</w:t>
      </w:r>
      <w:r w:rsidR="003F0598" w:rsidRPr="003F0598">
        <w:rPr>
          <w:rFonts w:ascii="Arial" w:hAnsi="Arial" w:cs="Arial"/>
          <w:sz w:val="18"/>
          <w:szCs w:val="18"/>
        </w:rPr>
        <w:t>.10.2016r., zgodnie z harmonogramem przygotowanym przez Zamawiającego.</w:t>
      </w:r>
    </w:p>
    <w:p w:rsidR="00AD0E4A" w:rsidRPr="00194D18" w:rsidRDefault="007F604D" w:rsidP="003F0598">
      <w:pPr>
        <w:pStyle w:val="Akapitzlist"/>
        <w:numPr>
          <w:ilvl w:val="0"/>
          <w:numId w:val="3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194D1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04628" w:rsidRPr="003F0598" w:rsidRDefault="007F604D" w:rsidP="003F0598">
      <w:pPr>
        <w:pStyle w:val="Akapitzlist"/>
        <w:numPr>
          <w:ilvl w:val="0"/>
          <w:numId w:val="3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3F0598">
        <w:rPr>
          <w:rFonts w:ascii="Arial" w:hAnsi="Arial" w:cs="Arial"/>
          <w:b/>
          <w:sz w:val="18"/>
          <w:szCs w:val="18"/>
          <w:vertAlign w:val="superscript"/>
        </w:rPr>
        <w:footnoteReference w:id="12"/>
      </w:r>
      <w:r w:rsidRPr="003F0598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104628" w:rsidRPr="003F0598" w:rsidRDefault="00104628" w:rsidP="003F0598">
      <w:pPr>
        <w:pStyle w:val="Akapitzlist"/>
        <w:numPr>
          <w:ilvl w:val="0"/>
          <w:numId w:val="3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B50A2C">
        <w:rPr>
          <w:rFonts w:ascii="Arial" w:hAnsi="Arial" w:cs="Arial"/>
          <w:sz w:val="18"/>
          <w:szCs w:val="18"/>
        </w:rPr>
        <w:t>Podwykonawcy/om powierzymy następującą część/części zamówienia</w:t>
      </w:r>
      <w:r w:rsidRPr="003F0598">
        <w:rPr>
          <w:rFonts w:ascii="Arial" w:hAnsi="Arial" w:cs="Arial"/>
          <w:sz w:val="18"/>
          <w:szCs w:val="18"/>
        </w:rPr>
        <w:t xml:space="preserve">, </w:t>
      </w:r>
      <w:r w:rsidRPr="003F0598">
        <w:rPr>
          <w:rFonts w:ascii="Arial" w:hAnsi="Arial" w:cs="Arial"/>
          <w:i/>
          <w:sz w:val="18"/>
          <w:szCs w:val="18"/>
        </w:rPr>
        <w:t>(jeżeli dotyczy)</w:t>
      </w:r>
      <w:r w:rsidRPr="003F0598"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 w:rsidRPr="003F0598">
        <w:rPr>
          <w:rFonts w:ascii="Arial" w:hAnsi="Arial" w:cs="Arial"/>
          <w:sz w:val="18"/>
          <w:szCs w:val="18"/>
        </w:rPr>
        <w:t>:</w:t>
      </w:r>
    </w:p>
    <w:p w:rsidR="00104628" w:rsidRPr="003F0598" w:rsidRDefault="00104628" w:rsidP="003F0598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:rsidR="00104628" w:rsidRPr="003F0598" w:rsidRDefault="00104628" w:rsidP="003F0598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zamówienia: …………………………………………………………………………………………………………………..……………………</w:t>
      </w:r>
    </w:p>
    <w:p w:rsidR="007F604D" w:rsidRPr="003F0598" w:rsidRDefault="007F604D" w:rsidP="003F0598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7F604D" w:rsidRPr="003F0598" w:rsidRDefault="007F604D" w:rsidP="003F0598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7F604D" w:rsidRPr="003F0598" w:rsidRDefault="007F604D" w:rsidP="003F059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 doświadczenie.</w:t>
      </w:r>
    </w:p>
    <w:p w:rsidR="007F604D" w:rsidRPr="003F0598" w:rsidRDefault="007F604D" w:rsidP="00CE786D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 xml:space="preserve">Jesteśmy związani niniejszą ofertą </w:t>
      </w:r>
      <w:r w:rsidRPr="003F0598">
        <w:rPr>
          <w:rFonts w:ascii="Arial" w:hAnsi="Arial" w:cs="Arial"/>
          <w:sz w:val="18"/>
          <w:szCs w:val="18"/>
        </w:rPr>
        <w:t xml:space="preserve">przez czas wskazany w ogłoszeniu o udzielanym zamówieniu tj. </w:t>
      </w:r>
      <w:r w:rsidRPr="003F0598">
        <w:rPr>
          <w:rFonts w:ascii="Arial" w:hAnsi="Arial" w:cs="Arial"/>
          <w:b/>
          <w:sz w:val="18"/>
          <w:szCs w:val="18"/>
        </w:rPr>
        <w:t>20 dni</w:t>
      </w:r>
      <w:r w:rsidRPr="003F059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F604D" w:rsidRPr="003F0598" w:rsidRDefault="007F604D" w:rsidP="00CE786D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Treść wzoru umowy została przez nas zaakceptowana</w:t>
      </w:r>
      <w:r w:rsidRPr="003F0598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7F604D" w:rsidRPr="003F0598" w:rsidRDefault="007F604D" w:rsidP="00CE786D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lastRenderedPageBreak/>
        <w:t>Znając treść przepisu art. 297 §1 Kodeksu Karnego</w:t>
      </w:r>
      <w:r w:rsidRPr="003F0598">
        <w:rPr>
          <w:rFonts w:ascii="Arial" w:hAnsi="Arial" w:cs="Arial"/>
          <w:sz w:val="18"/>
          <w:szCs w:val="18"/>
        </w:rPr>
        <w:t>: </w:t>
      </w:r>
      <w:r w:rsidRPr="003F059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7F604D" w:rsidRPr="003F0598" w:rsidRDefault="007F604D" w:rsidP="003F059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Wraz z niniejszą ofertą składamy:</w:t>
      </w:r>
    </w:p>
    <w:p w:rsidR="00CE786D" w:rsidRDefault="00CE786D" w:rsidP="00CE786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 xml:space="preserve">Nazwa załącznika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3F0598">
        <w:rPr>
          <w:rFonts w:ascii="Arial" w:hAnsi="Arial" w:cs="Arial"/>
          <w:sz w:val="18"/>
          <w:szCs w:val="18"/>
        </w:rPr>
        <w:t xml:space="preserve"> nr strony</w:t>
      </w:r>
    </w:p>
    <w:p w:rsidR="00CE786D" w:rsidRPr="003F0598" w:rsidRDefault="00CE786D" w:rsidP="00CE786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spacing w:line="360" w:lineRule="auto"/>
        <w:rPr>
          <w:rFonts w:ascii="Arial" w:hAnsi="Arial" w:cs="Arial"/>
          <w:b/>
          <w:color w:val="0070C0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...................................................................................................                                   .............................</w:t>
      </w:r>
    </w:p>
    <w:p w:rsidR="00CE786D" w:rsidRPr="003F0598" w:rsidRDefault="00CE786D" w:rsidP="00CE786D">
      <w:pPr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 ……………………</w:t>
      </w:r>
    </w:p>
    <w:p w:rsidR="00CE786D" w:rsidRPr="003F0598" w:rsidRDefault="00CE786D" w:rsidP="00CE786D">
      <w:pPr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1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…………………….</w:t>
      </w:r>
    </w:p>
    <w:p w:rsidR="00CE786D" w:rsidRPr="003F0598" w:rsidRDefault="00CE786D" w:rsidP="00CE786D">
      <w:pPr>
        <w:tabs>
          <w:tab w:val="left" w:pos="2552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i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CE786D" w:rsidRPr="003F0598" w:rsidRDefault="00CE786D" w:rsidP="00CE786D">
      <w:pPr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CE786D" w:rsidRPr="003F0598" w:rsidRDefault="00CE786D" w:rsidP="00CE786D">
      <w:pPr>
        <w:tabs>
          <w:tab w:val="left" w:pos="284"/>
          <w:tab w:val="left" w:pos="709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do reprezentowania Wykonawcy</w:t>
      </w:r>
    </w:p>
    <w:p w:rsidR="00CE786D" w:rsidRPr="003F0598" w:rsidRDefault="00CE786D" w:rsidP="00CE786D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6F767C" w:rsidRPr="003F0598" w:rsidRDefault="006F767C" w:rsidP="003F0598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CE786D" w:rsidRDefault="00CE786D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CE786D" w:rsidRDefault="00CE786D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CE786D" w:rsidRDefault="00CE786D" w:rsidP="003F0598">
      <w:pPr>
        <w:suppressAutoHyphens/>
        <w:autoSpaceDE w:val="0"/>
        <w:spacing w:line="360" w:lineRule="auto"/>
        <w:jc w:val="center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:rsidR="00FC4FEA" w:rsidRPr="00CE786D" w:rsidRDefault="000062C1" w:rsidP="00CE786D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lang w:eastAsia="ar-SA"/>
        </w:rPr>
      </w:pPr>
      <w:r w:rsidRPr="00CE786D">
        <w:rPr>
          <w:rFonts w:ascii="Arial" w:eastAsia="Calibri" w:hAnsi="Arial" w:cs="Arial"/>
          <w:b/>
          <w:bCs/>
          <w:lang w:eastAsia="ar-SA"/>
        </w:rPr>
        <w:lastRenderedPageBreak/>
        <w:t xml:space="preserve">Oferta w części „C”: </w:t>
      </w:r>
      <w:r w:rsidR="00FC4FEA" w:rsidRPr="00CE786D">
        <w:rPr>
          <w:rFonts w:ascii="Arial" w:eastAsia="Calibri" w:hAnsi="Arial" w:cs="Arial"/>
          <w:b/>
          <w:bCs/>
          <w:color w:val="0070C0"/>
          <w:lang w:eastAsia="ar-SA"/>
        </w:rPr>
        <w:t>„Warsztaty: Metody GIS- praktyczne zastosowanie wizualizacji i interpretacji danych”</w:t>
      </w:r>
    </w:p>
    <w:p w:rsidR="00CE786D" w:rsidRPr="00CE786D" w:rsidRDefault="00CE786D" w:rsidP="00CE786D">
      <w:pPr>
        <w:suppressAutoHyphens/>
        <w:autoSpaceDE w:val="0"/>
        <w:spacing w:line="360" w:lineRule="auto"/>
        <w:rPr>
          <w:rFonts w:ascii="Arial" w:eastAsia="Calibri" w:hAnsi="Arial" w:cs="Arial"/>
          <w:b/>
          <w:bCs/>
          <w:lang w:eastAsia="ar-SA"/>
        </w:rPr>
      </w:pPr>
    </w:p>
    <w:p w:rsidR="000062C1" w:rsidRPr="003F0598" w:rsidRDefault="000062C1" w:rsidP="003F059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3F0598" w:rsidTr="00B12D7E">
        <w:tc>
          <w:tcPr>
            <w:tcW w:w="4536" w:type="dxa"/>
          </w:tcPr>
          <w:p w:rsidR="00CE786D" w:rsidRDefault="00CE786D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A21302" w:rsidRPr="003F0598" w:rsidRDefault="00A2130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CE786D" w:rsidRDefault="00CE786D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21302" w:rsidRPr="003F0598" w:rsidRDefault="00A2130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3F0598" w:rsidTr="00B12D7E">
        <w:tc>
          <w:tcPr>
            <w:tcW w:w="10371" w:type="dxa"/>
            <w:gridSpan w:val="2"/>
          </w:tcPr>
          <w:p w:rsidR="00CE786D" w:rsidRDefault="00CE786D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3F0598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3F0598" w:rsidTr="00B12D7E">
        <w:tc>
          <w:tcPr>
            <w:tcW w:w="4536" w:type="dxa"/>
          </w:tcPr>
          <w:p w:rsidR="00A21302" w:rsidRPr="003F0598" w:rsidRDefault="00A21302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3F059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21302" w:rsidRPr="003F0598" w:rsidRDefault="00A21302" w:rsidP="003F059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3F0598" w:rsidRDefault="000062C1" w:rsidP="003F059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21302" w:rsidRPr="003F0598" w:rsidRDefault="00A21302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F0598" w:rsidRDefault="000062C1" w:rsidP="003F0598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CE786D" w:rsidRDefault="00CE786D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3F0598">
        <w:rPr>
          <w:rFonts w:ascii="Arial" w:hAnsi="Arial" w:cs="Arial"/>
          <w:b/>
          <w:iCs/>
          <w:sz w:val="18"/>
          <w:szCs w:val="18"/>
        </w:rPr>
        <w:t>Uwaga! 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</w:t>
      </w:r>
      <w:r w:rsidR="00FC5138" w:rsidRPr="003F0598">
        <w:rPr>
          <w:rFonts w:ascii="Arial" w:hAnsi="Arial" w:cs="Arial"/>
          <w:b/>
          <w:iCs/>
          <w:sz w:val="18"/>
          <w:szCs w:val="18"/>
        </w:rPr>
        <w:t>finansowaniu.</w:t>
      </w:r>
    </w:p>
    <w:p w:rsidR="00FC5138" w:rsidRPr="003F0598" w:rsidRDefault="00FC5138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3F059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3F0598">
        <w:rPr>
          <w:rStyle w:val="Odwoanieprzypisudolnego"/>
          <w:rFonts w:ascii="Arial" w:hAnsi="Arial" w:cs="Arial"/>
          <w:iCs/>
          <w:sz w:val="18"/>
          <w:szCs w:val="18"/>
        </w:rPr>
        <w:footnoteReference w:id="15"/>
      </w:r>
    </w:p>
    <w:p w:rsidR="000062C1" w:rsidRPr="003F0598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Pr="00CE786D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CE786D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CE786D" w:rsidRDefault="000062C1" w:rsidP="003F0598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r w:rsidRPr="00CE786D">
        <w:rPr>
          <w:rFonts w:ascii="Arial" w:hAnsi="Arial" w:cs="Arial"/>
          <w:i/>
          <w:iCs/>
          <w:sz w:val="16"/>
          <w:szCs w:val="16"/>
        </w:rPr>
        <w:t xml:space="preserve">Oświadczamy, iż zaoferowana cena zawiera wszelkie koszty poniesione w celu należytego i pełnego wykonania zamówienia, zgodnie </w:t>
      </w:r>
      <w:r w:rsidR="001151C0">
        <w:rPr>
          <w:rFonts w:ascii="Arial" w:hAnsi="Arial" w:cs="Arial"/>
          <w:i/>
          <w:iCs/>
          <w:sz w:val="16"/>
          <w:szCs w:val="16"/>
        </w:rPr>
        <w:t xml:space="preserve">                           </w:t>
      </w:r>
      <w:r w:rsidRPr="00CE786D">
        <w:rPr>
          <w:rFonts w:ascii="Arial" w:hAnsi="Arial" w:cs="Arial"/>
          <w:i/>
          <w:iCs/>
          <w:sz w:val="16"/>
          <w:szCs w:val="16"/>
        </w:rPr>
        <w:t>z wymaganiami opisan</w:t>
      </w:r>
      <w:r w:rsidR="005A7968" w:rsidRPr="00CE786D">
        <w:rPr>
          <w:rFonts w:ascii="Arial" w:hAnsi="Arial" w:cs="Arial"/>
          <w:i/>
          <w:iCs/>
          <w:sz w:val="16"/>
          <w:szCs w:val="16"/>
        </w:rPr>
        <w:t xml:space="preserve">ymi w załączniku nr 2 do SIWZ, </w:t>
      </w:r>
      <w:r w:rsidRPr="00CE786D">
        <w:rPr>
          <w:rFonts w:ascii="Arial" w:hAnsi="Arial" w:cs="Arial"/>
          <w:i/>
          <w:iCs/>
          <w:sz w:val="16"/>
          <w:szCs w:val="16"/>
        </w:rPr>
        <w:t xml:space="preserve">a w szczególności zawiera koszt wynagrodzenia osób prowadzących szkolenia, 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E786D" w:rsidRDefault="000062C1" w:rsidP="003F059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CE786D">
        <w:rPr>
          <w:rFonts w:ascii="Arial" w:hAnsi="Arial" w:cs="Arial"/>
          <w:i/>
          <w:iCs/>
          <w:sz w:val="16"/>
          <w:szCs w:val="16"/>
        </w:rPr>
        <w:t xml:space="preserve">Jeżeli złożono ofertę, której wybór prowadziłby do powstania u </w:t>
      </w:r>
      <w:r w:rsidR="00365CAD" w:rsidRPr="00CE786D">
        <w:rPr>
          <w:rFonts w:ascii="Arial" w:hAnsi="Arial" w:cs="Arial"/>
          <w:i/>
          <w:iCs/>
          <w:sz w:val="16"/>
          <w:szCs w:val="16"/>
        </w:rPr>
        <w:t>Z</w:t>
      </w:r>
      <w:r w:rsidRPr="00CE786D">
        <w:rPr>
          <w:rFonts w:ascii="Arial" w:hAnsi="Arial" w:cs="Arial"/>
          <w:i/>
          <w:iCs/>
          <w:sz w:val="16"/>
          <w:szCs w:val="16"/>
        </w:rPr>
        <w:t xml:space="preserve">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CE786D" w:rsidRPr="00194D18" w:rsidRDefault="000062C1" w:rsidP="00194D18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i/>
          <w:iCs/>
          <w:sz w:val="16"/>
          <w:szCs w:val="16"/>
        </w:rPr>
      </w:pPr>
      <w:r w:rsidRPr="00CE786D">
        <w:rPr>
          <w:rFonts w:ascii="Arial" w:hAnsi="Arial" w:cs="Arial"/>
          <w:i/>
          <w:iCs/>
          <w:sz w:val="16"/>
          <w:szCs w:val="16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</w:t>
      </w:r>
      <w:r w:rsidR="00CE786D">
        <w:rPr>
          <w:rFonts w:ascii="Arial" w:hAnsi="Arial" w:cs="Arial"/>
          <w:i/>
          <w:iCs/>
          <w:sz w:val="16"/>
          <w:szCs w:val="16"/>
        </w:rPr>
        <w:t>tyczy) ……………………………………………………</w:t>
      </w:r>
    </w:p>
    <w:p w:rsidR="00194D18" w:rsidRPr="00194D18" w:rsidRDefault="00FD1FD5" w:rsidP="00194D18">
      <w:pPr>
        <w:pStyle w:val="Akapitzlist"/>
        <w:numPr>
          <w:ilvl w:val="0"/>
          <w:numId w:val="5"/>
        </w:numPr>
        <w:spacing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lastRenderedPageBreak/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4F5846" w:rsidRPr="003F0598" w:rsidTr="002E3DAA">
        <w:trPr>
          <w:cantSplit/>
          <w:trHeight w:val="116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shd w:val="clear" w:color="auto" w:fill="DBE5F1" w:themeFill="accent1" w:themeFillTint="33"/>
            <w:vAlign w:val="center"/>
          </w:tcPr>
          <w:p w:rsidR="00B50A2C" w:rsidRDefault="00B50A2C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  <w:p w:rsidR="004F5846" w:rsidRPr="003F0598" w:rsidRDefault="004F5846" w:rsidP="00B50A2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za p</w:t>
            </w:r>
            <w:r w:rsidR="00B50A2C">
              <w:rPr>
                <w:rFonts w:ascii="Arial" w:hAnsi="Arial" w:cs="Arial"/>
                <w:b/>
                <w:sz w:val="18"/>
                <w:szCs w:val="18"/>
              </w:rPr>
              <w:t>rzeszkolenie jednej osoby (30h)</w:t>
            </w:r>
          </w:p>
        </w:tc>
        <w:tc>
          <w:tcPr>
            <w:tcW w:w="2025" w:type="dxa"/>
            <w:shd w:val="clear" w:color="auto" w:fill="DBE5F1" w:themeFill="accent1" w:themeFillTint="33"/>
            <w:vAlign w:val="center"/>
          </w:tcPr>
          <w:p w:rsidR="004F5846" w:rsidRPr="003F0598" w:rsidRDefault="004F5846" w:rsidP="00207D7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Maksymalna liczba osób uczestniczących w </w:t>
            </w:r>
            <w:r w:rsidR="00207D71">
              <w:rPr>
                <w:rFonts w:ascii="Arial" w:hAnsi="Arial" w:cs="Arial"/>
                <w:b/>
                <w:sz w:val="18"/>
                <w:szCs w:val="18"/>
              </w:rPr>
              <w:t>warsztatach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4F5846" w:rsidRPr="003F0598" w:rsidRDefault="004F5846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F05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7"/>
            </w:r>
            <w:r w:rsidRPr="003F0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F5846" w:rsidRPr="003F0598" w:rsidRDefault="004F5846" w:rsidP="003F059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4F5846" w:rsidRPr="003F0598" w:rsidTr="00A668D4">
        <w:trPr>
          <w:cantSplit/>
          <w:trHeight w:val="403"/>
        </w:trPr>
        <w:tc>
          <w:tcPr>
            <w:tcW w:w="3119" w:type="dxa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598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4F5846" w:rsidRPr="003F0598" w:rsidTr="002E3DAA">
        <w:trPr>
          <w:trHeight w:val="121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Warsztaty: Metody GIS- praktyczne zastosowanie wizualizacji i interpretacji danych</w:t>
            </w:r>
          </w:p>
        </w:tc>
        <w:tc>
          <w:tcPr>
            <w:tcW w:w="1944" w:type="dxa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4F5846" w:rsidRPr="003F0598" w:rsidRDefault="004F5846" w:rsidP="003F059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598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F5846" w:rsidRPr="003F0598" w:rsidRDefault="004F5846" w:rsidP="003F0598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5846" w:rsidRPr="003F0598" w:rsidRDefault="004F5846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C5138" w:rsidRPr="003F0598" w:rsidRDefault="00FC5138" w:rsidP="003F05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D1FD5" w:rsidRPr="003F0598" w:rsidRDefault="00FD1FD5" w:rsidP="003F0598">
      <w:pPr>
        <w:pStyle w:val="Akapitzlist"/>
        <w:spacing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94D18" w:rsidRPr="00194D18" w:rsidRDefault="00194D18" w:rsidP="00194D18">
      <w:pPr>
        <w:pStyle w:val="Akapitzlist"/>
        <w:spacing w:line="360" w:lineRule="auto"/>
        <w:ind w:left="567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94D18" w:rsidRPr="00194D18" w:rsidRDefault="00194D18" w:rsidP="00194D1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F0598" w:rsidRPr="003F0598" w:rsidRDefault="00194D18" w:rsidP="003F0598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</w:t>
      </w:r>
      <w:r w:rsidR="00EA0C78" w:rsidRPr="003F0598">
        <w:rPr>
          <w:rFonts w:ascii="Arial" w:hAnsi="Arial" w:cs="Arial"/>
          <w:b/>
          <w:sz w:val="18"/>
          <w:szCs w:val="18"/>
        </w:rPr>
        <w:t>obowiązujemy się do realizacji przedmiotu zamówienia w terminie</w:t>
      </w:r>
      <w:r w:rsidR="00EA0C78" w:rsidRPr="003F0598">
        <w:rPr>
          <w:rFonts w:ascii="Arial" w:hAnsi="Arial" w:cs="Arial"/>
          <w:sz w:val="18"/>
          <w:szCs w:val="18"/>
        </w:rPr>
        <w:t xml:space="preserve">: </w:t>
      </w:r>
      <w:r w:rsidR="003F0598" w:rsidRPr="003F0598">
        <w:rPr>
          <w:rFonts w:ascii="Arial" w:hAnsi="Arial" w:cs="Arial"/>
          <w:sz w:val="18"/>
          <w:szCs w:val="18"/>
        </w:rPr>
        <w:t xml:space="preserve">od daty zawarcia umowy, nie wcześniej niż od 01.09.2016r. do </w:t>
      </w:r>
      <w:r w:rsidR="00FE336E">
        <w:rPr>
          <w:rFonts w:ascii="Arial" w:hAnsi="Arial" w:cs="Arial"/>
          <w:sz w:val="18"/>
          <w:szCs w:val="18"/>
        </w:rPr>
        <w:t>30</w:t>
      </w:r>
      <w:r w:rsidR="003F0598" w:rsidRPr="003F0598">
        <w:rPr>
          <w:rFonts w:ascii="Arial" w:hAnsi="Arial" w:cs="Arial"/>
          <w:sz w:val="18"/>
          <w:szCs w:val="18"/>
        </w:rPr>
        <w:t>.10.2016r., zgodnie z harmonogramem przygotowanym przez Zamawiającego.</w:t>
      </w:r>
    </w:p>
    <w:p w:rsidR="00EA0C78" w:rsidRPr="00194D18" w:rsidRDefault="00EA0C78" w:rsidP="003F0598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194D1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04628" w:rsidRPr="003F0598" w:rsidRDefault="00EA0C78" w:rsidP="003F0598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3F0598">
        <w:rPr>
          <w:rFonts w:ascii="Arial" w:hAnsi="Arial" w:cs="Arial"/>
          <w:b/>
          <w:sz w:val="18"/>
          <w:szCs w:val="18"/>
          <w:vertAlign w:val="superscript"/>
        </w:rPr>
        <w:footnoteReference w:id="18"/>
      </w:r>
      <w:r w:rsidRPr="003F0598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104628" w:rsidRPr="003F0598" w:rsidRDefault="00104628" w:rsidP="003F0598">
      <w:pPr>
        <w:pStyle w:val="Akapitzlist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B50A2C">
        <w:rPr>
          <w:rFonts w:ascii="Arial" w:hAnsi="Arial" w:cs="Arial"/>
          <w:sz w:val="18"/>
          <w:szCs w:val="18"/>
        </w:rPr>
        <w:t>Podwykonawcy/om powierzymy następującą część/części zamówienia</w:t>
      </w:r>
      <w:r w:rsidRPr="003F0598">
        <w:rPr>
          <w:rFonts w:ascii="Arial" w:hAnsi="Arial" w:cs="Arial"/>
          <w:sz w:val="18"/>
          <w:szCs w:val="18"/>
        </w:rPr>
        <w:t xml:space="preserve">, </w:t>
      </w:r>
      <w:r w:rsidRPr="003F0598">
        <w:rPr>
          <w:rFonts w:ascii="Arial" w:hAnsi="Arial" w:cs="Arial"/>
          <w:i/>
          <w:sz w:val="18"/>
          <w:szCs w:val="18"/>
        </w:rPr>
        <w:t>(jeżeli dotyczy)</w:t>
      </w:r>
      <w:r w:rsidRPr="003F0598">
        <w:rPr>
          <w:rStyle w:val="Odwoanieprzypisudolnego"/>
          <w:rFonts w:ascii="Arial" w:hAnsi="Arial" w:cs="Arial"/>
          <w:sz w:val="18"/>
          <w:szCs w:val="18"/>
        </w:rPr>
        <w:footnoteReference w:id="19"/>
      </w:r>
      <w:r w:rsidRPr="003F0598">
        <w:rPr>
          <w:rFonts w:ascii="Arial" w:hAnsi="Arial" w:cs="Arial"/>
          <w:sz w:val="18"/>
          <w:szCs w:val="18"/>
        </w:rPr>
        <w:t>:</w:t>
      </w:r>
    </w:p>
    <w:p w:rsidR="00104628" w:rsidRPr="003F0598" w:rsidRDefault="00104628" w:rsidP="003F0598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:rsidR="00104628" w:rsidRPr="003F0598" w:rsidRDefault="00104628" w:rsidP="003F0598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zamówienia: …………………………………………………………………………………………………………………..……………………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 doświadczenie.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 xml:space="preserve">Jesteśmy związani niniejszą ofertą </w:t>
      </w:r>
      <w:r w:rsidRPr="003F0598">
        <w:rPr>
          <w:rFonts w:ascii="Arial" w:hAnsi="Arial" w:cs="Arial"/>
          <w:sz w:val="18"/>
          <w:szCs w:val="18"/>
        </w:rPr>
        <w:t xml:space="preserve">przez czas wskazany w ogłoszeniu o udzielanym zamówieniu tj. </w:t>
      </w:r>
      <w:r w:rsidRPr="003F0598">
        <w:rPr>
          <w:rFonts w:ascii="Arial" w:hAnsi="Arial" w:cs="Arial"/>
          <w:b/>
          <w:sz w:val="18"/>
          <w:szCs w:val="18"/>
        </w:rPr>
        <w:t>20 dni</w:t>
      </w:r>
      <w:r w:rsidRPr="003F059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943407" w:rsidRPr="003F0598" w:rsidRDefault="00EA0C78" w:rsidP="003F0598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Treść wzoru umowy została przez nas zaakceptowana</w:t>
      </w:r>
      <w:r w:rsidRPr="003F0598">
        <w:rPr>
          <w:rFonts w:ascii="Arial" w:hAnsi="Arial" w:cs="Arial"/>
          <w:sz w:val="18"/>
          <w:szCs w:val="18"/>
        </w:rPr>
        <w:t xml:space="preserve"> i zobowiązujemy się w przypadku wyboru naszej oferty do zawarcia umowy na wyżej wymienionych warunkach w miejscu i terminie wyznaczonym przez Zamawiającego. 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lastRenderedPageBreak/>
        <w:t>Znając treść przepisu art. 297 §1 Kodeksu Karnego</w:t>
      </w:r>
      <w:r w:rsidRPr="003F0598">
        <w:rPr>
          <w:rFonts w:ascii="Arial" w:hAnsi="Arial" w:cs="Arial"/>
          <w:sz w:val="18"/>
          <w:szCs w:val="18"/>
        </w:rPr>
        <w:t>: </w:t>
      </w:r>
      <w:r w:rsidRPr="003F059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EA0C78" w:rsidRPr="003F0598" w:rsidRDefault="00EA0C78" w:rsidP="003F0598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F0598">
        <w:rPr>
          <w:rFonts w:ascii="Arial" w:hAnsi="Arial" w:cs="Arial"/>
          <w:b/>
          <w:sz w:val="18"/>
          <w:szCs w:val="18"/>
        </w:rPr>
        <w:t>Wraz z niniejszą ofertą składamy:</w:t>
      </w:r>
    </w:p>
    <w:p w:rsidR="00EA0C78" w:rsidRPr="003F0598" w:rsidRDefault="00EA0C78" w:rsidP="003F0598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CE786D" w:rsidRDefault="00CE786D" w:rsidP="00CE786D">
      <w:pPr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spacing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 xml:space="preserve">Nazwa załącznika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3F0598">
        <w:rPr>
          <w:rFonts w:ascii="Arial" w:hAnsi="Arial" w:cs="Arial"/>
          <w:sz w:val="18"/>
          <w:szCs w:val="18"/>
        </w:rPr>
        <w:t xml:space="preserve"> nr strony</w:t>
      </w:r>
    </w:p>
    <w:p w:rsidR="00CE786D" w:rsidRPr="003F0598" w:rsidRDefault="00CE786D" w:rsidP="00CE786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spacing w:line="360" w:lineRule="auto"/>
        <w:rPr>
          <w:rFonts w:ascii="Arial" w:hAnsi="Arial" w:cs="Arial"/>
          <w:b/>
          <w:color w:val="0070C0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...................................................................................................                                   .............................</w:t>
      </w:r>
    </w:p>
    <w:p w:rsidR="00CE786D" w:rsidRPr="003F0598" w:rsidRDefault="00CE786D" w:rsidP="00CE786D">
      <w:pPr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 ……………………</w:t>
      </w:r>
    </w:p>
    <w:p w:rsidR="00CE786D" w:rsidRPr="003F0598" w:rsidRDefault="00CE786D" w:rsidP="00CE786D">
      <w:pPr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F0598">
        <w:rPr>
          <w:rFonts w:ascii="Arial" w:hAnsi="Arial" w:cs="Arial"/>
          <w:sz w:val="18"/>
          <w:szCs w:val="18"/>
        </w:rPr>
        <w:t>……………………………………………………………………….                                    …………………….</w:t>
      </w:r>
    </w:p>
    <w:p w:rsidR="00CE786D" w:rsidRPr="003F0598" w:rsidRDefault="00CE786D" w:rsidP="00CE786D">
      <w:pPr>
        <w:tabs>
          <w:tab w:val="left" w:pos="2552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i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</w:p>
    <w:p w:rsidR="00CE786D" w:rsidRPr="003F0598" w:rsidRDefault="00CE786D" w:rsidP="00CE786D">
      <w:pPr>
        <w:tabs>
          <w:tab w:val="left" w:pos="2552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CE786D" w:rsidRPr="003F0598" w:rsidRDefault="00CE786D" w:rsidP="00CE786D">
      <w:pPr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CE786D" w:rsidRPr="003F0598" w:rsidRDefault="00CE786D" w:rsidP="00CE786D">
      <w:pPr>
        <w:tabs>
          <w:tab w:val="left" w:pos="284"/>
          <w:tab w:val="left" w:pos="709"/>
        </w:tabs>
        <w:spacing w:line="360" w:lineRule="auto"/>
        <w:ind w:left="4253"/>
        <w:jc w:val="right"/>
        <w:rPr>
          <w:rFonts w:ascii="Arial" w:hAnsi="Arial" w:cs="Arial"/>
          <w:color w:val="FF0000"/>
          <w:sz w:val="18"/>
          <w:szCs w:val="18"/>
        </w:rPr>
      </w:pPr>
      <w:r w:rsidRPr="003F0598">
        <w:rPr>
          <w:rFonts w:ascii="Arial" w:hAnsi="Arial" w:cs="Arial"/>
          <w:color w:val="FF0000"/>
          <w:sz w:val="18"/>
          <w:szCs w:val="18"/>
        </w:rPr>
        <w:t>do reprezentowania Wykonawcy</w:t>
      </w:r>
    </w:p>
    <w:p w:rsidR="00CE786D" w:rsidRPr="003F0598" w:rsidRDefault="00CE786D" w:rsidP="00CE786D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EA0C78" w:rsidRPr="003F0598" w:rsidRDefault="00EA0C78" w:rsidP="00CE786D">
      <w:pPr>
        <w:spacing w:line="360" w:lineRule="auto"/>
        <w:ind w:left="142"/>
        <w:jc w:val="both"/>
        <w:rPr>
          <w:rFonts w:ascii="Arial" w:hAnsi="Arial" w:cs="Arial"/>
          <w:color w:val="FF0000"/>
          <w:sz w:val="18"/>
          <w:szCs w:val="18"/>
        </w:rPr>
      </w:pPr>
    </w:p>
    <w:p w:rsidR="00EA0C78" w:rsidRPr="003F0598" w:rsidRDefault="00EA0C78" w:rsidP="003F0598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EA0C78" w:rsidRPr="003F0598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BA" w:rsidRDefault="003719BA" w:rsidP="007B3FEE">
      <w:r>
        <w:separator/>
      </w:r>
    </w:p>
  </w:endnote>
  <w:endnote w:type="continuationSeparator" w:id="0">
    <w:p w:rsidR="003719BA" w:rsidRDefault="003719BA" w:rsidP="007B3FEE">
      <w:r>
        <w:continuationSeparator/>
      </w:r>
    </w:p>
  </w:endnote>
  <w:endnote w:type="continuationNotice" w:id="1">
    <w:p w:rsidR="003719BA" w:rsidRDefault="00371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BA" w:rsidRDefault="003719B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19BA" w:rsidRDefault="003719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942103"/>
      <w:docPartObj>
        <w:docPartGallery w:val="Page Numbers (Bottom of Page)"/>
        <w:docPartUnique/>
      </w:docPartObj>
    </w:sdtPr>
    <w:sdtEndPr/>
    <w:sdtContent>
      <w:sdt>
        <w:sdtPr>
          <w:id w:val="12111572"/>
          <w:docPartObj>
            <w:docPartGallery w:val="Page Numbers (Top of Page)"/>
            <w:docPartUnique/>
          </w:docPartObj>
        </w:sdtPr>
        <w:sdtEndPr/>
        <w:sdtContent>
          <w:p w:rsidR="003719BA" w:rsidRPr="00304D41" w:rsidRDefault="009E1433" w:rsidP="00FA7A3F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pict>
                <v:rect id="_x0000_i1025" style="width:453.5pt;height:.75pt" o:hralign="center" o:hrstd="t" o:hr="t" fillcolor="#a0a0a0" stroked="f"/>
              </w:pict>
            </w:r>
          </w:p>
          <w:p w:rsidR="003719BA" w:rsidRPr="00CE13EF" w:rsidRDefault="003719BA" w:rsidP="00CE13EF">
            <w:pPr>
              <w:pStyle w:val="Stopka"/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t xml:space="preserve"> </w:t>
            </w:r>
            <w:r w:rsidRPr="00CE13EF">
              <w:rPr>
                <w:rFonts w:ascii="Arial" w:hAnsi="Arial" w:cs="Arial"/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3719BA" w:rsidRPr="00CE13EF" w:rsidRDefault="003719BA" w:rsidP="00CE13EF">
            <w:pPr>
              <w:pStyle w:val="Stopka"/>
              <w:spacing w:line="360" w:lineRule="auto"/>
              <w:jc w:val="center"/>
              <w:rPr>
                <w:rFonts w:ascii="Arial" w:hAnsi="Arial" w:cs="Arial"/>
              </w:rPr>
            </w:pPr>
            <w:r w:rsidRPr="00CE13EF">
              <w:rPr>
                <w:rFonts w:ascii="Arial" w:hAnsi="Arial" w:cs="Arial"/>
                <w:sz w:val="16"/>
                <w:szCs w:val="16"/>
              </w:rPr>
              <w:t>Uniwersytet Śląski w Katowicach, ul. Bankowa 12,  40-007  Katowice,  http://www.us.edu.pl</w:t>
            </w:r>
          </w:p>
          <w:p w:rsidR="003719BA" w:rsidRDefault="003719BA" w:rsidP="007F604D">
            <w:pPr>
              <w:pStyle w:val="Stopka"/>
              <w:jc w:val="right"/>
            </w:pPr>
            <w:r w:rsidRPr="007F604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E1433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F604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E1433">
              <w:rPr>
                <w:rFonts w:ascii="Arial" w:hAnsi="Arial" w:cs="Arial"/>
                <w:bCs/>
                <w:noProof/>
                <w:sz w:val="16"/>
                <w:szCs w:val="16"/>
              </w:rPr>
              <w:t>10</w:t>
            </w:r>
            <w:r w:rsidRPr="007F6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719BA" w:rsidRDefault="003719BA" w:rsidP="007D3D7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BA" w:rsidRDefault="003719BA" w:rsidP="007B3FEE">
      <w:r>
        <w:separator/>
      </w:r>
    </w:p>
  </w:footnote>
  <w:footnote w:type="continuationSeparator" w:id="0">
    <w:p w:rsidR="003719BA" w:rsidRDefault="003719BA" w:rsidP="007B3FEE">
      <w:r>
        <w:continuationSeparator/>
      </w:r>
    </w:p>
  </w:footnote>
  <w:footnote w:type="continuationNotice" w:id="1">
    <w:p w:rsidR="003719BA" w:rsidRDefault="003719BA"/>
  </w:footnote>
  <w:footnote w:id="2">
    <w:p w:rsidR="003719BA" w:rsidRPr="003F0598" w:rsidRDefault="003719BA" w:rsidP="007B0590">
      <w:pPr>
        <w:pStyle w:val="Tekstprzypisudolnego"/>
        <w:spacing w:line="360" w:lineRule="auto"/>
        <w:rPr>
          <w:rFonts w:asciiTheme="minorHAnsi" w:hAnsiTheme="minorHAnsi" w:cs="Arial"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3F0598">
        <w:rPr>
          <w:rFonts w:asciiTheme="minorHAnsi" w:hAnsiTheme="minorHAnsi" w:cs="Arial"/>
          <w:sz w:val="16"/>
          <w:szCs w:val="16"/>
        </w:rPr>
        <w:t xml:space="preserve"> -W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">
    <w:p w:rsidR="003719BA" w:rsidRPr="00D44FAF" w:rsidRDefault="003719BA" w:rsidP="007B0590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3F0598">
        <w:rPr>
          <w:rFonts w:asciiTheme="minorHAnsi" w:hAnsiTheme="minorHAnsi" w:cs="Arial"/>
          <w:sz w:val="16"/>
          <w:szCs w:val="16"/>
        </w:rPr>
        <w:t xml:space="preserve"> -N</w:t>
      </w: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t>iepotrzebne skreślić</w:t>
      </w:r>
      <w:r w:rsidRPr="003F0598">
        <w:rPr>
          <w:rFonts w:asciiTheme="minorHAnsi" w:hAnsiTheme="minorHAnsi" w:cs="Arial"/>
          <w:sz w:val="16"/>
          <w:szCs w:val="16"/>
        </w:rPr>
        <w:t>,</w:t>
      </w:r>
    </w:p>
  </w:footnote>
  <w:footnote w:id="4">
    <w:p w:rsidR="003719BA" w:rsidRPr="003F0598" w:rsidRDefault="003719BA" w:rsidP="003F0598">
      <w:pPr>
        <w:pStyle w:val="Tekstprzypisudolnego"/>
        <w:spacing w:line="360" w:lineRule="auto"/>
        <w:ind w:left="567" w:hanging="284"/>
        <w:jc w:val="both"/>
        <w:rPr>
          <w:rFonts w:asciiTheme="minorHAnsi" w:hAnsiTheme="minorHAnsi" w:cs="Arial"/>
          <w:iCs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3F0598">
        <w:rPr>
          <w:rFonts w:asciiTheme="minorHAnsi" w:hAnsiTheme="minorHAnsi" w:cs="Arial"/>
          <w:sz w:val="16"/>
          <w:szCs w:val="16"/>
        </w:rPr>
        <w:t xml:space="preserve">- </w:t>
      </w:r>
      <w:r>
        <w:rPr>
          <w:rFonts w:asciiTheme="minorHAnsi" w:hAnsiTheme="minorHAnsi" w:cs="Arial"/>
          <w:sz w:val="16"/>
          <w:szCs w:val="16"/>
        </w:rPr>
        <w:t xml:space="preserve">   </w:t>
      </w:r>
      <w:r w:rsidRPr="003F0598">
        <w:rPr>
          <w:rFonts w:asciiTheme="minorHAnsi" w:hAnsiTheme="minorHAnsi" w:cs="Arial"/>
          <w:b/>
          <w:sz w:val="16"/>
          <w:szCs w:val="16"/>
        </w:rPr>
        <w:t>W koszt jednej (1) godziny szkoleń należy wkalkulować wszelkie koszty poniesione celem należytego zrealizowania przedmiotowego zamówie</w:t>
      </w:r>
      <w:r>
        <w:rPr>
          <w:rFonts w:asciiTheme="minorHAnsi" w:hAnsiTheme="minorHAnsi" w:cs="Arial"/>
          <w:b/>
          <w:sz w:val="16"/>
          <w:szCs w:val="16"/>
        </w:rPr>
        <w:t>nia zgodnie z zapisami rozdz.</w:t>
      </w:r>
      <w:r w:rsidRPr="003F0598">
        <w:rPr>
          <w:rFonts w:asciiTheme="minorHAnsi" w:hAnsiTheme="minorHAnsi" w:cs="Arial"/>
          <w:b/>
          <w:sz w:val="16"/>
          <w:szCs w:val="16"/>
        </w:rPr>
        <w:t xml:space="preserve"> </w:t>
      </w:r>
      <w:r>
        <w:rPr>
          <w:rFonts w:asciiTheme="minorHAnsi" w:hAnsiTheme="minorHAnsi" w:cs="Arial"/>
          <w:b/>
          <w:sz w:val="16"/>
          <w:szCs w:val="16"/>
        </w:rPr>
        <w:t>X</w:t>
      </w:r>
      <w:r w:rsidRPr="003F0598">
        <w:rPr>
          <w:rFonts w:asciiTheme="minorHAnsi" w:hAnsiTheme="minorHAnsi" w:cs="Arial"/>
          <w:b/>
          <w:sz w:val="16"/>
          <w:szCs w:val="16"/>
        </w:rPr>
        <w:t xml:space="preserve"> Ogłoszenia o zamówieniu</w:t>
      </w:r>
      <w:r w:rsidRPr="003F0598">
        <w:rPr>
          <w:rFonts w:asciiTheme="minorHAnsi" w:hAnsiTheme="minorHAnsi" w:cs="Arial"/>
          <w:sz w:val="16"/>
          <w:szCs w:val="16"/>
        </w:rPr>
        <w:t>.</w:t>
      </w:r>
      <w:r w:rsidRPr="003F0598">
        <w:rPr>
          <w:rFonts w:asciiTheme="minorHAnsi" w:hAnsiTheme="minorHAnsi" w:cs="Arial"/>
          <w:iCs/>
          <w:sz w:val="16"/>
          <w:szCs w:val="16"/>
        </w:rPr>
        <w:t xml:space="preserve"> </w:t>
      </w:r>
      <w:r w:rsidRPr="003F0598">
        <w:rPr>
          <w:rFonts w:asciiTheme="minorHAnsi" w:hAnsiTheme="minorHAnsi" w:cs="Arial"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3F0598">
        <w:rPr>
          <w:rFonts w:asciiTheme="minorHAnsi" w:hAnsiTheme="minorHAnsi" w:cs="Arial"/>
          <w:sz w:val="16"/>
          <w:szCs w:val="16"/>
        </w:rPr>
        <w:t xml:space="preserve"> </w:t>
      </w:r>
      <w:r w:rsidRPr="003F0598">
        <w:rPr>
          <w:rFonts w:asciiTheme="minorHAnsi" w:hAnsiTheme="minorHAnsi" w:cs="Arial"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5">
    <w:p w:rsidR="003719BA" w:rsidRPr="003F0598" w:rsidRDefault="003719BA" w:rsidP="00B44C45">
      <w:pPr>
        <w:pStyle w:val="Tekstprzypisudolnego"/>
        <w:spacing w:line="360" w:lineRule="auto"/>
        <w:ind w:left="567" w:hanging="283"/>
        <w:rPr>
          <w:rFonts w:asciiTheme="minorHAnsi" w:hAnsiTheme="minorHAnsi" w:cs="Arial"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3F0598">
        <w:rPr>
          <w:rFonts w:asciiTheme="minorHAnsi" w:hAnsiTheme="minorHAnsi" w:cs="Arial"/>
          <w:sz w:val="16"/>
          <w:szCs w:val="16"/>
        </w:rPr>
        <w:t xml:space="preserve"> -</w:t>
      </w:r>
      <w:r>
        <w:rPr>
          <w:rFonts w:asciiTheme="minorHAnsi" w:hAnsiTheme="minorHAnsi" w:cs="Arial"/>
          <w:sz w:val="16"/>
          <w:szCs w:val="16"/>
        </w:rPr>
        <w:t xml:space="preserve">  </w:t>
      </w:r>
      <w:r w:rsidRPr="003F0598">
        <w:rPr>
          <w:rFonts w:asciiTheme="minorHAnsi" w:hAnsiTheme="minorHAnsi" w:cs="Arial"/>
          <w:iCs/>
          <w:sz w:val="16"/>
          <w:szCs w:val="16"/>
        </w:rPr>
        <w:t>Wartość netto należy przenieść do ust. 1 formularza oferty i obliczyć cenę oferty.</w:t>
      </w:r>
    </w:p>
  </w:footnote>
  <w:footnote w:id="6">
    <w:p w:rsidR="003719BA" w:rsidRPr="003F0598" w:rsidRDefault="003719BA" w:rsidP="00B44C45">
      <w:pPr>
        <w:pStyle w:val="Tekstprzypisudolnego"/>
        <w:spacing w:line="360" w:lineRule="auto"/>
        <w:ind w:left="567" w:hanging="283"/>
        <w:rPr>
          <w:rFonts w:asciiTheme="minorHAnsi" w:hAnsiTheme="minorHAnsi" w:cs="Arial"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3F0598">
        <w:rPr>
          <w:rFonts w:asciiTheme="minorHAnsi" w:hAnsiTheme="minorHAnsi" w:cs="Arial"/>
          <w:sz w:val="16"/>
          <w:szCs w:val="16"/>
        </w:rPr>
        <w:t xml:space="preserve">  -</w:t>
      </w:r>
      <w:r>
        <w:rPr>
          <w:rFonts w:asciiTheme="minorHAnsi" w:hAnsiTheme="minorHAnsi" w:cs="Arial"/>
          <w:sz w:val="16"/>
          <w:szCs w:val="16"/>
        </w:rPr>
        <w:t xml:space="preserve"> N</w:t>
      </w:r>
      <w:r w:rsidRPr="003F0598">
        <w:rPr>
          <w:rFonts w:asciiTheme="minorHAnsi" w:hAnsiTheme="minorHAnsi" w:cs="Arial"/>
          <w:sz w:val="16"/>
          <w:szCs w:val="16"/>
        </w:rPr>
        <w:t xml:space="preserve">iepotrzebne skreślić, w przypadku, gdy Wykonawca nie wykreśli żadnej opcji, Zamawiający uzna, iż Wykonawca nie zatrudni osoby niepełnosprawnej </w:t>
      </w:r>
      <w:r>
        <w:rPr>
          <w:rFonts w:asciiTheme="minorHAnsi" w:hAnsiTheme="minorHAnsi" w:cs="Arial"/>
          <w:sz w:val="16"/>
          <w:szCs w:val="16"/>
        </w:rPr>
        <w:t xml:space="preserve">                  </w:t>
      </w:r>
      <w:r w:rsidRPr="003F0598">
        <w:rPr>
          <w:rFonts w:asciiTheme="minorHAnsi" w:hAnsiTheme="minorHAnsi" w:cs="Arial"/>
          <w:sz w:val="16"/>
          <w:szCs w:val="16"/>
        </w:rPr>
        <w:t>i nie przyzna dodatkowych punktów w tym kryterium oceny ofert</w:t>
      </w:r>
    </w:p>
  </w:footnote>
  <w:footnote w:id="7">
    <w:p w:rsidR="003719BA" w:rsidRPr="003F0598" w:rsidRDefault="003719BA" w:rsidP="00B44C45">
      <w:pPr>
        <w:pStyle w:val="Tekstprzypisudolnego"/>
        <w:spacing w:line="360" w:lineRule="auto"/>
        <w:ind w:left="567" w:hanging="283"/>
        <w:jc w:val="both"/>
        <w:rPr>
          <w:rFonts w:ascii="Arial" w:hAnsi="Arial" w:cs="Arial"/>
          <w:sz w:val="16"/>
          <w:szCs w:val="16"/>
        </w:rPr>
      </w:pPr>
      <w:r w:rsidRPr="003F0598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>
        <w:rPr>
          <w:rFonts w:asciiTheme="minorHAnsi" w:hAnsiTheme="minorHAnsi" w:cs="Arial"/>
          <w:sz w:val="16"/>
          <w:szCs w:val="16"/>
        </w:rPr>
        <w:t xml:space="preserve">-  W </w:t>
      </w:r>
      <w:r w:rsidRPr="003F0598">
        <w:rPr>
          <w:rFonts w:asciiTheme="minorHAnsi" w:hAnsiTheme="minorHAnsi" w:cs="Arial"/>
          <w:sz w:val="16"/>
          <w:szCs w:val="16"/>
        </w:rPr>
        <w:t>przypadku pozostawienia ust.</w:t>
      </w:r>
      <w:r w:rsidR="00AF750C">
        <w:rPr>
          <w:rFonts w:asciiTheme="minorHAnsi" w:hAnsiTheme="minorHAnsi" w:cs="Arial"/>
          <w:sz w:val="16"/>
          <w:szCs w:val="16"/>
        </w:rPr>
        <w:t>6</w:t>
      </w:r>
      <w:r w:rsidRPr="003F0598">
        <w:rPr>
          <w:rFonts w:asciiTheme="minorHAnsi" w:hAnsiTheme="minorHAnsi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8">
    <w:p w:rsidR="003719BA" w:rsidRPr="001E4E42" w:rsidRDefault="003719BA" w:rsidP="001E4E42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1E4E42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1E4E42">
        <w:rPr>
          <w:rFonts w:asciiTheme="minorHAnsi" w:hAnsiTheme="minorHAnsi" w:cs="Arial"/>
          <w:sz w:val="16"/>
          <w:szCs w:val="16"/>
        </w:rPr>
        <w:t xml:space="preserve"> -</w:t>
      </w:r>
      <w:r>
        <w:rPr>
          <w:rFonts w:asciiTheme="minorHAnsi" w:hAnsiTheme="minorHAnsi" w:cs="Arial"/>
          <w:sz w:val="16"/>
          <w:szCs w:val="16"/>
        </w:rPr>
        <w:t xml:space="preserve">  </w:t>
      </w:r>
      <w:r w:rsidRPr="001E4E42">
        <w:rPr>
          <w:rFonts w:asciiTheme="minorHAnsi" w:hAnsiTheme="minorHAnsi" w:cs="Arial"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9">
    <w:p w:rsidR="003719BA" w:rsidRPr="00D44FAF" w:rsidRDefault="003719BA" w:rsidP="001E4E42">
      <w:pPr>
        <w:pStyle w:val="Tekstprzypisudolnego"/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1E4E42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1E4E42">
        <w:rPr>
          <w:rFonts w:asciiTheme="minorHAnsi" w:hAnsiTheme="minorHAnsi" w:cs="Arial"/>
          <w:sz w:val="16"/>
          <w:szCs w:val="16"/>
        </w:rPr>
        <w:t xml:space="preserve"> -</w:t>
      </w:r>
      <w:r>
        <w:rPr>
          <w:rFonts w:asciiTheme="minorHAnsi" w:hAnsiTheme="minorHAnsi" w:cs="Arial"/>
          <w:sz w:val="16"/>
          <w:szCs w:val="16"/>
        </w:rPr>
        <w:t xml:space="preserve">   </w:t>
      </w:r>
      <w:r w:rsidRPr="001E4E42">
        <w:rPr>
          <w:rFonts w:asciiTheme="minorHAnsi" w:hAnsiTheme="minorHAnsi" w:cs="Arial"/>
          <w:sz w:val="16"/>
          <w:szCs w:val="16"/>
        </w:rPr>
        <w:t>N</w:t>
      </w:r>
      <w:r w:rsidRPr="001E4E42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t>iepotrzebne skreślić</w:t>
      </w:r>
      <w:r w:rsidRPr="001E4E42">
        <w:rPr>
          <w:rFonts w:asciiTheme="minorHAnsi" w:hAnsiTheme="minorHAnsi" w:cs="Arial"/>
          <w:sz w:val="16"/>
          <w:szCs w:val="16"/>
        </w:rPr>
        <w:t>,</w:t>
      </w:r>
    </w:p>
  </w:footnote>
  <w:footnote w:id="10">
    <w:p w:rsidR="003719BA" w:rsidRPr="004F7F2B" w:rsidRDefault="003719BA" w:rsidP="004F7F2B">
      <w:pPr>
        <w:pStyle w:val="Tekstprzypisudolnego"/>
        <w:spacing w:line="360" w:lineRule="auto"/>
        <w:ind w:left="284" w:hanging="284"/>
        <w:jc w:val="both"/>
        <w:rPr>
          <w:rFonts w:asciiTheme="minorHAnsi" w:hAnsiTheme="minorHAnsi" w:cs="Arial"/>
          <w:iCs/>
          <w:sz w:val="16"/>
          <w:szCs w:val="16"/>
        </w:rPr>
      </w:pPr>
      <w:r w:rsidRPr="004F7F2B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4F7F2B">
        <w:rPr>
          <w:rFonts w:asciiTheme="minorHAnsi" w:hAnsiTheme="minorHAnsi" w:cs="Arial"/>
          <w:sz w:val="16"/>
          <w:szCs w:val="16"/>
        </w:rPr>
        <w:t xml:space="preserve"> - </w:t>
      </w:r>
      <w:r w:rsidRPr="004F7F2B">
        <w:rPr>
          <w:rFonts w:asciiTheme="minorHAnsi" w:hAnsiTheme="minorHAnsi" w:cs="Arial"/>
          <w:b/>
          <w:sz w:val="16"/>
          <w:szCs w:val="16"/>
        </w:rPr>
        <w:t xml:space="preserve">W koszt jednej (1) godziny szkoleń należy wkalkulować wszelkie koszty poniesione celem należytego zrealizowania przedmiotowego zamówienia zgodnie </w:t>
      </w:r>
      <w:r>
        <w:rPr>
          <w:rFonts w:asciiTheme="minorHAnsi" w:hAnsiTheme="minorHAnsi" w:cs="Arial"/>
          <w:b/>
          <w:sz w:val="16"/>
          <w:szCs w:val="16"/>
        </w:rPr>
        <w:t xml:space="preserve">                </w:t>
      </w:r>
      <w:r w:rsidRPr="004F7F2B">
        <w:rPr>
          <w:rFonts w:asciiTheme="minorHAnsi" w:hAnsiTheme="minorHAnsi" w:cs="Arial"/>
          <w:b/>
          <w:sz w:val="16"/>
          <w:szCs w:val="16"/>
        </w:rPr>
        <w:t>z zapisami roz</w:t>
      </w:r>
      <w:r>
        <w:rPr>
          <w:rFonts w:asciiTheme="minorHAnsi" w:hAnsiTheme="minorHAnsi" w:cs="Arial"/>
          <w:b/>
          <w:sz w:val="16"/>
          <w:szCs w:val="16"/>
        </w:rPr>
        <w:t>dz</w:t>
      </w:r>
      <w:r w:rsidRPr="004F7F2B">
        <w:rPr>
          <w:rFonts w:asciiTheme="minorHAnsi" w:hAnsiTheme="minorHAnsi" w:cs="Arial"/>
          <w:b/>
          <w:sz w:val="16"/>
          <w:szCs w:val="16"/>
        </w:rPr>
        <w:t>. X Ogłoszenia o zamówieniu.</w:t>
      </w:r>
      <w:r w:rsidRPr="004F7F2B">
        <w:rPr>
          <w:rFonts w:asciiTheme="minorHAnsi" w:hAnsiTheme="minorHAnsi" w:cs="Arial"/>
          <w:b/>
          <w:iCs/>
          <w:sz w:val="16"/>
          <w:szCs w:val="16"/>
        </w:rPr>
        <w:t xml:space="preserve"> </w:t>
      </w:r>
      <w:r w:rsidRPr="004F7F2B">
        <w:rPr>
          <w:rFonts w:asciiTheme="minorHAnsi" w:hAnsiTheme="minorHAnsi" w:cs="Arial"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F7F2B">
        <w:rPr>
          <w:rFonts w:asciiTheme="minorHAnsi" w:hAnsiTheme="minorHAnsi" w:cs="Arial"/>
          <w:sz w:val="16"/>
          <w:szCs w:val="16"/>
        </w:rPr>
        <w:t xml:space="preserve"> </w:t>
      </w:r>
      <w:r w:rsidRPr="004F7F2B">
        <w:rPr>
          <w:rFonts w:asciiTheme="minorHAnsi" w:hAnsiTheme="minorHAnsi" w:cs="Arial"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11">
    <w:p w:rsidR="003719BA" w:rsidRPr="004F7F2B" w:rsidRDefault="003719BA" w:rsidP="004F7F2B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4F7F2B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4F7F2B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-</w:t>
      </w:r>
      <w:r w:rsidRPr="004F7F2B">
        <w:rPr>
          <w:rFonts w:asciiTheme="minorHAnsi" w:hAnsiTheme="minorHAnsi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12">
    <w:p w:rsidR="003719BA" w:rsidRPr="004F7F2B" w:rsidRDefault="003719BA" w:rsidP="004F7F2B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4F7F2B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4F7F2B">
        <w:rPr>
          <w:rFonts w:asciiTheme="minorHAnsi" w:hAnsiTheme="minorHAnsi" w:cs="Arial"/>
          <w:sz w:val="16"/>
          <w:szCs w:val="16"/>
        </w:rPr>
        <w:t xml:space="preserve">  -</w:t>
      </w:r>
      <w:r>
        <w:rPr>
          <w:rFonts w:asciiTheme="minorHAnsi" w:hAnsiTheme="minorHAnsi" w:cs="Arial"/>
          <w:sz w:val="16"/>
          <w:szCs w:val="16"/>
        </w:rPr>
        <w:t>N</w:t>
      </w:r>
      <w:r w:rsidRPr="004F7F2B">
        <w:rPr>
          <w:rFonts w:asciiTheme="minorHAnsi" w:hAnsiTheme="minorHAnsi" w:cs="Arial"/>
          <w:sz w:val="16"/>
          <w:szCs w:val="16"/>
        </w:rPr>
        <w:t>iepotrzebne skreślić, w przypadku, gdy Wykonawca nie wykreśli żadnej opcji, Zamawiający uzna, iż Wykonawca nie zatrudni osoby niepełnosprawnej i nie przyzna dodatkowych punktów w tym kryterium oceny ofert</w:t>
      </w:r>
    </w:p>
  </w:footnote>
  <w:footnote w:id="13">
    <w:p w:rsidR="003719BA" w:rsidRPr="00747F7C" w:rsidRDefault="003719BA" w:rsidP="004F7F2B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F7F2B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4F7F2B">
        <w:rPr>
          <w:rFonts w:asciiTheme="minorHAnsi" w:hAnsiTheme="minorHAnsi" w:cs="Arial"/>
          <w:sz w:val="16"/>
          <w:szCs w:val="16"/>
        </w:rPr>
        <w:t xml:space="preserve">- </w:t>
      </w:r>
      <w:r>
        <w:rPr>
          <w:rFonts w:asciiTheme="minorHAnsi" w:hAnsiTheme="minorHAnsi" w:cs="Arial"/>
          <w:sz w:val="16"/>
          <w:szCs w:val="16"/>
        </w:rPr>
        <w:t>W</w:t>
      </w:r>
      <w:r w:rsidRPr="004F7F2B">
        <w:rPr>
          <w:rFonts w:asciiTheme="minorHAnsi" w:hAnsiTheme="minorHAnsi" w:cs="Arial"/>
          <w:sz w:val="16"/>
          <w:szCs w:val="16"/>
        </w:rPr>
        <w:t xml:space="preserve"> przypadku pozostawienia ust. </w:t>
      </w:r>
      <w:r>
        <w:rPr>
          <w:rFonts w:asciiTheme="minorHAnsi" w:hAnsiTheme="minorHAnsi" w:cs="Arial"/>
          <w:sz w:val="16"/>
          <w:szCs w:val="16"/>
        </w:rPr>
        <w:t>6</w:t>
      </w:r>
      <w:r w:rsidRPr="004F7F2B">
        <w:rPr>
          <w:rFonts w:asciiTheme="minorHAnsi" w:hAnsiTheme="minorHAnsi" w:cs="Arial"/>
          <w:sz w:val="16"/>
          <w:szCs w:val="16"/>
        </w:rPr>
        <w:t xml:space="preserve"> bez uzupełnienia, Zamawiający przyjmie, że Wykonawca zamierza wykonać zamówienie samodzielnie</w:t>
      </w:r>
      <w:r w:rsidRPr="00747F7C">
        <w:rPr>
          <w:rFonts w:ascii="Arial" w:hAnsi="Arial" w:cs="Arial"/>
          <w:i/>
          <w:sz w:val="16"/>
          <w:szCs w:val="16"/>
        </w:rPr>
        <w:t>.</w:t>
      </w:r>
    </w:p>
  </w:footnote>
  <w:footnote w:id="14">
    <w:p w:rsidR="003719BA" w:rsidRPr="00CE786D" w:rsidRDefault="003719BA" w:rsidP="00CE786D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CE786D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CE786D">
        <w:rPr>
          <w:rFonts w:asciiTheme="minorHAnsi" w:hAnsiTheme="minorHAnsi" w:cs="Arial"/>
          <w:sz w:val="16"/>
          <w:szCs w:val="16"/>
        </w:rPr>
        <w:t xml:space="preserve"> -W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5">
    <w:p w:rsidR="003719BA" w:rsidRPr="00D44FAF" w:rsidRDefault="003719BA" w:rsidP="00CE786D">
      <w:pPr>
        <w:pStyle w:val="Tekstprzypisudolnego"/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CE786D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CE786D">
        <w:rPr>
          <w:rFonts w:asciiTheme="minorHAnsi" w:hAnsiTheme="minorHAnsi" w:cs="Arial"/>
          <w:sz w:val="16"/>
          <w:szCs w:val="16"/>
        </w:rPr>
        <w:t>- N</w:t>
      </w:r>
      <w:r w:rsidRPr="00CE786D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t>iepotrzebne skreślić</w:t>
      </w:r>
      <w:r w:rsidRPr="00CE786D">
        <w:rPr>
          <w:rFonts w:asciiTheme="minorHAnsi" w:hAnsiTheme="minorHAnsi" w:cs="Arial"/>
          <w:sz w:val="16"/>
          <w:szCs w:val="16"/>
        </w:rPr>
        <w:t>,</w:t>
      </w:r>
    </w:p>
  </w:footnote>
  <w:footnote w:id="16">
    <w:p w:rsidR="003719BA" w:rsidRPr="00B50A2C" w:rsidRDefault="003719BA" w:rsidP="00B50A2C">
      <w:pPr>
        <w:pStyle w:val="Tekstprzypisudolnego"/>
        <w:spacing w:line="360" w:lineRule="auto"/>
        <w:ind w:left="284" w:hanging="284"/>
        <w:jc w:val="both"/>
        <w:rPr>
          <w:rFonts w:asciiTheme="minorHAnsi" w:hAnsiTheme="minorHAnsi" w:cs="Arial"/>
          <w:iCs/>
          <w:sz w:val="16"/>
          <w:szCs w:val="16"/>
        </w:rPr>
      </w:pPr>
      <w:r w:rsidRPr="00B50A2C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B50A2C">
        <w:rPr>
          <w:rFonts w:asciiTheme="minorHAnsi" w:hAnsiTheme="minorHAnsi" w:cs="Arial"/>
          <w:sz w:val="16"/>
          <w:szCs w:val="16"/>
        </w:rPr>
        <w:t xml:space="preserve"> -</w:t>
      </w:r>
      <w:r w:rsidR="00B50A2C">
        <w:rPr>
          <w:rFonts w:asciiTheme="minorHAnsi" w:hAnsiTheme="minorHAnsi" w:cs="Arial"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sz w:val="16"/>
          <w:szCs w:val="16"/>
        </w:rPr>
        <w:t>W koszt szkolenia jednej osoby należy wkalkulować wszelkie koszty poniesione celem należytego zrealizowania przedmiotowego zamów</w:t>
      </w:r>
      <w:r w:rsidR="00B50A2C" w:rsidRPr="00B50A2C">
        <w:rPr>
          <w:rFonts w:asciiTheme="minorHAnsi" w:hAnsiTheme="minorHAnsi" w:cs="Arial"/>
          <w:sz w:val="16"/>
          <w:szCs w:val="16"/>
        </w:rPr>
        <w:t>ienia zgodnie z zapisami rozdz.</w:t>
      </w:r>
      <w:r w:rsidRPr="00B50A2C">
        <w:rPr>
          <w:rFonts w:asciiTheme="minorHAnsi" w:hAnsiTheme="minorHAnsi" w:cs="Arial"/>
          <w:sz w:val="16"/>
          <w:szCs w:val="16"/>
        </w:rPr>
        <w:t xml:space="preserve"> </w:t>
      </w:r>
      <w:r w:rsidR="00B50A2C" w:rsidRPr="00B50A2C">
        <w:rPr>
          <w:rFonts w:asciiTheme="minorHAnsi" w:hAnsiTheme="minorHAnsi" w:cs="Arial"/>
          <w:sz w:val="16"/>
          <w:szCs w:val="16"/>
        </w:rPr>
        <w:t>X</w:t>
      </w:r>
      <w:r w:rsidRPr="00B50A2C">
        <w:rPr>
          <w:rFonts w:asciiTheme="minorHAnsi" w:hAnsiTheme="minorHAnsi" w:cs="Arial"/>
          <w:sz w:val="16"/>
          <w:szCs w:val="16"/>
        </w:rPr>
        <w:t xml:space="preserve"> SIWZ.</w:t>
      </w:r>
      <w:r w:rsidRPr="00B50A2C">
        <w:rPr>
          <w:rFonts w:asciiTheme="minorHAnsi" w:hAnsiTheme="minorHAnsi" w:cs="Arial"/>
          <w:iCs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B50A2C">
        <w:rPr>
          <w:rFonts w:asciiTheme="minorHAnsi" w:hAnsiTheme="minorHAnsi" w:cs="Arial"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17">
    <w:p w:rsidR="003719BA" w:rsidRPr="00B50A2C" w:rsidRDefault="003719BA" w:rsidP="00B50A2C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B50A2C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B50A2C">
        <w:rPr>
          <w:rFonts w:asciiTheme="minorHAnsi" w:hAnsiTheme="minorHAnsi" w:cs="Arial"/>
          <w:sz w:val="16"/>
          <w:szCs w:val="16"/>
        </w:rPr>
        <w:t xml:space="preserve"> -</w:t>
      </w:r>
      <w:r w:rsidR="00B50A2C">
        <w:rPr>
          <w:rFonts w:asciiTheme="minorHAnsi" w:hAnsiTheme="minorHAnsi" w:cs="Arial"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iCs/>
          <w:sz w:val="16"/>
          <w:szCs w:val="16"/>
        </w:rPr>
        <w:t>Wartość netto należy przenieść do ust. 1 formularza oferty i obliczyć cenę oferty.</w:t>
      </w:r>
    </w:p>
  </w:footnote>
  <w:footnote w:id="18">
    <w:p w:rsidR="003719BA" w:rsidRPr="00B50A2C" w:rsidRDefault="003719BA" w:rsidP="00B50A2C">
      <w:pPr>
        <w:pStyle w:val="Tekstprzypisudolnego"/>
        <w:spacing w:line="360" w:lineRule="auto"/>
        <w:ind w:left="284" w:hanging="284"/>
        <w:rPr>
          <w:rFonts w:asciiTheme="minorHAnsi" w:hAnsiTheme="minorHAnsi" w:cs="Arial"/>
          <w:sz w:val="16"/>
          <w:szCs w:val="16"/>
        </w:rPr>
      </w:pPr>
      <w:r w:rsidRPr="00B50A2C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="00B50A2C">
        <w:rPr>
          <w:rFonts w:asciiTheme="minorHAnsi" w:hAnsiTheme="minorHAnsi" w:cs="Arial"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sz w:val="16"/>
          <w:szCs w:val="16"/>
        </w:rPr>
        <w:t>-</w:t>
      </w:r>
      <w:r w:rsidR="00B50A2C">
        <w:rPr>
          <w:rFonts w:asciiTheme="minorHAnsi" w:hAnsiTheme="minorHAnsi" w:cs="Arial"/>
          <w:sz w:val="16"/>
          <w:szCs w:val="16"/>
        </w:rPr>
        <w:t xml:space="preserve"> </w:t>
      </w:r>
      <w:r w:rsidRPr="00B50A2C">
        <w:rPr>
          <w:rFonts w:asciiTheme="minorHAnsi" w:hAnsiTheme="minorHAnsi" w:cs="Arial"/>
          <w:sz w:val="16"/>
          <w:szCs w:val="16"/>
        </w:rPr>
        <w:t>niepotrzebne skreślić, w przypadku, gdy Wykonawca nie wykreśli żadnej opcji, Zamawiający uzna, iż Wykonawca nie zatrudni osoby niepełnosprawnej i nie przyzna dodatkowych punktów w tym kryterium oceny ofert</w:t>
      </w:r>
    </w:p>
  </w:footnote>
  <w:footnote w:id="19">
    <w:p w:rsidR="003719BA" w:rsidRPr="00747F7C" w:rsidRDefault="003719BA" w:rsidP="00B50A2C">
      <w:pPr>
        <w:pStyle w:val="Tekstprzypisudolnego"/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B50A2C">
        <w:rPr>
          <w:rStyle w:val="Odwoanieprzypisudolnego"/>
          <w:rFonts w:asciiTheme="minorHAnsi" w:hAnsiTheme="minorHAnsi" w:cs="Arial"/>
          <w:sz w:val="16"/>
          <w:szCs w:val="16"/>
          <w:vertAlign w:val="baseline"/>
        </w:rPr>
        <w:footnoteRef/>
      </w:r>
      <w:r w:rsidRPr="00B50A2C">
        <w:rPr>
          <w:rFonts w:asciiTheme="minorHAnsi" w:hAnsiTheme="minorHAnsi" w:cs="Arial"/>
          <w:sz w:val="16"/>
          <w:szCs w:val="16"/>
        </w:rPr>
        <w:t xml:space="preserve">- </w:t>
      </w:r>
      <w:r w:rsidR="00B50A2C">
        <w:rPr>
          <w:rFonts w:asciiTheme="minorHAnsi" w:hAnsiTheme="minorHAnsi" w:cs="Arial"/>
          <w:sz w:val="16"/>
          <w:szCs w:val="16"/>
        </w:rPr>
        <w:t>w</w:t>
      </w:r>
      <w:r w:rsidRPr="00B50A2C">
        <w:rPr>
          <w:rFonts w:asciiTheme="minorHAnsi" w:hAnsiTheme="minorHAnsi" w:cs="Arial"/>
          <w:sz w:val="16"/>
          <w:szCs w:val="16"/>
        </w:rPr>
        <w:t xml:space="preserve">  przypadku pozostawienia ust. </w:t>
      </w:r>
      <w:r w:rsidR="00B50A2C">
        <w:rPr>
          <w:rFonts w:asciiTheme="minorHAnsi" w:hAnsiTheme="minorHAnsi" w:cs="Arial"/>
          <w:sz w:val="16"/>
          <w:szCs w:val="16"/>
        </w:rPr>
        <w:t>6</w:t>
      </w:r>
      <w:r w:rsidRPr="00B50A2C">
        <w:rPr>
          <w:rFonts w:asciiTheme="minorHAnsi" w:hAnsiTheme="minorHAnsi" w:cs="Arial"/>
          <w:sz w:val="16"/>
          <w:szCs w:val="16"/>
        </w:rPr>
        <w:t xml:space="preserve"> bez uzupełnienia, Zamawiający przyjmie, że Wykonawca zamierza wykonać zamówienie samodzielnie</w:t>
      </w:r>
      <w:r w:rsidRPr="00747F7C"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BA" w:rsidRDefault="003719BA" w:rsidP="007D3D70">
    <w:pPr>
      <w:pStyle w:val="Nagwek"/>
      <w:jc w:val="center"/>
    </w:pPr>
    <w:r>
      <w:rPr>
        <w:noProof/>
      </w:rPr>
      <w:drawing>
        <wp:inline distT="0" distB="0" distL="0" distR="0" wp14:anchorId="0E9367B1" wp14:editId="47FD9C9C">
          <wp:extent cx="5764530" cy="779145"/>
          <wp:effectExtent l="0" t="0" r="762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19BA" w:rsidRPr="00CE13EF" w:rsidRDefault="003719BA" w:rsidP="00CE13EF">
    <w:pPr>
      <w:pStyle w:val="Nagwek"/>
      <w:spacing w:line="360" w:lineRule="auto"/>
      <w:jc w:val="center"/>
      <w:rPr>
        <w:rFonts w:ascii="Arial" w:hAnsi="Arial" w:cs="Arial"/>
        <w:i/>
        <w:sz w:val="16"/>
        <w:szCs w:val="16"/>
      </w:rPr>
    </w:pPr>
    <w:r w:rsidRPr="00CE13EF">
      <w:rPr>
        <w:rFonts w:ascii="Arial" w:hAnsi="Arial" w:cs="Arial"/>
        <w:i/>
        <w:sz w:val="16"/>
        <w:szCs w:val="16"/>
      </w:rPr>
      <w:t xml:space="preserve">Projekt „NEW. Zwiększenie konkurencyjności studentów Wydziału Biologii i Ochrony Środowiska </w:t>
    </w:r>
  </w:p>
  <w:p w:rsidR="003719BA" w:rsidRDefault="003719BA" w:rsidP="000170C2">
    <w:pPr>
      <w:pStyle w:val="Nagwek"/>
      <w:pBdr>
        <w:bottom w:val="single" w:sz="4" w:space="1" w:color="auto"/>
      </w:pBdr>
      <w:spacing w:line="360" w:lineRule="auto"/>
      <w:jc w:val="center"/>
      <w:rPr>
        <w:i/>
      </w:rPr>
    </w:pPr>
    <w:r w:rsidRPr="00CE13EF">
      <w:rPr>
        <w:rFonts w:ascii="Arial" w:hAnsi="Arial" w:cs="Arial"/>
        <w:i/>
        <w:sz w:val="16"/>
        <w:szCs w:val="16"/>
      </w:rPr>
      <w:t>Uniwersytetu Śląskiego na rynku pracy przez rozwój ich kompetencji zawodowych.”</w:t>
    </w:r>
  </w:p>
  <w:p w:rsidR="003719BA" w:rsidRPr="00CE13EF" w:rsidRDefault="003719BA" w:rsidP="007D3D70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161"/>
    <w:multiLevelType w:val="hybridMultilevel"/>
    <w:tmpl w:val="FED6E408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3BCB"/>
    <w:multiLevelType w:val="hybridMultilevel"/>
    <w:tmpl w:val="BDE0D738"/>
    <w:lvl w:ilvl="0" w:tplc="FB2C81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A520A"/>
    <w:multiLevelType w:val="hybridMultilevel"/>
    <w:tmpl w:val="7A3820B0"/>
    <w:lvl w:ilvl="0" w:tplc="6610F7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8644D"/>
    <w:multiLevelType w:val="hybridMultilevel"/>
    <w:tmpl w:val="62908A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6CB700E"/>
    <w:multiLevelType w:val="hybridMultilevel"/>
    <w:tmpl w:val="A58E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B17B6"/>
    <w:multiLevelType w:val="hybridMultilevel"/>
    <w:tmpl w:val="CF4E732C"/>
    <w:lvl w:ilvl="0" w:tplc="D884DAD6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0E63397"/>
    <w:multiLevelType w:val="hybridMultilevel"/>
    <w:tmpl w:val="F34C3E1A"/>
    <w:lvl w:ilvl="0" w:tplc="95D45972">
      <w:start w:val="1"/>
      <w:numFmt w:val="decimal"/>
      <w:lvlText w:val="%1)"/>
      <w:lvlJc w:val="left"/>
      <w:pPr>
        <w:ind w:left="133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3A2B55C4"/>
    <w:multiLevelType w:val="hybridMultilevel"/>
    <w:tmpl w:val="FED6E408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86939"/>
    <w:multiLevelType w:val="hybridMultilevel"/>
    <w:tmpl w:val="F0B607EA"/>
    <w:lvl w:ilvl="0" w:tplc="FD344ACE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C7D42"/>
    <w:multiLevelType w:val="hybridMultilevel"/>
    <w:tmpl w:val="404C02AE"/>
    <w:lvl w:ilvl="0" w:tplc="C7C46808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B635FE5"/>
    <w:multiLevelType w:val="hybridMultilevel"/>
    <w:tmpl w:val="FED6E408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10C8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DC3965"/>
    <w:multiLevelType w:val="hybridMultilevel"/>
    <w:tmpl w:val="72F22318"/>
    <w:lvl w:ilvl="0" w:tplc="154A06BA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2281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ED3B13"/>
    <w:multiLevelType w:val="hybridMultilevel"/>
    <w:tmpl w:val="F0B607EA"/>
    <w:lvl w:ilvl="0" w:tplc="FD344ACE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7722B"/>
    <w:multiLevelType w:val="hybridMultilevel"/>
    <w:tmpl w:val="6DCC9172"/>
    <w:lvl w:ilvl="0" w:tplc="ECB8CF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FA5203B"/>
    <w:multiLevelType w:val="hybridMultilevel"/>
    <w:tmpl w:val="61A69D0C"/>
    <w:lvl w:ilvl="0" w:tplc="5BE26DB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15"/>
  </w:num>
  <w:num w:numId="5">
    <w:abstractNumId w:val="16"/>
  </w:num>
  <w:num w:numId="6">
    <w:abstractNumId w:val="13"/>
  </w:num>
  <w:num w:numId="7">
    <w:abstractNumId w:val="8"/>
  </w:num>
  <w:num w:numId="8">
    <w:abstractNumId w:val="0"/>
  </w:num>
  <w:num w:numId="9">
    <w:abstractNumId w:val="9"/>
  </w:num>
  <w:num w:numId="10">
    <w:abstractNumId w:val="17"/>
  </w:num>
  <w:num w:numId="11">
    <w:abstractNumId w:val="14"/>
  </w:num>
  <w:num w:numId="12">
    <w:abstractNumId w:val="12"/>
  </w:num>
  <w:num w:numId="13">
    <w:abstractNumId w:val="4"/>
  </w:num>
  <w:num w:numId="14">
    <w:abstractNumId w:val="18"/>
  </w:num>
  <w:num w:numId="15">
    <w:abstractNumId w:val="20"/>
  </w:num>
  <w:num w:numId="16">
    <w:abstractNumId w:val="6"/>
  </w:num>
  <w:num w:numId="17">
    <w:abstractNumId w:val="3"/>
  </w:num>
  <w:num w:numId="18">
    <w:abstractNumId w:val="1"/>
  </w:num>
  <w:num w:numId="19">
    <w:abstractNumId w:val="5"/>
  </w:num>
  <w:num w:numId="20">
    <w:abstractNumId w:val="11"/>
  </w:num>
  <w:num w:numId="2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12F9"/>
    <w:rsid w:val="000062C1"/>
    <w:rsid w:val="00010C93"/>
    <w:rsid w:val="000159D6"/>
    <w:rsid w:val="000170C2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2301"/>
    <w:rsid w:val="00044B6B"/>
    <w:rsid w:val="00051A3D"/>
    <w:rsid w:val="000556F9"/>
    <w:rsid w:val="00060B25"/>
    <w:rsid w:val="0006192B"/>
    <w:rsid w:val="00061BCD"/>
    <w:rsid w:val="0006320E"/>
    <w:rsid w:val="000646C3"/>
    <w:rsid w:val="00064A7A"/>
    <w:rsid w:val="00064AC0"/>
    <w:rsid w:val="0007029F"/>
    <w:rsid w:val="00070819"/>
    <w:rsid w:val="000708C0"/>
    <w:rsid w:val="000708E1"/>
    <w:rsid w:val="00084C28"/>
    <w:rsid w:val="00091C6A"/>
    <w:rsid w:val="00092D2A"/>
    <w:rsid w:val="00093AB6"/>
    <w:rsid w:val="00093F06"/>
    <w:rsid w:val="00094D17"/>
    <w:rsid w:val="000A302E"/>
    <w:rsid w:val="000B646C"/>
    <w:rsid w:val="000C280E"/>
    <w:rsid w:val="000C6B3E"/>
    <w:rsid w:val="000D468C"/>
    <w:rsid w:val="000D7317"/>
    <w:rsid w:val="000E67DB"/>
    <w:rsid w:val="000E7CE3"/>
    <w:rsid w:val="000F161A"/>
    <w:rsid w:val="000F4953"/>
    <w:rsid w:val="00103685"/>
    <w:rsid w:val="00104628"/>
    <w:rsid w:val="00110448"/>
    <w:rsid w:val="0011160B"/>
    <w:rsid w:val="00111919"/>
    <w:rsid w:val="00113599"/>
    <w:rsid w:val="001151C0"/>
    <w:rsid w:val="00121918"/>
    <w:rsid w:val="0012592A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27A5"/>
    <w:rsid w:val="0017382F"/>
    <w:rsid w:val="00180A24"/>
    <w:rsid w:val="00181484"/>
    <w:rsid w:val="001833EA"/>
    <w:rsid w:val="00183F29"/>
    <w:rsid w:val="0018752D"/>
    <w:rsid w:val="0019106A"/>
    <w:rsid w:val="00191FAA"/>
    <w:rsid w:val="00194D18"/>
    <w:rsid w:val="001B5397"/>
    <w:rsid w:val="001B5F62"/>
    <w:rsid w:val="001B7AB8"/>
    <w:rsid w:val="001B7DE3"/>
    <w:rsid w:val="001C21CC"/>
    <w:rsid w:val="001D2328"/>
    <w:rsid w:val="001D284C"/>
    <w:rsid w:val="001D317E"/>
    <w:rsid w:val="001D5747"/>
    <w:rsid w:val="001E4E42"/>
    <w:rsid w:val="001E786D"/>
    <w:rsid w:val="001F373B"/>
    <w:rsid w:val="00200512"/>
    <w:rsid w:val="0020073D"/>
    <w:rsid w:val="0020312E"/>
    <w:rsid w:val="00207D71"/>
    <w:rsid w:val="00212D85"/>
    <w:rsid w:val="00214BCF"/>
    <w:rsid w:val="0022069F"/>
    <w:rsid w:val="002254C1"/>
    <w:rsid w:val="00234A85"/>
    <w:rsid w:val="002360AF"/>
    <w:rsid w:val="00240CB3"/>
    <w:rsid w:val="002433F1"/>
    <w:rsid w:val="002527F2"/>
    <w:rsid w:val="00255515"/>
    <w:rsid w:val="00261CF8"/>
    <w:rsid w:val="00262161"/>
    <w:rsid w:val="00262206"/>
    <w:rsid w:val="00265F26"/>
    <w:rsid w:val="00266770"/>
    <w:rsid w:val="00276908"/>
    <w:rsid w:val="00281CB3"/>
    <w:rsid w:val="002924A8"/>
    <w:rsid w:val="00297DCC"/>
    <w:rsid w:val="002A07D6"/>
    <w:rsid w:val="002A3963"/>
    <w:rsid w:val="002C62B0"/>
    <w:rsid w:val="002D1ED4"/>
    <w:rsid w:val="002D4DC0"/>
    <w:rsid w:val="002D4E7E"/>
    <w:rsid w:val="002D5649"/>
    <w:rsid w:val="002D7B85"/>
    <w:rsid w:val="002D7BD2"/>
    <w:rsid w:val="002E3DAA"/>
    <w:rsid w:val="002E613A"/>
    <w:rsid w:val="002F1592"/>
    <w:rsid w:val="002F3D54"/>
    <w:rsid w:val="002F6F44"/>
    <w:rsid w:val="002F708B"/>
    <w:rsid w:val="002F7DE7"/>
    <w:rsid w:val="0030083F"/>
    <w:rsid w:val="003014EF"/>
    <w:rsid w:val="0030393C"/>
    <w:rsid w:val="00304A6C"/>
    <w:rsid w:val="00317DB9"/>
    <w:rsid w:val="00325812"/>
    <w:rsid w:val="00332944"/>
    <w:rsid w:val="00333B3B"/>
    <w:rsid w:val="0033591B"/>
    <w:rsid w:val="00336123"/>
    <w:rsid w:val="00346A6E"/>
    <w:rsid w:val="00350630"/>
    <w:rsid w:val="00350656"/>
    <w:rsid w:val="00354547"/>
    <w:rsid w:val="00357A6B"/>
    <w:rsid w:val="00357D6B"/>
    <w:rsid w:val="00365CAD"/>
    <w:rsid w:val="00367ED8"/>
    <w:rsid w:val="00371598"/>
    <w:rsid w:val="003719BA"/>
    <w:rsid w:val="003829E1"/>
    <w:rsid w:val="00383349"/>
    <w:rsid w:val="00384504"/>
    <w:rsid w:val="00387164"/>
    <w:rsid w:val="003873E5"/>
    <w:rsid w:val="003913CC"/>
    <w:rsid w:val="003931B3"/>
    <w:rsid w:val="003958CF"/>
    <w:rsid w:val="00395F71"/>
    <w:rsid w:val="0039611B"/>
    <w:rsid w:val="00397BB2"/>
    <w:rsid w:val="00397EAD"/>
    <w:rsid w:val="00397ED5"/>
    <w:rsid w:val="003A19E9"/>
    <w:rsid w:val="003A1F01"/>
    <w:rsid w:val="003A4461"/>
    <w:rsid w:val="003A4832"/>
    <w:rsid w:val="003B081E"/>
    <w:rsid w:val="003B2389"/>
    <w:rsid w:val="003B5180"/>
    <w:rsid w:val="003B6B9C"/>
    <w:rsid w:val="003B7923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6E5"/>
    <w:rsid w:val="003E445C"/>
    <w:rsid w:val="003F0598"/>
    <w:rsid w:val="003F138B"/>
    <w:rsid w:val="003F5869"/>
    <w:rsid w:val="003F6083"/>
    <w:rsid w:val="003F79F7"/>
    <w:rsid w:val="00406C0F"/>
    <w:rsid w:val="00411FFA"/>
    <w:rsid w:val="004240EC"/>
    <w:rsid w:val="00427B5D"/>
    <w:rsid w:val="0043777E"/>
    <w:rsid w:val="0044251A"/>
    <w:rsid w:val="00457295"/>
    <w:rsid w:val="00457D22"/>
    <w:rsid w:val="00464E8A"/>
    <w:rsid w:val="00465DDD"/>
    <w:rsid w:val="00467282"/>
    <w:rsid w:val="00474CC6"/>
    <w:rsid w:val="00477827"/>
    <w:rsid w:val="004848EB"/>
    <w:rsid w:val="004904C5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D2B6F"/>
    <w:rsid w:val="004D786C"/>
    <w:rsid w:val="004E114E"/>
    <w:rsid w:val="004E70C2"/>
    <w:rsid w:val="004F242D"/>
    <w:rsid w:val="004F5846"/>
    <w:rsid w:val="004F790C"/>
    <w:rsid w:val="004F7D74"/>
    <w:rsid w:val="004F7F2B"/>
    <w:rsid w:val="00500973"/>
    <w:rsid w:val="005119ED"/>
    <w:rsid w:val="00514191"/>
    <w:rsid w:val="00514722"/>
    <w:rsid w:val="00516765"/>
    <w:rsid w:val="00516C14"/>
    <w:rsid w:val="00520E75"/>
    <w:rsid w:val="00521926"/>
    <w:rsid w:val="00521964"/>
    <w:rsid w:val="00524542"/>
    <w:rsid w:val="00524955"/>
    <w:rsid w:val="00533BF4"/>
    <w:rsid w:val="00534696"/>
    <w:rsid w:val="005371CA"/>
    <w:rsid w:val="0054355D"/>
    <w:rsid w:val="005448CF"/>
    <w:rsid w:val="005462C6"/>
    <w:rsid w:val="00554AF7"/>
    <w:rsid w:val="005553B6"/>
    <w:rsid w:val="005704C8"/>
    <w:rsid w:val="00571A6B"/>
    <w:rsid w:val="005731A2"/>
    <w:rsid w:val="00574CEA"/>
    <w:rsid w:val="00577489"/>
    <w:rsid w:val="00590B55"/>
    <w:rsid w:val="005938CE"/>
    <w:rsid w:val="00594A6B"/>
    <w:rsid w:val="00595F67"/>
    <w:rsid w:val="005A2109"/>
    <w:rsid w:val="005A395C"/>
    <w:rsid w:val="005A4067"/>
    <w:rsid w:val="005A51C3"/>
    <w:rsid w:val="005A5A84"/>
    <w:rsid w:val="005A7968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600A9F"/>
    <w:rsid w:val="00604CFC"/>
    <w:rsid w:val="006131BC"/>
    <w:rsid w:val="00613F44"/>
    <w:rsid w:val="00626A08"/>
    <w:rsid w:val="0062737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A23C4"/>
    <w:rsid w:val="006A6B80"/>
    <w:rsid w:val="006B20BF"/>
    <w:rsid w:val="006B38BF"/>
    <w:rsid w:val="006B3AF4"/>
    <w:rsid w:val="006B3CD2"/>
    <w:rsid w:val="006B5DE6"/>
    <w:rsid w:val="006C0FC1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6F767C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3D87"/>
    <w:rsid w:val="00764BD1"/>
    <w:rsid w:val="00765EB7"/>
    <w:rsid w:val="007748E5"/>
    <w:rsid w:val="007774E6"/>
    <w:rsid w:val="00781CF0"/>
    <w:rsid w:val="0079090A"/>
    <w:rsid w:val="00791DC7"/>
    <w:rsid w:val="00791EA2"/>
    <w:rsid w:val="007A010C"/>
    <w:rsid w:val="007A22F4"/>
    <w:rsid w:val="007A3FC4"/>
    <w:rsid w:val="007A5DF8"/>
    <w:rsid w:val="007A5F3B"/>
    <w:rsid w:val="007B0590"/>
    <w:rsid w:val="007B3691"/>
    <w:rsid w:val="007B3B46"/>
    <w:rsid w:val="007B3FEE"/>
    <w:rsid w:val="007B6541"/>
    <w:rsid w:val="007B6E21"/>
    <w:rsid w:val="007C05E6"/>
    <w:rsid w:val="007C06BC"/>
    <w:rsid w:val="007C1E03"/>
    <w:rsid w:val="007D359B"/>
    <w:rsid w:val="007D3D70"/>
    <w:rsid w:val="007D53D7"/>
    <w:rsid w:val="007D7A5D"/>
    <w:rsid w:val="007D7A80"/>
    <w:rsid w:val="007F2F2B"/>
    <w:rsid w:val="007F3342"/>
    <w:rsid w:val="007F4398"/>
    <w:rsid w:val="007F55EC"/>
    <w:rsid w:val="007F604D"/>
    <w:rsid w:val="00802A89"/>
    <w:rsid w:val="0080508A"/>
    <w:rsid w:val="00814113"/>
    <w:rsid w:val="00814511"/>
    <w:rsid w:val="0081670D"/>
    <w:rsid w:val="00820A1F"/>
    <w:rsid w:val="00821273"/>
    <w:rsid w:val="00831943"/>
    <w:rsid w:val="00833883"/>
    <w:rsid w:val="008437E5"/>
    <w:rsid w:val="00843B62"/>
    <w:rsid w:val="0084571F"/>
    <w:rsid w:val="00851A0C"/>
    <w:rsid w:val="00853BE7"/>
    <w:rsid w:val="00855A8A"/>
    <w:rsid w:val="008601BA"/>
    <w:rsid w:val="00860664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86987"/>
    <w:rsid w:val="00890383"/>
    <w:rsid w:val="008922C1"/>
    <w:rsid w:val="008934AD"/>
    <w:rsid w:val="008B16A9"/>
    <w:rsid w:val="008B2FBB"/>
    <w:rsid w:val="008B69FC"/>
    <w:rsid w:val="008C1573"/>
    <w:rsid w:val="008C3C3F"/>
    <w:rsid w:val="008C4B6E"/>
    <w:rsid w:val="008C6208"/>
    <w:rsid w:val="008D1D66"/>
    <w:rsid w:val="008D2030"/>
    <w:rsid w:val="008D2084"/>
    <w:rsid w:val="008D3A42"/>
    <w:rsid w:val="008D540E"/>
    <w:rsid w:val="008D7211"/>
    <w:rsid w:val="008E7C7D"/>
    <w:rsid w:val="008F1A25"/>
    <w:rsid w:val="008F2D69"/>
    <w:rsid w:val="008F3D8B"/>
    <w:rsid w:val="008F43FF"/>
    <w:rsid w:val="00901C23"/>
    <w:rsid w:val="009041FE"/>
    <w:rsid w:val="0090496F"/>
    <w:rsid w:val="009103CB"/>
    <w:rsid w:val="00916703"/>
    <w:rsid w:val="0091727C"/>
    <w:rsid w:val="009178AF"/>
    <w:rsid w:val="00925113"/>
    <w:rsid w:val="00925907"/>
    <w:rsid w:val="0093069E"/>
    <w:rsid w:val="0093186A"/>
    <w:rsid w:val="00933117"/>
    <w:rsid w:val="0093450F"/>
    <w:rsid w:val="0093659B"/>
    <w:rsid w:val="00936EA1"/>
    <w:rsid w:val="0094120D"/>
    <w:rsid w:val="00943407"/>
    <w:rsid w:val="00950BC0"/>
    <w:rsid w:val="009519F7"/>
    <w:rsid w:val="00955177"/>
    <w:rsid w:val="009628F1"/>
    <w:rsid w:val="009677EA"/>
    <w:rsid w:val="00967ECB"/>
    <w:rsid w:val="00977AE9"/>
    <w:rsid w:val="00980704"/>
    <w:rsid w:val="0098356E"/>
    <w:rsid w:val="009864C5"/>
    <w:rsid w:val="00987D25"/>
    <w:rsid w:val="00987E09"/>
    <w:rsid w:val="009912C5"/>
    <w:rsid w:val="009A28D7"/>
    <w:rsid w:val="009A5016"/>
    <w:rsid w:val="009A7939"/>
    <w:rsid w:val="009C45BE"/>
    <w:rsid w:val="009D287A"/>
    <w:rsid w:val="009E1433"/>
    <w:rsid w:val="009E3F76"/>
    <w:rsid w:val="009E5A1C"/>
    <w:rsid w:val="009E7F4B"/>
    <w:rsid w:val="009F091C"/>
    <w:rsid w:val="00A01053"/>
    <w:rsid w:val="00A0238E"/>
    <w:rsid w:val="00A03B0A"/>
    <w:rsid w:val="00A05F00"/>
    <w:rsid w:val="00A16B27"/>
    <w:rsid w:val="00A20FE4"/>
    <w:rsid w:val="00A21106"/>
    <w:rsid w:val="00A21302"/>
    <w:rsid w:val="00A308F4"/>
    <w:rsid w:val="00A310E9"/>
    <w:rsid w:val="00A3771E"/>
    <w:rsid w:val="00A439A8"/>
    <w:rsid w:val="00A43E6D"/>
    <w:rsid w:val="00A47B62"/>
    <w:rsid w:val="00A50D71"/>
    <w:rsid w:val="00A52F61"/>
    <w:rsid w:val="00A64366"/>
    <w:rsid w:val="00A668D4"/>
    <w:rsid w:val="00A74217"/>
    <w:rsid w:val="00A74737"/>
    <w:rsid w:val="00A74D07"/>
    <w:rsid w:val="00A7698A"/>
    <w:rsid w:val="00A82EAF"/>
    <w:rsid w:val="00A86AC3"/>
    <w:rsid w:val="00A91ED0"/>
    <w:rsid w:val="00A940FE"/>
    <w:rsid w:val="00A941EF"/>
    <w:rsid w:val="00A9462B"/>
    <w:rsid w:val="00A94D1F"/>
    <w:rsid w:val="00AA2031"/>
    <w:rsid w:val="00AA35D7"/>
    <w:rsid w:val="00AA7028"/>
    <w:rsid w:val="00AC03DA"/>
    <w:rsid w:val="00AC0C2B"/>
    <w:rsid w:val="00AC2537"/>
    <w:rsid w:val="00AC6569"/>
    <w:rsid w:val="00AD0E4A"/>
    <w:rsid w:val="00AD2089"/>
    <w:rsid w:val="00AE6F25"/>
    <w:rsid w:val="00AF2BB1"/>
    <w:rsid w:val="00AF460A"/>
    <w:rsid w:val="00AF5B07"/>
    <w:rsid w:val="00AF6DB7"/>
    <w:rsid w:val="00AF750C"/>
    <w:rsid w:val="00B03951"/>
    <w:rsid w:val="00B05511"/>
    <w:rsid w:val="00B05B2E"/>
    <w:rsid w:val="00B063FA"/>
    <w:rsid w:val="00B071D0"/>
    <w:rsid w:val="00B12D7E"/>
    <w:rsid w:val="00B172B8"/>
    <w:rsid w:val="00B23BA8"/>
    <w:rsid w:val="00B26CEC"/>
    <w:rsid w:val="00B3052E"/>
    <w:rsid w:val="00B315A1"/>
    <w:rsid w:val="00B33478"/>
    <w:rsid w:val="00B43A31"/>
    <w:rsid w:val="00B44C45"/>
    <w:rsid w:val="00B50A2C"/>
    <w:rsid w:val="00B50E20"/>
    <w:rsid w:val="00B5119B"/>
    <w:rsid w:val="00B51317"/>
    <w:rsid w:val="00B54045"/>
    <w:rsid w:val="00B61DCD"/>
    <w:rsid w:val="00B72237"/>
    <w:rsid w:val="00B73300"/>
    <w:rsid w:val="00B7466E"/>
    <w:rsid w:val="00B75211"/>
    <w:rsid w:val="00B81FAD"/>
    <w:rsid w:val="00B84340"/>
    <w:rsid w:val="00B91A23"/>
    <w:rsid w:val="00B945FD"/>
    <w:rsid w:val="00BA3362"/>
    <w:rsid w:val="00BA34AA"/>
    <w:rsid w:val="00BB0DAF"/>
    <w:rsid w:val="00BB0DCA"/>
    <w:rsid w:val="00BB0FD9"/>
    <w:rsid w:val="00BB18FC"/>
    <w:rsid w:val="00BB2C85"/>
    <w:rsid w:val="00BC3804"/>
    <w:rsid w:val="00BC4A82"/>
    <w:rsid w:val="00BC624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5E26"/>
    <w:rsid w:val="00BF640E"/>
    <w:rsid w:val="00C04D43"/>
    <w:rsid w:val="00C12C9B"/>
    <w:rsid w:val="00C160B5"/>
    <w:rsid w:val="00C17086"/>
    <w:rsid w:val="00C17B36"/>
    <w:rsid w:val="00C26BD1"/>
    <w:rsid w:val="00C469E4"/>
    <w:rsid w:val="00C50E4A"/>
    <w:rsid w:val="00C57C93"/>
    <w:rsid w:val="00C70195"/>
    <w:rsid w:val="00C7256D"/>
    <w:rsid w:val="00C82364"/>
    <w:rsid w:val="00C83CFC"/>
    <w:rsid w:val="00C85EDD"/>
    <w:rsid w:val="00C93811"/>
    <w:rsid w:val="00C93C0D"/>
    <w:rsid w:val="00CA2B6E"/>
    <w:rsid w:val="00CA7A49"/>
    <w:rsid w:val="00CB1A03"/>
    <w:rsid w:val="00CB20E6"/>
    <w:rsid w:val="00CC050B"/>
    <w:rsid w:val="00CC28B3"/>
    <w:rsid w:val="00CC3A7B"/>
    <w:rsid w:val="00CC6EAA"/>
    <w:rsid w:val="00CD1193"/>
    <w:rsid w:val="00CD181A"/>
    <w:rsid w:val="00CE13EF"/>
    <w:rsid w:val="00CE786D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40341"/>
    <w:rsid w:val="00D44FAF"/>
    <w:rsid w:val="00D5123E"/>
    <w:rsid w:val="00D63968"/>
    <w:rsid w:val="00D7765B"/>
    <w:rsid w:val="00D80ACB"/>
    <w:rsid w:val="00D87E49"/>
    <w:rsid w:val="00D94D6F"/>
    <w:rsid w:val="00DA1CAC"/>
    <w:rsid w:val="00DA46D0"/>
    <w:rsid w:val="00DA6BF8"/>
    <w:rsid w:val="00DB38BE"/>
    <w:rsid w:val="00DB4441"/>
    <w:rsid w:val="00DB514A"/>
    <w:rsid w:val="00DC25E6"/>
    <w:rsid w:val="00DC4C33"/>
    <w:rsid w:val="00DC7441"/>
    <w:rsid w:val="00DD09D1"/>
    <w:rsid w:val="00DD1FA7"/>
    <w:rsid w:val="00DD628E"/>
    <w:rsid w:val="00DD6DCB"/>
    <w:rsid w:val="00DD775E"/>
    <w:rsid w:val="00DE1E85"/>
    <w:rsid w:val="00DE273A"/>
    <w:rsid w:val="00DE396D"/>
    <w:rsid w:val="00DE4FEE"/>
    <w:rsid w:val="00DE52AB"/>
    <w:rsid w:val="00DF0384"/>
    <w:rsid w:val="00E10C54"/>
    <w:rsid w:val="00E10F1E"/>
    <w:rsid w:val="00E1411B"/>
    <w:rsid w:val="00E156F9"/>
    <w:rsid w:val="00E16461"/>
    <w:rsid w:val="00E2200F"/>
    <w:rsid w:val="00E3169F"/>
    <w:rsid w:val="00E317AA"/>
    <w:rsid w:val="00E317B5"/>
    <w:rsid w:val="00E33349"/>
    <w:rsid w:val="00E3616C"/>
    <w:rsid w:val="00E3625F"/>
    <w:rsid w:val="00E41759"/>
    <w:rsid w:val="00E51CAE"/>
    <w:rsid w:val="00E54393"/>
    <w:rsid w:val="00E54A74"/>
    <w:rsid w:val="00E561F5"/>
    <w:rsid w:val="00E60781"/>
    <w:rsid w:val="00E651CF"/>
    <w:rsid w:val="00E66B58"/>
    <w:rsid w:val="00E71DD3"/>
    <w:rsid w:val="00E746A0"/>
    <w:rsid w:val="00E74E04"/>
    <w:rsid w:val="00E75AB9"/>
    <w:rsid w:val="00E9011F"/>
    <w:rsid w:val="00EA0B95"/>
    <w:rsid w:val="00EA0C78"/>
    <w:rsid w:val="00EA46BF"/>
    <w:rsid w:val="00EA50D3"/>
    <w:rsid w:val="00EB18D0"/>
    <w:rsid w:val="00EB586C"/>
    <w:rsid w:val="00EB5E19"/>
    <w:rsid w:val="00EC1CAA"/>
    <w:rsid w:val="00EC220E"/>
    <w:rsid w:val="00ED2BE9"/>
    <w:rsid w:val="00ED57C6"/>
    <w:rsid w:val="00ED7DF0"/>
    <w:rsid w:val="00EE16C7"/>
    <w:rsid w:val="00EE7963"/>
    <w:rsid w:val="00EF197F"/>
    <w:rsid w:val="00F00B4C"/>
    <w:rsid w:val="00F00C18"/>
    <w:rsid w:val="00F023FA"/>
    <w:rsid w:val="00F02892"/>
    <w:rsid w:val="00F13C09"/>
    <w:rsid w:val="00F152D2"/>
    <w:rsid w:val="00F20883"/>
    <w:rsid w:val="00F2299B"/>
    <w:rsid w:val="00F26909"/>
    <w:rsid w:val="00F316A2"/>
    <w:rsid w:val="00F34B08"/>
    <w:rsid w:val="00F35970"/>
    <w:rsid w:val="00F412F6"/>
    <w:rsid w:val="00F47904"/>
    <w:rsid w:val="00F47E14"/>
    <w:rsid w:val="00F5185B"/>
    <w:rsid w:val="00F6222C"/>
    <w:rsid w:val="00F64FBC"/>
    <w:rsid w:val="00F65F2B"/>
    <w:rsid w:val="00F669E4"/>
    <w:rsid w:val="00F7738C"/>
    <w:rsid w:val="00F77F4D"/>
    <w:rsid w:val="00F80817"/>
    <w:rsid w:val="00F82E5D"/>
    <w:rsid w:val="00F8356A"/>
    <w:rsid w:val="00F8456D"/>
    <w:rsid w:val="00F91C62"/>
    <w:rsid w:val="00F9336A"/>
    <w:rsid w:val="00FA024B"/>
    <w:rsid w:val="00FA6730"/>
    <w:rsid w:val="00FA7A3F"/>
    <w:rsid w:val="00FB2406"/>
    <w:rsid w:val="00FC0529"/>
    <w:rsid w:val="00FC2FBF"/>
    <w:rsid w:val="00FC3658"/>
    <w:rsid w:val="00FC4FEA"/>
    <w:rsid w:val="00FC5138"/>
    <w:rsid w:val="00FD1FD5"/>
    <w:rsid w:val="00FD73D2"/>
    <w:rsid w:val="00FE095D"/>
    <w:rsid w:val="00FE15A9"/>
    <w:rsid w:val="00FE336E"/>
    <w:rsid w:val="00FE69FC"/>
    <w:rsid w:val="00FE768C"/>
    <w:rsid w:val="00FF17D3"/>
    <w:rsid w:val="00FF20A4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Numerwiersza">
    <w:name w:val="line number"/>
    <w:basedOn w:val="Domylnaczcionkaakapitu"/>
    <w:uiPriority w:val="99"/>
    <w:semiHidden/>
    <w:unhideWhenUsed/>
    <w:rsid w:val="007F6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Numerwiersza">
    <w:name w:val="line number"/>
    <w:basedOn w:val="Domylnaczcionkaakapitu"/>
    <w:uiPriority w:val="99"/>
    <w:semiHidden/>
    <w:unhideWhenUsed/>
    <w:rsid w:val="007F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957BE-0692-41C7-A994-F03B1A511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93FEFB02</Template>
  <TotalTime>197</TotalTime>
  <Pages>10</Pages>
  <Words>2892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Kalina Rożek</cp:lastModifiedBy>
  <cp:revision>144</cp:revision>
  <cp:lastPrinted>2016-08-23T12:52:00Z</cp:lastPrinted>
  <dcterms:created xsi:type="dcterms:W3CDTF">2016-04-21T09:28:00Z</dcterms:created>
  <dcterms:modified xsi:type="dcterms:W3CDTF">2016-08-23T12:52:00Z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