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D6B" w:rsidRPr="00CE5CA7" w:rsidRDefault="00A17D6B" w:rsidP="00A17D6B">
      <w:pPr>
        <w:pStyle w:val="Default"/>
        <w:rPr>
          <w:color w:val="auto"/>
        </w:rPr>
      </w:pPr>
    </w:p>
    <w:p w:rsidR="00A17D6B" w:rsidRPr="00CE5CA7" w:rsidRDefault="0018445D" w:rsidP="006C1C6A">
      <w:pPr>
        <w:pStyle w:val="Default"/>
        <w:jc w:val="center"/>
        <w:rPr>
          <w:b/>
          <w:bCs/>
          <w:color w:val="auto"/>
          <w:szCs w:val="23"/>
          <w:u w:val="single"/>
        </w:rPr>
      </w:pPr>
      <w:r w:rsidRPr="00CE5CA7">
        <w:rPr>
          <w:b/>
          <w:bCs/>
          <w:color w:val="auto"/>
          <w:szCs w:val="23"/>
          <w:u w:val="single"/>
        </w:rPr>
        <w:t>ZESTAW SIEDZISK – UKŁAD 4-</w:t>
      </w:r>
      <w:r w:rsidR="006C1C6A" w:rsidRPr="00CE5CA7">
        <w:rPr>
          <w:b/>
          <w:bCs/>
          <w:color w:val="auto"/>
          <w:szCs w:val="23"/>
          <w:u w:val="single"/>
        </w:rPr>
        <w:t>OSOBOWY</w:t>
      </w:r>
      <w:r w:rsidRPr="00CE5CA7">
        <w:rPr>
          <w:b/>
          <w:bCs/>
          <w:color w:val="auto"/>
          <w:szCs w:val="23"/>
          <w:u w:val="single"/>
        </w:rPr>
        <w:t>- 2 zestawy</w:t>
      </w:r>
    </w:p>
    <w:p w:rsidR="006C1C6A" w:rsidRPr="00CE5CA7" w:rsidRDefault="006C1C6A" w:rsidP="006C1C6A">
      <w:pPr>
        <w:pStyle w:val="Default"/>
        <w:jc w:val="center"/>
        <w:rPr>
          <w:color w:val="auto"/>
          <w:szCs w:val="23"/>
          <w:u w:val="single"/>
        </w:rPr>
      </w:pPr>
    </w:p>
    <w:p w:rsidR="004B3334" w:rsidRPr="00CE5CA7" w:rsidRDefault="004B3334" w:rsidP="00FE2468">
      <w:pPr>
        <w:pStyle w:val="Default"/>
        <w:jc w:val="both"/>
        <w:rPr>
          <w:b/>
          <w:bCs/>
          <w:color w:val="auto"/>
        </w:rPr>
      </w:pPr>
    </w:p>
    <w:p w:rsidR="00A17D6B" w:rsidRPr="00CE5CA7" w:rsidRDefault="005F5085" w:rsidP="00FE2468">
      <w:pPr>
        <w:pStyle w:val="Default"/>
        <w:jc w:val="both"/>
        <w:rPr>
          <w:color w:val="auto"/>
        </w:rPr>
      </w:pPr>
      <w:r w:rsidRPr="00CE5CA7">
        <w:rPr>
          <w:b/>
          <w:bCs/>
          <w:color w:val="auto"/>
        </w:rPr>
        <w:t>Cztero</w:t>
      </w:r>
      <w:r w:rsidR="00A17D6B" w:rsidRPr="00CE5CA7">
        <w:rPr>
          <w:b/>
          <w:bCs/>
          <w:color w:val="auto"/>
        </w:rPr>
        <w:t>osobowy układ siedzisk z wysok</w:t>
      </w:r>
      <w:r w:rsidR="00A17D6B" w:rsidRPr="00CE5CA7">
        <w:rPr>
          <w:b/>
          <w:bCs/>
          <w:i/>
          <w:color w:val="auto"/>
        </w:rPr>
        <w:t>i</w:t>
      </w:r>
      <w:r w:rsidR="00A17D6B" w:rsidRPr="00CE5CA7">
        <w:rPr>
          <w:b/>
          <w:bCs/>
          <w:color w:val="auto"/>
        </w:rPr>
        <w:t xml:space="preserve">m oparciem, zintegrowanym stolikiem i portem elektrycznym. </w:t>
      </w:r>
    </w:p>
    <w:p w:rsidR="00A17D6B" w:rsidRPr="00CE5CA7" w:rsidRDefault="00A17D6B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bCs/>
          <w:color w:val="auto"/>
          <w:sz w:val="23"/>
          <w:szCs w:val="23"/>
        </w:rPr>
        <w:t xml:space="preserve">W skład całego zestawu wchodzą: </w:t>
      </w:r>
    </w:p>
    <w:p w:rsidR="00A17D6B" w:rsidRPr="00CE5CA7" w:rsidRDefault="005F5085" w:rsidP="00FE2468">
      <w:pPr>
        <w:pStyle w:val="Default"/>
        <w:spacing w:after="284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1.</w:t>
      </w:r>
      <w:r w:rsidR="00A17D6B" w:rsidRPr="00CE5CA7">
        <w:rPr>
          <w:color w:val="auto"/>
          <w:sz w:val="23"/>
          <w:szCs w:val="23"/>
        </w:rPr>
        <w:t xml:space="preserve">2 siedziska 2 osobowe </w:t>
      </w:r>
      <w:r w:rsidR="008A4485" w:rsidRPr="00CE5CA7">
        <w:rPr>
          <w:color w:val="auto"/>
          <w:sz w:val="23"/>
          <w:szCs w:val="23"/>
        </w:rPr>
        <w:t>wysokie ze ścianką boczną prawą</w:t>
      </w:r>
      <w:r w:rsidR="006104BA" w:rsidRPr="00CE5CA7">
        <w:rPr>
          <w:color w:val="auto"/>
          <w:sz w:val="23"/>
          <w:szCs w:val="23"/>
        </w:rPr>
        <w:t xml:space="preserve"> lub</w:t>
      </w:r>
      <w:r w:rsidR="008A4485" w:rsidRPr="00CE5CA7">
        <w:rPr>
          <w:color w:val="auto"/>
          <w:sz w:val="23"/>
          <w:szCs w:val="23"/>
        </w:rPr>
        <w:t xml:space="preserve"> lewą</w:t>
      </w:r>
      <w:r w:rsidR="00A17D6B" w:rsidRPr="00CE5CA7">
        <w:rPr>
          <w:color w:val="auto"/>
          <w:sz w:val="23"/>
          <w:szCs w:val="23"/>
        </w:rPr>
        <w:t xml:space="preserve"> </w:t>
      </w:r>
    </w:p>
    <w:p w:rsidR="00A17D6B" w:rsidRPr="00CE5CA7" w:rsidRDefault="005F5085" w:rsidP="00FE2468">
      <w:pPr>
        <w:pStyle w:val="Default"/>
        <w:spacing w:after="284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2.</w:t>
      </w:r>
      <w:r w:rsidR="00A17D6B" w:rsidRPr="00CE5CA7">
        <w:rPr>
          <w:color w:val="auto"/>
          <w:sz w:val="23"/>
          <w:szCs w:val="23"/>
        </w:rPr>
        <w:t xml:space="preserve">Ścianka łącząca 2 siedziska </w:t>
      </w:r>
    </w:p>
    <w:p w:rsidR="00A17D6B" w:rsidRPr="00CE5CA7" w:rsidRDefault="005F5085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3.</w:t>
      </w:r>
      <w:r w:rsidR="00A17D6B" w:rsidRPr="00CE5CA7">
        <w:rPr>
          <w:color w:val="auto"/>
          <w:sz w:val="23"/>
          <w:szCs w:val="23"/>
        </w:rPr>
        <w:t xml:space="preserve">Stolik montowany do ścianki z blatem </w:t>
      </w:r>
      <w:r w:rsidR="00552F3C" w:rsidRPr="00CE5CA7">
        <w:rPr>
          <w:color w:val="auto"/>
          <w:sz w:val="23"/>
          <w:szCs w:val="23"/>
        </w:rPr>
        <w:t xml:space="preserve"> </w:t>
      </w:r>
    </w:p>
    <w:p w:rsidR="00A17D6B" w:rsidRPr="00CE5CA7" w:rsidRDefault="00A17D6B" w:rsidP="00FE2468">
      <w:pPr>
        <w:pStyle w:val="Default"/>
        <w:jc w:val="both"/>
        <w:rPr>
          <w:color w:val="auto"/>
          <w:sz w:val="23"/>
          <w:szCs w:val="23"/>
        </w:rPr>
      </w:pPr>
    </w:p>
    <w:p w:rsidR="00A17D6B" w:rsidRPr="00CE5CA7" w:rsidRDefault="00A17D6B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bCs/>
          <w:color w:val="auto"/>
          <w:sz w:val="23"/>
          <w:szCs w:val="23"/>
        </w:rPr>
        <w:t xml:space="preserve">Całkowita szerokość zestawu: 2620 mm </w:t>
      </w:r>
      <w:r w:rsidR="006104BA" w:rsidRPr="00CE5CA7">
        <w:rPr>
          <w:color w:val="auto"/>
          <w:sz w:val="23"/>
          <w:szCs w:val="23"/>
        </w:rPr>
        <w:t>(+/-2%)</w:t>
      </w:r>
    </w:p>
    <w:p w:rsidR="00A17D6B" w:rsidRPr="00CE5CA7" w:rsidRDefault="00A17D6B" w:rsidP="00FE2468">
      <w:pPr>
        <w:pStyle w:val="Default"/>
        <w:jc w:val="both"/>
        <w:rPr>
          <w:bCs/>
          <w:color w:val="auto"/>
          <w:sz w:val="23"/>
          <w:szCs w:val="23"/>
        </w:rPr>
      </w:pPr>
      <w:r w:rsidRPr="00CE5CA7">
        <w:rPr>
          <w:bCs/>
          <w:color w:val="auto"/>
          <w:sz w:val="23"/>
          <w:szCs w:val="23"/>
        </w:rPr>
        <w:t>Całkow</w:t>
      </w:r>
      <w:r w:rsidR="006104BA" w:rsidRPr="00CE5CA7">
        <w:rPr>
          <w:bCs/>
          <w:color w:val="auto"/>
          <w:sz w:val="23"/>
          <w:szCs w:val="23"/>
        </w:rPr>
        <w:t xml:space="preserve">ita głębokość zestawu: 1670 mm </w:t>
      </w:r>
      <w:r w:rsidR="006104BA" w:rsidRPr="00CE5CA7">
        <w:rPr>
          <w:color w:val="auto"/>
          <w:sz w:val="23"/>
          <w:szCs w:val="23"/>
        </w:rPr>
        <w:t>(+/-2%)</w:t>
      </w:r>
    </w:p>
    <w:p w:rsidR="00A17D6B" w:rsidRPr="00CE5CA7" w:rsidRDefault="00A17D6B" w:rsidP="00FE2468">
      <w:pPr>
        <w:pStyle w:val="Default"/>
        <w:jc w:val="both"/>
        <w:rPr>
          <w:color w:val="auto"/>
          <w:sz w:val="23"/>
          <w:szCs w:val="23"/>
        </w:rPr>
      </w:pPr>
    </w:p>
    <w:p w:rsidR="00A17D6B" w:rsidRPr="00CE5CA7" w:rsidRDefault="005F5085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bCs/>
          <w:color w:val="auto"/>
          <w:sz w:val="22"/>
          <w:szCs w:val="22"/>
        </w:rPr>
        <w:t xml:space="preserve">Moduł </w:t>
      </w:r>
      <w:r w:rsidR="00A17D6B" w:rsidRPr="00CE5CA7">
        <w:rPr>
          <w:bCs/>
          <w:color w:val="auto"/>
          <w:sz w:val="22"/>
          <w:szCs w:val="22"/>
        </w:rPr>
        <w:t xml:space="preserve">2-osobowy z wysokim oparciem i </w:t>
      </w:r>
      <w:r w:rsidR="008A4485" w:rsidRPr="00CE5CA7">
        <w:rPr>
          <w:bCs/>
          <w:color w:val="auto"/>
          <w:sz w:val="22"/>
          <w:szCs w:val="22"/>
        </w:rPr>
        <w:t>ścianką boczną</w:t>
      </w:r>
      <w:r w:rsidR="00A17D6B" w:rsidRPr="00CE5CA7">
        <w:rPr>
          <w:bCs/>
          <w:color w:val="auto"/>
          <w:sz w:val="22"/>
          <w:szCs w:val="22"/>
        </w:rPr>
        <w:t xml:space="preserve"> z jednej strony</w:t>
      </w:r>
      <w:r w:rsidR="006C0ACB" w:rsidRPr="00CE5CA7">
        <w:rPr>
          <w:bCs/>
          <w:color w:val="auto"/>
          <w:sz w:val="22"/>
          <w:szCs w:val="22"/>
        </w:rPr>
        <w:t xml:space="preserve"> (lewa/prawa)</w:t>
      </w:r>
      <w:r w:rsidR="00A17D6B" w:rsidRPr="00CE5CA7">
        <w:rPr>
          <w:color w:val="auto"/>
          <w:sz w:val="22"/>
          <w:szCs w:val="22"/>
        </w:rPr>
        <w:t>,</w:t>
      </w:r>
      <w:r w:rsidR="00A17D6B" w:rsidRPr="00CE5CA7">
        <w:rPr>
          <w:color w:val="auto"/>
          <w:sz w:val="23"/>
          <w:szCs w:val="23"/>
        </w:rPr>
        <w:t xml:space="preserve"> o wymiarach: </w:t>
      </w:r>
    </w:p>
    <w:p w:rsidR="00A17D6B" w:rsidRPr="00CE5CA7" w:rsidRDefault="006104BA" w:rsidP="00FE2468">
      <w:pPr>
        <w:pStyle w:val="Default"/>
        <w:spacing w:after="44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Wysokość całkowita: 1400 mm (+/-2%)</w:t>
      </w:r>
    </w:p>
    <w:p w:rsidR="00A17D6B" w:rsidRPr="00CE5CA7" w:rsidRDefault="006104BA" w:rsidP="00FE2468">
      <w:pPr>
        <w:pStyle w:val="Default"/>
        <w:spacing w:after="44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Wysokość siedziska: 460 mm (+/-2%)</w:t>
      </w:r>
    </w:p>
    <w:p w:rsidR="00A17D6B" w:rsidRPr="00CE5CA7" w:rsidRDefault="006104BA" w:rsidP="00FE2468">
      <w:pPr>
        <w:pStyle w:val="Default"/>
        <w:spacing w:after="44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Głębokość całkowita: 810 mm (+/-2%)</w:t>
      </w:r>
    </w:p>
    <w:p w:rsidR="00A17D6B" w:rsidRPr="00CE5CA7" w:rsidRDefault="006104BA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Szerokość całkowita: 1590 mm (+/-2%)</w:t>
      </w:r>
    </w:p>
    <w:p w:rsidR="00A17D6B" w:rsidRPr="00CE5CA7" w:rsidRDefault="00A17D6B" w:rsidP="00FE2468">
      <w:pPr>
        <w:pStyle w:val="Default"/>
        <w:jc w:val="both"/>
        <w:rPr>
          <w:color w:val="auto"/>
          <w:sz w:val="23"/>
          <w:szCs w:val="23"/>
        </w:rPr>
      </w:pPr>
    </w:p>
    <w:p w:rsidR="00A17D6B" w:rsidRPr="00CE5CA7" w:rsidRDefault="005F5085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Opis:</w:t>
      </w:r>
      <w:r w:rsidR="00A17D6B" w:rsidRPr="00CE5CA7">
        <w:rPr>
          <w:color w:val="auto"/>
          <w:sz w:val="23"/>
          <w:szCs w:val="23"/>
        </w:rPr>
        <w:t xml:space="preserve"> </w:t>
      </w:r>
    </w:p>
    <w:p w:rsidR="00A17D6B" w:rsidRPr="00CE5CA7" w:rsidRDefault="00A17D6B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Siedzisko i oparcie w całości tapicerowane. </w:t>
      </w:r>
    </w:p>
    <w:p w:rsidR="00A17D6B" w:rsidRPr="00CE5CA7" w:rsidRDefault="00F875D4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Sofa</w:t>
      </w:r>
      <w:r w:rsidR="00A17D6B" w:rsidRPr="00CE5CA7">
        <w:rPr>
          <w:color w:val="auto"/>
          <w:sz w:val="23"/>
          <w:szCs w:val="23"/>
        </w:rPr>
        <w:t xml:space="preserve"> zbudowana z elementu niskiego i wysokiego (niski element do wys. 870mm</w:t>
      </w:r>
      <w:r w:rsidR="003C1060" w:rsidRPr="00CE5CA7">
        <w:rPr>
          <w:color w:val="auto"/>
          <w:sz w:val="23"/>
          <w:szCs w:val="23"/>
        </w:rPr>
        <w:t xml:space="preserve"> </w:t>
      </w:r>
      <w:r w:rsidR="006104BA" w:rsidRPr="00CE5CA7">
        <w:rPr>
          <w:color w:val="auto"/>
          <w:sz w:val="23"/>
          <w:szCs w:val="23"/>
        </w:rPr>
        <w:t>+/-2%</w:t>
      </w:r>
      <w:r w:rsidR="00A17D6B" w:rsidRPr="00CE5CA7">
        <w:rPr>
          <w:color w:val="auto"/>
          <w:sz w:val="23"/>
          <w:szCs w:val="23"/>
        </w:rPr>
        <w:t>)</w:t>
      </w:r>
      <w:r w:rsidR="006C0ACB" w:rsidRPr="00CE5CA7">
        <w:rPr>
          <w:color w:val="auto"/>
          <w:sz w:val="23"/>
          <w:szCs w:val="23"/>
        </w:rPr>
        <w:t xml:space="preserve"> </w:t>
      </w:r>
      <w:r w:rsidR="006104BA" w:rsidRPr="00CE5CA7">
        <w:rPr>
          <w:color w:val="auto"/>
          <w:sz w:val="23"/>
          <w:szCs w:val="23"/>
        </w:rPr>
        <w:br/>
      </w:r>
      <w:r w:rsidR="006C0ACB" w:rsidRPr="00CE5CA7">
        <w:rPr>
          <w:color w:val="auto"/>
          <w:sz w:val="23"/>
          <w:szCs w:val="23"/>
        </w:rPr>
        <w:t xml:space="preserve">– sposób montażu </w:t>
      </w:r>
      <w:proofErr w:type="spellStart"/>
      <w:r w:rsidR="006C0ACB" w:rsidRPr="00CE5CA7">
        <w:rPr>
          <w:color w:val="auto"/>
          <w:sz w:val="23"/>
          <w:szCs w:val="23"/>
        </w:rPr>
        <w:t>beznarzędziowy</w:t>
      </w:r>
      <w:proofErr w:type="spellEnd"/>
      <w:r w:rsidR="00A17D6B" w:rsidRPr="00CE5CA7">
        <w:rPr>
          <w:color w:val="auto"/>
          <w:sz w:val="23"/>
          <w:szCs w:val="23"/>
        </w:rPr>
        <w:t xml:space="preserve">. </w:t>
      </w:r>
    </w:p>
    <w:p w:rsidR="00A17D6B" w:rsidRPr="00CE5CA7" w:rsidRDefault="00A17D6B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Sofa posiada</w:t>
      </w:r>
      <w:r w:rsidR="005F5085" w:rsidRPr="00CE5CA7">
        <w:rPr>
          <w:color w:val="auto"/>
          <w:sz w:val="23"/>
          <w:szCs w:val="23"/>
        </w:rPr>
        <w:t>jąca</w:t>
      </w:r>
      <w:r w:rsidRPr="00CE5CA7">
        <w:rPr>
          <w:color w:val="auto"/>
          <w:sz w:val="23"/>
          <w:szCs w:val="23"/>
        </w:rPr>
        <w:t xml:space="preserve"> podł</w:t>
      </w:r>
      <w:r w:rsidR="008A4485" w:rsidRPr="00CE5CA7">
        <w:rPr>
          <w:color w:val="auto"/>
          <w:sz w:val="23"/>
          <w:szCs w:val="23"/>
        </w:rPr>
        <w:t>okietnik (</w:t>
      </w:r>
      <w:r w:rsidRPr="00CE5CA7">
        <w:rPr>
          <w:color w:val="auto"/>
          <w:sz w:val="23"/>
          <w:szCs w:val="23"/>
        </w:rPr>
        <w:t xml:space="preserve">bok), tapicerowany na całej wysokości, składający się </w:t>
      </w:r>
      <w:r w:rsidR="005F5085" w:rsidRPr="00CE5CA7">
        <w:rPr>
          <w:color w:val="auto"/>
          <w:sz w:val="23"/>
          <w:szCs w:val="23"/>
        </w:rPr>
        <w:br/>
      </w:r>
      <w:r w:rsidRPr="00CE5CA7">
        <w:rPr>
          <w:color w:val="auto"/>
          <w:sz w:val="23"/>
          <w:szCs w:val="23"/>
        </w:rPr>
        <w:t xml:space="preserve">z elementów </w:t>
      </w:r>
      <w:r w:rsidR="00F875D4" w:rsidRPr="00CE5CA7">
        <w:rPr>
          <w:color w:val="auto"/>
          <w:sz w:val="23"/>
          <w:szCs w:val="23"/>
        </w:rPr>
        <w:t xml:space="preserve">w kształcie </w:t>
      </w:r>
      <w:proofErr w:type="spellStart"/>
      <w:r w:rsidR="00F875D4" w:rsidRPr="00CE5CA7">
        <w:rPr>
          <w:color w:val="auto"/>
          <w:sz w:val="23"/>
          <w:szCs w:val="23"/>
        </w:rPr>
        <w:t>hexagonalnym</w:t>
      </w:r>
      <w:proofErr w:type="spellEnd"/>
      <w:r w:rsidR="005F5085" w:rsidRPr="00CE5CA7">
        <w:rPr>
          <w:color w:val="auto"/>
          <w:sz w:val="23"/>
          <w:szCs w:val="23"/>
        </w:rPr>
        <w:t>. Podłokietnik</w:t>
      </w:r>
      <w:r w:rsidRPr="00CE5CA7">
        <w:rPr>
          <w:color w:val="auto"/>
          <w:sz w:val="23"/>
          <w:szCs w:val="23"/>
        </w:rPr>
        <w:t xml:space="preserve"> z prawej lub lewej strony siedziska do wysokości 1400mm. </w:t>
      </w:r>
    </w:p>
    <w:p w:rsidR="00A17D6B" w:rsidRPr="00CE5CA7" w:rsidRDefault="00A17D6B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Podłokietnik (bok) – zbudowany z 2 modułów – niskiego i wysokiego</w:t>
      </w:r>
      <w:r w:rsidR="006C0ACB" w:rsidRPr="00CE5CA7">
        <w:rPr>
          <w:color w:val="auto"/>
          <w:sz w:val="23"/>
          <w:szCs w:val="23"/>
        </w:rPr>
        <w:t xml:space="preserve"> montowany w sposób </w:t>
      </w:r>
      <w:proofErr w:type="spellStart"/>
      <w:r w:rsidR="006C0ACB" w:rsidRPr="00CE5CA7">
        <w:rPr>
          <w:color w:val="auto"/>
          <w:sz w:val="23"/>
          <w:szCs w:val="23"/>
        </w:rPr>
        <w:t>beznarzędziowy</w:t>
      </w:r>
      <w:proofErr w:type="spellEnd"/>
      <w:r w:rsidRPr="00CE5CA7">
        <w:rPr>
          <w:color w:val="auto"/>
          <w:sz w:val="23"/>
          <w:szCs w:val="23"/>
        </w:rPr>
        <w:t xml:space="preserve">. </w:t>
      </w:r>
    </w:p>
    <w:p w:rsidR="006C0ACB" w:rsidRPr="00CE5CA7" w:rsidRDefault="006C0ACB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Nie dopuszcza się zastosowania jako części wysokiej siedziska - niezależnej ścianki, która nie stanowi bezpośredniego przedłużenia na wysokość oparcia lub podłokietnika (boku) sofy. </w:t>
      </w:r>
    </w:p>
    <w:p w:rsidR="00A17D6B" w:rsidRPr="00CE5CA7" w:rsidRDefault="00A17D6B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Szkielet siedziska i oparcia zbudowany</w:t>
      </w:r>
      <w:r w:rsidR="006104BA" w:rsidRPr="00CE5CA7">
        <w:rPr>
          <w:color w:val="auto"/>
          <w:sz w:val="23"/>
          <w:szCs w:val="23"/>
        </w:rPr>
        <w:t xml:space="preserve"> od spodu ze sklejki grubości </w:t>
      </w:r>
      <w:r w:rsidR="00552F3C" w:rsidRPr="00CE5CA7">
        <w:rPr>
          <w:color w:val="auto"/>
          <w:sz w:val="23"/>
          <w:szCs w:val="23"/>
        </w:rPr>
        <w:t>od 8</w:t>
      </w:r>
      <w:r w:rsidR="006104BA" w:rsidRPr="00CE5CA7">
        <w:rPr>
          <w:color w:val="auto"/>
          <w:sz w:val="23"/>
          <w:szCs w:val="23"/>
        </w:rPr>
        <w:t xml:space="preserve"> do</w:t>
      </w:r>
      <w:r w:rsidRPr="00CE5CA7">
        <w:rPr>
          <w:color w:val="auto"/>
          <w:sz w:val="23"/>
          <w:szCs w:val="23"/>
        </w:rPr>
        <w:t xml:space="preserve"> 18 mm</w:t>
      </w:r>
      <w:r w:rsidR="00552F3C" w:rsidRPr="00CE5CA7">
        <w:rPr>
          <w:color w:val="auto"/>
          <w:sz w:val="23"/>
          <w:szCs w:val="23"/>
        </w:rPr>
        <w:t xml:space="preserve"> w zależności od elementu</w:t>
      </w:r>
      <w:r w:rsidRPr="00CE5CA7">
        <w:rPr>
          <w:color w:val="auto"/>
          <w:sz w:val="23"/>
          <w:szCs w:val="23"/>
        </w:rPr>
        <w:t xml:space="preserve"> oraz od góry z płyty wiórowej. Na szkielet siedziska i oparcia nałoż</w:t>
      </w:r>
      <w:r w:rsidR="00F875D4" w:rsidRPr="00CE5CA7">
        <w:rPr>
          <w:color w:val="auto"/>
          <w:sz w:val="23"/>
          <w:szCs w:val="23"/>
        </w:rPr>
        <w:t xml:space="preserve">ona </w:t>
      </w:r>
      <w:r w:rsidRPr="00CE5CA7">
        <w:rPr>
          <w:color w:val="auto"/>
          <w:sz w:val="23"/>
          <w:szCs w:val="23"/>
        </w:rPr>
        <w:t>pianka o gęstości</w:t>
      </w:r>
      <w:r w:rsidR="006C1C6A" w:rsidRPr="00CE5CA7">
        <w:rPr>
          <w:color w:val="auto"/>
          <w:sz w:val="23"/>
          <w:szCs w:val="23"/>
        </w:rPr>
        <w:t xml:space="preserve"> </w:t>
      </w:r>
      <w:r w:rsidRPr="00CE5CA7">
        <w:rPr>
          <w:color w:val="auto"/>
          <w:sz w:val="23"/>
          <w:szCs w:val="23"/>
        </w:rPr>
        <w:t xml:space="preserve"> 35 </w:t>
      </w:r>
      <w:r w:rsidR="006C1C6A" w:rsidRPr="00CE5CA7">
        <w:rPr>
          <w:color w:val="auto"/>
          <w:sz w:val="23"/>
          <w:szCs w:val="23"/>
        </w:rPr>
        <w:t>-</w:t>
      </w:r>
      <w:r w:rsidRPr="00CE5CA7">
        <w:rPr>
          <w:color w:val="auto"/>
          <w:sz w:val="23"/>
          <w:szCs w:val="23"/>
        </w:rPr>
        <w:t xml:space="preserve"> 40 kg/m</w:t>
      </w:r>
      <w:r w:rsidRPr="00CE5CA7">
        <w:rPr>
          <w:color w:val="auto"/>
          <w:sz w:val="16"/>
          <w:szCs w:val="16"/>
        </w:rPr>
        <w:t xml:space="preserve">3 </w:t>
      </w:r>
      <w:r w:rsidRPr="00CE5CA7">
        <w:rPr>
          <w:color w:val="auto"/>
          <w:sz w:val="23"/>
          <w:szCs w:val="23"/>
        </w:rPr>
        <w:t xml:space="preserve">. </w:t>
      </w:r>
    </w:p>
    <w:p w:rsidR="00A17D6B" w:rsidRPr="00CE5CA7" w:rsidRDefault="00A17D6B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Sofa </w:t>
      </w:r>
      <w:r w:rsidR="00F875D4" w:rsidRPr="00CE5CA7">
        <w:rPr>
          <w:color w:val="auto"/>
          <w:sz w:val="23"/>
          <w:szCs w:val="23"/>
        </w:rPr>
        <w:t>powinna mieć</w:t>
      </w:r>
      <w:r w:rsidRPr="00CE5CA7">
        <w:rPr>
          <w:color w:val="auto"/>
          <w:sz w:val="23"/>
          <w:szCs w:val="23"/>
        </w:rPr>
        <w:t xml:space="preserve"> możliwość tapicerowania każdego elementu – niskiego i wysokiego (siedziska, boków i oparcia) różnymi kolorami (w obrębie jednego rodzaju tapicerki). </w:t>
      </w:r>
    </w:p>
    <w:p w:rsidR="00A17D6B" w:rsidRPr="00CE5CA7" w:rsidRDefault="00A17D6B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Każdy moduł składający się</w:t>
      </w:r>
      <w:r w:rsidR="00F875D4" w:rsidRPr="00CE5CA7">
        <w:rPr>
          <w:color w:val="auto"/>
          <w:sz w:val="23"/>
          <w:szCs w:val="23"/>
        </w:rPr>
        <w:t xml:space="preserve"> na bok sofy powinien być</w:t>
      </w:r>
      <w:r w:rsidRPr="00CE5CA7">
        <w:rPr>
          <w:color w:val="auto"/>
          <w:sz w:val="23"/>
          <w:szCs w:val="23"/>
        </w:rPr>
        <w:t xml:space="preserve"> tapicerowany jednym kawałkiem materiału, z dodatkowym przeszyciem po zewnętrznej i wewnętrznej stronie boku. </w:t>
      </w:r>
    </w:p>
    <w:p w:rsidR="00A17D6B" w:rsidRPr="00CE5CA7" w:rsidRDefault="00A17D6B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Podstawa chromowana, wykonana z rurki o profilu kołowym i o ś</w:t>
      </w:r>
      <w:r w:rsidR="00F875D4" w:rsidRPr="00CE5CA7">
        <w:rPr>
          <w:color w:val="auto"/>
          <w:sz w:val="23"/>
          <w:szCs w:val="23"/>
        </w:rPr>
        <w:t xml:space="preserve">rednicy </w:t>
      </w:r>
      <w:r w:rsidRPr="00CE5CA7">
        <w:rPr>
          <w:color w:val="auto"/>
          <w:sz w:val="23"/>
          <w:szCs w:val="23"/>
        </w:rPr>
        <w:t>18</w:t>
      </w:r>
      <w:r w:rsidR="00F875D4" w:rsidRPr="00CE5CA7">
        <w:rPr>
          <w:color w:val="auto"/>
          <w:sz w:val="23"/>
          <w:szCs w:val="23"/>
        </w:rPr>
        <w:t>-22</w:t>
      </w:r>
      <w:r w:rsidRPr="00CE5CA7">
        <w:rPr>
          <w:color w:val="auto"/>
          <w:sz w:val="23"/>
          <w:szCs w:val="23"/>
        </w:rPr>
        <w:t xml:space="preserve"> mm. </w:t>
      </w:r>
    </w:p>
    <w:p w:rsidR="00A17D6B" w:rsidRPr="00CE5CA7" w:rsidRDefault="00A17D6B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Podstawa </w:t>
      </w:r>
      <w:r w:rsidR="00F875D4" w:rsidRPr="00CE5CA7">
        <w:rPr>
          <w:color w:val="auto"/>
          <w:sz w:val="23"/>
          <w:szCs w:val="23"/>
        </w:rPr>
        <w:t xml:space="preserve">powinna być </w:t>
      </w:r>
      <w:r w:rsidRPr="00CE5CA7">
        <w:rPr>
          <w:color w:val="auto"/>
          <w:sz w:val="23"/>
          <w:szCs w:val="23"/>
        </w:rPr>
        <w:t xml:space="preserve">zakończona regulowanymi, metalowymi, chromowanymi stopkami, pozwalającymi na regulację poziomu w zakresie </w:t>
      </w:r>
      <w:r w:rsidR="00F875D4" w:rsidRPr="00CE5CA7">
        <w:rPr>
          <w:color w:val="auto"/>
          <w:sz w:val="23"/>
          <w:szCs w:val="23"/>
        </w:rPr>
        <w:t xml:space="preserve">min </w:t>
      </w:r>
      <w:r w:rsidRPr="00CE5CA7">
        <w:rPr>
          <w:color w:val="auto"/>
          <w:sz w:val="23"/>
          <w:szCs w:val="23"/>
        </w:rPr>
        <w:t xml:space="preserve">+/- 10mm. </w:t>
      </w:r>
    </w:p>
    <w:p w:rsidR="00A17D6B" w:rsidRPr="00CE5CA7" w:rsidRDefault="00A17D6B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bCs/>
          <w:color w:val="auto"/>
          <w:sz w:val="23"/>
          <w:szCs w:val="23"/>
        </w:rPr>
        <w:t>Kolorystyka</w:t>
      </w:r>
      <w:r w:rsidRPr="00CE5CA7">
        <w:rPr>
          <w:color w:val="auto"/>
          <w:sz w:val="23"/>
          <w:szCs w:val="23"/>
        </w:rPr>
        <w:t>: tkani</w:t>
      </w:r>
      <w:r w:rsidR="00552F3C" w:rsidRPr="00CE5CA7">
        <w:rPr>
          <w:color w:val="auto"/>
          <w:sz w:val="23"/>
          <w:szCs w:val="23"/>
        </w:rPr>
        <w:t>na tapicerska - do wyboru min. 20</w:t>
      </w:r>
      <w:r w:rsidRPr="00CE5CA7">
        <w:rPr>
          <w:color w:val="auto"/>
          <w:sz w:val="23"/>
          <w:szCs w:val="23"/>
        </w:rPr>
        <w:t xml:space="preserve"> kolorów z wzornika producenta. </w:t>
      </w:r>
    </w:p>
    <w:p w:rsidR="00A17D6B" w:rsidRPr="00CE5CA7" w:rsidRDefault="00DF52A9" w:rsidP="00FE2468">
      <w:pPr>
        <w:pStyle w:val="Default"/>
        <w:jc w:val="both"/>
        <w:rPr>
          <w:i/>
          <w:color w:val="auto"/>
          <w:sz w:val="22"/>
          <w:szCs w:val="22"/>
        </w:rPr>
      </w:pPr>
      <w:r w:rsidRPr="00CE5CA7">
        <w:rPr>
          <w:rStyle w:val="Uwydatnienie"/>
          <w:i w:val="0"/>
          <w:color w:val="auto"/>
          <w:sz w:val="22"/>
          <w:szCs w:val="22"/>
        </w:rPr>
        <w:t>W dolnej części siedziska – zainstalowany port elektryczny. Port wyposażony w gniazdo zasilające + 1 gniazdo USB i jedno gniazdo internetowe."</w:t>
      </w:r>
    </w:p>
    <w:p w:rsidR="00A17D6B" w:rsidRPr="00CE5CA7" w:rsidRDefault="00A17D6B" w:rsidP="00FE2468">
      <w:pPr>
        <w:pStyle w:val="Default"/>
        <w:pageBreakBefore/>
        <w:jc w:val="both"/>
        <w:rPr>
          <w:color w:val="auto"/>
        </w:rPr>
      </w:pPr>
      <w:r w:rsidRPr="00CE5CA7">
        <w:rPr>
          <w:b/>
          <w:bCs/>
          <w:color w:val="auto"/>
        </w:rPr>
        <w:lastRenderedPageBreak/>
        <w:t xml:space="preserve">Ścianka łącząca </w:t>
      </w:r>
      <w:r w:rsidR="008A4485" w:rsidRPr="00CE5CA7">
        <w:rPr>
          <w:b/>
          <w:bCs/>
          <w:color w:val="auto"/>
        </w:rPr>
        <w:t>sofy</w:t>
      </w:r>
      <w:r w:rsidR="005F5085" w:rsidRPr="00CE5CA7">
        <w:rPr>
          <w:b/>
          <w:bCs/>
          <w:color w:val="auto"/>
        </w:rPr>
        <w:t>:</w:t>
      </w:r>
      <w:r w:rsidRPr="00CE5CA7">
        <w:rPr>
          <w:b/>
          <w:bCs/>
          <w:color w:val="auto"/>
        </w:rPr>
        <w:t xml:space="preserve"> </w:t>
      </w:r>
    </w:p>
    <w:p w:rsidR="00A17D6B" w:rsidRPr="00CE5CA7" w:rsidRDefault="005F5085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-  </w:t>
      </w:r>
      <w:r w:rsidR="00A17D6B" w:rsidRPr="00CE5CA7">
        <w:rPr>
          <w:color w:val="auto"/>
          <w:sz w:val="23"/>
          <w:szCs w:val="23"/>
        </w:rPr>
        <w:t xml:space="preserve">o </w:t>
      </w:r>
      <w:r w:rsidR="003C1060" w:rsidRPr="00CE5CA7">
        <w:rPr>
          <w:color w:val="auto"/>
          <w:sz w:val="23"/>
          <w:szCs w:val="23"/>
        </w:rPr>
        <w:t>całkowitej szerokości 2620</w:t>
      </w:r>
      <w:r w:rsidR="006C0ACB" w:rsidRPr="00CE5CA7">
        <w:rPr>
          <w:color w:val="auto"/>
          <w:sz w:val="23"/>
          <w:szCs w:val="23"/>
        </w:rPr>
        <w:t>mm</w:t>
      </w:r>
      <w:r w:rsidR="003C1060" w:rsidRPr="00CE5CA7">
        <w:rPr>
          <w:color w:val="auto"/>
          <w:sz w:val="23"/>
          <w:szCs w:val="23"/>
        </w:rPr>
        <w:t xml:space="preserve"> (+/-2%),</w:t>
      </w:r>
      <w:r w:rsidR="006C0ACB" w:rsidRPr="00CE5CA7">
        <w:rPr>
          <w:color w:val="auto"/>
          <w:sz w:val="23"/>
          <w:szCs w:val="23"/>
        </w:rPr>
        <w:t xml:space="preserve"> </w:t>
      </w:r>
      <w:r w:rsidR="00A17D6B" w:rsidRPr="00CE5CA7">
        <w:rPr>
          <w:color w:val="auto"/>
          <w:sz w:val="23"/>
          <w:szCs w:val="23"/>
        </w:rPr>
        <w:t>wysokości 1400mm</w:t>
      </w:r>
      <w:r w:rsidR="003C1060" w:rsidRPr="00CE5CA7">
        <w:rPr>
          <w:color w:val="auto"/>
          <w:sz w:val="23"/>
          <w:szCs w:val="23"/>
        </w:rPr>
        <w:t xml:space="preserve"> (+/-2%), grubości 75-95</w:t>
      </w:r>
      <w:r w:rsidR="006C0ACB" w:rsidRPr="00CE5CA7">
        <w:rPr>
          <w:color w:val="auto"/>
          <w:sz w:val="23"/>
          <w:szCs w:val="23"/>
        </w:rPr>
        <w:t xml:space="preserve">mm </w:t>
      </w:r>
      <w:r w:rsidR="003C1060" w:rsidRPr="00CE5CA7">
        <w:rPr>
          <w:color w:val="auto"/>
          <w:sz w:val="23"/>
          <w:szCs w:val="23"/>
        </w:rPr>
        <w:br/>
        <w:t>(+/-2%)</w:t>
      </w:r>
      <w:r w:rsidR="00A17D6B" w:rsidRPr="00CE5CA7">
        <w:rPr>
          <w:color w:val="auto"/>
          <w:sz w:val="23"/>
          <w:szCs w:val="23"/>
        </w:rPr>
        <w:t xml:space="preserve">. </w:t>
      </w:r>
    </w:p>
    <w:p w:rsidR="00A17D6B" w:rsidRPr="00CE5CA7" w:rsidRDefault="005F5085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- </w:t>
      </w:r>
      <w:r w:rsidR="00A17D6B" w:rsidRPr="00CE5CA7">
        <w:rPr>
          <w:color w:val="auto"/>
          <w:sz w:val="23"/>
          <w:szCs w:val="23"/>
        </w:rPr>
        <w:t xml:space="preserve"> w całości tapicerowana t</w:t>
      </w:r>
      <w:r w:rsidR="003C1060" w:rsidRPr="00CE5CA7">
        <w:rPr>
          <w:color w:val="auto"/>
          <w:sz w:val="23"/>
          <w:szCs w:val="23"/>
        </w:rPr>
        <w:t>kaniną jak siedziska 2-osobowe</w:t>
      </w:r>
    </w:p>
    <w:p w:rsidR="00EA3934" w:rsidRPr="00CE5CA7" w:rsidRDefault="005F5085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- </w:t>
      </w:r>
      <w:r w:rsidR="00A17D6B" w:rsidRPr="00CE5CA7">
        <w:rPr>
          <w:color w:val="auto"/>
          <w:sz w:val="23"/>
          <w:szCs w:val="23"/>
        </w:rPr>
        <w:t xml:space="preserve"> przystosowana do zamocowania do niej stolika.</w:t>
      </w:r>
    </w:p>
    <w:p w:rsidR="00A8447B" w:rsidRPr="00CE5CA7" w:rsidRDefault="005F5085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- </w:t>
      </w:r>
      <w:r w:rsidR="00A8447B" w:rsidRPr="00CE5CA7">
        <w:rPr>
          <w:color w:val="auto"/>
          <w:sz w:val="23"/>
          <w:szCs w:val="23"/>
        </w:rPr>
        <w:t xml:space="preserve"> przystosowana do </w:t>
      </w:r>
      <w:r w:rsidR="009D0FE3" w:rsidRPr="00CE5CA7">
        <w:rPr>
          <w:color w:val="auto"/>
          <w:sz w:val="23"/>
          <w:szCs w:val="23"/>
        </w:rPr>
        <w:t>zawieszenia uchwytu do telewizora</w:t>
      </w:r>
    </w:p>
    <w:p w:rsidR="00BA206E" w:rsidRPr="00CE5CA7" w:rsidRDefault="005F5085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- </w:t>
      </w:r>
      <w:r w:rsidR="00BA206E" w:rsidRPr="00CE5CA7">
        <w:rPr>
          <w:color w:val="auto"/>
          <w:sz w:val="23"/>
          <w:szCs w:val="23"/>
        </w:rPr>
        <w:t xml:space="preserve"> wy</w:t>
      </w:r>
      <w:r w:rsidR="003C1060" w:rsidRPr="00CE5CA7">
        <w:rPr>
          <w:color w:val="auto"/>
          <w:sz w:val="23"/>
          <w:szCs w:val="23"/>
        </w:rPr>
        <w:t>posażona w ukryty kanał kablowy</w:t>
      </w:r>
    </w:p>
    <w:p w:rsidR="00A17D6B" w:rsidRPr="00CE5CA7" w:rsidRDefault="005F5085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-  m</w:t>
      </w:r>
      <w:r w:rsidR="00BA206E" w:rsidRPr="00CE5CA7">
        <w:rPr>
          <w:color w:val="auto"/>
          <w:sz w:val="23"/>
          <w:szCs w:val="23"/>
        </w:rPr>
        <w:t xml:space="preserve">ocowanie ścianki </w:t>
      </w:r>
      <w:r w:rsidR="00570397" w:rsidRPr="00CE5CA7">
        <w:rPr>
          <w:color w:val="auto"/>
          <w:sz w:val="23"/>
          <w:szCs w:val="23"/>
        </w:rPr>
        <w:t xml:space="preserve">z sofami </w:t>
      </w:r>
      <w:r w:rsidR="006C0ACB" w:rsidRPr="00CE5CA7">
        <w:rPr>
          <w:color w:val="auto"/>
          <w:sz w:val="23"/>
          <w:szCs w:val="23"/>
        </w:rPr>
        <w:t xml:space="preserve">w sposób </w:t>
      </w:r>
      <w:proofErr w:type="spellStart"/>
      <w:r w:rsidR="006C0ACB" w:rsidRPr="00CE5CA7">
        <w:rPr>
          <w:color w:val="auto"/>
          <w:sz w:val="23"/>
          <w:szCs w:val="23"/>
        </w:rPr>
        <w:t>beznarzędziowy</w:t>
      </w:r>
      <w:proofErr w:type="spellEnd"/>
      <w:r w:rsidR="006C0ACB" w:rsidRPr="00CE5CA7">
        <w:rPr>
          <w:color w:val="auto"/>
          <w:sz w:val="23"/>
          <w:szCs w:val="23"/>
        </w:rPr>
        <w:t xml:space="preserve"> </w:t>
      </w:r>
      <w:r w:rsidR="00BA206E" w:rsidRPr="00CE5CA7">
        <w:rPr>
          <w:color w:val="auto"/>
          <w:sz w:val="23"/>
          <w:szCs w:val="23"/>
        </w:rPr>
        <w:t>poprzez specjalne zaczepy niewidoczne</w:t>
      </w:r>
      <w:r w:rsidR="00A44067" w:rsidRPr="00CE5CA7">
        <w:rPr>
          <w:color w:val="auto"/>
          <w:sz w:val="23"/>
          <w:szCs w:val="23"/>
        </w:rPr>
        <w:t xml:space="preserve"> po zmontowaniu. Ze względów estetycznych  nie dopuszcza się systemu mocowania na zewnątrz ścianki i sofy</w:t>
      </w:r>
      <w:r w:rsidR="00BA206E" w:rsidRPr="00CE5CA7">
        <w:rPr>
          <w:color w:val="auto"/>
          <w:sz w:val="23"/>
          <w:szCs w:val="23"/>
        </w:rPr>
        <w:t xml:space="preserve"> </w:t>
      </w:r>
      <w:r w:rsidR="00EA3934" w:rsidRPr="00CE5CA7">
        <w:rPr>
          <w:color w:val="auto"/>
          <w:sz w:val="23"/>
          <w:szCs w:val="23"/>
        </w:rPr>
        <w:t>.</w:t>
      </w:r>
    </w:p>
    <w:p w:rsidR="00A17D6B" w:rsidRPr="00CE5CA7" w:rsidRDefault="005F5085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- </w:t>
      </w:r>
      <w:r w:rsidR="00A17D6B" w:rsidRPr="00CE5CA7">
        <w:rPr>
          <w:color w:val="auto"/>
          <w:sz w:val="23"/>
          <w:szCs w:val="23"/>
        </w:rPr>
        <w:t xml:space="preserve"> składa</w:t>
      </w:r>
      <w:r w:rsidRPr="00CE5CA7">
        <w:rPr>
          <w:color w:val="auto"/>
          <w:sz w:val="23"/>
          <w:szCs w:val="23"/>
        </w:rPr>
        <w:t>jąca</w:t>
      </w:r>
      <w:r w:rsidR="00A17D6B" w:rsidRPr="00CE5CA7">
        <w:rPr>
          <w:color w:val="auto"/>
          <w:sz w:val="23"/>
          <w:szCs w:val="23"/>
        </w:rPr>
        <w:t xml:space="preserve"> się z 6 elementów (3 górne i 3 dolne) z których każdy ma możliwość tapicerowania innym kolorem w obrębie tej samej tapicerki. </w:t>
      </w:r>
    </w:p>
    <w:p w:rsidR="00A17D6B" w:rsidRPr="00CE5CA7" w:rsidRDefault="00A17D6B" w:rsidP="00FE2468">
      <w:pPr>
        <w:pStyle w:val="Default"/>
        <w:jc w:val="both"/>
        <w:rPr>
          <w:color w:val="auto"/>
          <w:sz w:val="23"/>
          <w:szCs w:val="23"/>
        </w:rPr>
      </w:pPr>
    </w:p>
    <w:p w:rsidR="004B3334" w:rsidRPr="00CE5CA7" w:rsidRDefault="004B3334" w:rsidP="00FE2468">
      <w:pPr>
        <w:pStyle w:val="Default"/>
        <w:jc w:val="both"/>
        <w:rPr>
          <w:color w:val="auto"/>
          <w:sz w:val="23"/>
          <w:szCs w:val="23"/>
        </w:rPr>
      </w:pPr>
    </w:p>
    <w:p w:rsidR="00893462" w:rsidRPr="00CE5CA7" w:rsidRDefault="00893462" w:rsidP="00FE2468">
      <w:pPr>
        <w:pStyle w:val="Default"/>
        <w:jc w:val="both"/>
        <w:rPr>
          <w:b/>
          <w:color w:val="auto"/>
        </w:rPr>
      </w:pPr>
      <w:r w:rsidRPr="00CE5CA7">
        <w:rPr>
          <w:b/>
          <w:color w:val="auto"/>
        </w:rPr>
        <w:t>Stolik</w:t>
      </w:r>
      <w:r w:rsidR="005F5085" w:rsidRPr="00CE5CA7">
        <w:rPr>
          <w:b/>
          <w:color w:val="auto"/>
        </w:rPr>
        <w:t>:</w:t>
      </w:r>
    </w:p>
    <w:p w:rsidR="00A17D6B" w:rsidRPr="00CE5CA7" w:rsidRDefault="00A17D6B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bCs/>
          <w:color w:val="auto"/>
          <w:sz w:val="23"/>
          <w:szCs w:val="23"/>
        </w:rPr>
        <w:t>Stolik mocowany</w:t>
      </w:r>
      <w:r w:rsidRPr="00CE5CA7">
        <w:rPr>
          <w:b/>
          <w:bCs/>
          <w:color w:val="auto"/>
          <w:sz w:val="23"/>
          <w:szCs w:val="23"/>
        </w:rPr>
        <w:t xml:space="preserve"> </w:t>
      </w:r>
      <w:r w:rsidRPr="00CE5CA7">
        <w:rPr>
          <w:color w:val="auto"/>
          <w:sz w:val="23"/>
          <w:szCs w:val="23"/>
        </w:rPr>
        <w:t xml:space="preserve">z jednej strony do ścianki a z drugiej wsparty na metalowej, chromowanej nodze. </w:t>
      </w:r>
    </w:p>
    <w:p w:rsidR="00A17D6B" w:rsidRPr="00CE5CA7" w:rsidRDefault="00A17D6B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Blat w kształcie trapezu o wymiarach: szerokość 1100 mm</w:t>
      </w:r>
      <w:r w:rsidR="003C1060" w:rsidRPr="00CE5CA7">
        <w:rPr>
          <w:color w:val="auto"/>
          <w:sz w:val="23"/>
          <w:szCs w:val="23"/>
        </w:rPr>
        <w:t>(+/-2%)</w:t>
      </w:r>
      <w:r w:rsidRPr="00CE5CA7">
        <w:rPr>
          <w:color w:val="auto"/>
          <w:sz w:val="23"/>
          <w:szCs w:val="23"/>
        </w:rPr>
        <w:t>, głębokość 730/550 mm</w:t>
      </w:r>
      <w:r w:rsidR="003C1060" w:rsidRPr="00CE5CA7">
        <w:rPr>
          <w:color w:val="auto"/>
          <w:sz w:val="23"/>
          <w:szCs w:val="23"/>
        </w:rPr>
        <w:br/>
        <w:t>(+/-2%)</w:t>
      </w:r>
      <w:r w:rsidRPr="00CE5CA7">
        <w:rPr>
          <w:color w:val="auto"/>
          <w:sz w:val="23"/>
          <w:szCs w:val="23"/>
        </w:rPr>
        <w:t>, wysokość 725mm</w:t>
      </w:r>
      <w:r w:rsidR="003C1060" w:rsidRPr="00CE5CA7">
        <w:rPr>
          <w:color w:val="auto"/>
          <w:sz w:val="23"/>
          <w:szCs w:val="23"/>
        </w:rPr>
        <w:t>(+/-2%)</w:t>
      </w:r>
      <w:r w:rsidRPr="00CE5CA7">
        <w:rPr>
          <w:color w:val="auto"/>
          <w:sz w:val="23"/>
          <w:szCs w:val="23"/>
        </w:rPr>
        <w:t xml:space="preserve">. </w:t>
      </w:r>
    </w:p>
    <w:p w:rsidR="00A17D6B" w:rsidRPr="00CE5CA7" w:rsidRDefault="00A17D6B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Blat wykonany z płyty obustronnie laminowanej o klasie higieniczności E1, grubości </w:t>
      </w:r>
      <w:r w:rsidR="003C1060" w:rsidRPr="00CE5CA7">
        <w:rPr>
          <w:color w:val="auto"/>
          <w:sz w:val="23"/>
          <w:szCs w:val="23"/>
        </w:rPr>
        <w:t>min.</w:t>
      </w:r>
      <w:r w:rsidRPr="00CE5CA7">
        <w:rPr>
          <w:color w:val="auto"/>
          <w:sz w:val="23"/>
          <w:szCs w:val="23"/>
        </w:rPr>
        <w:t xml:space="preserve">25 mm, oklejonej obrzeżem ABS grubości </w:t>
      </w:r>
      <w:r w:rsidR="003C1060" w:rsidRPr="00CE5CA7">
        <w:rPr>
          <w:color w:val="auto"/>
          <w:sz w:val="23"/>
          <w:szCs w:val="23"/>
        </w:rPr>
        <w:t>min.</w:t>
      </w:r>
      <w:r w:rsidRPr="00CE5CA7">
        <w:rPr>
          <w:color w:val="auto"/>
          <w:sz w:val="23"/>
          <w:szCs w:val="23"/>
        </w:rPr>
        <w:t xml:space="preserve">2 mm. Obrzeże dobrane pod kolor płyty. </w:t>
      </w:r>
    </w:p>
    <w:p w:rsidR="00A17D6B" w:rsidRPr="00CE5CA7" w:rsidRDefault="00F875D4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W</w:t>
      </w:r>
      <w:r w:rsidR="00A17D6B" w:rsidRPr="00CE5CA7">
        <w:rPr>
          <w:color w:val="auto"/>
          <w:sz w:val="23"/>
          <w:szCs w:val="23"/>
        </w:rPr>
        <w:t xml:space="preserve"> blacie</w:t>
      </w:r>
      <w:r w:rsidRPr="00CE5CA7">
        <w:rPr>
          <w:color w:val="auto"/>
          <w:sz w:val="23"/>
          <w:szCs w:val="23"/>
        </w:rPr>
        <w:t xml:space="preserve"> zainstalowany port</w:t>
      </w:r>
      <w:r w:rsidR="00A17D6B" w:rsidRPr="00CE5CA7">
        <w:rPr>
          <w:color w:val="auto"/>
          <w:sz w:val="23"/>
          <w:szCs w:val="23"/>
        </w:rPr>
        <w:t xml:space="preserve"> ele</w:t>
      </w:r>
      <w:r w:rsidRPr="00CE5CA7">
        <w:rPr>
          <w:color w:val="auto"/>
          <w:sz w:val="23"/>
          <w:szCs w:val="23"/>
        </w:rPr>
        <w:t xml:space="preserve">ktryczny </w:t>
      </w:r>
      <w:r w:rsidR="00A17D6B" w:rsidRPr="00CE5CA7">
        <w:rPr>
          <w:color w:val="auto"/>
          <w:sz w:val="23"/>
          <w:szCs w:val="23"/>
        </w:rPr>
        <w:t xml:space="preserve">(2x220V) </w:t>
      </w:r>
      <w:r w:rsidR="00570397" w:rsidRPr="00CE5CA7">
        <w:rPr>
          <w:color w:val="auto"/>
          <w:sz w:val="23"/>
          <w:szCs w:val="23"/>
        </w:rPr>
        <w:t>o wymiarze</w:t>
      </w:r>
      <w:r w:rsidR="00570397" w:rsidRPr="00CE5CA7">
        <w:rPr>
          <w:rFonts w:ascii="Century Gothic" w:hAnsi="Century Gothic"/>
          <w:color w:val="auto"/>
          <w:sz w:val="20"/>
          <w:szCs w:val="20"/>
        </w:rPr>
        <w:t xml:space="preserve"> </w:t>
      </w:r>
      <w:r w:rsidR="00570397" w:rsidRPr="00CE5CA7">
        <w:rPr>
          <w:color w:val="auto"/>
          <w:sz w:val="22"/>
          <w:szCs w:val="22"/>
        </w:rPr>
        <w:t>185x66 mm</w:t>
      </w:r>
      <w:r w:rsidR="003C1060" w:rsidRPr="00CE5CA7">
        <w:rPr>
          <w:color w:val="auto"/>
          <w:sz w:val="23"/>
          <w:szCs w:val="23"/>
        </w:rPr>
        <w:t xml:space="preserve">(+/-2%) </w:t>
      </w:r>
      <w:r w:rsidR="00570397" w:rsidRPr="00CE5CA7">
        <w:rPr>
          <w:color w:val="auto"/>
          <w:sz w:val="23"/>
          <w:szCs w:val="23"/>
        </w:rPr>
        <w:t xml:space="preserve"> lub port</w:t>
      </w:r>
      <w:r w:rsidR="00A17D6B" w:rsidRPr="00CE5CA7">
        <w:rPr>
          <w:color w:val="auto"/>
          <w:sz w:val="23"/>
          <w:szCs w:val="23"/>
        </w:rPr>
        <w:t xml:space="preserve"> audio-video (2x220V, 2xRJ45, 1xHDMI, 1xVGA, 1xAUDIO, 1xUSB)</w:t>
      </w:r>
      <w:r w:rsidR="00570397" w:rsidRPr="00CE5CA7">
        <w:rPr>
          <w:color w:val="auto"/>
          <w:sz w:val="23"/>
          <w:szCs w:val="23"/>
        </w:rPr>
        <w:t xml:space="preserve"> o wymiarze </w:t>
      </w:r>
      <w:r w:rsidR="00570397" w:rsidRPr="00CE5CA7">
        <w:rPr>
          <w:color w:val="auto"/>
          <w:sz w:val="22"/>
          <w:szCs w:val="22"/>
        </w:rPr>
        <w:t>256x66 mm</w:t>
      </w:r>
      <w:r w:rsidR="007D0322" w:rsidRPr="00CE5CA7">
        <w:rPr>
          <w:color w:val="auto"/>
          <w:sz w:val="23"/>
          <w:szCs w:val="23"/>
        </w:rPr>
        <w:t>(+/-2%)</w:t>
      </w:r>
      <w:r w:rsidR="005F5085" w:rsidRPr="00CE5CA7">
        <w:rPr>
          <w:color w:val="auto"/>
          <w:sz w:val="22"/>
          <w:szCs w:val="22"/>
        </w:rPr>
        <w:t>.</w:t>
      </w:r>
      <w:r w:rsidR="00A17D6B" w:rsidRPr="00CE5CA7">
        <w:rPr>
          <w:color w:val="auto"/>
          <w:sz w:val="23"/>
          <w:szCs w:val="23"/>
        </w:rPr>
        <w:t xml:space="preserve"> </w:t>
      </w:r>
    </w:p>
    <w:p w:rsidR="00A17D6B" w:rsidRPr="00CE5CA7" w:rsidRDefault="00A17D6B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Okablowanie portu </w:t>
      </w:r>
      <w:r w:rsidR="00F875D4" w:rsidRPr="00CE5CA7">
        <w:rPr>
          <w:color w:val="auto"/>
          <w:sz w:val="23"/>
          <w:szCs w:val="23"/>
        </w:rPr>
        <w:t>powinno być</w:t>
      </w:r>
      <w:r w:rsidRPr="00CE5CA7">
        <w:rPr>
          <w:color w:val="auto"/>
          <w:sz w:val="23"/>
          <w:szCs w:val="23"/>
        </w:rPr>
        <w:t xml:space="preserve"> estetycznie ukryte w kanale kablowym ścianki </w:t>
      </w:r>
      <w:r w:rsidR="00F875D4" w:rsidRPr="00CE5CA7">
        <w:rPr>
          <w:color w:val="auto"/>
          <w:sz w:val="23"/>
          <w:szCs w:val="23"/>
        </w:rPr>
        <w:t>łączącej siedziska</w:t>
      </w:r>
      <w:r w:rsidRPr="00CE5CA7">
        <w:rPr>
          <w:color w:val="auto"/>
          <w:sz w:val="23"/>
          <w:szCs w:val="23"/>
        </w:rPr>
        <w:t xml:space="preserve">. </w:t>
      </w:r>
    </w:p>
    <w:p w:rsidR="00A17D6B" w:rsidRPr="00CE5CA7" w:rsidRDefault="00A17D6B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Noga stolika, chromowana, wykonana z rurki o profilu kołowym i o średnicy 18</w:t>
      </w:r>
      <w:r w:rsidR="00F875D4" w:rsidRPr="00CE5CA7">
        <w:rPr>
          <w:color w:val="auto"/>
          <w:sz w:val="23"/>
          <w:szCs w:val="23"/>
        </w:rPr>
        <w:t>-22</w:t>
      </w:r>
      <w:r w:rsidRPr="00CE5CA7">
        <w:rPr>
          <w:color w:val="auto"/>
          <w:sz w:val="23"/>
          <w:szCs w:val="23"/>
        </w:rPr>
        <w:t xml:space="preserve"> mm. Noga wygięta w kształcie litery U (rozszerzająca się ku gó</w:t>
      </w:r>
      <w:r w:rsidR="00EA3934" w:rsidRPr="00CE5CA7">
        <w:rPr>
          <w:color w:val="auto"/>
          <w:sz w:val="23"/>
          <w:szCs w:val="23"/>
        </w:rPr>
        <w:t xml:space="preserve">rze) z dodatkowym elementem </w:t>
      </w:r>
      <w:r w:rsidRPr="00CE5CA7">
        <w:rPr>
          <w:color w:val="auto"/>
          <w:sz w:val="23"/>
          <w:szCs w:val="23"/>
        </w:rPr>
        <w:t xml:space="preserve">wspierającym. </w:t>
      </w:r>
    </w:p>
    <w:p w:rsidR="00A17D6B" w:rsidRPr="00CE5CA7" w:rsidRDefault="00A17D6B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Noga wyposażona w metalową, chromowaną stopkę pozwalającą na regulację poziomu </w:t>
      </w:r>
      <w:r w:rsidR="006523ED" w:rsidRPr="00CE5CA7">
        <w:rPr>
          <w:color w:val="auto"/>
          <w:sz w:val="23"/>
          <w:szCs w:val="23"/>
        </w:rPr>
        <w:br/>
      </w:r>
      <w:r w:rsidRPr="00CE5CA7">
        <w:rPr>
          <w:color w:val="auto"/>
          <w:sz w:val="23"/>
          <w:szCs w:val="23"/>
        </w:rPr>
        <w:t xml:space="preserve">w zakresie </w:t>
      </w:r>
      <w:r w:rsidR="00EA3934" w:rsidRPr="00CE5CA7">
        <w:rPr>
          <w:color w:val="auto"/>
          <w:sz w:val="23"/>
          <w:szCs w:val="23"/>
        </w:rPr>
        <w:t xml:space="preserve">min. </w:t>
      </w:r>
      <w:r w:rsidRPr="00CE5CA7">
        <w:rPr>
          <w:color w:val="auto"/>
          <w:sz w:val="23"/>
          <w:szCs w:val="23"/>
        </w:rPr>
        <w:t xml:space="preserve">+/- 10mm. </w:t>
      </w:r>
    </w:p>
    <w:p w:rsidR="004B3334" w:rsidRPr="00CE5CA7" w:rsidRDefault="004B3334" w:rsidP="00FE2468">
      <w:pPr>
        <w:pStyle w:val="Default"/>
        <w:jc w:val="both"/>
        <w:rPr>
          <w:color w:val="auto"/>
          <w:sz w:val="23"/>
          <w:szCs w:val="23"/>
        </w:rPr>
      </w:pPr>
    </w:p>
    <w:p w:rsidR="004B3334" w:rsidRPr="00CE5CA7" w:rsidRDefault="004B3334" w:rsidP="00FE2468">
      <w:pPr>
        <w:pStyle w:val="Default"/>
        <w:jc w:val="both"/>
        <w:rPr>
          <w:color w:val="auto"/>
          <w:sz w:val="23"/>
          <w:szCs w:val="23"/>
        </w:rPr>
      </w:pPr>
    </w:p>
    <w:p w:rsidR="00A17D6B" w:rsidRPr="00CE5CA7" w:rsidRDefault="00A17D6B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b/>
          <w:bCs/>
          <w:color w:val="auto"/>
          <w:sz w:val="23"/>
          <w:szCs w:val="23"/>
        </w:rPr>
        <w:t xml:space="preserve">Sofy i ścianka tapicerowane tkaniną o parametrach: </w:t>
      </w:r>
    </w:p>
    <w:p w:rsidR="006523ED" w:rsidRPr="00CE5CA7" w:rsidRDefault="00A17D6B" w:rsidP="00FE2468">
      <w:pPr>
        <w:pStyle w:val="Default"/>
        <w:spacing w:after="44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Ścieralność: </w:t>
      </w:r>
      <w:r w:rsidR="00570397" w:rsidRPr="00CE5CA7">
        <w:rPr>
          <w:color w:val="auto"/>
          <w:sz w:val="23"/>
          <w:szCs w:val="23"/>
        </w:rPr>
        <w:t xml:space="preserve">min. </w:t>
      </w:r>
      <w:r w:rsidR="006523ED" w:rsidRPr="00CE5CA7">
        <w:rPr>
          <w:color w:val="auto"/>
          <w:sz w:val="23"/>
          <w:szCs w:val="23"/>
        </w:rPr>
        <w:t xml:space="preserve">100 000 cykli </w:t>
      </w:r>
      <w:proofErr w:type="spellStart"/>
      <w:r w:rsidR="006523ED" w:rsidRPr="00CE5CA7">
        <w:rPr>
          <w:color w:val="auto"/>
          <w:sz w:val="23"/>
          <w:szCs w:val="23"/>
        </w:rPr>
        <w:t>Martindala</w:t>
      </w:r>
      <w:proofErr w:type="spellEnd"/>
      <w:r w:rsidR="006523ED" w:rsidRPr="00CE5CA7">
        <w:rPr>
          <w:color w:val="auto"/>
          <w:sz w:val="23"/>
          <w:szCs w:val="23"/>
        </w:rPr>
        <w:t xml:space="preserve">, </w:t>
      </w:r>
    </w:p>
    <w:p w:rsidR="00A17D6B" w:rsidRPr="00CE5CA7" w:rsidRDefault="00A17D6B" w:rsidP="00FE2468">
      <w:pPr>
        <w:pStyle w:val="Default"/>
        <w:spacing w:after="44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Niepalność: wg EN 1021-1,2 </w:t>
      </w:r>
    </w:p>
    <w:p w:rsidR="00A17D6B" w:rsidRPr="00CE5CA7" w:rsidRDefault="00A17D6B" w:rsidP="00FE2468">
      <w:pPr>
        <w:pStyle w:val="Default"/>
        <w:spacing w:after="44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Skład: 90% wełna, 10% poliamid </w:t>
      </w:r>
    </w:p>
    <w:p w:rsidR="00A17D6B" w:rsidRPr="00CE5CA7" w:rsidRDefault="00A17D6B" w:rsidP="00FE2468">
      <w:pPr>
        <w:pStyle w:val="Default"/>
        <w:jc w:val="both"/>
        <w:rPr>
          <w:color w:val="auto"/>
          <w:sz w:val="16"/>
          <w:szCs w:val="16"/>
        </w:rPr>
      </w:pPr>
      <w:r w:rsidRPr="00CE5CA7">
        <w:rPr>
          <w:color w:val="auto"/>
          <w:sz w:val="23"/>
          <w:szCs w:val="23"/>
        </w:rPr>
        <w:t xml:space="preserve">Gramatura: </w:t>
      </w:r>
      <w:r w:rsidR="00570397" w:rsidRPr="00CE5CA7">
        <w:rPr>
          <w:color w:val="auto"/>
          <w:sz w:val="23"/>
          <w:szCs w:val="23"/>
        </w:rPr>
        <w:t xml:space="preserve">min. </w:t>
      </w:r>
      <w:r w:rsidRPr="00CE5CA7">
        <w:rPr>
          <w:color w:val="auto"/>
          <w:sz w:val="23"/>
          <w:szCs w:val="23"/>
        </w:rPr>
        <w:t>400 g/m</w:t>
      </w:r>
      <w:r w:rsidRPr="00CE5CA7">
        <w:rPr>
          <w:color w:val="auto"/>
          <w:sz w:val="16"/>
          <w:szCs w:val="16"/>
        </w:rPr>
        <w:t xml:space="preserve">2 </w:t>
      </w:r>
    </w:p>
    <w:p w:rsidR="00A17D6B" w:rsidRPr="00CE5CA7" w:rsidRDefault="00A17D6B" w:rsidP="00FE2468">
      <w:pPr>
        <w:pStyle w:val="Default"/>
        <w:jc w:val="both"/>
        <w:rPr>
          <w:color w:val="auto"/>
          <w:sz w:val="16"/>
          <w:szCs w:val="16"/>
        </w:rPr>
      </w:pPr>
    </w:p>
    <w:p w:rsidR="00570397" w:rsidRPr="00CE5CA7" w:rsidRDefault="004B3334" w:rsidP="004B3334">
      <w:pPr>
        <w:jc w:val="both"/>
      </w:pPr>
      <w:r w:rsidRPr="00CE5CA7">
        <w:rPr>
          <w:noProof/>
          <w:lang w:eastAsia="pl-PL"/>
        </w:rPr>
        <w:lastRenderedPageBreak/>
        <w:drawing>
          <wp:inline distT="0" distB="0" distL="0" distR="0" wp14:anchorId="174AA4D3" wp14:editId="25A1F9D6">
            <wp:extent cx="2887980" cy="2849880"/>
            <wp:effectExtent l="0" t="0" r="762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980" cy="284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D94" w:rsidRPr="00CE5CA7" w:rsidRDefault="00887D94" w:rsidP="00FE2468">
      <w:pPr>
        <w:pStyle w:val="Akapitzlist"/>
        <w:jc w:val="both"/>
      </w:pPr>
    </w:p>
    <w:p w:rsidR="00887D94" w:rsidRPr="00CE5CA7" w:rsidRDefault="00887D94" w:rsidP="00FE2468">
      <w:pPr>
        <w:pStyle w:val="Akapitzlist"/>
        <w:jc w:val="both"/>
      </w:pPr>
    </w:p>
    <w:p w:rsidR="00887D94" w:rsidRPr="00CE5CA7" w:rsidRDefault="00887D94" w:rsidP="00FE2468">
      <w:pPr>
        <w:pStyle w:val="Akapitzlist"/>
        <w:jc w:val="both"/>
      </w:pPr>
    </w:p>
    <w:p w:rsidR="00887D94" w:rsidRPr="00CE5CA7" w:rsidRDefault="004B3334" w:rsidP="00FE2468">
      <w:pPr>
        <w:pStyle w:val="Akapitzlist"/>
        <w:jc w:val="both"/>
      </w:pPr>
      <w:r w:rsidRPr="00CE5CA7">
        <w:rPr>
          <w:noProof/>
          <w:lang w:eastAsia="pl-PL"/>
        </w:rPr>
        <w:drawing>
          <wp:inline distT="0" distB="0" distL="0" distR="0" wp14:anchorId="3113BA17" wp14:editId="5CD6E3E3">
            <wp:extent cx="632460" cy="967740"/>
            <wp:effectExtent l="0" t="0" r="0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D94" w:rsidRPr="00CE5CA7" w:rsidRDefault="00887D94" w:rsidP="00FE2468">
      <w:pPr>
        <w:pStyle w:val="Akapitzlist"/>
        <w:jc w:val="both"/>
      </w:pPr>
    </w:p>
    <w:p w:rsidR="004B3334" w:rsidRPr="00CE5CA7" w:rsidRDefault="004B3334" w:rsidP="004B3334">
      <w:pPr>
        <w:rPr>
          <w:b/>
          <w:sz w:val="28"/>
          <w:szCs w:val="28"/>
        </w:rPr>
      </w:pPr>
      <w:r w:rsidRPr="00CE5CA7">
        <w:rPr>
          <w:b/>
          <w:sz w:val="28"/>
          <w:szCs w:val="28"/>
        </w:rPr>
        <w:t xml:space="preserve">             Stolik</w:t>
      </w:r>
    </w:p>
    <w:p w:rsidR="00887D94" w:rsidRPr="00CE5CA7" w:rsidRDefault="00887D94" w:rsidP="00FE2468">
      <w:pPr>
        <w:pStyle w:val="Akapitzlist"/>
        <w:jc w:val="both"/>
      </w:pPr>
    </w:p>
    <w:p w:rsidR="00887D94" w:rsidRPr="00CE5CA7" w:rsidRDefault="00887D94" w:rsidP="00FE2468">
      <w:pPr>
        <w:pStyle w:val="Akapitzlist"/>
        <w:jc w:val="both"/>
      </w:pPr>
    </w:p>
    <w:p w:rsidR="006C1C6A" w:rsidRPr="00CE5CA7" w:rsidRDefault="006C1C6A" w:rsidP="00FE2468">
      <w:pPr>
        <w:jc w:val="both"/>
      </w:pPr>
    </w:p>
    <w:p w:rsidR="004B3334" w:rsidRPr="00CE5CA7" w:rsidRDefault="004B3334" w:rsidP="00FE2468">
      <w:pPr>
        <w:jc w:val="both"/>
      </w:pPr>
    </w:p>
    <w:p w:rsidR="004B3334" w:rsidRPr="00CE5CA7" w:rsidRDefault="004B3334" w:rsidP="00FE2468">
      <w:pPr>
        <w:jc w:val="both"/>
      </w:pPr>
    </w:p>
    <w:p w:rsidR="004B3334" w:rsidRPr="00CE5CA7" w:rsidRDefault="004B3334" w:rsidP="00FE2468">
      <w:pPr>
        <w:jc w:val="both"/>
      </w:pPr>
    </w:p>
    <w:p w:rsidR="004B3334" w:rsidRPr="00CE5CA7" w:rsidRDefault="004B3334" w:rsidP="00FE2468">
      <w:pPr>
        <w:jc w:val="both"/>
      </w:pPr>
    </w:p>
    <w:p w:rsidR="004B3334" w:rsidRPr="00CE5CA7" w:rsidRDefault="004B3334" w:rsidP="00FE2468">
      <w:pPr>
        <w:jc w:val="both"/>
      </w:pPr>
    </w:p>
    <w:p w:rsidR="004B3334" w:rsidRPr="00CE5CA7" w:rsidRDefault="004B3334" w:rsidP="00FE2468">
      <w:pPr>
        <w:jc w:val="both"/>
      </w:pPr>
    </w:p>
    <w:p w:rsidR="004B3334" w:rsidRPr="00CE5CA7" w:rsidRDefault="004B3334" w:rsidP="00FE2468">
      <w:pPr>
        <w:jc w:val="both"/>
      </w:pPr>
    </w:p>
    <w:p w:rsidR="006C1C6A" w:rsidRPr="00CE5CA7" w:rsidRDefault="006C1C6A" w:rsidP="00FE2468">
      <w:pPr>
        <w:jc w:val="both"/>
      </w:pPr>
    </w:p>
    <w:p w:rsidR="006523ED" w:rsidRPr="00CE5CA7" w:rsidRDefault="0018445D" w:rsidP="006523ED">
      <w:pPr>
        <w:pStyle w:val="Default"/>
        <w:jc w:val="center"/>
        <w:rPr>
          <w:b/>
          <w:bCs/>
          <w:color w:val="auto"/>
          <w:szCs w:val="23"/>
          <w:u w:val="single"/>
        </w:rPr>
      </w:pPr>
      <w:r w:rsidRPr="00CE5CA7">
        <w:rPr>
          <w:b/>
          <w:bCs/>
          <w:color w:val="auto"/>
          <w:szCs w:val="23"/>
          <w:u w:val="single"/>
        </w:rPr>
        <w:lastRenderedPageBreak/>
        <w:t>ZESTAW SIEDZISK – UKŁAD 6-</w:t>
      </w:r>
      <w:r w:rsidR="006523ED" w:rsidRPr="00CE5CA7">
        <w:rPr>
          <w:b/>
          <w:bCs/>
          <w:color w:val="auto"/>
          <w:szCs w:val="23"/>
          <w:u w:val="single"/>
        </w:rPr>
        <w:t>OSOBOWY</w:t>
      </w:r>
      <w:r w:rsidRPr="00CE5CA7">
        <w:rPr>
          <w:b/>
          <w:bCs/>
          <w:color w:val="auto"/>
          <w:szCs w:val="23"/>
          <w:u w:val="single"/>
        </w:rPr>
        <w:t xml:space="preserve"> – 2 zestawy</w:t>
      </w:r>
    </w:p>
    <w:p w:rsidR="00FE2468" w:rsidRPr="00CE5CA7" w:rsidRDefault="00FE2468" w:rsidP="00FE2468">
      <w:pPr>
        <w:pStyle w:val="Default"/>
        <w:jc w:val="both"/>
        <w:rPr>
          <w:b/>
          <w:bCs/>
          <w:color w:val="auto"/>
          <w:sz w:val="23"/>
          <w:szCs w:val="23"/>
          <w:u w:val="single"/>
        </w:rPr>
      </w:pPr>
    </w:p>
    <w:p w:rsidR="006C1C6A" w:rsidRPr="00CE5CA7" w:rsidRDefault="006C1C6A" w:rsidP="00FE2468">
      <w:pPr>
        <w:pStyle w:val="Default"/>
        <w:jc w:val="both"/>
        <w:rPr>
          <w:color w:val="auto"/>
          <w:sz w:val="23"/>
          <w:szCs w:val="23"/>
          <w:u w:val="single"/>
        </w:rPr>
      </w:pPr>
    </w:p>
    <w:p w:rsidR="006C1C6A" w:rsidRPr="00CE5CA7" w:rsidRDefault="006C1C6A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b/>
          <w:bCs/>
          <w:color w:val="auto"/>
          <w:sz w:val="23"/>
          <w:szCs w:val="23"/>
        </w:rPr>
        <w:t xml:space="preserve">6-cio osobowy układ siedzisk z wysokim oparciem, zintegrowanym stolikiem i portem elektrycznym. </w:t>
      </w:r>
    </w:p>
    <w:p w:rsidR="006C1C6A" w:rsidRPr="00CE5CA7" w:rsidRDefault="006C1C6A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b/>
          <w:bCs/>
          <w:color w:val="auto"/>
          <w:sz w:val="23"/>
          <w:szCs w:val="23"/>
        </w:rPr>
        <w:t xml:space="preserve">W skład całego zestawu wchodzą: </w:t>
      </w:r>
    </w:p>
    <w:p w:rsidR="006C1C6A" w:rsidRPr="00CE5CA7" w:rsidRDefault="006523ED" w:rsidP="00FE2468">
      <w:pPr>
        <w:pStyle w:val="Default"/>
        <w:spacing w:after="284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1.</w:t>
      </w:r>
      <w:r w:rsidR="006C1C6A" w:rsidRPr="00CE5CA7">
        <w:rPr>
          <w:color w:val="auto"/>
          <w:sz w:val="23"/>
          <w:szCs w:val="23"/>
        </w:rPr>
        <w:t>2</w:t>
      </w:r>
      <w:r w:rsidR="008A4485" w:rsidRPr="00CE5CA7">
        <w:rPr>
          <w:color w:val="auto"/>
          <w:sz w:val="23"/>
          <w:szCs w:val="23"/>
        </w:rPr>
        <w:t xml:space="preserve"> siedziska 2 osobowe, wysokie ze ścianką boczną prawą lub lewą</w:t>
      </w:r>
      <w:r w:rsidR="006C1C6A" w:rsidRPr="00CE5CA7">
        <w:rPr>
          <w:color w:val="auto"/>
          <w:sz w:val="23"/>
          <w:szCs w:val="23"/>
        </w:rPr>
        <w:t xml:space="preserve"> </w:t>
      </w:r>
    </w:p>
    <w:p w:rsidR="006C1C6A" w:rsidRPr="00CE5CA7" w:rsidRDefault="006523ED" w:rsidP="00FE2468">
      <w:pPr>
        <w:pStyle w:val="Default"/>
        <w:spacing w:after="284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2.</w:t>
      </w:r>
      <w:r w:rsidR="006C1C6A" w:rsidRPr="00CE5CA7">
        <w:rPr>
          <w:color w:val="auto"/>
          <w:sz w:val="23"/>
          <w:szCs w:val="23"/>
        </w:rPr>
        <w:t xml:space="preserve">2 siedziska 1 osobowe, wysokie bez podłokietników </w:t>
      </w:r>
    </w:p>
    <w:p w:rsidR="006C1C6A" w:rsidRPr="00CE5CA7" w:rsidRDefault="006523ED" w:rsidP="00FE2468">
      <w:pPr>
        <w:pStyle w:val="Default"/>
        <w:spacing w:after="284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3.</w:t>
      </w:r>
      <w:r w:rsidR="006C1C6A" w:rsidRPr="00CE5CA7">
        <w:rPr>
          <w:color w:val="auto"/>
          <w:sz w:val="23"/>
          <w:szCs w:val="23"/>
        </w:rPr>
        <w:t xml:space="preserve">Ścianka łącząca 2 siedziska </w:t>
      </w:r>
    </w:p>
    <w:p w:rsidR="006C1C6A" w:rsidRPr="00CE5CA7" w:rsidRDefault="006523ED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4.</w:t>
      </w:r>
      <w:r w:rsidR="006C1C6A" w:rsidRPr="00CE5CA7">
        <w:rPr>
          <w:color w:val="auto"/>
          <w:sz w:val="23"/>
          <w:szCs w:val="23"/>
        </w:rPr>
        <w:t xml:space="preserve">Stolik montowany do ścianki z blatem </w:t>
      </w:r>
      <w:r w:rsidR="00552F3C" w:rsidRPr="00CE5CA7">
        <w:rPr>
          <w:color w:val="auto"/>
          <w:sz w:val="23"/>
          <w:szCs w:val="23"/>
        </w:rPr>
        <w:t xml:space="preserve"> </w:t>
      </w:r>
    </w:p>
    <w:p w:rsidR="006C1C6A" w:rsidRPr="00CE5CA7" w:rsidRDefault="006C1C6A" w:rsidP="00FE2468">
      <w:pPr>
        <w:pStyle w:val="Default"/>
        <w:jc w:val="both"/>
        <w:rPr>
          <w:color w:val="auto"/>
          <w:sz w:val="23"/>
          <w:szCs w:val="23"/>
        </w:rPr>
      </w:pPr>
    </w:p>
    <w:p w:rsidR="006C1C6A" w:rsidRPr="00CE5CA7" w:rsidRDefault="006C1C6A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bCs/>
          <w:color w:val="auto"/>
          <w:sz w:val="23"/>
          <w:szCs w:val="23"/>
        </w:rPr>
        <w:t>Całkowita szerokość zestawu: 2620 mm</w:t>
      </w:r>
      <w:r w:rsidR="007D0322" w:rsidRPr="00CE5CA7">
        <w:rPr>
          <w:bCs/>
          <w:color w:val="auto"/>
          <w:sz w:val="23"/>
          <w:szCs w:val="23"/>
        </w:rPr>
        <w:t xml:space="preserve"> </w:t>
      </w:r>
      <w:r w:rsidR="007D0322" w:rsidRPr="00CE5CA7">
        <w:rPr>
          <w:color w:val="auto"/>
          <w:sz w:val="23"/>
          <w:szCs w:val="23"/>
        </w:rPr>
        <w:t>(+/-2%)</w:t>
      </w:r>
      <w:r w:rsidRPr="00CE5CA7">
        <w:rPr>
          <w:bCs/>
          <w:color w:val="auto"/>
          <w:sz w:val="23"/>
          <w:szCs w:val="23"/>
        </w:rPr>
        <w:t xml:space="preserve"> </w:t>
      </w:r>
    </w:p>
    <w:p w:rsidR="006C1C6A" w:rsidRPr="00CE5CA7" w:rsidRDefault="006C1C6A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bCs/>
          <w:color w:val="auto"/>
          <w:sz w:val="23"/>
          <w:szCs w:val="23"/>
        </w:rPr>
        <w:t>Całkow</w:t>
      </w:r>
      <w:r w:rsidR="007D0322" w:rsidRPr="00CE5CA7">
        <w:rPr>
          <w:bCs/>
          <w:color w:val="auto"/>
          <w:sz w:val="23"/>
          <w:szCs w:val="23"/>
        </w:rPr>
        <w:t xml:space="preserve">ita głębokość zestawu: 2280 mm </w:t>
      </w:r>
      <w:r w:rsidR="007D0322" w:rsidRPr="00CE5CA7">
        <w:rPr>
          <w:color w:val="auto"/>
          <w:sz w:val="23"/>
          <w:szCs w:val="23"/>
        </w:rPr>
        <w:t>(+/-2%)</w:t>
      </w:r>
    </w:p>
    <w:p w:rsidR="006C1C6A" w:rsidRPr="00CE5CA7" w:rsidRDefault="006C1C6A" w:rsidP="00FE2468">
      <w:pPr>
        <w:pStyle w:val="Default"/>
        <w:spacing w:after="47"/>
        <w:jc w:val="both"/>
        <w:rPr>
          <w:b/>
          <w:bCs/>
          <w:color w:val="auto"/>
          <w:sz w:val="23"/>
          <w:szCs w:val="23"/>
        </w:rPr>
      </w:pPr>
    </w:p>
    <w:p w:rsidR="006C1C6A" w:rsidRPr="00CE5CA7" w:rsidRDefault="006523ED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b/>
          <w:bCs/>
          <w:color w:val="auto"/>
          <w:sz w:val="23"/>
          <w:szCs w:val="23"/>
        </w:rPr>
        <w:t xml:space="preserve">Moduł </w:t>
      </w:r>
      <w:r w:rsidR="006C1C6A" w:rsidRPr="00CE5CA7">
        <w:rPr>
          <w:b/>
          <w:bCs/>
          <w:color w:val="auto"/>
          <w:sz w:val="23"/>
          <w:szCs w:val="23"/>
        </w:rPr>
        <w:t>2-osobowy z wysokim oparciem i podłokietnikiem z jednej strony</w:t>
      </w:r>
      <w:r w:rsidRPr="00CE5CA7">
        <w:rPr>
          <w:color w:val="auto"/>
          <w:sz w:val="23"/>
          <w:szCs w:val="23"/>
        </w:rPr>
        <w:t xml:space="preserve"> o</w:t>
      </w:r>
      <w:r w:rsidR="006C1C6A" w:rsidRPr="00CE5CA7">
        <w:rPr>
          <w:color w:val="auto"/>
          <w:sz w:val="23"/>
          <w:szCs w:val="23"/>
        </w:rPr>
        <w:t xml:space="preserve"> wymi</w:t>
      </w:r>
      <w:r w:rsidRPr="00CE5CA7">
        <w:rPr>
          <w:color w:val="auto"/>
          <w:sz w:val="23"/>
          <w:szCs w:val="23"/>
        </w:rPr>
        <w:t>arach</w:t>
      </w:r>
      <w:r w:rsidR="006C1C6A" w:rsidRPr="00CE5CA7">
        <w:rPr>
          <w:color w:val="auto"/>
          <w:sz w:val="23"/>
          <w:szCs w:val="23"/>
        </w:rPr>
        <w:t xml:space="preserve">: </w:t>
      </w:r>
    </w:p>
    <w:p w:rsidR="006C1C6A" w:rsidRPr="00CE5CA7" w:rsidRDefault="007D0322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Wysokość całkowita: 1400 mm (+/-2%)</w:t>
      </w:r>
    </w:p>
    <w:p w:rsidR="006C1C6A" w:rsidRPr="00CE5CA7" w:rsidRDefault="007D0322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Wysokość siedziska: 460 mm (+/-2%)</w:t>
      </w:r>
    </w:p>
    <w:p w:rsidR="006C1C6A" w:rsidRPr="00CE5CA7" w:rsidRDefault="007D0322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Głębokość całkowita: 810 mm (+/-2%)</w:t>
      </w:r>
      <w:r w:rsidR="006C1C6A" w:rsidRPr="00CE5CA7">
        <w:rPr>
          <w:color w:val="auto"/>
          <w:sz w:val="23"/>
          <w:szCs w:val="23"/>
        </w:rPr>
        <w:t xml:space="preserve"> </w:t>
      </w:r>
    </w:p>
    <w:p w:rsidR="006C1C6A" w:rsidRPr="00CE5CA7" w:rsidRDefault="007D0322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Szerokość całkowita: 1590 mm (+/-2%)</w:t>
      </w:r>
      <w:r w:rsidR="006C1C6A" w:rsidRPr="00CE5CA7">
        <w:rPr>
          <w:color w:val="auto"/>
          <w:sz w:val="23"/>
          <w:szCs w:val="23"/>
        </w:rPr>
        <w:t xml:space="preserve"> </w:t>
      </w:r>
    </w:p>
    <w:p w:rsidR="006C1C6A" w:rsidRPr="00CE5CA7" w:rsidRDefault="006C1C6A" w:rsidP="00FE2468">
      <w:pPr>
        <w:pStyle w:val="Default"/>
        <w:jc w:val="both"/>
        <w:rPr>
          <w:color w:val="auto"/>
          <w:sz w:val="23"/>
          <w:szCs w:val="23"/>
        </w:rPr>
      </w:pPr>
    </w:p>
    <w:p w:rsidR="006C1C6A" w:rsidRPr="00CE5CA7" w:rsidRDefault="006523ED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b/>
          <w:bCs/>
          <w:color w:val="auto"/>
          <w:sz w:val="23"/>
          <w:szCs w:val="23"/>
        </w:rPr>
        <w:t>Moduł 1-osobowy</w:t>
      </w:r>
      <w:r w:rsidR="006C1C6A" w:rsidRPr="00CE5CA7">
        <w:rPr>
          <w:b/>
          <w:bCs/>
          <w:color w:val="auto"/>
          <w:sz w:val="23"/>
          <w:szCs w:val="23"/>
        </w:rPr>
        <w:t xml:space="preserve"> z wysokim oparciem, bez podłokietników</w:t>
      </w:r>
      <w:r w:rsidRPr="00CE5CA7">
        <w:rPr>
          <w:color w:val="auto"/>
          <w:sz w:val="23"/>
          <w:szCs w:val="23"/>
        </w:rPr>
        <w:t xml:space="preserve"> o wymiarach: </w:t>
      </w:r>
      <w:r w:rsidR="006C1C6A" w:rsidRPr="00CE5CA7">
        <w:rPr>
          <w:color w:val="auto"/>
          <w:sz w:val="23"/>
          <w:szCs w:val="23"/>
        </w:rPr>
        <w:t xml:space="preserve"> </w:t>
      </w:r>
    </w:p>
    <w:p w:rsidR="006C1C6A" w:rsidRPr="00CE5CA7" w:rsidRDefault="007D0322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Wysokość całkowita: 1400 mm (+/-2%)</w:t>
      </w:r>
      <w:r w:rsidR="006C1C6A" w:rsidRPr="00CE5CA7">
        <w:rPr>
          <w:color w:val="auto"/>
          <w:sz w:val="23"/>
          <w:szCs w:val="23"/>
        </w:rPr>
        <w:t xml:space="preserve"> </w:t>
      </w:r>
    </w:p>
    <w:p w:rsidR="006C1C6A" w:rsidRPr="00CE5CA7" w:rsidRDefault="007D0322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Wysokość siedziska: 460 mm (+/-2%)</w:t>
      </w:r>
    </w:p>
    <w:p w:rsidR="006523ED" w:rsidRPr="00CE5CA7" w:rsidRDefault="007D0322" w:rsidP="006523ED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Głębokość całkowita: 810 mm (+/-2%)</w:t>
      </w:r>
      <w:r w:rsidR="006523ED" w:rsidRPr="00CE5CA7">
        <w:rPr>
          <w:color w:val="auto"/>
          <w:sz w:val="23"/>
          <w:szCs w:val="23"/>
        </w:rPr>
        <w:t xml:space="preserve"> </w:t>
      </w:r>
    </w:p>
    <w:p w:rsidR="006C1C6A" w:rsidRPr="00CE5CA7" w:rsidRDefault="007D0322" w:rsidP="006523ED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Szerokość całkowita: 610 mm (+/-2%)</w:t>
      </w:r>
      <w:r w:rsidR="006C1C6A" w:rsidRPr="00CE5CA7">
        <w:rPr>
          <w:color w:val="auto"/>
          <w:sz w:val="23"/>
          <w:szCs w:val="23"/>
        </w:rPr>
        <w:t xml:space="preserve"> </w:t>
      </w:r>
    </w:p>
    <w:p w:rsidR="006C1C6A" w:rsidRPr="00CE5CA7" w:rsidRDefault="006C1C6A" w:rsidP="00FE2468">
      <w:pPr>
        <w:pStyle w:val="Default"/>
        <w:jc w:val="both"/>
        <w:rPr>
          <w:color w:val="auto"/>
          <w:sz w:val="23"/>
          <w:szCs w:val="23"/>
        </w:rPr>
      </w:pPr>
    </w:p>
    <w:p w:rsidR="006C1C6A" w:rsidRPr="00CE5CA7" w:rsidRDefault="006C1C6A" w:rsidP="00FE2468">
      <w:pPr>
        <w:pStyle w:val="Default"/>
        <w:jc w:val="both"/>
        <w:rPr>
          <w:color w:val="auto"/>
          <w:sz w:val="23"/>
          <w:szCs w:val="23"/>
        </w:rPr>
      </w:pPr>
    </w:p>
    <w:p w:rsidR="006C1C6A" w:rsidRPr="00CE5CA7" w:rsidRDefault="006523ED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Opis:</w:t>
      </w:r>
    </w:p>
    <w:p w:rsidR="00570397" w:rsidRPr="00CE5CA7" w:rsidRDefault="00570397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Siedzisko i oparcie w całości tapicerowane. </w:t>
      </w:r>
    </w:p>
    <w:p w:rsidR="00570397" w:rsidRPr="00CE5CA7" w:rsidRDefault="00570397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Sofa zbudowana z elementu niskiego i wysokiego (niski element do wys. 870mm</w:t>
      </w:r>
      <w:r w:rsidR="00C97576" w:rsidRPr="00CE5CA7">
        <w:rPr>
          <w:color w:val="auto"/>
          <w:sz w:val="23"/>
          <w:szCs w:val="23"/>
        </w:rPr>
        <w:t xml:space="preserve"> +/-2%</w:t>
      </w:r>
      <w:r w:rsidRPr="00CE5CA7">
        <w:rPr>
          <w:color w:val="auto"/>
          <w:sz w:val="23"/>
          <w:szCs w:val="23"/>
        </w:rPr>
        <w:t xml:space="preserve">) – sposób montażu </w:t>
      </w:r>
      <w:proofErr w:type="spellStart"/>
      <w:r w:rsidRPr="00CE5CA7">
        <w:rPr>
          <w:color w:val="auto"/>
          <w:sz w:val="23"/>
          <w:szCs w:val="23"/>
        </w:rPr>
        <w:t>beznarzędziowy</w:t>
      </w:r>
      <w:proofErr w:type="spellEnd"/>
      <w:r w:rsidRPr="00CE5CA7">
        <w:rPr>
          <w:color w:val="auto"/>
          <w:sz w:val="23"/>
          <w:szCs w:val="23"/>
        </w:rPr>
        <w:t xml:space="preserve">. </w:t>
      </w:r>
    </w:p>
    <w:p w:rsidR="00570397" w:rsidRPr="00CE5CA7" w:rsidRDefault="00570397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Sofa posiada podłokietnik (bok), tapicerowany na całej wysokości, składający się z elementów w kształcie </w:t>
      </w:r>
      <w:proofErr w:type="spellStart"/>
      <w:r w:rsidRPr="00CE5CA7">
        <w:rPr>
          <w:color w:val="auto"/>
          <w:sz w:val="23"/>
          <w:szCs w:val="23"/>
        </w:rPr>
        <w:t>hexagonalnym</w:t>
      </w:r>
      <w:proofErr w:type="spellEnd"/>
      <w:r w:rsidRPr="00CE5CA7">
        <w:rPr>
          <w:color w:val="auto"/>
          <w:sz w:val="23"/>
          <w:szCs w:val="23"/>
        </w:rPr>
        <w:t xml:space="preserve">. Podłokietnik znajduje się z prawej lub lewej strony siedziska do wysokości 1400mm. </w:t>
      </w:r>
    </w:p>
    <w:p w:rsidR="00570397" w:rsidRPr="00CE5CA7" w:rsidRDefault="00570397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Podłokietnik (bok) – zbudowany z 2 modułów – niskiego i wysokiego montowany w sposób </w:t>
      </w:r>
      <w:proofErr w:type="spellStart"/>
      <w:r w:rsidRPr="00CE5CA7">
        <w:rPr>
          <w:color w:val="auto"/>
          <w:sz w:val="23"/>
          <w:szCs w:val="23"/>
        </w:rPr>
        <w:t>beznarzędziowy</w:t>
      </w:r>
      <w:proofErr w:type="spellEnd"/>
      <w:r w:rsidRPr="00CE5CA7">
        <w:rPr>
          <w:color w:val="auto"/>
          <w:sz w:val="23"/>
          <w:szCs w:val="23"/>
        </w:rPr>
        <w:t xml:space="preserve">. </w:t>
      </w:r>
    </w:p>
    <w:p w:rsidR="00570397" w:rsidRPr="00CE5CA7" w:rsidRDefault="00570397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Nie dopuszcza się zastosowania jako części wysokiej siedziska - niezależnej ścianki, która nie stanowi bezpośredniego przedłużenia na wysokość oparcia lub podłokietnika (boku) sofy. </w:t>
      </w:r>
    </w:p>
    <w:p w:rsidR="00570397" w:rsidRPr="00CE5CA7" w:rsidRDefault="00570397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Szkielet siedziska i oparcia zbudowany</w:t>
      </w:r>
      <w:r w:rsidR="00C97576" w:rsidRPr="00CE5CA7">
        <w:rPr>
          <w:color w:val="auto"/>
          <w:sz w:val="23"/>
          <w:szCs w:val="23"/>
        </w:rPr>
        <w:t xml:space="preserve"> od</w:t>
      </w:r>
      <w:r w:rsidR="00552F3C" w:rsidRPr="00CE5CA7">
        <w:rPr>
          <w:color w:val="auto"/>
          <w:sz w:val="23"/>
          <w:szCs w:val="23"/>
        </w:rPr>
        <w:t xml:space="preserve"> spodu ze sklejki grubości od 8</w:t>
      </w:r>
      <w:r w:rsidR="00C97576" w:rsidRPr="00CE5CA7">
        <w:rPr>
          <w:color w:val="auto"/>
          <w:sz w:val="23"/>
          <w:szCs w:val="23"/>
        </w:rPr>
        <w:t xml:space="preserve"> do</w:t>
      </w:r>
      <w:r w:rsidRPr="00CE5CA7">
        <w:rPr>
          <w:color w:val="auto"/>
          <w:sz w:val="23"/>
          <w:szCs w:val="23"/>
        </w:rPr>
        <w:t xml:space="preserve"> 18 mm</w:t>
      </w:r>
      <w:r w:rsidR="00552F3C" w:rsidRPr="00CE5CA7">
        <w:rPr>
          <w:color w:val="auto"/>
          <w:sz w:val="23"/>
          <w:szCs w:val="23"/>
        </w:rPr>
        <w:t xml:space="preserve"> w zależności od elementu</w:t>
      </w:r>
      <w:r w:rsidRPr="00CE5CA7">
        <w:rPr>
          <w:color w:val="auto"/>
          <w:sz w:val="23"/>
          <w:szCs w:val="23"/>
        </w:rPr>
        <w:t xml:space="preserve"> oraz od góry z płyty wiórowej. Na szkielet siedziska i oparcia nałożona pianka o gęstości  35 - 40 kg/m</w:t>
      </w:r>
      <w:r w:rsidRPr="00CE5CA7">
        <w:rPr>
          <w:color w:val="auto"/>
          <w:sz w:val="16"/>
          <w:szCs w:val="16"/>
        </w:rPr>
        <w:t xml:space="preserve">3 </w:t>
      </w:r>
      <w:r w:rsidRPr="00CE5CA7">
        <w:rPr>
          <w:color w:val="auto"/>
          <w:sz w:val="23"/>
          <w:szCs w:val="23"/>
        </w:rPr>
        <w:t xml:space="preserve">. </w:t>
      </w:r>
    </w:p>
    <w:p w:rsidR="00570397" w:rsidRPr="00CE5CA7" w:rsidRDefault="00570397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Sofa powinna mieć możliwość tapicerowania każdego elementu – niskiego i wysokiego (siedziska, boków i oparcia) różnymi kolorami (w obrębie jednego rodzaju tapicerki). </w:t>
      </w:r>
    </w:p>
    <w:p w:rsidR="00570397" w:rsidRPr="00CE5CA7" w:rsidRDefault="00570397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Każdy moduł składający się na bok sofy powinien być tapicerowany jednym kawałkiem materiału, z dodatkowym przeszyciem po zewnętrznej i wewnętrznej stronie boku. </w:t>
      </w:r>
    </w:p>
    <w:p w:rsidR="00570397" w:rsidRPr="00CE5CA7" w:rsidRDefault="00570397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Podstawa chromowana, wykonana z rurki o profilu kołowym i o średnicy 18-22 mm. </w:t>
      </w:r>
    </w:p>
    <w:p w:rsidR="00570397" w:rsidRPr="00CE5CA7" w:rsidRDefault="00570397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lastRenderedPageBreak/>
        <w:t xml:space="preserve">Podstawa powinna być zakończona regulowanymi, metalowymi, chromowanymi stopkami, pozwalającymi na regulację poziomu w zakresie min +/- 10mm. </w:t>
      </w:r>
    </w:p>
    <w:p w:rsidR="00570397" w:rsidRPr="00CE5CA7" w:rsidRDefault="00570397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bCs/>
          <w:color w:val="auto"/>
          <w:sz w:val="23"/>
          <w:szCs w:val="23"/>
        </w:rPr>
        <w:t>Kolorystyka</w:t>
      </w:r>
      <w:r w:rsidRPr="00CE5CA7">
        <w:rPr>
          <w:color w:val="auto"/>
          <w:sz w:val="23"/>
          <w:szCs w:val="23"/>
        </w:rPr>
        <w:t>: tkani</w:t>
      </w:r>
      <w:r w:rsidR="00552F3C" w:rsidRPr="00CE5CA7">
        <w:rPr>
          <w:color w:val="auto"/>
          <w:sz w:val="23"/>
          <w:szCs w:val="23"/>
        </w:rPr>
        <w:t>na tapicerska - do wyboru min. 20</w:t>
      </w:r>
      <w:r w:rsidRPr="00CE5CA7">
        <w:rPr>
          <w:color w:val="auto"/>
          <w:sz w:val="23"/>
          <w:szCs w:val="23"/>
        </w:rPr>
        <w:t xml:space="preserve"> kolorów z wzornika producenta. </w:t>
      </w:r>
    </w:p>
    <w:p w:rsidR="00444518" w:rsidRPr="00CE5CA7" w:rsidRDefault="00444518" w:rsidP="00444518">
      <w:pPr>
        <w:pStyle w:val="Default"/>
        <w:jc w:val="both"/>
        <w:rPr>
          <w:i/>
          <w:color w:val="auto"/>
          <w:sz w:val="22"/>
          <w:szCs w:val="22"/>
        </w:rPr>
      </w:pPr>
      <w:r w:rsidRPr="00CE5CA7">
        <w:rPr>
          <w:rStyle w:val="Uwydatnienie"/>
          <w:i w:val="0"/>
          <w:color w:val="auto"/>
          <w:sz w:val="22"/>
          <w:szCs w:val="22"/>
        </w:rPr>
        <w:t>W dolnej części siedziska – zainstalowany port elektryczny. Port wyposażony w gniazdo zasilające + 1 gniazdo USB i jedno gniazdo internetowe."</w:t>
      </w:r>
    </w:p>
    <w:p w:rsidR="00570397" w:rsidRPr="00CE5CA7" w:rsidRDefault="00570397" w:rsidP="00FE2468">
      <w:pPr>
        <w:pStyle w:val="Default"/>
        <w:jc w:val="both"/>
        <w:rPr>
          <w:color w:val="auto"/>
          <w:sz w:val="23"/>
          <w:szCs w:val="23"/>
        </w:rPr>
      </w:pPr>
    </w:p>
    <w:p w:rsidR="00570397" w:rsidRPr="00CE5CA7" w:rsidRDefault="00570397" w:rsidP="00FE2468">
      <w:pPr>
        <w:pStyle w:val="Default"/>
        <w:jc w:val="both"/>
        <w:rPr>
          <w:color w:val="auto"/>
          <w:sz w:val="23"/>
          <w:szCs w:val="23"/>
        </w:rPr>
      </w:pPr>
    </w:p>
    <w:p w:rsidR="00570397" w:rsidRPr="00CE5CA7" w:rsidRDefault="00570397" w:rsidP="00FE2468">
      <w:pPr>
        <w:pStyle w:val="Default"/>
        <w:jc w:val="both"/>
        <w:rPr>
          <w:color w:val="auto"/>
        </w:rPr>
      </w:pPr>
      <w:r w:rsidRPr="00CE5CA7">
        <w:rPr>
          <w:b/>
          <w:bCs/>
          <w:color w:val="auto"/>
        </w:rPr>
        <w:t xml:space="preserve">Ścianka łącząca sofy </w:t>
      </w:r>
    </w:p>
    <w:p w:rsidR="00570397" w:rsidRPr="00CE5CA7" w:rsidRDefault="006523ED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- </w:t>
      </w:r>
      <w:r w:rsidR="00570397" w:rsidRPr="00CE5CA7">
        <w:rPr>
          <w:color w:val="auto"/>
          <w:sz w:val="23"/>
          <w:szCs w:val="23"/>
        </w:rPr>
        <w:t>o całkowitej szerokości 2620 mm</w:t>
      </w:r>
      <w:r w:rsidR="00C97576" w:rsidRPr="00CE5CA7">
        <w:rPr>
          <w:color w:val="auto"/>
          <w:sz w:val="23"/>
          <w:szCs w:val="23"/>
        </w:rPr>
        <w:t>(+/-2%)</w:t>
      </w:r>
      <w:r w:rsidR="00570397" w:rsidRPr="00CE5CA7">
        <w:rPr>
          <w:color w:val="auto"/>
          <w:sz w:val="23"/>
          <w:szCs w:val="23"/>
        </w:rPr>
        <w:t xml:space="preserve"> , wysokości 1400mm</w:t>
      </w:r>
      <w:r w:rsidR="00C97576" w:rsidRPr="00CE5CA7">
        <w:rPr>
          <w:color w:val="auto"/>
          <w:sz w:val="23"/>
          <w:szCs w:val="23"/>
        </w:rPr>
        <w:t>(+/-2%)</w:t>
      </w:r>
      <w:r w:rsidR="00570397" w:rsidRPr="00CE5CA7">
        <w:rPr>
          <w:color w:val="auto"/>
          <w:sz w:val="23"/>
          <w:szCs w:val="23"/>
        </w:rPr>
        <w:t xml:space="preserve"> i grubości 75-95 mm</w:t>
      </w:r>
      <w:r w:rsidR="00C97576" w:rsidRPr="00CE5CA7">
        <w:rPr>
          <w:color w:val="auto"/>
          <w:sz w:val="23"/>
          <w:szCs w:val="23"/>
        </w:rPr>
        <w:br/>
        <w:t>(+/-2%).</w:t>
      </w:r>
    </w:p>
    <w:p w:rsidR="00570397" w:rsidRPr="00CE5CA7" w:rsidRDefault="006523ED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- </w:t>
      </w:r>
      <w:r w:rsidR="00570397" w:rsidRPr="00CE5CA7">
        <w:rPr>
          <w:color w:val="auto"/>
          <w:sz w:val="23"/>
          <w:szCs w:val="23"/>
        </w:rPr>
        <w:t xml:space="preserve">w całości tapicerowana tkaniną jak </w:t>
      </w:r>
      <w:r w:rsidR="00FE2468" w:rsidRPr="00CE5CA7">
        <w:rPr>
          <w:color w:val="auto"/>
          <w:sz w:val="23"/>
          <w:szCs w:val="23"/>
        </w:rPr>
        <w:t>sofy</w:t>
      </w:r>
      <w:r w:rsidR="00570397" w:rsidRPr="00CE5CA7">
        <w:rPr>
          <w:color w:val="auto"/>
          <w:sz w:val="23"/>
          <w:szCs w:val="23"/>
        </w:rPr>
        <w:t xml:space="preserve">. </w:t>
      </w:r>
    </w:p>
    <w:p w:rsidR="00570397" w:rsidRPr="00CE5CA7" w:rsidRDefault="006523ED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- </w:t>
      </w:r>
      <w:r w:rsidR="00570397" w:rsidRPr="00CE5CA7">
        <w:rPr>
          <w:color w:val="auto"/>
          <w:sz w:val="23"/>
          <w:szCs w:val="23"/>
        </w:rPr>
        <w:t>przystosowana do zamocowania do niej stolika.</w:t>
      </w:r>
    </w:p>
    <w:p w:rsidR="006523ED" w:rsidRPr="00CE5CA7" w:rsidRDefault="006523ED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- </w:t>
      </w:r>
      <w:r w:rsidR="009D0FE3" w:rsidRPr="00CE5CA7">
        <w:rPr>
          <w:color w:val="auto"/>
          <w:sz w:val="23"/>
          <w:szCs w:val="23"/>
        </w:rPr>
        <w:t>przystosowana do za</w:t>
      </w:r>
      <w:r w:rsidRPr="00CE5CA7">
        <w:rPr>
          <w:color w:val="auto"/>
          <w:sz w:val="23"/>
          <w:szCs w:val="23"/>
        </w:rPr>
        <w:t>wieszenia uchwytu do telewizora</w:t>
      </w:r>
    </w:p>
    <w:p w:rsidR="00570397" w:rsidRPr="00CE5CA7" w:rsidRDefault="006523ED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- </w:t>
      </w:r>
      <w:r w:rsidR="00570397" w:rsidRPr="00CE5CA7">
        <w:rPr>
          <w:color w:val="auto"/>
          <w:sz w:val="23"/>
          <w:szCs w:val="23"/>
        </w:rPr>
        <w:t>wyposażona w ukryty kanał kablowy.</w:t>
      </w:r>
    </w:p>
    <w:p w:rsidR="00570397" w:rsidRPr="00CE5CA7" w:rsidRDefault="006523ED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- m</w:t>
      </w:r>
      <w:r w:rsidR="00570397" w:rsidRPr="00CE5CA7">
        <w:rPr>
          <w:color w:val="auto"/>
          <w:sz w:val="23"/>
          <w:szCs w:val="23"/>
        </w:rPr>
        <w:t xml:space="preserve">ocowanie ścianki z sofami w sposób </w:t>
      </w:r>
      <w:proofErr w:type="spellStart"/>
      <w:r w:rsidR="00570397" w:rsidRPr="00CE5CA7">
        <w:rPr>
          <w:color w:val="auto"/>
          <w:sz w:val="23"/>
          <w:szCs w:val="23"/>
        </w:rPr>
        <w:t>beznarzędziowy</w:t>
      </w:r>
      <w:proofErr w:type="spellEnd"/>
      <w:r w:rsidR="00570397" w:rsidRPr="00CE5CA7">
        <w:rPr>
          <w:color w:val="auto"/>
          <w:sz w:val="23"/>
          <w:szCs w:val="23"/>
        </w:rPr>
        <w:t xml:space="preserve"> poprzez specjalne zaczepy niewidoczne po zmontowaniu. Ze względów estetycznych  nie dopuszcza się systemu mocowania na zewnątrz ścianki i sofy .</w:t>
      </w:r>
    </w:p>
    <w:p w:rsidR="00570397" w:rsidRPr="00CE5CA7" w:rsidRDefault="006523ED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- </w:t>
      </w:r>
      <w:r w:rsidR="00570397" w:rsidRPr="00CE5CA7">
        <w:rPr>
          <w:color w:val="auto"/>
          <w:sz w:val="23"/>
          <w:szCs w:val="23"/>
        </w:rPr>
        <w:t>składa</w:t>
      </w:r>
      <w:r w:rsidR="00887D94" w:rsidRPr="00CE5CA7">
        <w:rPr>
          <w:color w:val="auto"/>
          <w:sz w:val="23"/>
          <w:szCs w:val="23"/>
        </w:rPr>
        <w:t>ją</w:t>
      </w:r>
      <w:r w:rsidRPr="00CE5CA7">
        <w:rPr>
          <w:color w:val="auto"/>
          <w:sz w:val="23"/>
          <w:szCs w:val="23"/>
        </w:rPr>
        <w:t>ca</w:t>
      </w:r>
      <w:r w:rsidR="00570397" w:rsidRPr="00CE5CA7">
        <w:rPr>
          <w:color w:val="auto"/>
          <w:sz w:val="23"/>
          <w:szCs w:val="23"/>
        </w:rPr>
        <w:t xml:space="preserve"> się z 6 elementów (3 górne i 3 dolne) z których każdy ma możliwość tapicerowania innym kolorem w obrębie tej samej tapicerki. </w:t>
      </w:r>
    </w:p>
    <w:p w:rsidR="00893462" w:rsidRPr="00CE5CA7" w:rsidRDefault="00893462" w:rsidP="00FE2468">
      <w:pPr>
        <w:pStyle w:val="Default"/>
        <w:jc w:val="both"/>
        <w:rPr>
          <w:color w:val="auto"/>
          <w:sz w:val="23"/>
          <w:szCs w:val="23"/>
        </w:rPr>
      </w:pPr>
    </w:p>
    <w:p w:rsidR="00570397" w:rsidRPr="00CE5CA7" w:rsidRDefault="00570397" w:rsidP="00FE2468">
      <w:pPr>
        <w:pStyle w:val="Default"/>
        <w:jc w:val="both"/>
        <w:rPr>
          <w:color w:val="auto"/>
          <w:sz w:val="23"/>
          <w:szCs w:val="23"/>
        </w:rPr>
      </w:pPr>
    </w:p>
    <w:p w:rsidR="00893462" w:rsidRPr="00CE5CA7" w:rsidRDefault="00893462" w:rsidP="00FE2468">
      <w:pPr>
        <w:pStyle w:val="Default"/>
        <w:jc w:val="both"/>
        <w:rPr>
          <w:b/>
          <w:color w:val="auto"/>
        </w:rPr>
      </w:pPr>
      <w:r w:rsidRPr="00CE5CA7">
        <w:rPr>
          <w:b/>
          <w:color w:val="auto"/>
        </w:rPr>
        <w:t>Stolik</w:t>
      </w:r>
    </w:p>
    <w:p w:rsidR="00893462" w:rsidRPr="00CE5CA7" w:rsidRDefault="00893462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bCs/>
          <w:color w:val="auto"/>
          <w:sz w:val="23"/>
          <w:szCs w:val="23"/>
        </w:rPr>
        <w:t>Stolik mocowany</w:t>
      </w:r>
      <w:r w:rsidRPr="00CE5CA7">
        <w:rPr>
          <w:b/>
          <w:bCs/>
          <w:color w:val="auto"/>
          <w:sz w:val="23"/>
          <w:szCs w:val="23"/>
        </w:rPr>
        <w:t xml:space="preserve"> </w:t>
      </w:r>
      <w:r w:rsidRPr="00CE5CA7">
        <w:rPr>
          <w:color w:val="auto"/>
          <w:sz w:val="23"/>
          <w:szCs w:val="23"/>
        </w:rPr>
        <w:t xml:space="preserve">z jednej strony do ścianki a z drugiej wsparty na metalowej, chromowanej nodze. </w:t>
      </w:r>
    </w:p>
    <w:p w:rsidR="00893462" w:rsidRPr="00CE5CA7" w:rsidRDefault="00893462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Blat w kształcie trapezu o wymiarach: szerokość 1600 mm</w:t>
      </w:r>
      <w:r w:rsidR="00C97576" w:rsidRPr="00CE5CA7">
        <w:rPr>
          <w:color w:val="auto"/>
          <w:sz w:val="23"/>
          <w:szCs w:val="23"/>
        </w:rPr>
        <w:t>(+/-2%)</w:t>
      </w:r>
      <w:r w:rsidRPr="00CE5CA7">
        <w:rPr>
          <w:color w:val="auto"/>
          <w:sz w:val="23"/>
          <w:szCs w:val="23"/>
        </w:rPr>
        <w:t>, głębokość 730/550 mm</w:t>
      </w:r>
      <w:r w:rsidR="00C97576" w:rsidRPr="00CE5CA7">
        <w:rPr>
          <w:color w:val="auto"/>
          <w:sz w:val="23"/>
          <w:szCs w:val="23"/>
        </w:rPr>
        <w:br/>
        <w:t>(+/-2%)</w:t>
      </w:r>
      <w:r w:rsidRPr="00CE5CA7">
        <w:rPr>
          <w:color w:val="auto"/>
          <w:sz w:val="23"/>
          <w:szCs w:val="23"/>
        </w:rPr>
        <w:t>, wysokość 725mm</w:t>
      </w:r>
      <w:r w:rsidR="00C97576" w:rsidRPr="00CE5CA7">
        <w:rPr>
          <w:color w:val="auto"/>
          <w:sz w:val="23"/>
          <w:szCs w:val="23"/>
        </w:rPr>
        <w:t>(+/-2%)</w:t>
      </w:r>
      <w:r w:rsidRPr="00CE5CA7">
        <w:rPr>
          <w:color w:val="auto"/>
          <w:sz w:val="23"/>
          <w:szCs w:val="23"/>
        </w:rPr>
        <w:t xml:space="preserve">. </w:t>
      </w:r>
    </w:p>
    <w:p w:rsidR="00570397" w:rsidRPr="00CE5CA7" w:rsidRDefault="00570397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Blat wykonany z płyty obustronnie laminowanej o klasie higieniczności E1, grubości </w:t>
      </w:r>
      <w:r w:rsidR="00C97576" w:rsidRPr="00CE5CA7">
        <w:rPr>
          <w:color w:val="auto"/>
          <w:sz w:val="23"/>
          <w:szCs w:val="23"/>
        </w:rPr>
        <w:t>min.</w:t>
      </w:r>
      <w:r w:rsidRPr="00CE5CA7">
        <w:rPr>
          <w:color w:val="auto"/>
          <w:sz w:val="23"/>
          <w:szCs w:val="23"/>
        </w:rPr>
        <w:t xml:space="preserve">25 mm, oklejonej obrzeżem ABS grubości </w:t>
      </w:r>
      <w:r w:rsidR="00C97576" w:rsidRPr="00CE5CA7">
        <w:rPr>
          <w:color w:val="auto"/>
          <w:sz w:val="23"/>
          <w:szCs w:val="23"/>
        </w:rPr>
        <w:t>min.</w:t>
      </w:r>
      <w:r w:rsidRPr="00CE5CA7">
        <w:rPr>
          <w:color w:val="auto"/>
          <w:sz w:val="23"/>
          <w:szCs w:val="23"/>
        </w:rPr>
        <w:t xml:space="preserve">2 mm. Obrzeże dobrane pod kolor płyty. </w:t>
      </w:r>
    </w:p>
    <w:p w:rsidR="00570397" w:rsidRPr="00CE5CA7" w:rsidRDefault="00570397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W blacie zainstalowany port elektryczny (2x220V) o wymiarze</w:t>
      </w:r>
      <w:r w:rsidRPr="00CE5CA7">
        <w:rPr>
          <w:rFonts w:ascii="Century Gothic" w:hAnsi="Century Gothic"/>
          <w:color w:val="auto"/>
          <w:sz w:val="20"/>
          <w:szCs w:val="20"/>
        </w:rPr>
        <w:t xml:space="preserve"> </w:t>
      </w:r>
      <w:r w:rsidRPr="00CE5CA7">
        <w:rPr>
          <w:color w:val="auto"/>
        </w:rPr>
        <w:t>185x66 mm</w:t>
      </w:r>
      <w:r w:rsidR="00C97576" w:rsidRPr="00CE5CA7">
        <w:rPr>
          <w:color w:val="auto"/>
          <w:sz w:val="23"/>
          <w:szCs w:val="23"/>
        </w:rPr>
        <w:t>(+/-2%)</w:t>
      </w:r>
      <w:r w:rsidRPr="00CE5CA7">
        <w:rPr>
          <w:color w:val="auto"/>
          <w:sz w:val="23"/>
          <w:szCs w:val="23"/>
        </w:rPr>
        <w:t xml:space="preserve"> lub port audio-video (2x220V, 2xRJ45, 1xHDMI, 1xVGA, 1xAUDIO, 1xUSB) o wymiarze </w:t>
      </w:r>
      <w:r w:rsidR="00C97576" w:rsidRPr="00CE5CA7">
        <w:rPr>
          <w:color w:val="auto"/>
          <w:sz w:val="23"/>
          <w:szCs w:val="23"/>
        </w:rPr>
        <w:br/>
      </w:r>
      <w:r w:rsidRPr="00CE5CA7">
        <w:rPr>
          <w:color w:val="auto"/>
        </w:rPr>
        <w:t>256x66 mm</w:t>
      </w:r>
      <w:r w:rsidR="00C97576" w:rsidRPr="00CE5CA7">
        <w:rPr>
          <w:color w:val="auto"/>
          <w:sz w:val="23"/>
          <w:szCs w:val="23"/>
        </w:rPr>
        <w:t>(+/-2%)</w:t>
      </w:r>
      <w:r w:rsidRPr="00CE5CA7">
        <w:rPr>
          <w:color w:val="auto"/>
          <w:sz w:val="23"/>
          <w:szCs w:val="23"/>
        </w:rPr>
        <w:t xml:space="preserve"> . </w:t>
      </w:r>
    </w:p>
    <w:p w:rsidR="00570397" w:rsidRPr="00CE5CA7" w:rsidRDefault="00570397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Okablowanie portu powinno być estetycznie ukryte w kanale kablowym ścianki łączącej siedziska. </w:t>
      </w:r>
    </w:p>
    <w:p w:rsidR="00570397" w:rsidRPr="00CE5CA7" w:rsidRDefault="00570397" w:rsidP="00FE2468">
      <w:pPr>
        <w:pStyle w:val="Default"/>
        <w:spacing w:after="47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Noga stolika, chromowana, wykonana z rurki o profilu kołowym i o średnicy 18-22 mm. Noga wygięta w kształcie litery U (rozszerzająca się ku górze) z dodatkowym elementem wspierającym. </w:t>
      </w:r>
    </w:p>
    <w:p w:rsidR="00570397" w:rsidRPr="00CE5CA7" w:rsidRDefault="00570397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Noga wyposażona w metalową, chromowaną stopkę pozwalającą na regulację poziomu w zakresie min. +/- 10mm. </w:t>
      </w:r>
    </w:p>
    <w:p w:rsidR="00893462" w:rsidRPr="00CE5CA7" w:rsidRDefault="00893462" w:rsidP="00FE2468">
      <w:pPr>
        <w:pStyle w:val="Default"/>
        <w:jc w:val="both"/>
        <w:rPr>
          <w:color w:val="auto"/>
          <w:sz w:val="23"/>
          <w:szCs w:val="23"/>
        </w:rPr>
      </w:pPr>
    </w:p>
    <w:p w:rsidR="00893462" w:rsidRPr="00CE5CA7" w:rsidRDefault="00893462" w:rsidP="00FE2468">
      <w:pPr>
        <w:pStyle w:val="Default"/>
        <w:jc w:val="both"/>
        <w:rPr>
          <w:color w:val="auto"/>
          <w:sz w:val="23"/>
          <w:szCs w:val="23"/>
        </w:rPr>
      </w:pPr>
      <w:r w:rsidRPr="00CE5CA7">
        <w:rPr>
          <w:b/>
          <w:bCs/>
          <w:color w:val="auto"/>
          <w:sz w:val="23"/>
          <w:szCs w:val="23"/>
        </w:rPr>
        <w:t xml:space="preserve">Sofy i ścianka tapicerowane tkaniną o parametrach: </w:t>
      </w:r>
    </w:p>
    <w:p w:rsidR="00893462" w:rsidRPr="00CE5CA7" w:rsidRDefault="00893462" w:rsidP="00FE2468">
      <w:pPr>
        <w:pStyle w:val="Default"/>
        <w:spacing w:after="44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Ścieralność: </w:t>
      </w:r>
      <w:r w:rsidR="00570397" w:rsidRPr="00CE5CA7">
        <w:rPr>
          <w:color w:val="auto"/>
          <w:sz w:val="23"/>
          <w:szCs w:val="23"/>
        </w:rPr>
        <w:t xml:space="preserve">min. </w:t>
      </w:r>
      <w:r w:rsidRPr="00CE5CA7">
        <w:rPr>
          <w:color w:val="auto"/>
          <w:sz w:val="23"/>
          <w:szCs w:val="23"/>
        </w:rPr>
        <w:t xml:space="preserve">100 000 cykli </w:t>
      </w:r>
      <w:proofErr w:type="spellStart"/>
      <w:r w:rsidRPr="00CE5CA7">
        <w:rPr>
          <w:color w:val="auto"/>
          <w:sz w:val="23"/>
          <w:szCs w:val="23"/>
        </w:rPr>
        <w:t>Martindala</w:t>
      </w:r>
      <w:proofErr w:type="spellEnd"/>
      <w:r w:rsidRPr="00CE5CA7">
        <w:rPr>
          <w:color w:val="auto"/>
          <w:sz w:val="23"/>
          <w:szCs w:val="23"/>
        </w:rPr>
        <w:t xml:space="preserve">, </w:t>
      </w:r>
    </w:p>
    <w:p w:rsidR="00893462" w:rsidRPr="00CE5CA7" w:rsidRDefault="00893462" w:rsidP="00FE2468">
      <w:pPr>
        <w:pStyle w:val="Default"/>
        <w:spacing w:after="44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Niepalność: wg EN 1021-1,2 </w:t>
      </w:r>
    </w:p>
    <w:p w:rsidR="00893462" w:rsidRPr="00CE5CA7" w:rsidRDefault="00893462" w:rsidP="00FE2468">
      <w:pPr>
        <w:pStyle w:val="Default"/>
        <w:spacing w:after="44"/>
        <w:jc w:val="both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Skład: 90% wełna, 10% poliamid </w:t>
      </w:r>
    </w:p>
    <w:p w:rsidR="00893462" w:rsidRPr="00CE5CA7" w:rsidRDefault="00893462" w:rsidP="00FE2468">
      <w:pPr>
        <w:pStyle w:val="Default"/>
        <w:jc w:val="both"/>
        <w:rPr>
          <w:color w:val="auto"/>
          <w:sz w:val="16"/>
          <w:szCs w:val="16"/>
        </w:rPr>
      </w:pPr>
      <w:r w:rsidRPr="00CE5CA7">
        <w:rPr>
          <w:color w:val="auto"/>
          <w:sz w:val="23"/>
          <w:szCs w:val="23"/>
        </w:rPr>
        <w:t xml:space="preserve">Gramatura: </w:t>
      </w:r>
      <w:r w:rsidR="00570397" w:rsidRPr="00CE5CA7">
        <w:rPr>
          <w:color w:val="auto"/>
          <w:sz w:val="23"/>
          <w:szCs w:val="23"/>
        </w:rPr>
        <w:t xml:space="preserve">min. </w:t>
      </w:r>
      <w:r w:rsidRPr="00CE5CA7">
        <w:rPr>
          <w:color w:val="auto"/>
          <w:sz w:val="23"/>
          <w:szCs w:val="23"/>
        </w:rPr>
        <w:t>400 g/m</w:t>
      </w:r>
      <w:r w:rsidRPr="00CE5CA7">
        <w:rPr>
          <w:color w:val="auto"/>
          <w:sz w:val="16"/>
          <w:szCs w:val="16"/>
        </w:rPr>
        <w:t xml:space="preserve">2 </w:t>
      </w:r>
    </w:p>
    <w:p w:rsidR="00893462" w:rsidRPr="00CE5CA7" w:rsidRDefault="00893462" w:rsidP="00FE2468">
      <w:pPr>
        <w:pStyle w:val="Default"/>
        <w:jc w:val="both"/>
        <w:rPr>
          <w:color w:val="auto"/>
          <w:sz w:val="16"/>
          <w:szCs w:val="16"/>
        </w:rPr>
      </w:pPr>
    </w:p>
    <w:p w:rsidR="00FE2468" w:rsidRPr="00CE5CA7" w:rsidRDefault="00FE2468" w:rsidP="00FE2468">
      <w:pPr>
        <w:pStyle w:val="Default"/>
        <w:rPr>
          <w:b/>
          <w:bCs/>
          <w:color w:val="auto"/>
          <w:sz w:val="23"/>
          <w:szCs w:val="23"/>
        </w:rPr>
      </w:pPr>
    </w:p>
    <w:p w:rsidR="00887D94" w:rsidRPr="00CE5CA7" w:rsidRDefault="00887D94" w:rsidP="00FE2468">
      <w:pPr>
        <w:pStyle w:val="Default"/>
        <w:rPr>
          <w:b/>
          <w:bCs/>
          <w:color w:val="auto"/>
          <w:sz w:val="23"/>
          <w:szCs w:val="23"/>
        </w:rPr>
      </w:pPr>
    </w:p>
    <w:p w:rsidR="00887D94" w:rsidRPr="00CE5CA7" w:rsidRDefault="004B3334" w:rsidP="00FE2468">
      <w:pPr>
        <w:pStyle w:val="Default"/>
        <w:rPr>
          <w:b/>
          <w:bCs/>
          <w:color w:val="auto"/>
          <w:sz w:val="23"/>
          <w:szCs w:val="23"/>
        </w:rPr>
      </w:pPr>
      <w:r w:rsidRPr="00CE5CA7">
        <w:rPr>
          <w:noProof/>
          <w:color w:val="auto"/>
          <w:lang w:eastAsia="pl-PL"/>
        </w:rPr>
        <w:lastRenderedPageBreak/>
        <w:drawing>
          <wp:inline distT="0" distB="0" distL="0" distR="0" wp14:anchorId="0955F86E" wp14:editId="422848DC">
            <wp:extent cx="3223260" cy="3215640"/>
            <wp:effectExtent l="0" t="0" r="0" b="381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260" cy="321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334" w:rsidRPr="00CE5CA7" w:rsidRDefault="004B3334" w:rsidP="00FE2468">
      <w:pPr>
        <w:pStyle w:val="Default"/>
        <w:rPr>
          <w:b/>
          <w:bCs/>
          <w:color w:val="auto"/>
          <w:sz w:val="23"/>
          <w:szCs w:val="23"/>
        </w:rPr>
      </w:pPr>
    </w:p>
    <w:p w:rsidR="004B3334" w:rsidRPr="00CE5CA7" w:rsidRDefault="004B3334" w:rsidP="00FE2468">
      <w:pPr>
        <w:pStyle w:val="Default"/>
        <w:rPr>
          <w:b/>
          <w:bCs/>
          <w:color w:val="auto"/>
          <w:sz w:val="23"/>
          <w:szCs w:val="23"/>
        </w:rPr>
      </w:pPr>
      <w:r w:rsidRPr="00CE5CA7">
        <w:rPr>
          <w:noProof/>
          <w:color w:val="auto"/>
          <w:lang w:eastAsia="pl-PL"/>
        </w:rPr>
        <w:drawing>
          <wp:inline distT="0" distB="0" distL="0" distR="0" wp14:anchorId="7BE4AD25" wp14:editId="0ED34F11">
            <wp:extent cx="632460" cy="967740"/>
            <wp:effectExtent l="0" t="0" r="0" b="381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D94" w:rsidRPr="00CE5CA7" w:rsidRDefault="00887D94" w:rsidP="00FE2468">
      <w:pPr>
        <w:pStyle w:val="Default"/>
        <w:rPr>
          <w:b/>
          <w:bCs/>
          <w:color w:val="auto"/>
          <w:sz w:val="23"/>
          <w:szCs w:val="23"/>
        </w:rPr>
      </w:pPr>
    </w:p>
    <w:p w:rsidR="004B3334" w:rsidRPr="00CE5CA7" w:rsidRDefault="004B3334" w:rsidP="004B3334">
      <w:pPr>
        <w:rPr>
          <w:b/>
          <w:sz w:val="28"/>
          <w:szCs w:val="28"/>
        </w:rPr>
      </w:pPr>
      <w:r w:rsidRPr="00CE5CA7">
        <w:rPr>
          <w:b/>
          <w:sz w:val="28"/>
          <w:szCs w:val="28"/>
        </w:rPr>
        <w:t xml:space="preserve">  Stolik</w:t>
      </w:r>
    </w:p>
    <w:p w:rsidR="00887D94" w:rsidRPr="00CE5CA7" w:rsidRDefault="00887D94" w:rsidP="00FE2468">
      <w:pPr>
        <w:pStyle w:val="Default"/>
        <w:rPr>
          <w:b/>
          <w:bCs/>
          <w:color w:val="auto"/>
          <w:sz w:val="23"/>
          <w:szCs w:val="23"/>
        </w:rPr>
      </w:pPr>
    </w:p>
    <w:p w:rsidR="00887D94" w:rsidRPr="00CE5CA7" w:rsidRDefault="00887D94" w:rsidP="00FE2468">
      <w:pPr>
        <w:pStyle w:val="Default"/>
        <w:rPr>
          <w:b/>
          <w:bCs/>
          <w:color w:val="auto"/>
          <w:sz w:val="23"/>
          <w:szCs w:val="23"/>
        </w:rPr>
      </w:pPr>
    </w:p>
    <w:p w:rsidR="00887D94" w:rsidRPr="00CE5CA7" w:rsidRDefault="00887D94" w:rsidP="00FE2468">
      <w:pPr>
        <w:pStyle w:val="Default"/>
        <w:rPr>
          <w:b/>
          <w:bCs/>
          <w:color w:val="auto"/>
          <w:sz w:val="23"/>
          <w:szCs w:val="23"/>
        </w:rPr>
      </w:pPr>
    </w:p>
    <w:p w:rsidR="00887D94" w:rsidRPr="00CE5CA7" w:rsidRDefault="00887D94" w:rsidP="00FE2468">
      <w:pPr>
        <w:pStyle w:val="Default"/>
        <w:rPr>
          <w:b/>
          <w:bCs/>
          <w:color w:val="auto"/>
          <w:sz w:val="23"/>
          <w:szCs w:val="23"/>
        </w:rPr>
      </w:pPr>
    </w:p>
    <w:p w:rsidR="00887D94" w:rsidRPr="00CE5CA7" w:rsidRDefault="00887D94" w:rsidP="00FE2468">
      <w:pPr>
        <w:pStyle w:val="Default"/>
        <w:rPr>
          <w:color w:val="auto"/>
        </w:rPr>
      </w:pPr>
    </w:p>
    <w:p w:rsidR="00FE2468" w:rsidRPr="00CE5CA7" w:rsidRDefault="00FE2468" w:rsidP="009C4968">
      <w:pPr>
        <w:pStyle w:val="Default"/>
        <w:jc w:val="center"/>
        <w:rPr>
          <w:b/>
          <w:bCs/>
          <w:color w:val="auto"/>
          <w:u w:val="single"/>
        </w:rPr>
      </w:pPr>
      <w:r w:rsidRPr="00CE5CA7">
        <w:rPr>
          <w:b/>
          <w:bCs/>
          <w:color w:val="auto"/>
          <w:u w:val="single"/>
        </w:rPr>
        <w:t>Pufa wolnostojąca</w:t>
      </w:r>
      <w:r w:rsidR="009C4968" w:rsidRPr="00CE5CA7">
        <w:rPr>
          <w:b/>
          <w:bCs/>
          <w:color w:val="auto"/>
          <w:u w:val="single"/>
        </w:rPr>
        <w:t xml:space="preserve"> – 4 szt.</w:t>
      </w:r>
    </w:p>
    <w:p w:rsidR="00E67D8E" w:rsidRPr="00CE5CA7" w:rsidRDefault="00E67D8E" w:rsidP="00FE2468">
      <w:pPr>
        <w:pStyle w:val="Default"/>
        <w:rPr>
          <w:color w:val="auto"/>
          <w:sz w:val="23"/>
          <w:szCs w:val="23"/>
        </w:rPr>
      </w:pPr>
    </w:p>
    <w:p w:rsidR="00FE2468" w:rsidRPr="00CE5CA7" w:rsidRDefault="00FE2468" w:rsidP="00FE2468">
      <w:pPr>
        <w:pStyle w:val="Default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wymiary: </w:t>
      </w:r>
    </w:p>
    <w:p w:rsidR="00FE2468" w:rsidRPr="00CE5CA7" w:rsidRDefault="00C97576" w:rsidP="00FE2468">
      <w:pPr>
        <w:pStyle w:val="Default"/>
        <w:spacing w:after="47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Wysokość całkowita: 458 mm (+/-2%)</w:t>
      </w:r>
      <w:r w:rsidR="00FE2468" w:rsidRPr="00CE5CA7">
        <w:rPr>
          <w:color w:val="auto"/>
          <w:sz w:val="23"/>
          <w:szCs w:val="23"/>
        </w:rPr>
        <w:t xml:space="preserve"> </w:t>
      </w:r>
    </w:p>
    <w:p w:rsidR="00FE2468" w:rsidRPr="00CE5CA7" w:rsidRDefault="00C97576" w:rsidP="00FE2468">
      <w:pPr>
        <w:pStyle w:val="Default"/>
        <w:spacing w:after="47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Głębokość całkowita: 585 mm (+/-2%)</w:t>
      </w:r>
      <w:r w:rsidR="00FE2468" w:rsidRPr="00CE5CA7">
        <w:rPr>
          <w:color w:val="auto"/>
          <w:sz w:val="23"/>
          <w:szCs w:val="23"/>
        </w:rPr>
        <w:t xml:space="preserve"> </w:t>
      </w:r>
    </w:p>
    <w:p w:rsidR="00FE2468" w:rsidRPr="00CE5CA7" w:rsidRDefault="00C97576" w:rsidP="00FE2468">
      <w:pPr>
        <w:pStyle w:val="Default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Szerokość całkowita: 578 mm (+/-2%)</w:t>
      </w:r>
      <w:r w:rsidR="00FE2468" w:rsidRPr="00CE5CA7">
        <w:rPr>
          <w:color w:val="auto"/>
          <w:sz w:val="23"/>
          <w:szCs w:val="23"/>
        </w:rPr>
        <w:t xml:space="preserve"> </w:t>
      </w:r>
    </w:p>
    <w:p w:rsidR="00FE2468" w:rsidRPr="00CE5CA7" w:rsidRDefault="00FE2468" w:rsidP="00FE2468">
      <w:pPr>
        <w:pStyle w:val="Default"/>
        <w:rPr>
          <w:color w:val="auto"/>
          <w:sz w:val="23"/>
          <w:szCs w:val="23"/>
        </w:rPr>
      </w:pPr>
    </w:p>
    <w:p w:rsidR="00FE2468" w:rsidRPr="00CE5CA7" w:rsidRDefault="00274DD5" w:rsidP="00FE2468">
      <w:pPr>
        <w:pStyle w:val="Default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Opis:</w:t>
      </w:r>
    </w:p>
    <w:p w:rsidR="00FE2468" w:rsidRPr="00CE5CA7" w:rsidRDefault="00FE2468" w:rsidP="00FE2468">
      <w:pPr>
        <w:pStyle w:val="Default"/>
        <w:spacing w:after="44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Pufa z siedziskiem w całości tapicerowanym </w:t>
      </w:r>
    </w:p>
    <w:p w:rsidR="00FE2468" w:rsidRPr="00CE5CA7" w:rsidRDefault="00FE2468" w:rsidP="00FE2468">
      <w:pPr>
        <w:pStyle w:val="Default"/>
        <w:spacing w:after="44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Siedzisko o kształcie heksagonalnym, nawiązujące kształtem do boku sofy </w:t>
      </w:r>
      <w:r w:rsidR="00E67D8E" w:rsidRPr="00CE5CA7">
        <w:rPr>
          <w:color w:val="auto"/>
          <w:sz w:val="23"/>
          <w:szCs w:val="23"/>
        </w:rPr>
        <w:t>wysokiej</w:t>
      </w:r>
      <w:r w:rsidRPr="00CE5CA7">
        <w:rPr>
          <w:color w:val="auto"/>
          <w:sz w:val="23"/>
          <w:szCs w:val="23"/>
        </w:rPr>
        <w:t xml:space="preserve">. </w:t>
      </w:r>
    </w:p>
    <w:p w:rsidR="00FE2468" w:rsidRPr="00CE5CA7" w:rsidRDefault="00FE2468" w:rsidP="00FE2468">
      <w:pPr>
        <w:pStyle w:val="Default"/>
        <w:spacing w:after="44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Szkielet siedziska pufy zbudowany z płyty wiórowej grubości </w:t>
      </w:r>
      <w:r w:rsidR="00C97576" w:rsidRPr="00CE5CA7">
        <w:rPr>
          <w:color w:val="auto"/>
          <w:sz w:val="23"/>
          <w:szCs w:val="23"/>
        </w:rPr>
        <w:t>min.</w:t>
      </w:r>
      <w:r w:rsidRPr="00CE5CA7">
        <w:rPr>
          <w:color w:val="auto"/>
          <w:sz w:val="23"/>
          <w:szCs w:val="23"/>
        </w:rPr>
        <w:t xml:space="preserve">18mm, obłożony pianką o gęstości </w:t>
      </w:r>
      <w:r w:rsidR="00C97576" w:rsidRPr="00CE5CA7">
        <w:rPr>
          <w:color w:val="auto"/>
          <w:sz w:val="23"/>
          <w:szCs w:val="23"/>
        </w:rPr>
        <w:t>min.</w:t>
      </w:r>
      <w:r w:rsidRPr="00CE5CA7">
        <w:rPr>
          <w:color w:val="auto"/>
          <w:sz w:val="23"/>
          <w:szCs w:val="23"/>
        </w:rPr>
        <w:t>35 kg/m</w:t>
      </w:r>
      <w:r w:rsidRPr="00CE5CA7">
        <w:rPr>
          <w:color w:val="auto"/>
          <w:sz w:val="16"/>
          <w:szCs w:val="16"/>
        </w:rPr>
        <w:t xml:space="preserve">3 </w:t>
      </w:r>
      <w:r w:rsidRPr="00CE5CA7">
        <w:rPr>
          <w:color w:val="auto"/>
          <w:sz w:val="23"/>
          <w:szCs w:val="23"/>
        </w:rPr>
        <w:t xml:space="preserve">i </w:t>
      </w:r>
      <w:r w:rsidR="00C97576" w:rsidRPr="00CE5CA7">
        <w:rPr>
          <w:color w:val="auto"/>
          <w:sz w:val="23"/>
          <w:szCs w:val="23"/>
        </w:rPr>
        <w:t>min.</w:t>
      </w:r>
      <w:r w:rsidRPr="00CE5CA7">
        <w:rPr>
          <w:color w:val="auto"/>
          <w:sz w:val="23"/>
          <w:szCs w:val="23"/>
        </w:rPr>
        <w:t>70 kg/m</w:t>
      </w:r>
      <w:r w:rsidRPr="00CE5CA7">
        <w:rPr>
          <w:color w:val="auto"/>
          <w:sz w:val="16"/>
          <w:szCs w:val="16"/>
        </w:rPr>
        <w:t xml:space="preserve">3 </w:t>
      </w:r>
      <w:r w:rsidRPr="00CE5CA7">
        <w:rPr>
          <w:color w:val="auto"/>
          <w:sz w:val="23"/>
          <w:szCs w:val="23"/>
        </w:rPr>
        <w:t xml:space="preserve">na siedzisku oraz pianką o gęstości </w:t>
      </w:r>
      <w:r w:rsidR="00C97576" w:rsidRPr="00CE5CA7">
        <w:rPr>
          <w:color w:val="auto"/>
          <w:sz w:val="23"/>
          <w:szCs w:val="23"/>
        </w:rPr>
        <w:t>min.</w:t>
      </w:r>
      <w:r w:rsidRPr="00CE5CA7">
        <w:rPr>
          <w:color w:val="auto"/>
          <w:sz w:val="23"/>
          <w:szCs w:val="23"/>
        </w:rPr>
        <w:t>40 kg/m</w:t>
      </w:r>
      <w:r w:rsidRPr="00CE5CA7">
        <w:rPr>
          <w:color w:val="auto"/>
          <w:sz w:val="16"/>
          <w:szCs w:val="16"/>
        </w:rPr>
        <w:t xml:space="preserve">3 </w:t>
      </w:r>
      <w:r w:rsidRPr="00CE5CA7">
        <w:rPr>
          <w:color w:val="auto"/>
          <w:sz w:val="23"/>
          <w:szCs w:val="23"/>
        </w:rPr>
        <w:t xml:space="preserve">po bokach. </w:t>
      </w:r>
    </w:p>
    <w:p w:rsidR="00FE2468" w:rsidRPr="00CE5CA7" w:rsidRDefault="00FE2468" w:rsidP="00FE2468">
      <w:pPr>
        <w:pStyle w:val="Default"/>
        <w:spacing w:after="44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Podstawa chromowana, wykonana z rurki o pro</w:t>
      </w:r>
      <w:r w:rsidR="00C97576" w:rsidRPr="00CE5CA7">
        <w:rPr>
          <w:color w:val="auto"/>
          <w:sz w:val="23"/>
          <w:szCs w:val="23"/>
        </w:rPr>
        <w:t>filu kołowym i o średnicy 18 mm (+/-2%).</w:t>
      </w:r>
      <w:r w:rsidRPr="00CE5CA7">
        <w:rPr>
          <w:color w:val="auto"/>
          <w:sz w:val="23"/>
          <w:szCs w:val="23"/>
        </w:rPr>
        <w:t xml:space="preserve"> </w:t>
      </w:r>
    </w:p>
    <w:p w:rsidR="00FE2468" w:rsidRPr="00CE5CA7" w:rsidRDefault="00FE2468" w:rsidP="00FE2468">
      <w:pPr>
        <w:pStyle w:val="Default"/>
        <w:spacing w:after="44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Podstawa wyposażona w poliuretanowe stopki. </w:t>
      </w:r>
    </w:p>
    <w:p w:rsidR="00FE2468" w:rsidRPr="00CE5CA7" w:rsidRDefault="00FE2468" w:rsidP="00FE2468">
      <w:pPr>
        <w:pStyle w:val="Default"/>
        <w:rPr>
          <w:color w:val="auto"/>
          <w:sz w:val="23"/>
          <w:szCs w:val="23"/>
        </w:rPr>
      </w:pPr>
      <w:r w:rsidRPr="00CE5CA7">
        <w:rPr>
          <w:bCs/>
          <w:color w:val="auto"/>
          <w:sz w:val="23"/>
          <w:szCs w:val="23"/>
        </w:rPr>
        <w:t>Kolorystyka</w:t>
      </w:r>
      <w:r w:rsidRPr="00CE5CA7">
        <w:rPr>
          <w:color w:val="auto"/>
          <w:sz w:val="23"/>
          <w:szCs w:val="23"/>
        </w:rPr>
        <w:t>: tkani</w:t>
      </w:r>
      <w:r w:rsidR="00552F3C" w:rsidRPr="00CE5CA7">
        <w:rPr>
          <w:color w:val="auto"/>
          <w:sz w:val="23"/>
          <w:szCs w:val="23"/>
        </w:rPr>
        <w:t>na tapicerska - do wyboru min. 20</w:t>
      </w:r>
      <w:r w:rsidRPr="00CE5CA7">
        <w:rPr>
          <w:color w:val="auto"/>
          <w:sz w:val="23"/>
          <w:szCs w:val="23"/>
        </w:rPr>
        <w:t xml:space="preserve"> kolorów z wzornika producenta. </w:t>
      </w:r>
    </w:p>
    <w:p w:rsidR="00FE2468" w:rsidRPr="00CE5CA7" w:rsidRDefault="00FE2468" w:rsidP="00FE2468">
      <w:pPr>
        <w:pStyle w:val="Default"/>
        <w:rPr>
          <w:color w:val="auto"/>
          <w:sz w:val="23"/>
          <w:szCs w:val="23"/>
        </w:rPr>
      </w:pPr>
    </w:p>
    <w:p w:rsidR="0018445D" w:rsidRPr="00CE5CA7" w:rsidRDefault="0018445D" w:rsidP="0018445D">
      <w:pPr>
        <w:pStyle w:val="Default"/>
        <w:jc w:val="center"/>
        <w:rPr>
          <w:b/>
          <w:bCs/>
          <w:color w:val="auto"/>
        </w:rPr>
      </w:pPr>
    </w:p>
    <w:p w:rsidR="0018445D" w:rsidRPr="00CE5CA7" w:rsidRDefault="00FE2468" w:rsidP="009C4968">
      <w:pPr>
        <w:pStyle w:val="Default"/>
        <w:rPr>
          <w:bCs/>
          <w:color w:val="auto"/>
        </w:rPr>
      </w:pPr>
      <w:r w:rsidRPr="00CE5CA7">
        <w:rPr>
          <w:bCs/>
          <w:color w:val="auto"/>
        </w:rPr>
        <w:t xml:space="preserve">Pufa tapicerowana tkaniną </w:t>
      </w:r>
      <w:proofErr w:type="spellStart"/>
      <w:r w:rsidRPr="00CE5CA7">
        <w:rPr>
          <w:bCs/>
          <w:color w:val="auto"/>
        </w:rPr>
        <w:t>Oxygen</w:t>
      </w:r>
      <w:proofErr w:type="spellEnd"/>
      <w:r w:rsidRPr="00CE5CA7">
        <w:rPr>
          <w:bCs/>
          <w:color w:val="auto"/>
        </w:rPr>
        <w:t xml:space="preserve"> </w:t>
      </w:r>
    </w:p>
    <w:p w:rsidR="00FE2468" w:rsidRPr="00CE5CA7" w:rsidRDefault="0018445D" w:rsidP="00FE2468">
      <w:pPr>
        <w:pStyle w:val="Default"/>
        <w:rPr>
          <w:color w:val="auto"/>
          <w:sz w:val="23"/>
          <w:szCs w:val="23"/>
        </w:rPr>
      </w:pPr>
      <w:r w:rsidRPr="00CE5CA7">
        <w:rPr>
          <w:bCs/>
          <w:color w:val="auto"/>
          <w:sz w:val="23"/>
          <w:szCs w:val="23"/>
        </w:rPr>
        <w:t>Parametry:</w:t>
      </w:r>
      <w:r w:rsidR="00FE2468" w:rsidRPr="00CE5CA7">
        <w:rPr>
          <w:bCs/>
          <w:color w:val="auto"/>
          <w:sz w:val="23"/>
          <w:szCs w:val="23"/>
        </w:rPr>
        <w:t xml:space="preserve"> </w:t>
      </w:r>
    </w:p>
    <w:p w:rsidR="00FE2468" w:rsidRPr="00CE5CA7" w:rsidRDefault="00FE2468" w:rsidP="00FE2468">
      <w:pPr>
        <w:pStyle w:val="Default"/>
        <w:spacing w:after="44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Ścieralność: 100 000 cykli </w:t>
      </w:r>
      <w:proofErr w:type="spellStart"/>
      <w:r w:rsidRPr="00CE5CA7">
        <w:rPr>
          <w:color w:val="auto"/>
          <w:sz w:val="23"/>
          <w:szCs w:val="23"/>
        </w:rPr>
        <w:t>Martindala</w:t>
      </w:r>
      <w:proofErr w:type="spellEnd"/>
      <w:r w:rsidRPr="00CE5CA7">
        <w:rPr>
          <w:color w:val="auto"/>
          <w:sz w:val="23"/>
          <w:szCs w:val="23"/>
        </w:rPr>
        <w:t xml:space="preserve">, </w:t>
      </w:r>
    </w:p>
    <w:p w:rsidR="00FE2468" w:rsidRPr="00CE5CA7" w:rsidRDefault="00FE2468" w:rsidP="00FE2468">
      <w:pPr>
        <w:pStyle w:val="Default"/>
        <w:spacing w:after="44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Niepalność: wg EN 1021-1,2 </w:t>
      </w:r>
    </w:p>
    <w:p w:rsidR="00FE2468" w:rsidRPr="00CE5CA7" w:rsidRDefault="00FE2468" w:rsidP="00FE2468">
      <w:pPr>
        <w:pStyle w:val="Default"/>
        <w:spacing w:after="44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Skład: 90% wełna, 10% poliamid </w:t>
      </w:r>
    </w:p>
    <w:p w:rsidR="00FE2468" w:rsidRPr="00CE5CA7" w:rsidRDefault="00FE2468" w:rsidP="00FE2468">
      <w:pPr>
        <w:pStyle w:val="Default"/>
        <w:rPr>
          <w:color w:val="auto"/>
          <w:sz w:val="16"/>
          <w:szCs w:val="16"/>
        </w:rPr>
      </w:pPr>
      <w:r w:rsidRPr="00CE5CA7">
        <w:rPr>
          <w:color w:val="auto"/>
          <w:sz w:val="23"/>
          <w:szCs w:val="23"/>
        </w:rPr>
        <w:t xml:space="preserve">Gramatura: </w:t>
      </w:r>
      <w:r w:rsidR="00C97576" w:rsidRPr="00CE5CA7">
        <w:rPr>
          <w:color w:val="auto"/>
          <w:sz w:val="23"/>
          <w:szCs w:val="23"/>
        </w:rPr>
        <w:t>min.</w:t>
      </w:r>
      <w:r w:rsidRPr="00CE5CA7">
        <w:rPr>
          <w:color w:val="auto"/>
          <w:sz w:val="23"/>
          <w:szCs w:val="23"/>
        </w:rPr>
        <w:t>400 g/m</w:t>
      </w:r>
      <w:r w:rsidRPr="00CE5CA7">
        <w:rPr>
          <w:color w:val="auto"/>
          <w:sz w:val="16"/>
          <w:szCs w:val="16"/>
        </w:rPr>
        <w:t xml:space="preserve">2 </w:t>
      </w:r>
    </w:p>
    <w:p w:rsidR="00FE2468" w:rsidRPr="00CE5CA7" w:rsidRDefault="00FE2468" w:rsidP="00FE2468">
      <w:pPr>
        <w:pStyle w:val="Default"/>
        <w:rPr>
          <w:color w:val="auto"/>
          <w:sz w:val="16"/>
          <w:szCs w:val="16"/>
        </w:rPr>
      </w:pPr>
    </w:p>
    <w:p w:rsidR="009D0FE3" w:rsidRPr="00CE5CA7" w:rsidRDefault="009D0FE3" w:rsidP="006C1C6A">
      <w:pPr>
        <w:pStyle w:val="Default"/>
        <w:rPr>
          <w:color w:val="auto"/>
          <w:sz w:val="23"/>
          <w:szCs w:val="23"/>
        </w:rPr>
      </w:pPr>
    </w:p>
    <w:p w:rsidR="004B3334" w:rsidRPr="00CE5CA7" w:rsidRDefault="004B3334" w:rsidP="006C1C6A">
      <w:pPr>
        <w:pStyle w:val="Default"/>
        <w:rPr>
          <w:color w:val="auto"/>
          <w:sz w:val="23"/>
          <w:szCs w:val="23"/>
        </w:rPr>
      </w:pPr>
    </w:p>
    <w:p w:rsidR="004B3334" w:rsidRPr="00CE5CA7" w:rsidRDefault="004B3334" w:rsidP="006C1C6A">
      <w:pPr>
        <w:pStyle w:val="Default"/>
        <w:rPr>
          <w:color w:val="auto"/>
          <w:sz w:val="23"/>
          <w:szCs w:val="23"/>
        </w:rPr>
      </w:pPr>
      <w:r w:rsidRPr="00CE5CA7">
        <w:rPr>
          <w:b/>
          <w:noProof/>
          <w:color w:val="auto"/>
          <w:sz w:val="28"/>
          <w:szCs w:val="28"/>
          <w:lang w:eastAsia="pl-PL"/>
        </w:rPr>
        <w:drawing>
          <wp:inline distT="0" distB="0" distL="0" distR="0" wp14:anchorId="2E5475AE" wp14:editId="79336D73">
            <wp:extent cx="1577340" cy="1661160"/>
            <wp:effectExtent l="0" t="0" r="381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66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334" w:rsidRPr="00CE5CA7" w:rsidRDefault="004B3334" w:rsidP="004B3334">
      <w:pPr>
        <w:rPr>
          <w:b/>
          <w:sz w:val="28"/>
          <w:szCs w:val="28"/>
        </w:rPr>
      </w:pPr>
      <w:r w:rsidRPr="00CE5CA7">
        <w:rPr>
          <w:b/>
          <w:sz w:val="28"/>
          <w:szCs w:val="28"/>
        </w:rPr>
        <w:t xml:space="preserve">                Pufa</w:t>
      </w:r>
    </w:p>
    <w:p w:rsidR="004B3334" w:rsidRPr="00CE5CA7" w:rsidRDefault="004B3334" w:rsidP="006C1C6A">
      <w:pPr>
        <w:pStyle w:val="Default"/>
        <w:rPr>
          <w:color w:val="auto"/>
          <w:sz w:val="23"/>
          <w:szCs w:val="23"/>
        </w:rPr>
      </w:pPr>
    </w:p>
    <w:p w:rsidR="004B3334" w:rsidRPr="00CE5CA7" w:rsidRDefault="004B3334" w:rsidP="006C1C6A">
      <w:pPr>
        <w:pStyle w:val="Default"/>
        <w:rPr>
          <w:color w:val="auto"/>
          <w:sz w:val="23"/>
          <w:szCs w:val="23"/>
        </w:rPr>
      </w:pPr>
    </w:p>
    <w:p w:rsidR="004B3334" w:rsidRPr="00CE5CA7" w:rsidRDefault="004B3334" w:rsidP="006C1C6A">
      <w:pPr>
        <w:pStyle w:val="Default"/>
        <w:rPr>
          <w:color w:val="auto"/>
          <w:sz w:val="23"/>
          <w:szCs w:val="23"/>
        </w:rPr>
      </w:pPr>
    </w:p>
    <w:p w:rsidR="004B3334" w:rsidRPr="00CE5CA7" w:rsidRDefault="004B3334" w:rsidP="006C1C6A">
      <w:pPr>
        <w:pStyle w:val="Default"/>
        <w:rPr>
          <w:color w:val="auto"/>
          <w:sz w:val="23"/>
          <w:szCs w:val="23"/>
        </w:rPr>
      </w:pPr>
    </w:p>
    <w:p w:rsidR="009D0FE3" w:rsidRPr="00CE5CA7" w:rsidRDefault="009D0FE3" w:rsidP="0018445D">
      <w:pPr>
        <w:pStyle w:val="Default"/>
        <w:jc w:val="center"/>
        <w:rPr>
          <w:color w:val="auto"/>
          <w:sz w:val="28"/>
          <w:szCs w:val="28"/>
          <w:u w:val="single"/>
        </w:rPr>
      </w:pPr>
    </w:p>
    <w:p w:rsidR="00E67D8E" w:rsidRPr="00CE5CA7" w:rsidRDefault="00E67D8E" w:rsidP="0018445D">
      <w:pPr>
        <w:pStyle w:val="Default"/>
        <w:jc w:val="center"/>
        <w:rPr>
          <w:b/>
          <w:bCs/>
          <w:color w:val="auto"/>
          <w:u w:val="single"/>
        </w:rPr>
      </w:pPr>
      <w:r w:rsidRPr="00CE5CA7">
        <w:rPr>
          <w:b/>
          <w:bCs/>
          <w:color w:val="auto"/>
          <w:u w:val="single"/>
        </w:rPr>
        <w:t>Krzesło stacjonarn</w:t>
      </w:r>
      <w:r w:rsidR="0018445D" w:rsidRPr="00CE5CA7">
        <w:rPr>
          <w:b/>
          <w:bCs/>
          <w:color w:val="auto"/>
          <w:u w:val="single"/>
        </w:rPr>
        <w:t>e na 4 nogach – 10 szt.</w:t>
      </w:r>
    </w:p>
    <w:p w:rsidR="00A8447B" w:rsidRPr="00CE5CA7" w:rsidRDefault="00A8447B" w:rsidP="00E67D8E">
      <w:pPr>
        <w:pStyle w:val="Default"/>
        <w:rPr>
          <w:b/>
          <w:bCs/>
          <w:color w:val="auto"/>
          <w:sz w:val="28"/>
          <w:szCs w:val="28"/>
        </w:rPr>
      </w:pPr>
    </w:p>
    <w:p w:rsidR="00E67D8E" w:rsidRPr="00CE5CA7" w:rsidRDefault="00E67D8E" w:rsidP="00E67D8E">
      <w:pPr>
        <w:pStyle w:val="Default"/>
        <w:rPr>
          <w:color w:val="auto"/>
          <w:sz w:val="22"/>
          <w:szCs w:val="22"/>
        </w:rPr>
      </w:pPr>
      <w:r w:rsidRPr="00CE5CA7">
        <w:rPr>
          <w:color w:val="auto"/>
          <w:sz w:val="22"/>
          <w:szCs w:val="22"/>
        </w:rPr>
        <w:t>Wymiary:</w:t>
      </w:r>
    </w:p>
    <w:p w:rsidR="00E67D8E" w:rsidRPr="00CE5CA7" w:rsidRDefault="00E67D8E" w:rsidP="00E67D8E">
      <w:pPr>
        <w:pStyle w:val="Default"/>
        <w:spacing w:after="47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Wysokość: 850-870 mm, </w:t>
      </w:r>
    </w:p>
    <w:p w:rsidR="00E67D8E" w:rsidRPr="00CE5CA7" w:rsidRDefault="00E67D8E" w:rsidP="00E67D8E">
      <w:pPr>
        <w:pStyle w:val="Default"/>
        <w:spacing w:after="47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Wysokość siedziska: 445-460 mm, </w:t>
      </w:r>
    </w:p>
    <w:p w:rsidR="00E67D8E" w:rsidRPr="00CE5CA7" w:rsidRDefault="00E67D8E" w:rsidP="00E67D8E">
      <w:pPr>
        <w:pStyle w:val="Default"/>
        <w:spacing w:after="47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Całkowita szerokość krzesła: 515-545 mm, </w:t>
      </w:r>
    </w:p>
    <w:p w:rsidR="00E67D8E" w:rsidRPr="00CE5CA7" w:rsidRDefault="00E67D8E" w:rsidP="00E67D8E">
      <w:pPr>
        <w:pStyle w:val="Default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Głębokość: 550-580  mm, </w:t>
      </w:r>
    </w:p>
    <w:p w:rsidR="00E67D8E" w:rsidRPr="00CE5CA7" w:rsidRDefault="00E67D8E" w:rsidP="00E67D8E">
      <w:pPr>
        <w:pStyle w:val="Default"/>
        <w:rPr>
          <w:color w:val="auto"/>
          <w:sz w:val="23"/>
          <w:szCs w:val="23"/>
        </w:rPr>
      </w:pPr>
    </w:p>
    <w:p w:rsidR="00E67D8E" w:rsidRPr="00CE5CA7" w:rsidRDefault="00E67D8E" w:rsidP="00E67D8E">
      <w:pPr>
        <w:pStyle w:val="Default"/>
        <w:rPr>
          <w:color w:val="auto"/>
          <w:sz w:val="23"/>
          <w:szCs w:val="23"/>
        </w:rPr>
      </w:pPr>
      <w:r w:rsidRPr="00CE5CA7">
        <w:rPr>
          <w:bCs/>
          <w:color w:val="auto"/>
          <w:sz w:val="23"/>
          <w:szCs w:val="23"/>
        </w:rPr>
        <w:t xml:space="preserve">Krzesło musi posiadać: </w:t>
      </w:r>
    </w:p>
    <w:p w:rsidR="00E67D8E" w:rsidRPr="00CE5CA7" w:rsidRDefault="009C4968" w:rsidP="00E67D8E">
      <w:pPr>
        <w:pStyle w:val="Default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- s</w:t>
      </w:r>
      <w:r w:rsidR="00E67D8E" w:rsidRPr="00CE5CA7">
        <w:rPr>
          <w:color w:val="auto"/>
          <w:sz w:val="23"/>
          <w:szCs w:val="23"/>
        </w:rPr>
        <w:t>iedzisko i oparcie wykonane jako kubełek ze sklejki bukowej ośmiowarstwowej, gięto-klejonej o grubości mi</w:t>
      </w:r>
      <w:r w:rsidR="00C97576" w:rsidRPr="00CE5CA7">
        <w:rPr>
          <w:color w:val="auto"/>
          <w:sz w:val="23"/>
          <w:szCs w:val="23"/>
        </w:rPr>
        <w:t>n.</w:t>
      </w:r>
      <w:r w:rsidR="00E67D8E" w:rsidRPr="00CE5CA7">
        <w:rPr>
          <w:color w:val="auto"/>
          <w:sz w:val="23"/>
          <w:szCs w:val="23"/>
        </w:rPr>
        <w:t xml:space="preserve">10,5 mm, </w:t>
      </w:r>
    </w:p>
    <w:p w:rsidR="00E67D8E" w:rsidRPr="00CE5CA7" w:rsidRDefault="009C4968" w:rsidP="00E67D8E">
      <w:pPr>
        <w:pStyle w:val="Default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- k</w:t>
      </w:r>
      <w:r w:rsidR="00E67D8E" w:rsidRPr="00CE5CA7">
        <w:rPr>
          <w:color w:val="auto"/>
          <w:sz w:val="23"/>
          <w:szCs w:val="23"/>
        </w:rPr>
        <w:t>ubełek obłożony gąbką o gęstości 25-30 kg/m</w:t>
      </w:r>
      <w:r w:rsidR="00E67D8E" w:rsidRPr="00CE5CA7">
        <w:rPr>
          <w:color w:val="auto"/>
          <w:sz w:val="16"/>
          <w:szCs w:val="16"/>
        </w:rPr>
        <w:t xml:space="preserve">3 </w:t>
      </w:r>
      <w:r w:rsidR="00E67D8E" w:rsidRPr="00CE5CA7">
        <w:rPr>
          <w:color w:val="auto"/>
          <w:sz w:val="23"/>
          <w:szCs w:val="23"/>
        </w:rPr>
        <w:t xml:space="preserve">i grubości: 20-22 mm na siedzisku, 15-18 mm na oparciu i 10-12 mm w tylnej i spodniej części kubełka. </w:t>
      </w:r>
    </w:p>
    <w:p w:rsidR="00E67D8E" w:rsidRPr="00CE5CA7" w:rsidRDefault="009C4968" w:rsidP="00E67D8E">
      <w:pPr>
        <w:pStyle w:val="Default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- k</w:t>
      </w:r>
      <w:r w:rsidR="00E67D8E" w:rsidRPr="00CE5CA7">
        <w:rPr>
          <w:color w:val="auto"/>
          <w:sz w:val="23"/>
          <w:szCs w:val="23"/>
        </w:rPr>
        <w:t xml:space="preserve">ubełek w całości tapicerowany. </w:t>
      </w:r>
    </w:p>
    <w:p w:rsidR="00E67D8E" w:rsidRPr="00CE5CA7" w:rsidRDefault="009C4968" w:rsidP="00E67D8E">
      <w:pPr>
        <w:pStyle w:val="Default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- r</w:t>
      </w:r>
      <w:r w:rsidR="00E67D8E" w:rsidRPr="00CE5CA7">
        <w:rPr>
          <w:color w:val="auto"/>
          <w:sz w:val="23"/>
          <w:szCs w:val="23"/>
        </w:rPr>
        <w:t>ama krzesła posiada konstrukcję z rury fi 22</w:t>
      </w:r>
      <w:r w:rsidR="00A8447B" w:rsidRPr="00CE5CA7">
        <w:rPr>
          <w:color w:val="auto"/>
          <w:sz w:val="23"/>
          <w:szCs w:val="23"/>
        </w:rPr>
        <w:t>-24</w:t>
      </w:r>
      <w:r w:rsidR="00E67D8E" w:rsidRPr="00CE5CA7">
        <w:rPr>
          <w:color w:val="auto"/>
          <w:sz w:val="23"/>
          <w:szCs w:val="23"/>
        </w:rPr>
        <w:t xml:space="preserve"> mm – dotyczy n</w:t>
      </w:r>
      <w:r w:rsidRPr="00CE5CA7">
        <w:rPr>
          <w:color w:val="auto"/>
          <w:sz w:val="23"/>
          <w:szCs w:val="23"/>
        </w:rPr>
        <w:t>óg i łączników przednich i tylny</w:t>
      </w:r>
      <w:r w:rsidR="00E67D8E" w:rsidRPr="00CE5CA7">
        <w:rPr>
          <w:color w:val="auto"/>
          <w:sz w:val="23"/>
          <w:szCs w:val="23"/>
        </w:rPr>
        <w:t xml:space="preserve">ch. Rama malowana proszkowo na kolor </w:t>
      </w:r>
      <w:proofErr w:type="spellStart"/>
      <w:r w:rsidR="00E67D8E" w:rsidRPr="00CE5CA7">
        <w:rPr>
          <w:color w:val="auto"/>
          <w:sz w:val="23"/>
          <w:szCs w:val="23"/>
        </w:rPr>
        <w:t>Ral</w:t>
      </w:r>
      <w:proofErr w:type="spellEnd"/>
      <w:r w:rsidR="00E67D8E" w:rsidRPr="00CE5CA7">
        <w:rPr>
          <w:color w:val="auto"/>
          <w:sz w:val="23"/>
          <w:szCs w:val="23"/>
        </w:rPr>
        <w:t xml:space="preserve"> 9006. </w:t>
      </w:r>
    </w:p>
    <w:p w:rsidR="00E67D8E" w:rsidRPr="00CE5CA7" w:rsidRDefault="009C4968" w:rsidP="00E67D8E">
      <w:pPr>
        <w:pStyle w:val="Default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- n</w:t>
      </w:r>
      <w:r w:rsidR="00A8447B" w:rsidRPr="00CE5CA7">
        <w:rPr>
          <w:color w:val="auto"/>
          <w:sz w:val="23"/>
          <w:szCs w:val="23"/>
        </w:rPr>
        <w:t xml:space="preserve">ogi </w:t>
      </w:r>
      <w:r w:rsidR="00552F3C" w:rsidRPr="00CE5CA7">
        <w:rPr>
          <w:color w:val="auto"/>
          <w:sz w:val="23"/>
          <w:szCs w:val="23"/>
        </w:rPr>
        <w:t>wyposażone w stopki akustyczne</w:t>
      </w:r>
      <w:r w:rsidR="00E67D8E" w:rsidRPr="00CE5CA7">
        <w:rPr>
          <w:color w:val="auto"/>
          <w:sz w:val="23"/>
          <w:szCs w:val="23"/>
        </w:rPr>
        <w:t xml:space="preserve"> redukujące poziom hałasu</w:t>
      </w:r>
      <w:r w:rsidR="001C3DEA">
        <w:rPr>
          <w:color w:val="auto"/>
          <w:sz w:val="23"/>
          <w:szCs w:val="23"/>
        </w:rPr>
        <w:t xml:space="preserve">. </w:t>
      </w:r>
      <w:bookmarkStart w:id="0" w:name="_GoBack"/>
      <w:bookmarkEnd w:id="0"/>
      <w:r w:rsidR="00E67D8E" w:rsidRPr="00CE5CA7">
        <w:rPr>
          <w:color w:val="auto"/>
          <w:sz w:val="23"/>
          <w:szCs w:val="23"/>
        </w:rPr>
        <w:t xml:space="preserve">Redukcja hałasu </w:t>
      </w:r>
      <w:r w:rsidR="00C97576" w:rsidRPr="00CE5CA7">
        <w:rPr>
          <w:color w:val="auto"/>
          <w:sz w:val="23"/>
          <w:szCs w:val="23"/>
        </w:rPr>
        <w:t>realizowana poprzez zastosowanie</w:t>
      </w:r>
      <w:r w:rsidR="00E67D8E" w:rsidRPr="00CE5CA7">
        <w:rPr>
          <w:color w:val="auto"/>
          <w:sz w:val="23"/>
          <w:szCs w:val="23"/>
        </w:rPr>
        <w:t xml:space="preserve"> w nich materiału, pochłaniającego dźwięk tj. elastomeru. </w:t>
      </w:r>
    </w:p>
    <w:p w:rsidR="00E67D8E" w:rsidRPr="00CE5CA7" w:rsidRDefault="009C4968" w:rsidP="00E67D8E">
      <w:pPr>
        <w:pStyle w:val="Default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- k</w:t>
      </w:r>
      <w:r w:rsidR="00E67D8E" w:rsidRPr="00CE5CA7">
        <w:rPr>
          <w:color w:val="auto"/>
          <w:sz w:val="23"/>
          <w:szCs w:val="23"/>
        </w:rPr>
        <w:t xml:space="preserve">rzesło </w:t>
      </w:r>
      <w:r w:rsidR="00A8447B" w:rsidRPr="00CE5CA7">
        <w:rPr>
          <w:color w:val="auto"/>
          <w:sz w:val="23"/>
          <w:szCs w:val="23"/>
        </w:rPr>
        <w:t xml:space="preserve">powinno mieć konstrukcję zabezpieczającą ścianę przed uszkodzeniem przez oparcie </w:t>
      </w:r>
      <w:r w:rsidR="00E67D8E" w:rsidRPr="00CE5CA7">
        <w:rPr>
          <w:color w:val="auto"/>
          <w:sz w:val="23"/>
          <w:szCs w:val="23"/>
        </w:rPr>
        <w:t xml:space="preserve"> – tzn. w momencie styku tylnych nóg ze ścianą – oparcie </w:t>
      </w:r>
      <w:r w:rsidR="00C97576" w:rsidRPr="00CE5CA7">
        <w:rPr>
          <w:color w:val="auto"/>
          <w:sz w:val="23"/>
          <w:szCs w:val="23"/>
        </w:rPr>
        <w:t>powinno</w:t>
      </w:r>
      <w:r w:rsidR="00A8447B" w:rsidRPr="00CE5CA7">
        <w:rPr>
          <w:color w:val="auto"/>
          <w:sz w:val="23"/>
          <w:szCs w:val="23"/>
        </w:rPr>
        <w:t xml:space="preserve"> być </w:t>
      </w:r>
      <w:r w:rsidR="00E67D8E" w:rsidRPr="00CE5CA7">
        <w:rPr>
          <w:color w:val="auto"/>
          <w:sz w:val="23"/>
          <w:szCs w:val="23"/>
        </w:rPr>
        <w:t xml:space="preserve">oddalone od niej o </w:t>
      </w:r>
      <w:r w:rsidR="00A8447B" w:rsidRPr="00CE5CA7">
        <w:rPr>
          <w:color w:val="auto"/>
          <w:sz w:val="23"/>
          <w:szCs w:val="23"/>
        </w:rPr>
        <w:t>min. 40mm</w:t>
      </w:r>
      <w:r w:rsidR="00E67D8E" w:rsidRPr="00CE5CA7">
        <w:rPr>
          <w:color w:val="auto"/>
          <w:sz w:val="23"/>
          <w:szCs w:val="23"/>
        </w:rPr>
        <w:t xml:space="preserve">. </w:t>
      </w:r>
    </w:p>
    <w:p w:rsidR="00E67D8E" w:rsidRPr="00CE5CA7" w:rsidRDefault="009C4968" w:rsidP="00E67D8E">
      <w:pPr>
        <w:pStyle w:val="Default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>- m</w:t>
      </w:r>
      <w:r w:rsidR="00E67D8E" w:rsidRPr="00CE5CA7">
        <w:rPr>
          <w:color w:val="auto"/>
          <w:sz w:val="23"/>
          <w:szCs w:val="23"/>
        </w:rPr>
        <w:t xml:space="preserve">ożliwość sztaplowania </w:t>
      </w:r>
      <w:r w:rsidR="00A8447B" w:rsidRPr="00CE5CA7">
        <w:rPr>
          <w:color w:val="auto"/>
          <w:sz w:val="23"/>
          <w:szCs w:val="23"/>
        </w:rPr>
        <w:t>min.</w:t>
      </w:r>
      <w:r w:rsidR="00552F3C" w:rsidRPr="00CE5CA7">
        <w:rPr>
          <w:color w:val="auto"/>
          <w:sz w:val="23"/>
          <w:szCs w:val="23"/>
        </w:rPr>
        <w:t xml:space="preserve"> 6 sztuk w słupku.</w:t>
      </w:r>
    </w:p>
    <w:p w:rsidR="00E67D8E" w:rsidRPr="00CE5CA7" w:rsidRDefault="009C4968" w:rsidP="00E67D8E">
      <w:pPr>
        <w:pStyle w:val="Default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- </w:t>
      </w:r>
      <w:r w:rsidRPr="00CE5CA7">
        <w:rPr>
          <w:bCs/>
          <w:color w:val="auto"/>
          <w:sz w:val="23"/>
          <w:szCs w:val="23"/>
        </w:rPr>
        <w:t>k</w:t>
      </w:r>
      <w:r w:rsidR="00E67D8E" w:rsidRPr="00CE5CA7">
        <w:rPr>
          <w:bCs/>
          <w:color w:val="auto"/>
          <w:sz w:val="23"/>
          <w:szCs w:val="23"/>
        </w:rPr>
        <w:t>olorystyka</w:t>
      </w:r>
      <w:r w:rsidR="00E67D8E" w:rsidRPr="00CE5CA7">
        <w:rPr>
          <w:color w:val="auto"/>
          <w:sz w:val="23"/>
          <w:szCs w:val="23"/>
        </w:rPr>
        <w:t>: tkanina tapicerska - do wyboru min.</w:t>
      </w:r>
      <w:r w:rsidR="00552F3C" w:rsidRPr="00CE5CA7">
        <w:rPr>
          <w:color w:val="auto"/>
          <w:sz w:val="23"/>
          <w:szCs w:val="23"/>
        </w:rPr>
        <w:t>6 kolorów z wzornika producenta (w tym co najmniej 2 odcienie szarości).</w:t>
      </w:r>
      <w:r w:rsidR="00E67D8E" w:rsidRPr="00CE5CA7">
        <w:rPr>
          <w:color w:val="auto"/>
          <w:sz w:val="23"/>
          <w:szCs w:val="23"/>
        </w:rPr>
        <w:t xml:space="preserve"> </w:t>
      </w:r>
    </w:p>
    <w:p w:rsidR="00E67D8E" w:rsidRPr="00CE5CA7" w:rsidRDefault="00E67D8E" w:rsidP="00E67D8E">
      <w:pPr>
        <w:pStyle w:val="Default"/>
        <w:rPr>
          <w:color w:val="auto"/>
          <w:sz w:val="23"/>
          <w:szCs w:val="23"/>
        </w:rPr>
      </w:pPr>
    </w:p>
    <w:p w:rsidR="009C4968" w:rsidRPr="00CE5CA7" w:rsidRDefault="00E67D8E" w:rsidP="00E67D8E">
      <w:pPr>
        <w:pStyle w:val="Default"/>
        <w:rPr>
          <w:bCs/>
          <w:color w:val="auto"/>
          <w:sz w:val="23"/>
          <w:szCs w:val="23"/>
        </w:rPr>
      </w:pPr>
      <w:r w:rsidRPr="00CE5CA7">
        <w:rPr>
          <w:bCs/>
          <w:color w:val="auto"/>
          <w:sz w:val="23"/>
          <w:szCs w:val="23"/>
        </w:rPr>
        <w:t>Krzesł</w:t>
      </w:r>
      <w:r w:rsidR="009C4968" w:rsidRPr="00CE5CA7">
        <w:rPr>
          <w:bCs/>
          <w:color w:val="auto"/>
          <w:sz w:val="23"/>
          <w:szCs w:val="23"/>
        </w:rPr>
        <w:t xml:space="preserve">o tapicerowane tkaniną </w:t>
      </w:r>
      <w:proofErr w:type="spellStart"/>
      <w:r w:rsidR="009C4968" w:rsidRPr="00CE5CA7">
        <w:rPr>
          <w:bCs/>
          <w:color w:val="auto"/>
          <w:sz w:val="23"/>
          <w:szCs w:val="23"/>
        </w:rPr>
        <w:t>Oxygen</w:t>
      </w:r>
      <w:proofErr w:type="spellEnd"/>
      <w:r w:rsidR="009C4968" w:rsidRPr="00CE5CA7">
        <w:rPr>
          <w:bCs/>
          <w:color w:val="auto"/>
          <w:sz w:val="23"/>
          <w:szCs w:val="23"/>
        </w:rPr>
        <w:t xml:space="preserve"> </w:t>
      </w:r>
    </w:p>
    <w:p w:rsidR="00E67D8E" w:rsidRPr="00CE5CA7" w:rsidRDefault="009C4968" w:rsidP="00E67D8E">
      <w:pPr>
        <w:pStyle w:val="Default"/>
        <w:rPr>
          <w:color w:val="auto"/>
          <w:sz w:val="23"/>
          <w:szCs w:val="23"/>
        </w:rPr>
      </w:pPr>
      <w:r w:rsidRPr="00CE5CA7">
        <w:rPr>
          <w:bCs/>
          <w:color w:val="auto"/>
          <w:sz w:val="23"/>
          <w:szCs w:val="23"/>
        </w:rPr>
        <w:t>Parametry:</w:t>
      </w:r>
      <w:r w:rsidR="00E67D8E" w:rsidRPr="00CE5CA7">
        <w:rPr>
          <w:bCs/>
          <w:color w:val="auto"/>
          <w:sz w:val="23"/>
          <w:szCs w:val="23"/>
        </w:rPr>
        <w:t xml:space="preserve"> </w:t>
      </w:r>
    </w:p>
    <w:p w:rsidR="00E67D8E" w:rsidRPr="00CE5CA7" w:rsidRDefault="00E67D8E" w:rsidP="00E67D8E">
      <w:pPr>
        <w:pStyle w:val="Default"/>
        <w:spacing w:after="44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Ścieralność: </w:t>
      </w:r>
      <w:r w:rsidR="00A8447B" w:rsidRPr="00CE5CA7">
        <w:rPr>
          <w:color w:val="auto"/>
          <w:sz w:val="23"/>
          <w:szCs w:val="23"/>
        </w:rPr>
        <w:t>min.</w:t>
      </w:r>
      <w:r w:rsidRPr="00CE5CA7">
        <w:rPr>
          <w:color w:val="auto"/>
          <w:sz w:val="23"/>
          <w:szCs w:val="23"/>
        </w:rPr>
        <w:t xml:space="preserve">100 000 cykli </w:t>
      </w:r>
      <w:proofErr w:type="spellStart"/>
      <w:r w:rsidRPr="00CE5CA7">
        <w:rPr>
          <w:color w:val="auto"/>
          <w:sz w:val="23"/>
          <w:szCs w:val="23"/>
        </w:rPr>
        <w:t>Martindala</w:t>
      </w:r>
      <w:proofErr w:type="spellEnd"/>
      <w:r w:rsidRPr="00CE5CA7">
        <w:rPr>
          <w:color w:val="auto"/>
          <w:sz w:val="23"/>
          <w:szCs w:val="23"/>
        </w:rPr>
        <w:t xml:space="preserve">, </w:t>
      </w:r>
    </w:p>
    <w:p w:rsidR="00E67D8E" w:rsidRPr="00CE5CA7" w:rsidRDefault="00E67D8E" w:rsidP="00E67D8E">
      <w:pPr>
        <w:pStyle w:val="Default"/>
        <w:spacing w:after="44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Niepalność: wg EN 1021-1,2 </w:t>
      </w:r>
    </w:p>
    <w:p w:rsidR="00E67D8E" w:rsidRPr="00CE5CA7" w:rsidRDefault="00E67D8E" w:rsidP="00E67D8E">
      <w:pPr>
        <w:pStyle w:val="Default"/>
        <w:spacing w:after="44"/>
        <w:rPr>
          <w:color w:val="auto"/>
          <w:sz w:val="23"/>
          <w:szCs w:val="23"/>
        </w:rPr>
      </w:pPr>
      <w:r w:rsidRPr="00CE5CA7">
        <w:rPr>
          <w:color w:val="auto"/>
          <w:sz w:val="23"/>
          <w:szCs w:val="23"/>
        </w:rPr>
        <w:t xml:space="preserve">Skład: 90% wełna, 10% poliamid </w:t>
      </w:r>
    </w:p>
    <w:p w:rsidR="00E67D8E" w:rsidRPr="00CE5CA7" w:rsidRDefault="00E67D8E" w:rsidP="00E67D8E">
      <w:pPr>
        <w:pStyle w:val="Default"/>
        <w:rPr>
          <w:color w:val="auto"/>
          <w:sz w:val="16"/>
          <w:szCs w:val="16"/>
        </w:rPr>
      </w:pPr>
      <w:r w:rsidRPr="00CE5CA7">
        <w:rPr>
          <w:color w:val="auto"/>
          <w:sz w:val="23"/>
          <w:szCs w:val="23"/>
        </w:rPr>
        <w:t xml:space="preserve">Gramatura: </w:t>
      </w:r>
      <w:r w:rsidR="00A8447B" w:rsidRPr="00CE5CA7">
        <w:rPr>
          <w:color w:val="auto"/>
          <w:sz w:val="23"/>
          <w:szCs w:val="23"/>
        </w:rPr>
        <w:t xml:space="preserve">min. </w:t>
      </w:r>
      <w:r w:rsidRPr="00CE5CA7">
        <w:rPr>
          <w:color w:val="auto"/>
          <w:sz w:val="23"/>
          <w:szCs w:val="23"/>
        </w:rPr>
        <w:t>400 g/m</w:t>
      </w:r>
      <w:r w:rsidRPr="00CE5CA7">
        <w:rPr>
          <w:color w:val="auto"/>
          <w:sz w:val="16"/>
          <w:szCs w:val="16"/>
        </w:rPr>
        <w:t xml:space="preserve">2 </w:t>
      </w:r>
    </w:p>
    <w:p w:rsidR="00E67D8E" w:rsidRPr="00CE5CA7" w:rsidRDefault="00E67D8E" w:rsidP="00E67D8E">
      <w:pPr>
        <w:pStyle w:val="Default"/>
        <w:rPr>
          <w:color w:val="auto"/>
          <w:sz w:val="16"/>
          <w:szCs w:val="16"/>
        </w:rPr>
      </w:pPr>
    </w:p>
    <w:p w:rsidR="00A8447B" w:rsidRPr="00CE5CA7" w:rsidRDefault="00A8447B" w:rsidP="00E67D8E">
      <w:pPr>
        <w:pStyle w:val="Default"/>
        <w:rPr>
          <w:color w:val="auto"/>
          <w:sz w:val="16"/>
          <w:szCs w:val="16"/>
        </w:rPr>
      </w:pPr>
    </w:p>
    <w:p w:rsidR="00E67D8E" w:rsidRPr="00CE5CA7" w:rsidRDefault="00E67D8E" w:rsidP="006C1C6A">
      <w:pPr>
        <w:pStyle w:val="Default"/>
        <w:rPr>
          <w:color w:val="auto"/>
          <w:sz w:val="23"/>
          <w:szCs w:val="23"/>
        </w:rPr>
      </w:pPr>
    </w:p>
    <w:p w:rsidR="009C4968" w:rsidRPr="00CE5CA7" w:rsidRDefault="004B3334" w:rsidP="006C1C6A">
      <w:pPr>
        <w:pStyle w:val="Default"/>
        <w:rPr>
          <w:noProof/>
          <w:color w:val="auto"/>
          <w:sz w:val="23"/>
          <w:szCs w:val="23"/>
          <w:lang w:eastAsia="pl-PL"/>
        </w:rPr>
      </w:pPr>
      <w:r w:rsidRPr="00CE5CA7">
        <w:rPr>
          <w:b/>
          <w:noProof/>
          <w:color w:val="auto"/>
          <w:sz w:val="28"/>
          <w:szCs w:val="28"/>
          <w:lang w:eastAsia="pl-PL"/>
        </w:rPr>
        <w:drawing>
          <wp:inline distT="0" distB="0" distL="0" distR="0" wp14:anchorId="12170C20" wp14:editId="1938E2D2">
            <wp:extent cx="1882140" cy="1264920"/>
            <wp:effectExtent l="0" t="0" r="381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47B" w:rsidRPr="00CE5CA7" w:rsidRDefault="00A8447B" w:rsidP="006C1C6A">
      <w:pPr>
        <w:pStyle w:val="Default"/>
        <w:rPr>
          <w:color w:val="auto"/>
          <w:sz w:val="23"/>
          <w:szCs w:val="23"/>
        </w:rPr>
      </w:pPr>
    </w:p>
    <w:p w:rsidR="004B3334" w:rsidRPr="00CE5CA7" w:rsidRDefault="004B3334" w:rsidP="006C1C6A">
      <w:pPr>
        <w:pStyle w:val="Default"/>
        <w:rPr>
          <w:color w:val="auto"/>
          <w:sz w:val="23"/>
          <w:szCs w:val="23"/>
        </w:rPr>
      </w:pPr>
    </w:p>
    <w:p w:rsidR="004B3334" w:rsidRPr="00CE5CA7" w:rsidRDefault="004B3334" w:rsidP="004B3334">
      <w:pPr>
        <w:rPr>
          <w:b/>
          <w:sz w:val="28"/>
          <w:szCs w:val="28"/>
        </w:rPr>
      </w:pPr>
      <w:r w:rsidRPr="00CE5CA7">
        <w:rPr>
          <w:b/>
          <w:sz w:val="28"/>
          <w:szCs w:val="28"/>
        </w:rPr>
        <w:t xml:space="preserve">    Krzesło stacjonarne</w:t>
      </w:r>
    </w:p>
    <w:p w:rsidR="004B3334" w:rsidRPr="00CE5CA7" w:rsidRDefault="004B3334" w:rsidP="006C1C6A">
      <w:pPr>
        <w:pStyle w:val="Default"/>
        <w:rPr>
          <w:color w:val="auto"/>
          <w:sz w:val="23"/>
          <w:szCs w:val="23"/>
        </w:rPr>
      </w:pPr>
    </w:p>
    <w:sectPr w:rsidR="004B3334" w:rsidRPr="00CE5CA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F3C" w:rsidRDefault="00552F3C" w:rsidP="009656C0">
      <w:pPr>
        <w:spacing w:after="0" w:line="240" w:lineRule="auto"/>
      </w:pPr>
      <w:r>
        <w:separator/>
      </w:r>
    </w:p>
  </w:endnote>
  <w:endnote w:type="continuationSeparator" w:id="0">
    <w:p w:rsidR="00552F3C" w:rsidRDefault="00552F3C" w:rsidP="00965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907714"/>
      <w:docPartObj>
        <w:docPartGallery w:val="Page Numbers (Bottom of Page)"/>
        <w:docPartUnique/>
      </w:docPartObj>
    </w:sdtPr>
    <w:sdtEndPr/>
    <w:sdtContent>
      <w:p w:rsidR="00552F3C" w:rsidRDefault="00552F3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DEA">
          <w:rPr>
            <w:noProof/>
          </w:rPr>
          <w:t>8</w:t>
        </w:r>
        <w:r>
          <w:fldChar w:fldCharType="end"/>
        </w:r>
      </w:p>
    </w:sdtContent>
  </w:sdt>
  <w:p w:rsidR="00552F3C" w:rsidRDefault="00552F3C" w:rsidP="00887D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F3C" w:rsidRDefault="00552F3C" w:rsidP="009656C0">
      <w:pPr>
        <w:spacing w:after="0" w:line="240" w:lineRule="auto"/>
      </w:pPr>
      <w:r>
        <w:separator/>
      </w:r>
    </w:p>
  </w:footnote>
  <w:footnote w:type="continuationSeparator" w:id="0">
    <w:p w:rsidR="00552F3C" w:rsidRDefault="00552F3C" w:rsidP="00965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F3C" w:rsidRPr="005C2382" w:rsidRDefault="00552F3C" w:rsidP="009B6169">
    <w:pPr>
      <w:pStyle w:val="Nagwek"/>
      <w:jc w:val="right"/>
      <w:rPr>
        <w:rFonts w:ascii="Arial" w:hAnsi="Arial" w:cs="Arial"/>
        <w:sz w:val="18"/>
        <w:szCs w:val="18"/>
      </w:rPr>
    </w:pPr>
    <w:r w:rsidRPr="005C2382">
      <w:rPr>
        <w:rFonts w:ascii="Arial" w:hAnsi="Arial" w:cs="Arial"/>
        <w:sz w:val="18"/>
        <w:szCs w:val="18"/>
      </w:rPr>
      <w:t>załącznik nr 2 do SIWZ DZP.381.</w:t>
    </w:r>
    <w:r>
      <w:rPr>
        <w:rFonts w:ascii="Arial" w:hAnsi="Arial" w:cs="Arial"/>
        <w:sz w:val="18"/>
        <w:szCs w:val="18"/>
      </w:rPr>
      <w:t>117</w:t>
    </w:r>
    <w:r w:rsidRPr="005C2382">
      <w:rPr>
        <w:rFonts w:ascii="Arial" w:hAnsi="Arial" w:cs="Arial"/>
        <w:sz w:val="18"/>
        <w:szCs w:val="18"/>
      </w:rPr>
      <w:t>.2016.DW</w:t>
    </w:r>
  </w:p>
  <w:p w:rsidR="00552F3C" w:rsidRDefault="00552F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178A"/>
    <w:multiLevelType w:val="hybridMultilevel"/>
    <w:tmpl w:val="F44CA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34724"/>
    <w:multiLevelType w:val="hybridMultilevel"/>
    <w:tmpl w:val="B2667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602375"/>
    <w:multiLevelType w:val="hybridMultilevel"/>
    <w:tmpl w:val="E6005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84411"/>
    <w:multiLevelType w:val="hybridMultilevel"/>
    <w:tmpl w:val="FD28B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66F57"/>
    <w:multiLevelType w:val="hybridMultilevel"/>
    <w:tmpl w:val="8176FAB2"/>
    <w:lvl w:ilvl="0" w:tplc="B156E7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EA668D"/>
    <w:multiLevelType w:val="hybridMultilevel"/>
    <w:tmpl w:val="1DB03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81F36"/>
    <w:multiLevelType w:val="hybridMultilevel"/>
    <w:tmpl w:val="17289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FA41F9"/>
    <w:multiLevelType w:val="hybridMultilevel"/>
    <w:tmpl w:val="8F0EA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4F0AD8"/>
    <w:multiLevelType w:val="hybridMultilevel"/>
    <w:tmpl w:val="4254E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D6B"/>
    <w:rsid w:val="0018445D"/>
    <w:rsid w:val="001B7D11"/>
    <w:rsid w:val="001C3DEA"/>
    <w:rsid w:val="00274DD5"/>
    <w:rsid w:val="002A557C"/>
    <w:rsid w:val="003C1060"/>
    <w:rsid w:val="00444518"/>
    <w:rsid w:val="004B3334"/>
    <w:rsid w:val="00552F3C"/>
    <w:rsid w:val="00570397"/>
    <w:rsid w:val="005F5085"/>
    <w:rsid w:val="006104BA"/>
    <w:rsid w:val="006523ED"/>
    <w:rsid w:val="006C0ACB"/>
    <w:rsid w:val="006C1C6A"/>
    <w:rsid w:val="007D0322"/>
    <w:rsid w:val="007F7BA3"/>
    <w:rsid w:val="00866A96"/>
    <w:rsid w:val="00887D94"/>
    <w:rsid w:val="00893462"/>
    <w:rsid w:val="008A4485"/>
    <w:rsid w:val="008A5241"/>
    <w:rsid w:val="008D0129"/>
    <w:rsid w:val="009656C0"/>
    <w:rsid w:val="009B6169"/>
    <w:rsid w:val="009C4968"/>
    <w:rsid w:val="009D0FE3"/>
    <w:rsid w:val="009F31C2"/>
    <w:rsid w:val="00A17D6B"/>
    <w:rsid w:val="00A44067"/>
    <w:rsid w:val="00A8447B"/>
    <w:rsid w:val="00BA206E"/>
    <w:rsid w:val="00C91F58"/>
    <w:rsid w:val="00C97576"/>
    <w:rsid w:val="00CE5410"/>
    <w:rsid w:val="00CE5CA7"/>
    <w:rsid w:val="00DF52A9"/>
    <w:rsid w:val="00E67D8E"/>
    <w:rsid w:val="00EA3934"/>
    <w:rsid w:val="00F875D4"/>
    <w:rsid w:val="00FE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17D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A557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7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D8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965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656C0"/>
  </w:style>
  <w:style w:type="paragraph" w:styleId="Stopka">
    <w:name w:val="footer"/>
    <w:basedOn w:val="Normalny"/>
    <w:link w:val="StopkaZnak"/>
    <w:uiPriority w:val="99"/>
    <w:unhideWhenUsed/>
    <w:rsid w:val="00965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56C0"/>
  </w:style>
  <w:style w:type="character" w:styleId="Uwydatnienie">
    <w:name w:val="Emphasis"/>
    <w:basedOn w:val="Domylnaczcionkaakapitu"/>
    <w:uiPriority w:val="20"/>
    <w:qFormat/>
    <w:rsid w:val="00DF52A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17D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A557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7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D8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965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656C0"/>
  </w:style>
  <w:style w:type="paragraph" w:styleId="Stopka">
    <w:name w:val="footer"/>
    <w:basedOn w:val="Normalny"/>
    <w:link w:val="StopkaZnak"/>
    <w:uiPriority w:val="99"/>
    <w:unhideWhenUsed/>
    <w:rsid w:val="00965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56C0"/>
  </w:style>
  <w:style w:type="character" w:styleId="Uwydatnienie">
    <w:name w:val="Emphasis"/>
    <w:basedOn w:val="Domylnaczcionkaakapitu"/>
    <w:uiPriority w:val="20"/>
    <w:qFormat/>
    <w:rsid w:val="00DF52A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6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37735BC8</Template>
  <TotalTime>0</TotalTime>
  <Pages>8</Pages>
  <Words>1540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2016-11-10T07:00:00Z</dcterms:created>
  <dcterms:modified xsi:type="dcterms:W3CDTF">2016-11-16T07:37:00Z</dcterms:modified>
</cp:coreProperties>
</file>