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D12" w:rsidRDefault="003C3D12" w:rsidP="00C34168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</w:pPr>
    </w:p>
    <w:p w:rsidR="00C34168" w:rsidRDefault="00C34168" w:rsidP="00C34168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</w:pPr>
      <w:r w:rsidRPr="006F78A3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 xml:space="preserve">Szczegółowy opis przedmiotu zamówienia – część </w:t>
      </w:r>
      <w:r w:rsidR="00F26B9C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>C</w:t>
      </w:r>
    </w:p>
    <w:p w:rsidR="003C3D12" w:rsidRDefault="003C3D12" w:rsidP="00F26B9C"/>
    <w:p w:rsidR="00BF1BD6" w:rsidRDefault="00BF1BD6" w:rsidP="00681C75">
      <w:pPr>
        <w:jc w:val="right"/>
      </w:pPr>
    </w:p>
    <w:tbl>
      <w:tblPr>
        <w:tblW w:w="1433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"/>
        <w:gridCol w:w="798"/>
        <w:gridCol w:w="5249"/>
        <w:gridCol w:w="854"/>
        <w:gridCol w:w="6940"/>
      </w:tblGrid>
      <w:tr w:rsidR="00F26B9C" w:rsidRPr="00F26B9C" w:rsidTr="00F26B9C">
        <w:trPr>
          <w:trHeight w:val="750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bookmarkStart w:id="0" w:name="RANGE!A1:G3"/>
            <w:r w:rsidRPr="00F26B9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INDEX</w:t>
            </w:r>
            <w:bookmarkEnd w:id="0"/>
          </w:p>
        </w:tc>
        <w:tc>
          <w:tcPr>
            <w:tcW w:w="5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sz w:val="18"/>
                <w:szCs w:val="18"/>
              </w:rPr>
              <w:t xml:space="preserve">Nazwa sprzętu / 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sz w:val="18"/>
                <w:szCs w:val="18"/>
              </w:rPr>
              <w:t>minimalne parametry wymagane przez zamawiającego</w:t>
            </w:r>
            <w:r w:rsidR="00537469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sz w:val="18"/>
                <w:szCs w:val="18"/>
              </w:rPr>
              <w:t>Opis techniczny oferowanego sprzętu</w:t>
            </w:r>
          </w:p>
        </w:tc>
      </w:tr>
      <w:tr w:rsidR="00F26B9C" w:rsidRPr="00F26B9C" w:rsidTr="007D7100">
        <w:trPr>
          <w:trHeight w:val="25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67802</w:t>
            </w:r>
          </w:p>
        </w:tc>
        <w:tc>
          <w:tcPr>
            <w:tcW w:w="5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notebook 15,6"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r w:rsidRPr="00F26B9C">
              <w:rPr>
                <w:rFonts w:ascii="Arial" w:hAnsi="Arial" w:cs="Arial"/>
                <w:sz w:val="18"/>
                <w:szCs w:val="18"/>
              </w:rPr>
              <w:t>Producent…………………………………. Model/typ …………………………………….</w:t>
            </w:r>
          </w:p>
        </w:tc>
      </w:tr>
      <w:tr w:rsidR="00F26B9C" w:rsidRPr="00F26B9C" w:rsidTr="007D7100">
        <w:trPr>
          <w:trHeight w:val="675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B9C" w:rsidRPr="00F26B9C" w:rsidRDefault="00F26B9C" w:rsidP="001E2C5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lastRenderedPageBreak/>
              <w:t xml:space="preserve">procesor klasy x86,  o maksymalnym TDP -  47 W, osiągający w teście </w:t>
            </w:r>
            <w:proofErr w:type="spellStart"/>
            <w:r w:rsidRPr="00F26B9C">
              <w:rPr>
                <w:rFonts w:ascii="Arial" w:hAnsi="Arial" w:cs="Arial"/>
                <w:sz w:val="18"/>
                <w:szCs w:val="18"/>
              </w:rPr>
              <w:t>Passmark</w:t>
            </w:r>
            <w:proofErr w:type="spellEnd"/>
            <w:r w:rsidRPr="00F26B9C">
              <w:rPr>
                <w:rFonts w:ascii="Arial" w:hAnsi="Arial" w:cs="Arial"/>
                <w:sz w:val="18"/>
                <w:szCs w:val="18"/>
              </w:rPr>
              <w:t xml:space="preserve"> CPU Mark minimum:  </w:t>
            </w:r>
            <w:r w:rsidR="001E2C5C" w:rsidRPr="001E2C5C">
              <w:rPr>
                <w:rFonts w:ascii="Arial" w:hAnsi="Arial" w:cs="Arial"/>
                <w:b/>
                <w:sz w:val="18"/>
                <w:szCs w:val="18"/>
              </w:rPr>
              <w:t>7890</w:t>
            </w:r>
            <w:r w:rsidRPr="001E2C5C">
              <w:rPr>
                <w:rFonts w:ascii="Arial" w:hAnsi="Arial" w:cs="Arial"/>
                <w:b/>
                <w:sz w:val="18"/>
                <w:szCs w:val="18"/>
              </w:rPr>
              <w:t xml:space="preserve"> pkt</w:t>
            </w:r>
            <w:r w:rsidRPr="00F26B9C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pStyle w:val="1TableText"/>
              <w:spacing w:before="40" w:after="40"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lastRenderedPageBreak/>
              <w:t> </w:t>
            </w:r>
            <w:r w:rsidRPr="00F26B9C">
              <w:rPr>
                <w:rFonts w:ascii="Arial" w:eastAsia="Times New Roman" w:hAnsi="Arial" w:cs="Arial"/>
                <w:sz w:val="18"/>
                <w:szCs w:val="18"/>
              </w:rPr>
              <w:t>Producent ………………………………………………………………..</w:t>
            </w:r>
          </w:p>
          <w:p w:rsidR="00F26B9C" w:rsidRPr="00F26B9C" w:rsidRDefault="00F26B9C" w:rsidP="00F26B9C">
            <w:pPr>
              <w:pStyle w:val="1TableText"/>
              <w:spacing w:before="40" w:after="40"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6B9C">
              <w:rPr>
                <w:rFonts w:ascii="Arial" w:eastAsia="Times New Roman" w:hAnsi="Arial" w:cs="Arial"/>
                <w:sz w:val="18"/>
                <w:szCs w:val="18"/>
              </w:rPr>
              <w:t>Model/typ ………………………………………………………………...</w:t>
            </w:r>
          </w:p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 xml:space="preserve">Osiągający w teście </w:t>
            </w:r>
            <w:proofErr w:type="spellStart"/>
            <w:r w:rsidRPr="00F26B9C">
              <w:rPr>
                <w:rFonts w:ascii="Arial" w:hAnsi="Arial" w:cs="Arial"/>
                <w:sz w:val="18"/>
                <w:szCs w:val="18"/>
              </w:rPr>
              <w:t>PassMark</w:t>
            </w:r>
            <w:proofErr w:type="spellEnd"/>
            <w:r w:rsidRPr="00F26B9C">
              <w:rPr>
                <w:rFonts w:ascii="Arial" w:hAnsi="Arial" w:cs="Arial"/>
                <w:sz w:val="18"/>
                <w:szCs w:val="18"/>
              </w:rPr>
              <w:t xml:space="preserve"> CPU Mark: ……………………….… pkt</w:t>
            </w:r>
          </w:p>
        </w:tc>
      </w:tr>
      <w:tr w:rsidR="00F26B9C" w:rsidRPr="00F26B9C" w:rsidTr="007D7100">
        <w:trPr>
          <w:trHeight w:val="255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B9C" w:rsidRPr="00F26B9C" w:rsidRDefault="002F12A0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Pamięć</w:t>
            </w:r>
            <w:r w:rsidR="00F26B9C" w:rsidRPr="00F26B9C">
              <w:rPr>
                <w:rFonts w:ascii="Arial" w:hAnsi="Arial" w:cs="Arial"/>
                <w:sz w:val="18"/>
                <w:szCs w:val="18"/>
              </w:rPr>
              <w:t xml:space="preserve"> RAM minimum 16GB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26B9C" w:rsidRPr="00F26B9C" w:rsidTr="007D7100">
        <w:trPr>
          <w:trHeight w:val="255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B9C" w:rsidRPr="00F26B9C" w:rsidRDefault="00F26B9C" w:rsidP="005448F0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 xml:space="preserve">Dysk minimum 128GB SSD </w:t>
            </w:r>
            <w:r w:rsidR="002075F6">
              <w:rPr>
                <w:rFonts w:ascii="Arial" w:hAnsi="Arial" w:cs="Arial"/>
                <w:sz w:val="18"/>
                <w:szCs w:val="18"/>
              </w:rPr>
              <w:t xml:space="preserve">wewnętrzny </w:t>
            </w:r>
            <w:r w:rsidRPr="00F26B9C">
              <w:rPr>
                <w:rFonts w:ascii="Arial" w:hAnsi="Arial" w:cs="Arial"/>
                <w:sz w:val="18"/>
                <w:szCs w:val="18"/>
              </w:rPr>
              <w:t>+ minimum 1TB HDD</w:t>
            </w:r>
            <w:r w:rsidR="002075F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448F0">
              <w:rPr>
                <w:rFonts w:ascii="Arial" w:hAnsi="Arial" w:cs="Arial"/>
                <w:sz w:val="18"/>
                <w:szCs w:val="18"/>
              </w:rPr>
              <w:t xml:space="preserve">zewnętrzny </w:t>
            </w:r>
            <w:r w:rsidR="002075F6">
              <w:rPr>
                <w:rFonts w:ascii="Arial" w:hAnsi="Arial" w:cs="Arial"/>
                <w:sz w:val="18"/>
                <w:szCs w:val="18"/>
              </w:rPr>
              <w:t>USB 3.0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26B9C" w:rsidRPr="00F26B9C" w:rsidTr="007D7100">
        <w:trPr>
          <w:trHeight w:val="255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>Matryca Full HD LED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26B9C" w:rsidRPr="00F26B9C" w:rsidTr="007D7100">
        <w:trPr>
          <w:trHeight w:val="675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B9C" w:rsidRPr="00F26B9C" w:rsidRDefault="00F26B9C" w:rsidP="00050D68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 xml:space="preserve">chipset karty graficznej osiągający w teście </w:t>
            </w:r>
            <w:proofErr w:type="spellStart"/>
            <w:r w:rsidRPr="00F26B9C">
              <w:rPr>
                <w:rFonts w:ascii="Arial" w:hAnsi="Arial" w:cs="Arial"/>
                <w:sz w:val="18"/>
                <w:szCs w:val="18"/>
              </w:rPr>
              <w:t>Passmark</w:t>
            </w:r>
            <w:proofErr w:type="spellEnd"/>
            <w:r w:rsidRPr="00F26B9C">
              <w:rPr>
                <w:rFonts w:ascii="Arial" w:hAnsi="Arial" w:cs="Arial"/>
                <w:sz w:val="18"/>
                <w:szCs w:val="18"/>
              </w:rPr>
              <w:t xml:space="preserve"> G3D Mark minimum: </w:t>
            </w:r>
            <w:r w:rsidR="00050D68">
              <w:rPr>
                <w:rFonts w:ascii="Arial" w:hAnsi="Arial" w:cs="Arial"/>
                <w:sz w:val="18"/>
                <w:szCs w:val="18"/>
              </w:rPr>
              <w:t>1650</w:t>
            </w:r>
            <w:r w:rsidRPr="00F26B9C">
              <w:rPr>
                <w:rFonts w:ascii="Arial" w:hAnsi="Arial" w:cs="Arial"/>
                <w:sz w:val="18"/>
                <w:szCs w:val="18"/>
              </w:rPr>
              <w:t xml:space="preserve"> pkt. 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pStyle w:val="1TableText"/>
              <w:spacing w:before="40" w:after="40"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> </w:t>
            </w:r>
            <w:r w:rsidRPr="00F26B9C">
              <w:rPr>
                <w:rFonts w:ascii="Arial" w:eastAsia="Times New Roman" w:hAnsi="Arial" w:cs="Arial"/>
                <w:sz w:val="18"/>
                <w:szCs w:val="18"/>
              </w:rPr>
              <w:t>Producent …………………………………………</w:t>
            </w:r>
            <w:bookmarkStart w:id="1" w:name="_GoBack"/>
            <w:bookmarkEnd w:id="1"/>
            <w:r w:rsidRPr="00F26B9C">
              <w:rPr>
                <w:rFonts w:ascii="Arial" w:eastAsia="Times New Roman" w:hAnsi="Arial" w:cs="Arial"/>
                <w:sz w:val="18"/>
                <w:szCs w:val="18"/>
              </w:rPr>
              <w:t>………………..</w:t>
            </w:r>
          </w:p>
          <w:p w:rsidR="00F26B9C" w:rsidRPr="00F26B9C" w:rsidRDefault="00F26B9C" w:rsidP="00F26B9C">
            <w:pPr>
              <w:pStyle w:val="1TableText"/>
              <w:spacing w:before="40" w:after="40"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F26B9C">
              <w:rPr>
                <w:rFonts w:ascii="Arial" w:eastAsia="Times New Roman" w:hAnsi="Arial" w:cs="Arial"/>
                <w:sz w:val="18"/>
                <w:szCs w:val="18"/>
              </w:rPr>
              <w:t>Model /typ………………………………………………………………...</w:t>
            </w:r>
          </w:p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 xml:space="preserve">Osiągający w teście </w:t>
            </w:r>
            <w:proofErr w:type="spellStart"/>
            <w:r w:rsidRPr="00F26B9C">
              <w:rPr>
                <w:rFonts w:ascii="Arial" w:hAnsi="Arial" w:cs="Arial"/>
                <w:sz w:val="18"/>
                <w:szCs w:val="18"/>
              </w:rPr>
              <w:t>PassMark</w:t>
            </w:r>
            <w:proofErr w:type="spellEnd"/>
            <w:r w:rsidRPr="00F26B9C">
              <w:rPr>
                <w:rFonts w:ascii="Arial" w:hAnsi="Arial" w:cs="Arial"/>
                <w:sz w:val="18"/>
                <w:szCs w:val="18"/>
              </w:rPr>
              <w:t xml:space="preserve"> G3D Mark: ………………………….pkt</w:t>
            </w:r>
          </w:p>
        </w:tc>
      </w:tr>
      <w:tr w:rsidR="00F26B9C" w:rsidRPr="00F26B9C" w:rsidTr="007D7100">
        <w:trPr>
          <w:trHeight w:val="255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 xml:space="preserve">pamięć karty graficznej - minimum 4 GB 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26B9C" w:rsidRPr="00F26B9C" w:rsidTr="007D7100">
        <w:trPr>
          <w:trHeight w:val="255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26B9C">
              <w:rPr>
                <w:rFonts w:ascii="Arial" w:hAnsi="Arial" w:cs="Arial"/>
                <w:sz w:val="18"/>
                <w:szCs w:val="18"/>
              </w:rPr>
              <w:t>Wifi</w:t>
            </w:r>
            <w:proofErr w:type="spellEnd"/>
            <w:r w:rsidRPr="00F26B9C">
              <w:rPr>
                <w:rFonts w:ascii="Arial" w:hAnsi="Arial" w:cs="Arial"/>
                <w:sz w:val="18"/>
                <w:szCs w:val="18"/>
              </w:rPr>
              <w:t xml:space="preserve"> 802.11b/g/n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26B9C" w:rsidRPr="00F26B9C" w:rsidTr="007D7100">
        <w:trPr>
          <w:trHeight w:val="255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>LAN 10/100/1000Mbps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26B9C" w:rsidRPr="00F26B9C" w:rsidTr="007D7100">
        <w:trPr>
          <w:trHeight w:val="255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>Bluetooth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26B9C" w:rsidRPr="00F26B9C" w:rsidTr="007D7100">
        <w:trPr>
          <w:trHeight w:val="255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>Czytnik kart SD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26B9C" w:rsidRPr="00F26B9C" w:rsidTr="007D7100">
        <w:trPr>
          <w:trHeight w:val="255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 xml:space="preserve">Kamera 1 </w:t>
            </w:r>
            <w:proofErr w:type="spellStart"/>
            <w:r w:rsidRPr="00F26B9C">
              <w:rPr>
                <w:rFonts w:ascii="Arial" w:hAnsi="Arial" w:cs="Arial"/>
                <w:sz w:val="18"/>
                <w:szCs w:val="18"/>
              </w:rPr>
              <w:t>Mpix</w:t>
            </w:r>
            <w:proofErr w:type="spellEnd"/>
          </w:p>
        </w:tc>
        <w:tc>
          <w:tcPr>
            <w:tcW w:w="85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26B9C" w:rsidRPr="00F26B9C" w:rsidTr="007D7100">
        <w:trPr>
          <w:trHeight w:val="255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>Mikrofon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26B9C" w:rsidRPr="00F26B9C" w:rsidTr="007D7100">
        <w:trPr>
          <w:trHeight w:val="255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B9C" w:rsidRPr="00F26B9C" w:rsidRDefault="002F12A0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Podś</w:t>
            </w:r>
            <w:r w:rsidR="00F26B9C" w:rsidRPr="00F26B9C">
              <w:rPr>
                <w:rFonts w:ascii="Arial" w:hAnsi="Arial" w:cs="Arial"/>
                <w:sz w:val="18"/>
                <w:szCs w:val="18"/>
              </w:rPr>
              <w:t>wietlana klawiatura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26B9C" w:rsidRPr="00F26B9C" w:rsidTr="007D7100">
        <w:trPr>
          <w:trHeight w:val="255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>Wydzielona klawiatura numeryczna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26B9C" w:rsidRPr="00F26B9C" w:rsidTr="007D7100">
        <w:trPr>
          <w:trHeight w:val="255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26B9C">
              <w:rPr>
                <w:rFonts w:ascii="Arial" w:hAnsi="Arial" w:cs="Arial"/>
                <w:sz w:val="18"/>
                <w:szCs w:val="18"/>
              </w:rPr>
              <w:t>Touchpad</w:t>
            </w:r>
            <w:proofErr w:type="spellEnd"/>
            <w:r w:rsidRPr="00F26B9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26B9C">
              <w:rPr>
                <w:rFonts w:ascii="Arial" w:hAnsi="Arial" w:cs="Arial"/>
                <w:sz w:val="18"/>
                <w:szCs w:val="18"/>
              </w:rPr>
              <w:t>Multitouch</w:t>
            </w:r>
            <w:proofErr w:type="spellEnd"/>
          </w:p>
        </w:tc>
        <w:tc>
          <w:tcPr>
            <w:tcW w:w="85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26B9C" w:rsidRPr="00F26B9C" w:rsidTr="007D7100">
        <w:trPr>
          <w:trHeight w:val="255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>minimum 2 x USB 3.0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26B9C" w:rsidRPr="00F26B9C" w:rsidTr="007D7100">
        <w:trPr>
          <w:trHeight w:val="255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>1 x HDMI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26B9C" w:rsidRPr="00F26B9C" w:rsidTr="007D7100">
        <w:trPr>
          <w:trHeight w:val="255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>1 x mikrofon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26B9C" w:rsidRPr="00F26B9C" w:rsidTr="007D7100">
        <w:trPr>
          <w:trHeight w:val="255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B9C" w:rsidRPr="00F26B9C" w:rsidRDefault="002F12A0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x sł</w:t>
            </w:r>
            <w:r w:rsidR="00F26B9C" w:rsidRPr="00F26B9C">
              <w:rPr>
                <w:rFonts w:ascii="Arial" w:hAnsi="Arial" w:cs="Arial"/>
                <w:sz w:val="18"/>
                <w:szCs w:val="18"/>
              </w:rPr>
              <w:t>uchawki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26B9C" w:rsidRPr="00F26B9C" w:rsidTr="007D7100">
        <w:trPr>
          <w:trHeight w:val="255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>aluminiowa obudowa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26B9C" w:rsidRPr="00F26B9C" w:rsidTr="007D7100">
        <w:trPr>
          <w:trHeight w:val="255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>Zainstalowany system operacyjny Microsoft Windows PL 64-bit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B9C" w:rsidRPr="00F26B9C" w:rsidRDefault="00F26B9C" w:rsidP="00F26B9C">
            <w:pPr>
              <w:spacing w:before="40" w:after="40" w:line="360" w:lineRule="auto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:rsidR="00BF1BD6" w:rsidRDefault="00BF1BD6" w:rsidP="00681C75">
      <w:pPr>
        <w:jc w:val="right"/>
      </w:pPr>
    </w:p>
    <w:p w:rsidR="00BF1BD6" w:rsidRDefault="00BF1BD6" w:rsidP="00681C75">
      <w:pPr>
        <w:jc w:val="right"/>
      </w:pPr>
    </w:p>
    <w:p w:rsidR="00F26B9C" w:rsidRDefault="00F26B9C" w:rsidP="00681C75">
      <w:pPr>
        <w:jc w:val="right"/>
      </w:pPr>
    </w:p>
    <w:p w:rsidR="00F26B9C" w:rsidRDefault="00F26B9C" w:rsidP="00681C75">
      <w:pPr>
        <w:jc w:val="right"/>
      </w:pPr>
    </w:p>
    <w:p w:rsidR="00F26B9C" w:rsidRDefault="00F26B9C" w:rsidP="00681C75">
      <w:pPr>
        <w:jc w:val="right"/>
      </w:pPr>
    </w:p>
    <w:p w:rsidR="00F26B9C" w:rsidRDefault="00F26B9C" w:rsidP="00681C75">
      <w:pPr>
        <w:jc w:val="right"/>
      </w:pPr>
    </w:p>
    <w:p w:rsidR="003C3D12" w:rsidRPr="003C3D12" w:rsidRDefault="003C3D12" w:rsidP="003C3D12">
      <w:pPr>
        <w:tabs>
          <w:tab w:val="left" w:pos="2552"/>
        </w:tabs>
        <w:suppressAutoHyphens/>
        <w:ind w:left="8496"/>
        <w:jc w:val="center"/>
        <w:rPr>
          <w:rFonts w:ascii="Arial" w:eastAsia="DejaVu Sans Condensed" w:hAnsi="Arial" w:cs="Arial"/>
          <w:kern w:val="1"/>
          <w:sz w:val="18"/>
          <w:szCs w:val="18"/>
          <w:lang w:eastAsia="hi-IN" w:bidi="hi-IN"/>
        </w:rPr>
      </w:pPr>
      <w:r w:rsidRPr="003C3D12">
        <w:rPr>
          <w:rFonts w:ascii="Arial" w:eastAsia="DejaVu Sans Condensed" w:hAnsi="Arial" w:cs="Arial"/>
          <w:kern w:val="1"/>
          <w:sz w:val="18"/>
          <w:szCs w:val="18"/>
          <w:lang w:eastAsia="hi-IN" w:bidi="hi-IN"/>
        </w:rPr>
        <w:t>................................................................................</w:t>
      </w:r>
    </w:p>
    <w:p w:rsidR="003C3D12" w:rsidRPr="003C3D12" w:rsidRDefault="003C3D12" w:rsidP="003C3D12">
      <w:pPr>
        <w:suppressAutoHyphens/>
        <w:ind w:left="8496"/>
        <w:jc w:val="center"/>
        <w:rPr>
          <w:rFonts w:ascii="Arial" w:eastAsia="DejaVu Sans Condensed" w:hAnsi="Arial" w:cs="Arial"/>
          <w:i/>
          <w:kern w:val="2"/>
          <w:sz w:val="18"/>
          <w:szCs w:val="18"/>
          <w:lang w:eastAsia="hi-IN" w:bidi="hi-IN"/>
        </w:rPr>
      </w:pPr>
      <w:r w:rsidRPr="003C3D12">
        <w:rPr>
          <w:rFonts w:ascii="Arial" w:eastAsia="DejaVu Sans Condensed" w:hAnsi="Arial" w:cs="Arial"/>
          <w:i/>
          <w:kern w:val="2"/>
          <w:sz w:val="18"/>
          <w:szCs w:val="18"/>
          <w:lang w:eastAsia="hi-IN" w:bidi="hi-IN"/>
        </w:rPr>
        <w:t>Data i podpis</w:t>
      </w:r>
    </w:p>
    <w:p w:rsidR="003C3D12" w:rsidRDefault="003C3D12" w:rsidP="003C3D12">
      <w:pPr>
        <w:suppressAutoHyphens/>
        <w:ind w:left="8496"/>
        <w:jc w:val="center"/>
        <w:rPr>
          <w:rFonts w:eastAsia="DejaVu Sans Condensed"/>
          <w:i/>
          <w:kern w:val="2"/>
          <w:sz w:val="16"/>
          <w:szCs w:val="16"/>
          <w:lang w:eastAsia="hi-IN" w:bidi="hi-IN"/>
        </w:rPr>
      </w:pPr>
      <w:r w:rsidRPr="003C3D12">
        <w:rPr>
          <w:rFonts w:ascii="Arial" w:eastAsia="DejaVu Sans Condensed" w:hAnsi="Arial" w:cs="Arial"/>
          <w:i/>
          <w:kern w:val="2"/>
          <w:sz w:val="18"/>
          <w:szCs w:val="18"/>
          <w:lang w:eastAsia="hi-IN" w:bidi="hi-IN"/>
        </w:rPr>
        <w:t>osoby uprawnionej do reprezentowania Wykonawcy</w:t>
      </w:r>
    </w:p>
    <w:p w:rsidR="00FD7FCB" w:rsidRPr="006F78A3" w:rsidRDefault="00FD7FCB" w:rsidP="003C3D12">
      <w:pPr>
        <w:jc w:val="right"/>
        <w:rPr>
          <w:rStyle w:val="Pogrubienie"/>
          <w:rFonts w:ascii="Arial" w:hAnsi="Arial" w:cs="Arial"/>
          <w:b w:val="0"/>
          <w:sz w:val="28"/>
          <w:szCs w:val="28"/>
        </w:rPr>
      </w:pPr>
    </w:p>
    <w:sectPr w:rsidR="00FD7FCB" w:rsidRPr="006F78A3" w:rsidSect="00681C75">
      <w:headerReference w:type="default" r:id="rId8"/>
      <w:footerReference w:type="default" r:id="rId9"/>
      <w:pgSz w:w="16838" w:h="11906" w:orient="landscape"/>
      <w:pgMar w:top="113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A20" w:rsidRDefault="009D1A20" w:rsidP="00654654">
      <w:r>
        <w:separator/>
      </w:r>
    </w:p>
  </w:endnote>
  <w:endnote w:type="continuationSeparator" w:id="0">
    <w:p w:rsidR="009D1A20" w:rsidRDefault="009D1A20" w:rsidP="00654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104382542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F26B9C" w:rsidRPr="00F26B9C" w:rsidRDefault="00F26B9C" w:rsidP="00F26B9C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6B9C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6A2AA5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F26B9C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6A2AA5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F26B9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A20" w:rsidRDefault="009D1A20" w:rsidP="00654654">
      <w:r>
        <w:separator/>
      </w:r>
    </w:p>
  </w:footnote>
  <w:footnote w:type="continuationSeparator" w:id="0">
    <w:p w:rsidR="009D1A20" w:rsidRDefault="009D1A20" w:rsidP="00654654">
      <w:r>
        <w:continuationSeparator/>
      </w:r>
    </w:p>
  </w:footnote>
  <w:footnote w:id="1">
    <w:p w:rsidR="00537469" w:rsidRDefault="0053746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03121">
        <w:rPr>
          <w:rFonts w:ascii="Arial" w:hAnsi="Arial" w:cs="Arial"/>
          <w:bCs/>
          <w:i/>
          <w:sz w:val="18"/>
          <w:szCs w:val="18"/>
        </w:rPr>
        <w:t>Użyte w specyfikacji określenia wskazujące znaki towarowe, patent lub pochodzenie przedmiotu zamówienia należy odczytywać z wyrazami „lub równoważne”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11E" w:rsidRPr="00881BEC" w:rsidRDefault="0018611E" w:rsidP="00654654">
    <w:pPr>
      <w:pStyle w:val="Nagwek"/>
      <w:jc w:val="right"/>
      <w:rPr>
        <w:rFonts w:ascii="Arial" w:hAnsi="Arial" w:cs="Arial"/>
        <w:i/>
        <w:sz w:val="18"/>
        <w:szCs w:val="18"/>
      </w:rPr>
    </w:pPr>
    <w:r w:rsidRPr="00881BEC">
      <w:rPr>
        <w:rFonts w:ascii="Arial" w:hAnsi="Arial" w:cs="Arial"/>
        <w:i/>
        <w:sz w:val="18"/>
        <w:szCs w:val="18"/>
      </w:rPr>
      <w:t>Załącznik nr 2</w:t>
    </w:r>
    <w:r w:rsidR="00F26B9C" w:rsidRPr="00881BEC">
      <w:rPr>
        <w:rFonts w:ascii="Arial" w:hAnsi="Arial" w:cs="Arial"/>
        <w:i/>
        <w:sz w:val="18"/>
        <w:szCs w:val="18"/>
      </w:rPr>
      <w:t>C</w:t>
    </w:r>
    <w:r w:rsidRPr="00881BEC">
      <w:rPr>
        <w:rFonts w:ascii="Arial" w:hAnsi="Arial" w:cs="Arial"/>
        <w:i/>
        <w:sz w:val="18"/>
        <w:szCs w:val="18"/>
      </w:rPr>
      <w:t xml:space="preserve"> do SIWZ DZP.381.</w:t>
    </w:r>
    <w:r w:rsidR="003C3D12" w:rsidRPr="00881BEC">
      <w:rPr>
        <w:rFonts w:ascii="Arial" w:hAnsi="Arial" w:cs="Arial"/>
        <w:i/>
        <w:sz w:val="18"/>
        <w:szCs w:val="18"/>
      </w:rPr>
      <w:t>100</w:t>
    </w:r>
    <w:r w:rsidRPr="00881BEC">
      <w:rPr>
        <w:rFonts w:ascii="Arial" w:hAnsi="Arial" w:cs="Arial"/>
        <w:i/>
        <w:sz w:val="18"/>
        <w:szCs w:val="18"/>
      </w:rPr>
      <w:t>.2014.DW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704"/>
    <w:rsid w:val="00002BA1"/>
    <w:rsid w:val="00050D68"/>
    <w:rsid w:val="00075704"/>
    <w:rsid w:val="000D4360"/>
    <w:rsid w:val="0012734D"/>
    <w:rsid w:val="0018611E"/>
    <w:rsid w:val="001A7606"/>
    <w:rsid w:val="001E2C5C"/>
    <w:rsid w:val="002075F6"/>
    <w:rsid w:val="00265BC2"/>
    <w:rsid w:val="002834A7"/>
    <w:rsid w:val="002D2403"/>
    <w:rsid w:val="002F12A0"/>
    <w:rsid w:val="003831A2"/>
    <w:rsid w:val="003C3D12"/>
    <w:rsid w:val="00444E1E"/>
    <w:rsid w:val="004C5ACE"/>
    <w:rsid w:val="004D5666"/>
    <w:rsid w:val="004E36E1"/>
    <w:rsid w:val="00537469"/>
    <w:rsid w:val="005448F0"/>
    <w:rsid w:val="005C24EE"/>
    <w:rsid w:val="00654654"/>
    <w:rsid w:val="00681C75"/>
    <w:rsid w:val="006A2AA5"/>
    <w:rsid w:val="007D7100"/>
    <w:rsid w:val="007E7DA2"/>
    <w:rsid w:val="00836A56"/>
    <w:rsid w:val="00881BEC"/>
    <w:rsid w:val="009943B0"/>
    <w:rsid w:val="009B0FEC"/>
    <w:rsid w:val="009D1A20"/>
    <w:rsid w:val="00A1525E"/>
    <w:rsid w:val="00A74088"/>
    <w:rsid w:val="00AF3B49"/>
    <w:rsid w:val="00B078FF"/>
    <w:rsid w:val="00B83179"/>
    <w:rsid w:val="00BA7B27"/>
    <w:rsid w:val="00BE109C"/>
    <w:rsid w:val="00BF1BD6"/>
    <w:rsid w:val="00C34168"/>
    <w:rsid w:val="00C402A9"/>
    <w:rsid w:val="00C578D4"/>
    <w:rsid w:val="00C94433"/>
    <w:rsid w:val="00CA0328"/>
    <w:rsid w:val="00CB73F9"/>
    <w:rsid w:val="00CF5159"/>
    <w:rsid w:val="00EA06D0"/>
    <w:rsid w:val="00EE443A"/>
    <w:rsid w:val="00EF4DE3"/>
    <w:rsid w:val="00EF5AF1"/>
    <w:rsid w:val="00F12459"/>
    <w:rsid w:val="00F248D7"/>
    <w:rsid w:val="00F26B9C"/>
    <w:rsid w:val="00FA3928"/>
    <w:rsid w:val="00FD7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746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746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746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746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746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74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3C967-71AA-4201-BBF5-32C55D651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C3FFA41A</Template>
  <TotalTime>1</TotalTime>
  <Pages>2</Pages>
  <Words>215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Grabiańska</dc:creator>
  <cp:lastModifiedBy>Ewa Słowik</cp:lastModifiedBy>
  <cp:revision>3</cp:revision>
  <cp:lastPrinted>2015-01-13T14:23:00Z</cp:lastPrinted>
  <dcterms:created xsi:type="dcterms:W3CDTF">2015-01-13T14:23:00Z</dcterms:created>
  <dcterms:modified xsi:type="dcterms:W3CDTF">2015-01-13T14:26:00Z</dcterms:modified>
</cp:coreProperties>
</file>